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6F9F77" w14:textId="77777777" w:rsidR="00BC5C6E" w:rsidRPr="00BC5C6E" w:rsidRDefault="00BC5C6E" w:rsidP="00BC5C6E">
      <w:pPr>
        <w:pStyle w:val="Subtitle"/>
      </w:pPr>
      <w:bookmarkStart w:id="0" w:name="_Toc381790739"/>
      <w:bookmarkStart w:id="1" w:name="_Toc385233472"/>
      <w:bookmarkStart w:id="2" w:name="_GoBack"/>
      <w:bookmarkEnd w:id="2"/>
      <w:r w:rsidRPr="00BC5C6E">
        <w:t>Consultation Regulation Impact Statement</w:t>
      </w:r>
    </w:p>
    <w:p w14:paraId="321CFD39" w14:textId="7799E2E2" w:rsidR="00BC5C6E" w:rsidRPr="00BC5C6E" w:rsidRDefault="00BC5C6E" w:rsidP="00BC5C6E">
      <w:pPr>
        <w:pStyle w:val="Title"/>
      </w:pPr>
      <w:r w:rsidRPr="00BC5C6E">
        <w:t>Australian Consumer Law Review:</w:t>
      </w:r>
      <w:r w:rsidRPr="00BC5C6E">
        <w:br/>
        <w:t>Clarification, simplification and modernisation of the consumer guarantee framework</w:t>
      </w:r>
    </w:p>
    <w:p w14:paraId="7851B768" w14:textId="77777777" w:rsidR="00BC5C6E" w:rsidRPr="00BC5C6E" w:rsidRDefault="00BC5C6E" w:rsidP="00BC5C6E">
      <w:pPr>
        <w:pStyle w:val="SubSubtitle"/>
      </w:pPr>
      <w:r w:rsidRPr="00BC5C6E">
        <w:t>Consumer Affairs Australia and New Zealand</w:t>
      </w:r>
    </w:p>
    <w:p w14:paraId="71F607D7" w14:textId="77777777" w:rsidR="00BC5C6E" w:rsidRPr="00BC5C6E" w:rsidRDefault="00BC5C6E" w:rsidP="00BC5C6E">
      <w:pPr>
        <w:pStyle w:val="SubSubtitle"/>
        <w:sectPr w:rsidR="00BC5C6E" w:rsidRPr="00BC5C6E" w:rsidSect="00FA3DC0">
          <w:headerReference w:type="even" r:id="rId14"/>
          <w:headerReference w:type="default" r:id="rId15"/>
          <w:footerReference w:type="even" r:id="rId16"/>
          <w:footerReference w:type="default" r:id="rId17"/>
          <w:headerReference w:type="first" r:id="rId18"/>
          <w:pgSz w:w="11906" w:h="16838" w:code="277"/>
          <w:pgMar w:top="1440" w:right="1440" w:bottom="1440" w:left="1440" w:header="709" w:footer="709" w:gutter="0"/>
          <w:cols w:space="708"/>
          <w:vAlign w:val="center"/>
          <w:titlePg/>
          <w:docGrid w:linePitch="360"/>
        </w:sectPr>
      </w:pPr>
      <w:r w:rsidRPr="00BC5C6E">
        <w:t>2018</w:t>
      </w:r>
    </w:p>
    <w:p w14:paraId="284D4794" w14:textId="77777777" w:rsidR="00BC5C6E" w:rsidRPr="00320097" w:rsidRDefault="00BC5C6E" w:rsidP="00BC5C6E">
      <w:r w:rsidRPr="00320097">
        <w:lastRenderedPageBreak/>
        <w:t>© Commonwealth of Australia 2018</w:t>
      </w:r>
    </w:p>
    <w:p w14:paraId="13F86941" w14:textId="77777777" w:rsidR="00FA3DC0" w:rsidRPr="001D59F7" w:rsidRDefault="00FA3DC0" w:rsidP="00FA3DC0">
      <w:pPr>
        <w:rPr>
          <w:sz w:val="24"/>
          <w:szCs w:val="24"/>
        </w:rPr>
      </w:pPr>
      <w:r w:rsidRPr="001D59F7">
        <w:t>This publication is available for your use under a</w:t>
      </w:r>
      <w:r w:rsidRPr="001D59F7">
        <w:rPr>
          <w:rFonts w:cs="Calibri"/>
          <w:sz w:val="24"/>
          <w:szCs w:val="24"/>
        </w:rPr>
        <w:t xml:space="preserve"> </w:t>
      </w:r>
      <w:hyperlink r:id="rId19" w:history="1">
        <w:r w:rsidRPr="001D59F7">
          <w:rPr>
            <w:b/>
            <w:color w:val="004A7F"/>
          </w:rPr>
          <w:t>Creative Commons Attribution 3.0 Australia</w:t>
        </w:r>
      </w:hyperlink>
      <w:r w:rsidRPr="001D59F7">
        <w:rPr>
          <w:rFonts w:cs="Calibri"/>
          <w:sz w:val="24"/>
          <w:szCs w:val="24"/>
        </w:rPr>
        <w:t xml:space="preserve"> </w:t>
      </w:r>
      <w:r w:rsidRPr="001D59F7">
        <w:t>licence, with the exception of the Commonwealth Coat of Arms, the Treasury logo, photographs, images, signatures and where otherwise stated. The full licence terms are available from</w:t>
      </w:r>
      <w:r w:rsidRPr="001D59F7">
        <w:rPr>
          <w:rFonts w:cs="Calibri"/>
          <w:sz w:val="24"/>
          <w:szCs w:val="24"/>
        </w:rPr>
        <w:t xml:space="preserve"> </w:t>
      </w:r>
      <w:hyperlink r:id="rId20" w:history="1">
        <w:r w:rsidRPr="001D59F7">
          <w:rPr>
            <w:b/>
            <w:color w:val="004A7F"/>
          </w:rPr>
          <w:t>http://creativecommons.org/licenses/by/3.0/au/legalcode</w:t>
        </w:r>
      </w:hyperlink>
      <w:r w:rsidRPr="001D59F7">
        <w:rPr>
          <w:b/>
          <w:color w:val="004A7F"/>
        </w:rPr>
        <w:t>.</w:t>
      </w:r>
    </w:p>
    <w:p w14:paraId="3BEAA779" w14:textId="77777777" w:rsidR="00FA3DC0" w:rsidRPr="001D59F7" w:rsidRDefault="00FA3DC0" w:rsidP="00FA3DC0">
      <w:pPr>
        <w:pStyle w:val="TableGraphic"/>
      </w:pPr>
      <w:r w:rsidRPr="001D59F7">
        <w:drawing>
          <wp:inline distT="0" distB="0" distL="0" distR="0" wp14:anchorId="73D5A98B" wp14:editId="66D627DD">
            <wp:extent cx="809625" cy="285750"/>
            <wp:effectExtent l="0" t="0" r="9525" b="0"/>
            <wp:docPr id="1" name="Picture 1" descr="Creative Commons attribution licence 3.0 icon. " title="Creative Commons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C by_grey"/>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09625" cy="285750"/>
                    </a:xfrm>
                    <a:prstGeom prst="rect">
                      <a:avLst/>
                    </a:prstGeom>
                    <a:noFill/>
                    <a:ln w="9525">
                      <a:noFill/>
                      <a:miter lim="800000"/>
                      <a:headEnd/>
                      <a:tailEnd/>
                    </a:ln>
                  </pic:spPr>
                </pic:pic>
              </a:graphicData>
            </a:graphic>
          </wp:inline>
        </w:drawing>
      </w:r>
    </w:p>
    <w:p w14:paraId="3427AF87" w14:textId="77777777" w:rsidR="00FA3DC0" w:rsidRPr="001D59F7" w:rsidRDefault="00FA3DC0" w:rsidP="00FA3DC0">
      <w:r w:rsidRPr="001D59F7">
        <w:t>Use of Treasury material under a</w:t>
      </w:r>
      <w:r w:rsidRPr="001D59F7">
        <w:rPr>
          <w:rFonts w:cs="Calibri"/>
          <w:sz w:val="24"/>
          <w:szCs w:val="24"/>
        </w:rPr>
        <w:t xml:space="preserve"> </w:t>
      </w:r>
      <w:hyperlink r:id="rId22" w:history="1">
        <w:r w:rsidRPr="001D59F7">
          <w:rPr>
            <w:b/>
            <w:color w:val="004A7F"/>
          </w:rPr>
          <w:t>Creative Commons Attribution 3.0 Australia</w:t>
        </w:r>
      </w:hyperlink>
      <w:r w:rsidRPr="001D59F7">
        <w:rPr>
          <w:b/>
          <w:color w:val="004A7F"/>
        </w:rPr>
        <w:t xml:space="preserve"> </w:t>
      </w:r>
      <w:r w:rsidRPr="001D59F7">
        <w:t>licence requires you to attribute the work (but not in any way that suggests that the Treasury endorses you or your use of the work).</w:t>
      </w:r>
    </w:p>
    <w:p w14:paraId="718592C0" w14:textId="77777777" w:rsidR="00FA3DC0" w:rsidRPr="001D59F7" w:rsidRDefault="00FA3DC0" w:rsidP="00FA3DC0">
      <w:pPr>
        <w:ind w:left="567"/>
        <w:rPr>
          <w:i/>
        </w:rPr>
      </w:pPr>
      <w:r w:rsidRPr="001D59F7">
        <w:rPr>
          <w:i/>
        </w:rPr>
        <w:t>Treasury material used ‘as supplied’.</w:t>
      </w:r>
    </w:p>
    <w:p w14:paraId="2C5BBF3F" w14:textId="77777777" w:rsidR="00FA3DC0" w:rsidRPr="001D59F7" w:rsidRDefault="00FA3DC0" w:rsidP="00FA3DC0">
      <w:r w:rsidRPr="001D59F7">
        <w:t>Provided you have not modified or transformed Treasury material in any way including, for example, by changing the Treasury text; calculating percentage changes; graphing or charting data; or deriving new statistics from published Treasury statistics — then Treasury pre</w:t>
      </w:r>
      <w:r>
        <w:t>fers the following attribution:</w:t>
      </w:r>
    </w:p>
    <w:p w14:paraId="56C49227" w14:textId="77777777" w:rsidR="00FA3DC0" w:rsidRPr="001D59F7" w:rsidRDefault="00FA3DC0" w:rsidP="00FA3DC0">
      <w:pPr>
        <w:ind w:left="567"/>
        <w:rPr>
          <w:i/>
        </w:rPr>
      </w:pPr>
      <w:r w:rsidRPr="001D59F7">
        <w:rPr>
          <w:i/>
        </w:rPr>
        <w:t>Source: The Aus</w:t>
      </w:r>
      <w:r>
        <w:rPr>
          <w:i/>
        </w:rPr>
        <w:t>tralian Government the Treasury</w:t>
      </w:r>
    </w:p>
    <w:p w14:paraId="4E27B9D5" w14:textId="77777777" w:rsidR="00FA3DC0" w:rsidRPr="001D59F7" w:rsidRDefault="00FA3DC0" w:rsidP="00FA3DC0">
      <w:pPr>
        <w:rPr>
          <w:b/>
        </w:rPr>
      </w:pPr>
      <w:r w:rsidRPr="001D59F7">
        <w:rPr>
          <w:b/>
        </w:rPr>
        <w:t>Derivative material</w:t>
      </w:r>
    </w:p>
    <w:p w14:paraId="65110E26" w14:textId="77777777" w:rsidR="00FA3DC0" w:rsidRPr="001D59F7" w:rsidRDefault="00FA3DC0" w:rsidP="00FA3DC0">
      <w:r w:rsidRPr="001D59F7">
        <w:t>If you have modified or transformed Treasury material, or derived new material from those of the Treasury in any way, then Treasury pre</w:t>
      </w:r>
      <w:r>
        <w:t>fers the following attribution:</w:t>
      </w:r>
    </w:p>
    <w:p w14:paraId="5A58A59D" w14:textId="77777777" w:rsidR="00FA3DC0" w:rsidRPr="001D59F7" w:rsidRDefault="00FA3DC0" w:rsidP="00FA3DC0">
      <w:pPr>
        <w:ind w:left="567"/>
        <w:rPr>
          <w:i/>
        </w:rPr>
      </w:pPr>
      <w:r w:rsidRPr="001D59F7">
        <w:rPr>
          <w:i/>
        </w:rPr>
        <w:t>Based on The Australi</w:t>
      </w:r>
      <w:r>
        <w:rPr>
          <w:i/>
        </w:rPr>
        <w:t>an Government the Treasury data</w:t>
      </w:r>
    </w:p>
    <w:p w14:paraId="15D661C3" w14:textId="77777777" w:rsidR="00FA3DC0" w:rsidRPr="001D59F7" w:rsidRDefault="00FA3DC0" w:rsidP="00FA3DC0">
      <w:pPr>
        <w:rPr>
          <w:b/>
        </w:rPr>
      </w:pPr>
      <w:r w:rsidRPr="001D59F7">
        <w:rPr>
          <w:b/>
        </w:rPr>
        <w:t>Use of the Coat of Arms</w:t>
      </w:r>
    </w:p>
    <w:p w14:paraId="5C7134A1" w14:textId="77777777" w:rsidR="00FA3DC0" w:rsidRPr="001D59F7" w:rsidRDefault="00FA3DC0" w:rsidP="00FA3DC0">
      <w:r w:rsidRPr="001D59F7">
        <w:t>The terms under which the Coat of Arms can be used are set out on the It’s an Honour website (see </w:t>
      </w:r>
      <w:hyperlink r:id="rId23" w:history="1">
        <w:r w:rsidRPr="001D59F7">
          <w:rPr>
            <w:b/>
            <w:color w:val="004A7F"/>
          </w:rPr>
          <w:t>www.itsanhonour.gov.au</w:t>
        </w:r>
      </w:hyperlink>
      <w:r w:rsidRPr="001D59F7">
        <w:t>).</w:t>
      </w:r>
    </w:p>
    <w:p w14:paraId="7DFCE691" w14:textId="77777777" w:rsidR="00FA3DC0" w:rsidRPr="001D59F7" w:rsidRDefault="00FA3DC0" w:rsidP="00FA3DC0">
      <w:pPr>
        <w:rPr>
          <w:b/>
        </w:rPr>
      </w:pPr>
      <w:r w:rsidRPr="001D59F7">
        <w:rPr>
          <w:b/>
        </w:rPr>
        <w:t>Other uses</w:t>
      </w:r>
    </w:p>
    <w:p w14:paraId="6A263FF6" w14:textId="77777777" w:rsidR="00FA3DC0" w:rsidRPr="001D59F7" w:rsidRDefault="00FA3DC0" w:rsidP="00FA3DC0">
      <w:r w:rsidRPr="001D59F7">
        <w:t>Enquiries regarding this licence and any other use of this document are welcome at:</w:t>
      </w:r>
    </w:p>
    <w:p w14:paraId="5870A0CC" w14:textId="77777777" w:rsidR="00FA3DC0" w:rsidRPr="001D59F7" w:rsidRDefault="00FA3DC0" w:rsidP="00FA3DC0">
      <w:pPr>
        <w:ind w:left="567"/>
        <w:jc w:val="left"/>
        <w:rPr>
          <w:b/>
          <w:color w:val="004A7F"/>
        </w:rPr>
      </w:pPr>
      <w:r w:rsidRPr="001D59F7">
        <w:t>Manager</w:t>
      </w:r>
      <w:r w:rsidRPr="001D59F7">
        <w:br/>
        <w:t>Editorial, Media and Speeches Unit</w:t>
      </w:r>
      <w:r w:rsidRPr="001D59F7">
        <w:br/>
        <w:t>The Treasury</w:t>
      </w:r>
      <w:r w:rsidRPr="001D59F7">
        <w:br/>
        <w:t xml:space="preserve">Langton Crescent </w:t>
      </w:r>
      <w:r w:rsidRPr="001D59F7">
        <w:br/>
        <w:t>Parkes  ACT  2600</w:t>
      </w:r>
      <w:r w:rsidRPr="001D59F7">
        <w:br/>
        <w:t xml:space="preserve">Email: </w:t>
      </w:r>
      <w:hyperlink r:id="rId24" w:history="1">
        <w:r w:rsidRPr="001D59F7">
          <w:rPr>
            <w:b/>
            <w:color w:val="004A7F"/>
          </w:rPr>
          <w:t>medialiaison@treasury.gov.au</w:t>
        </w:r>
      </w:hyperlink>
    </w:p>
    <w:p w14:paraId="71B2B4BB" w14:textId="77777777" w:rsidR="00BC5C6E" w:rsidRPr="00F406F6" w:rsidRDefault="00BC5C6E" w:rsidP="00BC5C6E"/>
    <w:p w14:paraId="6FCC5D3F" w14:textId="77777777" w:rsidR="00BC5C6E" w:rsidRDefault="00BC5C6E" w:rsidP="00BC5C6E"/>
    <w:p w14:paraId="0E2228B6" w14:textId="77777777" w:rsidR="00BC5C6E" w:rsidRPr="00F406F6" w:rsidRDefault="00BC5C6E" w:rsidP="00BC5C6E">
      <w:pPr>
        <w:sectPr w:rsidR="00BC5C6E" w:rsidRPr="00F406F6" w:rsidSect="00F646B7">
          <w:headerReference w:type="first" r:id="rId25"/>
          <w:footerReference w:type="first" r:id="rId26"/>
          <w:pgSz w:w="11909" w:h="16834" w:code="9"/>
          <w:pgMar w:top="1701" w:right="1701" w:bottom="1701" w:left="1701" w:header="851" w:footer="851" w:gutter="0"/>
          <w:pgNumType w:fmt="lowerRoman"/>
          <w:cols w:space="708"/>
          <w:titlePg/>
          <w:docGrid w:linePitch="360"/>
        </w:sectPr>
      </w:pPr>
    </w:p>
    <w:p w14:paraId="6814970C" w14:textId="77777777" w:rsidR="00BC5C6E" w:rsidRPr="00BC5C6E" w:rsidRDefault="00BC5C6E" w:rsidP="00BC5C6E">
      <w:pPr>
        <w:pStyle w:val="TOCHeading"/>
      </w:pPr>
      <w:r w:rsidRPr="00BC5C6E">
        <w:lastRenderedPageBreak/>
        <w:t>Table of Contents</w:t>
      </w:r>
    </w:p>
    <w:sdt>
      <w:sdtPr>
        <w:rPr>
          <w:rFonts w:ascii="Calibri" w:eastAsia="Times New Roman" w:hAnsi="Calibri" w:cs="Arial"/>
          <w:b w:val="0"/>
          <w:caps w:val="0"/>
          <w:noProof w:val="0"/>
          <w:color w:val="004A7F"/>
          <w:kern w:val="32"/>
          <w:sz w:val="44"/>
          <w:szCs w:val="36"/>
          <w:lang w:eastAsia="en-AU"/>
        </w:rPr>
        <w:id w:val="-411694929"/>
        <w:docPartObj>
          <w:docPartGallery w:val="Table of Contents"/>
          <w:docPartUnique/>
        </w:docPartObj>
      </w:sdtPr>
      <w:sdtEndPr>
        <w:rPr>
          <w:rFonts w:asciiTheme="minorHAnsi" w:eastAsiaTheme="minorHAnsi" w:hAnsiTheme="minorHAnsi" w:cstheme="minorBidi"/>
          <w:bCs/>
          <w:noProof/>
          <w:color w:val="1F497D" w:themeColor="text2"/>
          <w:kern w:val="0"/>
          <w:sz w:val="22"/>
          <w:szCs w:val="22"/>
          <w:lang w:eastAsia="en-US"/>
        </w:rPr>
      </w:sdtEndPr>
      <w:sdtContent>
        <w:p w14:paraId="11167310" w14:textId="77777777" w:rsidR="00635C5B" w:rsidRDefault="00BC5C6E">
          <w:pPr>
            <w:pStyle w:val="TOC1"/>
            <w:rPr>
              <w:rFonts w:eastAsiaTheme="minorEastAsia"/>
              <w:b w:val="0"/>
              <w:caps w:val="0"/>
              <w:color w:val="auto"/>
              <w:lang w:eastAsia="en-AU"/>
            </w:rPr>
          </w:pPr>
          <w:r w:rsidRPr="00BC5C6E">
            <w:fldChar w:fldCharType="begin"/>
          </w:r>
          <w:r w:rsidRPr="00BC5C6E">
            <w:instrText xml:space="preserve"> TOC \o "1-1" \h \z \t "Heading 2,2,Heading 2 - No Numbered,2" </w:instrText>
          </w:r>
          <w:r w:rsidRPr="00BC5C6E">
            <w:fldChar w:fldCharType="separate"/>
          </w:r>
          <w:hyperlink w:anchor="_Toc508969543" w:history="1">
            <w:r w:rsidR="00635C5B" w:rsidRPr="00CB52A3">
              <w:rPr>
                <w:rStyle w:val="Hyperlink"/>
              </w:rPr>
              <w:t>About this regulation impact statement</w:t>
            </w:r>
            <w:r w:rsidR="00635C5B">
              <w:rPr>
                <w:webHidden/>
              </w:rPr>
              <w:tab/>
            </w:r>
            <w:r w:rsidR="00635C5B">
              <w:rPr>
                <w:webHidden/>
              </w:rPr>
              <w:fldChar w:fldCharType="begin"/>
            </w:r>
            <w:r w:rsidR="00635C5B">
              <w:rPr>
                <w:webHidden/>
              </w:rPr>
              <w:instrText xml:space="preserve"> PAGEREF _Toc508969543 \h </w:instrText>
            </w:r>
            <w:r w:rsidR="00635C5B">
              <w:rPr>
                <w:webHidden/>
              </w:rPr>
            </w:r>
            <w:r w:rsidR="00635C5B">
              <w:rPr>
                <w:webHidden/>
              </w:rPr>
              <w:fldChar w:fldCharType="separate"/>
            </w:r>
            <w:r w:rsidR="00635C5B">
              <w:rPr>
                <w:webHidden/>
              </w:rPr>
              <w:t>1</w:t>
            </w:r>
            <w:r w:rsidR="00635C5B">
              <w:rPr>
                <w:webHidden/>
              </w:rPr>
              <w:fldChar w:fldCharType="end"/>
            </w:r>
          </w:hyperlink>
        </w:p>
        <w:p w14:paraId="2548E5C3" w14:textId="77777777" w:rsidR="00635C5B" w:rsidRDefault="00EC7E91">
          <w:pPr>
            <w:pStyle w:val="TOC2"/>
            <w:rPr>
              <w:rFonts w:eastAsiaTheme="minorEastAsia"/>
              <w:color w:val="auto"/>
              <w:lang w:eastAsia="en-AU"/>
            </w:rPr>
          </w:pPr>
          <w:hyperlink w:anchor="_Toc508969544" w:history="1">
            <w:r w:rsidR="00635C5B" w:rsidRPr="00CB52A3">
              <w:rPr>
                <w:rStyle w:val="Hyperlink"/>
              </w:rPr>
              <w:t>Background to this Consultation RIS</w:t>
            </w:r>
            <w:r w:rsidR="00635C5B">
              <w:rPr>
                <w:webHidden/>
              </w:rPr>
              <w:tab/>
            </w:r>
            <w:r w:rsidR="00635C5B">
              <w:rPr>
                <w:webHidden/>
              </w:rPr>
              <w:fldChar w:fldCharType="begin"/>
            </w:r>
            <w:r w:rsidR="00635C5B">
              <w:rPr>
                <w:webHidden/>
              </w:rPr>
              <w:instrText xml:space="preserve"> PAGEREF _Toc508969544 \h </w:instrText>
            </w:r>
            <w:r w:rsidR="00635C5B">
              <w:rPr>
                <w:webHidden/>
              </w:rPr>
            </w:r>
            <w:r w:rsidR="00635C5B">
              <w:rPr>
                <w:webHidden/>
              </w:rPr>
              <w:fldChar w:fldCharType="separate"/>
            </w:r>
            <w:r w:rsidR="00635C5B">
              <w:rPr>
                <w:webHidden/>
              </w:rPr>
              <w:t>1</w:t>
            </w:r>
            <w:r w:rsidR="00635C5B">
              <w:rPr>
                <w:webHidden/>
              </w:rPr>
              <w:fldChar w:fldCharType="end"/>
            </w:r>
          </w:hyperlink>
        </w:p>
        <w:p w14:paraId="78A31F1C" w14:textId="77777777" w:rsidR="00635C5B" w:rsidRDefault="00EC7E91">
          <w:pPr>
            <w:pStyle w:val="TOC2"/>
            <w:rPr>
              <w:rFonts w:eastAsiaTheme="minorEastAsia"/>
              <w:color w:val="auto"/>
              <w:lang w:eastAsia="en-AU"/>
            </w:rPr>
          </w:pPr>
          <w:hyperlink w:anchor="_Toc508969545" w:history="1">
            <w:r w:rsidR="00635C5B" w:rsidRPr="00CB52A3">
              <w:rPr>
                <w:rStyle w:val="Hyperlink"/>
              </w:rPr>
              <w:t>An overview of the ACL</w:t>
            </w:r>
            <w:r w:rsidR="00635C5B">
              <w:rPr>
                <w:webHidden/>
              </w:rPr>
              <w:tab/>
            </w:r>
            <w:r w:rsidR="00635C5B">
              <w:rPr>
                <w:webHidden/>
              </w:rPr>
              <w:fldChar w:fldCharType="begin"/>
            </w:r>
            <w:r w:rsidR="00635C5B">
              <w:rPr>
                <w:webHidden/>
              </w:rPr>
              <w:instrText xml:space="preserve"> PAGEREF _Toc508969545 \h </w:instrText>
            </w:r>
            <w:r w:rsidR="00635C5B">
              <w:rPr>
                <w:webHidden/>
              </w:rPr>
            </w:r>
            <w:r w:rsidR="00635C5B">
              <w:rPr>
                <w:webHidden/>
              </w:rPr>
              <w:fldChar w:fldCharType="separate"/>
            </w:r>
            <w:r w:rsidR="00635C5B">
              <w:rPr>
                <w:webHidden/>
              </w:rPr>
              <w:t>1</w:t>
            </w:r>
            <w:r w:rsidR="00635C5B">
              <w:rPr>
                <w:webHidden/>
              </w:rPr>
              <w:fldChar w:fldCharType="end"/>
            </w:r>
          </w:hyperlink>
        </w:p>
        <w:p w14:paraId="24ED7AFF" w14:textId="77777777" w:rsidR="00635C5B" w:rsidRDefault="00EC7E91">
          <w:pPr>
            <w:pStyle w:val="TOC2"/>
            <w:rPr>
              <w:rFonts w:eastAsiaTheme="minorEastAsia"/>
              <w:color w:val="auto"/>
              <w:lang w:eastAsia="en-AU"/>
            </w:rPr>
          </w:pPr>
          <w:hyperlink w:anchor="_Toc508969546" w:history="1">
            <w:r w:rsidR="00635C5B" w:rsidRPr="00CB52A3">
              <w:rPr>
                <w:rStyle w:val="Hyperlink"/>
              </w:rPr>
              <w:t>Purpose of this Consultation RIS</w:t>
            </w:r>
            <w:r w:rsidR="00635C5B">
              <w:rPr>
                <w:webHidden/>
              </w:rPr>
              <w:tab/>
            </w:r>
            <w:r w:rsidR="00635C5B">
              <w:rPr>
                <w:webHidden/>
              </w:rPr>
              <w:fldChar w:fldCharType="begin"/>
            </w:r>
            <w:r w:rsidR="00635C5B">
              <w:rPr>
                <w:webHidden/>
              </w:rPr>
              <w:instrText xml:space="preserve"> PAGEREF _Toc508969546 \h </w:instrText>
            </w:r>
            <w:r w:rsidR="00635C5B">
              <w:rPr>
                <w:webHidden/>
              </w:rPr>
            </w:r>
            <w:r w:rsidR="00635C5B">
              <w:rPr>
                <w:webHidden/>
              </w:rPr>
              <w:fldChar w:fldCharType="separate"/>
            </w:r>
            <w:r w:rsidR="00635C5B">
              <w:rPr>
                <w:webHidden/>
              </w:rPr>
              <w:t>2</w:t>
            </w:r>
            <w:r w:rsidR="00635C5B">
              <w:rPr>
                <w:webHidden/>
              </w:rPr>
              <w:fldChar w:fldCharType="end"/>
            </w:r>
          </w:hyperlink>
        </w:p>
        <w:p w14:paraId="45944BD9" w14:textId="77777777" w:rsidR="00635C5B" w:rsidRDefault="00EC7E91">
          <w:pPr>
            <w:pStyle w:val="TOC2"/>
            <w:rPr>
              <w:rFonts w:eastAsiaTheme="minorEastAsia"/>
              <w:color w:val="auto"/>
              <w:lang w:eastAsia="en-AU"/>
            </w:rPr>
          </w:pPr>
          <w:hyperlink w:anchor="_Toc508969547" w:history="1">
            <w:r w:rsidR="00635C5B" w:rsidRPr="00CB52A3">
              <w:rPr>
                <w:rStyle w:val="Hyperlink"/>
              </w:rPr>
              <w:t>The structure and focus of this Consultation RIS</w:t>
            </w:r>
            <w:r w:rsidR="00635C5B">
              <w:rPr>
                <w:webHidden/>
              </w:rPr>
              <w:tab/>
            </w:r>
            <w:r w:rsidR="00635C5B">
              <w:rPr>
                <w:webHidden/>
              </w:rPr>
              <w:fldChar w:fldCharType="begin"/>
            </w:r>
            <w:r w:rsidR="00635C5B">
              <w:rPr>
                <w:webHidden/>
              </w:rPr>
              <w:instrText xml:space="preserve"> PAGEREF _Toc508969547 \h </w:instrText>
            </w:r>
            <w:r w:rsidR="00635C5B">
              <w:rPr>
                <w:webHidden/>
              </w:rPr>
            </w:r>
            <w:r w:rsidR="00635C5B">
              <w:rPr>
                <w:webHidden/>
              </w:rPr>
              <w:fldChar w:fldCharType="separate"/>
            </w:r>
            <w:r w:rsidR="00635C5B">
              <w:rPr>
                <w:webHidden/>
              </w:rPr>
              <w:t>2</w:t>
            </w:r>
            <w:r w:rsidR="00635C5B">
              <w:rPr>
                <w:webHidden/>
              </w:rPr>
              <w:fldChar w:fldCharType="end"/>
            </w:r>
          </w:hyperlink>
        </w:p>
        <w:p w14:paraId="652E9B0C" w14:textId="77777777" w:rsidR="00635C5B" w:rsidRDefault="00EC7E91">
          <w:pPr>
            <w:pStyle w:val="TOC2"/>
            <w:rPr>
              <w:rFonts w:eastAsiaTheme="minorEastAsia"/>
              <w:color w:val="auto"/>
              <w:lang w:eastAsia="en-AU"/>
            </w:rPr>
          </w:pPr>
          <w:hyperlink w:anchor="_Toc508969548" w:history="1">
            <w:r w:rsidR="00635C5B" w:rsidRPr="00CB52A3">
              <w:rPr>
                <w:rStyle w:val="Hyperlink"/>
              </w:rPr>
              <w:t>An overview of the proposals and their implementation options</w:t>
            </w:r>
            <w:r w:rsidR="00635C5B">
              <w:rPr>
                <w:webHidden/>
              </w:rPr>
              <w:tab/>
            </w:r>
            <w:r w:rsidR="00635C5B">
              <w:rPr>
                <w:webHidden/>
              </w:rPr>
              <w:fldChar w:fldCharType="begin"/>
            </w:r>
            <w:r w:rsidR="00635C5B">
              <w:rPr>
                <w:webHidden/>
              </w:rPr>
              <w:instrText xml:space="preserve"> PAGEREF _Toc508969548 \h </w:instrText>
            </w:r>
            <w:r w:rsidR="00635C5B">
              <w:rPr>
                <w:webHidden/>
              </w:rPr>
            </w:r>
            <w:r w:rsidR="00635C5B">
              <w:rPr>
                <w:webHidden/>
              </w:rPr>
              <w:fldChar w:fldCharType="separate"/>
            </w:r>
            <w:r w:rsidR="00635C5B">
              <w:rPr>
                <w:webHidden/>
              </w:rPr>
              <w:t>3</w:t>
            </w:r>
            <w:r w:rsidR="00635C5B">
              <w:rPr>
                <w:webHidden/>
              </w:rPr>
              <w:fldChar w:fldCharType="end"/>
            </w:r>
          </w:hyperlink>
        </w:p>
        <w:p w14:paraId="47FF05AF" w14:textId="77777777" w:rsidR="00635C5B" w:rsidRDefault="00EC7E91">
          <w:pPr>
            <w:pStyle w:val="TOC1"/>
            <w:rPr>
              <w:rFonts w:eastAsiaTheme="minorEastAsia"/>
              <w:b w:val="0"/>
              <w:caps w:val="0"/>
              <w:color w:val="auto"/>
              <w:lang w:eastAsia="en-AU"/>
            </w:rPr>
          </w:pPr>
          <w:hyperlink w:anchor="_Toc508969549" w:history="1">
            <w:r w:rsidR="00635C5B" w:rsidRPr="00CB52A3">
              <w:rPr>
                <w:rStyle w:val="Hyperlink"/>
              </w:rPr>
              <w:t>Consultation</w:t>
            </w:r>
            <w:r w:rsidR="00635C5B">
              <w:rPr>
                <w:webHidden/>
              </w:rPr>
              <w:tab/>
            </w:r>
            <w:r w:rsidR="00635C5B">
              <w:rPr>
                <w:webHidden/>
              </w:rPr>
              <w:fldChar w:fldCharType="begin"/>
            </w:r>
            <w:r w:rsidR="00635C5B">
              <w:rPr>
                <w:webHidden/>
              </w:rPr>
              <w:instrText xml:space="preserve"> PAGEREF _Toc508969549 \h </w:instrText>
            </w:r>
            <w:r w:rsidR="00635C5B">
              <w:rPr>
                <w:webHidden/>
              </w:rPr>
            </w:r>
            <w:r w:rsidR="00635C5B">
              <w:rPr>
                <w:webHidden/>
              </w:rPr>
              <w:fldChar w:fldCharType="separate"/>
            </w:r>
            <w:r w:rsidR="00635C5B">
              <w:rPr>
                <w:webHidden/>
              </w:rPr>
              <w:t>6</w:t>
            </w:r>
            <w:r w:rsidR="00635C5B">
              <w:rPr>
                <w:webHidden/>
              </w:rPr>
              <w:fldChar w:fldCharType="end"/>
            </w:r>
          </w:hyperlink>
        </w:p>
        <w:p w14:paraId="668BC6E7" w14:textId="1561AB46" w:rsidR="00635C5B" w:rsidRDefault="00BC5C6E" w:rsidP="00635C5B">
          <w:pPr>
            <w:pStyle w:val="TOC1"/>
          </w:pPr>
          <w:r w:rsidRPr="00BC5C6E">
            <w:fldChar w:fldCharType="end"/>
          </w:r>
          <w:r w:rsidR="00635C5B">
            <w:t>Chapter 1</w:t>
          </w:r>
        </w:p>
        <w:p w14:paraId="3C37A70F" w14:textId="18271CCB" w:rsidR="00635C5B" w:rsidRPr="00635C5B" w:rsidRDefault="00635C5B" w:rsidP="00635C5B">
          <w:pPr>
            <w:pStyle w:val="TOC2"/>
          </w:pPr>
          <w:r w:rsidRPr="00635C5B">
            <w:t>Australian Consumer Law Review: Increasing the threshold in the definition of ‘consumer’ from $40,000 to $100,000</w:t>
          </w:r>
          <w:r>
            <w:tab/>
            <w:t>1-1</w:t>
          </w:r>
        </w:p>
        <w:p w14:paraId="75067FCC" w14:textId="177161FA" w:rsidR="00635C5B" w:rsidRDefault="00635C5B" w:rsidP="00635C5B">
          <w:pPr>
            <w:pStyle w:val="TOC1"/>
          </w:pPr>
          <w:r>
            <w:t>Chapter 2</w:t>
          </w:r>
        </w:p>
        <w:p w14:paraId="3E10CD0E" w14:textId="4378B075" w:rsidR="00635C5B" w:rsidRPr="00635C5B" w:rsidRDefault="00635C5B" w:rsidP="00635C5B">
          <w:pPr>
            <w:pStyle w:val="TOC2"/>
          </w:pPr>
          <w:r w:rsidRPr="00635C5B">
            <w:t>Australian Consumer Law Review: Clarifying the consumer guarantees remedies</w:t>
          </w:r>
          <w:r>
            <w:tab/>
            <w:t>2-1</w:t>
          </w:r>
        </w:p>
        <w:p w14:paraId="422819C5" w14:textId="45961810" w:rsidR="00635C5B" w:rsidRDefault="00635C5B" w:rsidP="00635C5B">
          <w:pPr>
            <w:pStyle w:val="TOC1"/>
          </w:pPr>
          <w:r>
            <w:t>Chapter 3</w:t>
          </w:r>
        </w:p>
        <w:p w14:paraId="25976D6D" w14:textId="655FD299" w:rsidR="00635C5B" w:rsidRPr="00635C5B" w:rsidRDefault="00635C5B" w:rsidP="00635C5B">
          <w:pPr>
            <w:pStyle w:val="TOC2"/>
          </w:pPr>
          <w:r w:rsidRPr="00635C5B">
            <w:t>Australian Consumer Law Review: Enhanced disclosure for extended warranties</w:t>
          </w:r>
          <w:r>
            <w:tab/>
            <w:t>3-1</w:t>
          </w:r>
        </w:p>
        <w:p w14:paraId="0C3E1AC8" w14:textId="425E7191" w:rsidR="00635C5B" w:rsidRDefault="00635C5B" w:rsidP="00635C5B">
          <w:pPr>
            <w:pStyle w:val="TOC1"/>
          </w:pPr>
          <w:r>
            <w:t>Chapter 4</w:t>
          </w:r>
        </w:p>
        <w:p w14:paraId="61ECDFFE" w14:textId="010D971C" w:rsidR="00BC5C6E" w:rsidRPr="00635C5B" w:rsidRDefault="00635C5B" w:rsidP="00635C5B">
          <w:pPr>
            <w:pStyle w:val="TOC2"/>
          </w:pPr>
          <w:r w:rsidRPr="004D127F">
            <w:t>Australian Consumer Law Review: Access to consumer guarantees for goods sold at auctions</w:t>
          </w:r>
          <w:r>
            <w:tab/>
            <w:t>4-1</w:t>
          </w:r>
        </w:p>
      </w:sdtContent>
    </w:sdt>
    <w:p w14:paraId="216858C1" w14:textId="77777777" w:rsidR="00BC5C6E" w:rsidRPr="00F238FA" w:rsidRDefault="00BC5C6E" w:rsidP="00BC5C6E"/>
    <w:p w14:paraId="6BF0CA19" w14:textId="77777777" w:rsidR="00635C5B" w:rsidRPr="00635C5B" w:rsidRDefault="00635C5B" w:rsidP="00635C5B"/>
    <w:p w14:paraId="68E0B037" w14:textId="77777777" w:rsidR="00635C5B" w:rsidRDefault="00635C5B" w:rsidP="00BC5C6E">
      <w:pPr>
        <w:sectPr w:rsidR="00635C5B" w:rsidSect="00F646B7">
          <w:footerReference w:type="first" r:id="rId27"/>
          <w:type w:val="oddPage"/>
          <w:pgSz w:w="11906" w:h="16838"/>
          <w:pgMar w:top="1440" w:right="1440" w:bottom="1440" w:left="1440" w:header="709" w:footer="709" w:gutter="0"/>
          <w:cols w:space="708"/>
          <w:titlePg/>
          <w:docGrid w:linePitch="360"/>
        </w:sectPr>
      </w:pPr>
    </w:p>
    <w:p w14:paraId="10F543D1" w14:textId="1C039D59" w:rsidR="00425E99" w:rsidRDefault="00425E99" w:rsidP="00BC5C6E">
      <w:pPr>
        <w:pStyle w:val="Heading1-NoNumber"/>
      </w:pPr>
      <w:bookmarkStart w:id="3" w:name="_Toc508969543"/>
      <w:r>
        <w:t>About this regulation impact statement</w:t>
      </w:r>
      <w:bookmarkEnd w:id="0"/>
      <w:bookmarkEnd w:id="1"/>
      <w:bookmarkEnd w:id="3"/>
    </w:p>
    <w:p w14:paraId="2C375D4D" w14:textId="77777777" w:rsidR="00C357F6" w:rsidRPr="00BC5C6E" w:rsidRDefault="00425E99" w:rsidP="00BC5C6E">
      <w:pPr>
        <w:pStyle w:val="Heading2-NoNumbered"/>
      </w:pPr>
      <w:bookmarkStart w:id="4" w:name="_Toc508969544"/>
      <w:r w:rsidRPr="00BC5C6E">
        <w:t>Background to this Consultation RIS</w:t>
      </w:r>
      <w:bookmarkEnd w:id="4"/>
    </w:p>
    <w:p w14:paraId="63032B89" w14:textId="6362F904" w:rsidR="00A07687" w:rsidRPr="00BC5C6E" w:rsidRDefault="00A07687" w:rsidP="00BC5C6E">
      <w:r w:rsidRPr="00BC5C6E">
        <w:t xml:space="preserve">In June 2015, the Australian </w:t>
      </w:r>
      <w:r w:rsidR="00A42D59" w:rsidRPr="00BC5C6E">
        <w:t>C</w:t>
      </w:r>
      <w:r w:rsidRPr="00BC5C6E">
        <w:t xml:space="preserve">onsumer </w:t>
      </w:r>
      <w:r w:rsidR="00A42D59" w:rsidRPr="00BC5C6E">
        <w:t>A</w:t>
      </w:r>
      <w:r w:rsidRPr="00BC5C6E">
        <w:t xml:space="preserve">ffairs </w:t>
      </w:r>
      <w:r w:rsidR="00A42D59" w:rsidRPr="00BC5C6E">
        <w:t>M</w:t>
      </w:r>
      <w:r w:rsidRPr="00BC5C6E">
        <w:t>inisters, through the Legislative and Governance Forum on Consumer Affairs (CAF), asked Consumer Affairs Australia and New Zealand (CAANZ) to initiate a broad-reaching review of the Australian Consumer Law (ACL).</w:t>
      </w:r>
    </w:p>
    <w:p w14:paraId="0BAA1B70" w14:textId="77777777" w:rsidR="003B66C0" w:rsidRPr="00BC5C6E" w:rsidRDefault="00A07687" w:rsidP="00BC5C6E">
      <w:r w:rsidRPr="00BC5C6E">
        <w:t>In March 2017, CAANZ presented the Final Report of the ACL Review (the Review).</w:t>
      </w:r>
    </w:p>
    <w:p w14:paraId="17EB440C" w14:textId="6937451B" w:rsidR="00504AB0" w:rsidRDefault="00A07687" w:rsidP="00BC5C6E">
      <w:r>
        <w:t xml:space="preserve">The Review found that the introduction of the ACL had been beneficial for both consumers and traders and the ACL is generally ‘fit for purpose’. In particular, the Review found that the flexible and economy-wide approach taken to consumer guarantees within the ACL has assisted in clarifying the rights and responsibilities of both traders and consumers. However, the Review also identified ongoing difficulties with the operation of the consumer guarantee provisions, and made a number of proposed amendments to the ACL, to assist with further </w:t>
      </w:r>
      <w:r w:rsidR="00504AB0" w:rsidRPr="004C6648">
        <w:t>clarification</w:t>
      </w:r>
      <w:r w:rsidR="00504AB0">
        <w:t xml:space="preserve">, </w:t>
      </w:r>
      <w:r w:rsidR="00504AB0" w:rsidRPr="004C6648">
        <w:t xml:space="preserve">simplification </w:t>
      </w:r>
      <w:r w:rsidR="00504AB0">
        <w:t xml:space="preserve">and modernisation </w:t>
      </w:r>
      <w:r w:rsidR="00504AB0" w:rsidRPr="004C6648">
        <w:t>of the law</w:t>
      </w:r>
      <w:r w:rsidR="00E01041">
        <w:t>.</w:t>
      </w:r>
    </w:p>
    <w:p w14:paraId="379E4837" w14:textId="3F83D9BC" w:rsidR="00425E99" w:rsidRDefault="003B66C0" w:rsidP="00BC5C6E">
      <w:r>
        <w:t xml:space="preserve">In August 2017, </w:t>
      </w:r>
      <w:r w:rsidR="00A07687">
        <w:t xml:space="preserve">CAF </w:t>
      </w:r>
      <w:r>
        <w:t>supported regulatory impact assessment of seven proposals</w:t>
      </w:r>
      <w:r w:rsidR="00A07687">
        <w:t xml:space="preserve"> from the Review</w:t>
      </w:r>
      <w:r w:rsidR="008422C5">
        <w:t xml:space="preserve">. </w:t>
      </w:r>
      <w:r>
        <w:t>Five of those proposals</w:t>
      </w:r>
      <w:r w:rsidR="00571804">
        <w:t xml:space="preserve"> and their implementation options </w:t>
      </w:r>
      <w:r>
        <w:t>relate to the consum</w:t>
      </w:r>
      <w:r w:rsidR="00784D05">
        <w:t>er guarantees regime in the ACL, and</w:t>
      </w:r>
      <w:r>
        <w:t xml:space="preserve"> are considered in this </w:t>
      </w:r>
      <w:r w:rsidR="00714C74">
        <w:t>c</w:t>
      </w:r>
      <w:r>
        <w:t xml:space="preserve">onsultation </w:t>
      </w:r>
      <w:r w:rsidR="00714C74">
        <w:t>r</w:t>
      </w:r>
      <w:r>
        <w:t xml:space="preserve">egulatory </w:t>
      </w:r>
      <w:r w:rsidR="00714C74">
        <w:t>i</w:t>
      </w:r>
      <w:r>
        <w:t xml:space="preserve">mpact </w:t>
      </w:r>
      <w:r w:rsidR="00714C74">
        <w:t>s</w:t>
      </w:r>
      <w:r>
        <w:t>tatement (Consultation RIS).</w:t>
      </w:r>
    </w:p>
    <w:p w14:paraId="4E45473D" w14:textId="0555874D" w:rsidR="00F2174B" w:rsidRDefault="001F2C9F" w:rsidP="00BC5C6E">
      <w:pPr>
        <w:pStyle w:val="Heading2-NoNumbered"/>
      </w:pPr>
      <w:bookmarkStart w:id="5" w:name="_Toc508969545"/>
      <w:r>
        <w:t>An o</w:t>
      </w:r>
      <w:r w:rsidR="00CE28C0">
        <w:t>verview of the ACL</w:t>
      </w:r>
      <w:bookmarkEnd w:id="5"/>
    </w:p>
    <w:p w14:paraId="52CAC028" w14:textId="40F0257D" w:rsidR="00C351B6" w:rsidRDefault="005063D3" w:rsidP="00BC5C6E">
      <w:r w:rsidRPr="00D02312">
        <w:t xml:space="preserve">The ACL is a single </w:t>
      </w:r>
      <w:r>
        <w:t xml:space="preserve">generic consumer protection </w:t>
      </w:r>
      <w:r w:rsidRPr="00D02312">
        <w:t xml:space="preserve">law </w:t>
      </w:r>
      <w:r>
        <w:t xml:space="preserve">operating as a law of the Commonwealth and in each </w:t>
      </w:r>
      <w:r w:rsidR="00A42D59">
        <w:t>S</w:t>
      </w:r>
      <w:r>
        <w:t xml:space="preserve">tate and </w:t>
      </w:r>
      <w:r w:rsidR="00A42D59">
        <w:t>T</w:t>
      </w:r>
      <w:r>
        <w:t xml:space="preserve">erritory. The ACL provides a system of consumer </w:t>
      </w:r>
      <w:r w:rsidRPr="00D02312">
        <w:t xml:space="preserve">protections </w:t>
      </w:r>
      <w:r>
        <w:t xml:space="preserve">and remedies </w:t>
      </w:r>
      <w:r w:rsidRPr="00D02312">
        <w:t xml:space="preserve">for consumers </w:t>
      </w:r>
      <w:r>
        <w:t xml:space="preserve">in relation to defective goods and services (consumer guarantees), </w:t>
      </w:r>
      <w:r w:rsidRPr="00D02312">
        <w:t>prohibitions against misleading and deceptive conduct</w:t>
      </w:r>
      <w:r>
        <w:t xml:space="preserve"> and</w:t>
      </w:r>
      <w:r w:rsidRPr="00D02312">
        <w:t xml:space="preserve"> unconscionable conduct</w:t>
      </w:r>
      <w:r>
        <w:t>, unfair contract term protections, a harmonised national product safety and enforcement system, national laws covering a number of sales practices and enforcement powers.</w:t>
      </w:r>
    </w:p>
    <w:p w14:paraId="473AA5EF" w14:textId="0241D9E2" w:rsidR="00CE28C0" w:rsidRDefault="00C351B6" w:rsidP="00BC5C6E">
      <w:r>
        <w:t>The consumer guarantees set out standards for goods and services supplied to consumers</w:t>
      </w:r>
      <w:r w:rsidR="00326854">
        <w:t xml:space="preserve">, and are independent of contractual arrangements between parties. </w:t>
      </w:r>
      <w:r w:rsidR="00384672">
        <w:t xml:space="preserve">They are outlined in Part 3-2, Division 1 </w:t>
      </w:r>
      <w:r w:rsidR="00A42D59">
        <w:t xml:space="preserve">of the ACL.  </w:t>
      </w:r>
      <w:r w:rsidR="00384672">
        <w:t>Among these guarantees is section 54, which provides the consumer with the principal guarantee that goods are of acceptable quality.</w:t>
      </w:r>
      <w:r w:rsidR="00273F2C">
        <w:t xml:space="preserve"> Other key guarantees include the guarantee of title (section 51), that the product is fit for purpose (section 55) and that the goods correspond with the description or sample model provided to the consumer (sections 56 and 57).</w:t>
      </w:r>
    </w:p>
    <w:p w14:paraId="2FFC8EC7" w14:textId="77777777" w:rsidR="00E41D06" w:rsidRDefault="00E41D06" w:rsidP="00BC5C6E">
      <w:pPr>
        <w:pStyle w:val="Heading2-NoNumbered"/>
      </w:pPr>
      <w:bookmarkStart w:id="6" w:name="_Toc508969546"/>
      <w:r>
        <w:t>Purpose</w:t>
      </w:r>
      <w:r w:rsidR="00C40D88">
        <w:t xml:space="preserve"> </w:t>
      </w:r>
      <w:r>
        <w:t>of this Consultation RIS</w:t>
      </w:r>
      <w:bookmarkEnd w:id="6"/>
    </w:p>
    <w:p w14:paraId="06FE30AD" w14:textId="519E2D0C" w:rsidR="00D169F7" w:rsidRDefault="009D674A" w:rsidP="00BC5C6E">
      <w:r>
        <w:t xml:space="preserve">A Consultation RIS presumes that there </w:t>
      </w:r>
      <w:r w:rsidRPr="00D169F7">
        <w:rPr>
          <w:i/>
        </w:rPr>
        <w:t>may</w:t>
      </w:r>
      <w:r>
        <w:t xml:space="preserve"> be scope for the Government to </w:t>
      </w:r>
      <w:r w:rsidR="00CD04FC">
        <w:t xml:space="preserve">take action to </w:t>
      </w:r>
      <w:r>
        <w:t xml:space="preserve">address </w:t>
      </w:r>
      <w:r w:rsidR="00A42D59">
        <w:t>an</w:t>
      </w:r>
      <w:r>
        <w:t xml:space="preserve"> identified problem. The </w:t>
      </w:r>
      <w:r w:rsidR="00396251">
        <w:t xml:space="preserve">purpose of the Consultation RIS, therefore, </w:t>
      </w:r>
      <w:r w:rsidR="00CD04FC">
        <w:t xml:space="preserve">is </w:t>
      </w:r>
      <w:r w:rsidR="00CD04FC" w:rsidRPr="00951EAF">
        <w:t>‘to canvass the regulatory options under consideration, in order to determine the relative costs and benefits of those options.’</w:t>
      </w:r>
      <w:r w:rsidR="00BF000C">
        <w:rPr>
          <w:rStyle w:val="FootnoteReference"/>
        </w:rPr>
        <w:footnoteReference w:id="2"/>
      </w:r>
    </w:p>
    <w:p w14:paraId="609E2228" w14:textId="30F9935E" w:rsidR="00127848" w:rsidRDefault="00127848" w:rsidP="00BC5C6E">
      <w:r>
        <w:t>The</w:t>
      </w:r>
      <w:r w:rsidRPr="00595806">
        <w:t xml:space="preserve"> </w:t>
      </w:r>
      <w:r w:rsidR="00F47FC3">
        <w:t>Council of Australian Governments (</w:t>
      </w:r>
      <w:r w:rsidRPr="00595806">
        <w:t>COAG</w:t>
      </w:r>
      <w:r w:rsidR="00F47FC3">
        <w:t>)</w:t>
      </w:r>
      <w:r w:rsidRPr="00595806">
        <w:t xml:space="preserve"> Best Practice Regulation guidelines for regulatory proposals made by Ministerial Councils and National Standards (the Guidelines)</w:t>
      </w:r>
      <w:r>
        <w:t xml:space="preserve"> </w:t>
      </w:r>
      <w:r w:rsidRPr="00595806">
        <w:t>require that a Consultation RIS canvass both regulatory and non-regulatory approaches, and include a status quo or ‘no change’ option (recognising that not all problems have a cost effective solution through government action).</w:t>
      </w:r>
    </w:p>
    <w:p w14:paraId="2D91330C" w14:textId="77777777" w:rsidR="00D169F7" w:rsidRDefault="00D169F7" w:rsidP="00BC5C6E">
      <w:r w:rsidRPr="00595806">
        <w:t xml:space="preserve">The Consultation RIS is provided to stakeholders for comment. </w:t>
      </w:r>
      <w:r w:rsidR="00E264F9">
        <w:t>Your views</w:t>
      </w:r>
      <w:r w:rsidRPr="00595806">
        <w:t xml:space="preserve"> </w:t>
      </w:r>
      <w:r w:rsidR="00E264F9">
        <w:t>are</w:t>
      </w:r>
      <w:r w:rsidRPr="00595806">
        <w:t xml:space="preserve"> sought on those areas where further data is needed and/or where assumptions made in the analysis </w:t>
      </w:r>
      <w:r>
        <w:t>require</w:t>
      </w:r>
      <w:r w:rsidRPr="00595806">
        <w:t xml:space="preserve"> </w:t>
      </w:r>
      <w:r>
        <w:t>verification</w:t>
      </w:r>
      <w:r w:rsidRPr="00595806">
        <w:t>.</w:t>
      </w:r>
      <w:r>
        <w:t xml:space="preserve"> </w:t>
      </w:r>
      <w:r w:rsidR="00E264F9">
        <w:t xml:space="preserve">Views are also sought on the costs and benefits of each of the five proposals and their associated options for implementation. </w:t>
      </w:r>
      <w:r>
        <w:t>The costs and benefits of each of the five proposals will be assessed individually to assist Ministers to form a view on whether any regulatory change should be supported.</w:t>
      </w:r>
      <w:r w:rsidRPr="00595806">
        <w:t xml:space="preserve"> The Consultation RIS</w:t>
      </w:r>
      <w:r>
        <w:t xml:space="preserve"> therefore</w:t>
      </w:r>
      <w:r w:rsidRPr="00595806">
        <w:t xml:space="preserve"> provides a valuable means through which governments and stakeholders can consider policy and regulatory options in </w:t>
      </w:r>
      <w:r w:rsidR="002A2CD4">
        <w:t>meaningful and constructive</w:t>
      </w:r>
      <w:r w:rsidRPr="00595806">
        <w:t xml:space="preserve"> way.</w:t>
      </w:r>
    </w:p>
    <w:p w14:paraId="36601705" w14:textId="77777777" w:rsidR="00AA3C8C" w:rsidRDefault="00FE33D5" w:rsidP="00BC5C6E">
      <w:pPr>
        <w:pStyle w:val="Heading2-NoNumbered"/>
      </w:pPr>
      <w:bookmarkStart w:id="7" w:name="_Toc508969547"/>
      <w:r>
        <w:t xml:space="preserve">The </w:t>
      </w:r>
      <w:r w:rsidR="00E74483">
        <w:t xml:space="preserve">structure and </w:t>
      </w:r>
      <w:r>
        <w:t>f</w:t>
      </w:r>
      <w:r w:rsidR="001116B5">
        <w:t>ocus</w:t>
      </w:r>
      <w:r w:rsidR="00AA3C8C">
        <w:t xml:space="preserve"> of this Consultation RIS</w:t>
      </w:r>
      <w:bookmarkEnd w:id="7"/>
    </w:p>
    <w:p w14:paraId="1F5FF57B" w14:textId="5A683E90" w:rsidR="003B66C0" w:rsidRDefault="00591BFF" w:rsidP="00BC5C6E">
      <w:r>
        <w:t xml:space="preserve">This Consultation RIS is comprised </w:t>
      </w:r>
      <w:r w:rsidR="00E82417">
        <w:t>o</w:t>
      </w:r>
      <w:r w:rsidR="00463151">
        <w:t>f four</w:t>
      </w:r>
      <w:r w:rsidR="00E82417">
        <w:t xml:space="preserve"> chapters</w:t>
      </w:r>
      <w:r w:rsidR="00463151">
        <w:t xml:space="preserve">, </w:t>
      </w:r>
      <w:r w:rsidR="00DB647C">
        <w:t xml:space="preserve">addressing five proposals from the Review which relate to the consumer guarantee regime in some way and their implementation options. </w:t>
      </w:r>
      <w:r w:rsidR="00E82417">
        <w:t>The Consultation RIS</w:t>
      </w:r>
      <w:r w:rsidR="001116B5">
        <w:t xml:space="preserve"> </w:t>
      </w:r>
      <w:r w:rsidR="00E82417">
        <w:t>is</w:t>
      </w:r>
      <w:r w:rsidR="001116B5">
        <w:t xml:space="preserve"> structured as follows:</w:t>
      </w:r>
    </w:p>
    <w:p w14:paraId="3F594148" w14:textId="77777777" w:rsidR="00335A9D" w:rsidRDefault="00ED1727" w:rsidP="00CD3229">
      <w:pPr>
        <w:pStyle w:val="OutlineNumbered1"/>
      </w:pPr>
      <w:r w:rsidRPr="00BC5C6E">
        <w:rPr>
          <w:b/>
        </w:rPr>
        <w:t>Chapter 1</w:t>
      </w:r>
      <w:r>
        <w:t>: I</w:t>
      </w:r>
      <w:r w:rsidR="001116B5">
        <w:t>ncreasing the threshold in the definition of ‘consumer’ from $40,000 to $100,000</w:t>
      </w:r>
      <w:r>
        <w:t>;</w:t>
      </w:r>
    </w:p>
    <w:p w14:paraId="5E2A3993" w14:textId="401FB27A" w:rsidR="001116B5" w:rsidRDefault="00ED1727" w:rsidP="00BC5C6E">
      <w:pPr>
        <w:pStyle w:val="OutlineNumbered1"/>
      </w:pPr>
      <w:r w:rsidRPr="00BC5C6E">
        <w:rPr>
          <w:b/>
        </w:rPr>
        <w:t>Chapter 2</w:t>
      </w:r>
      <w:r>
        <w:t>: Clarifying the consumer guarantees</w:t>
      </w:r>
      <w:r w:rsidR="00463151">
        <w:t xml:space="preserve"> remedies (</w:t>
      </w:r>
      <w:r w:rsidR="00B73C18">
        <w:t>comprised of</w:t>
      </w:r>
      <w:r w:rsidR="00583E89">
        <w:t xml:space="preserve"> </w:t>
      </w:r>
      <w:r w:rsidR="00E01041">
        <w:t>two proposals</w:t>
      </w:r>
      <w:r w:rsidR="00BA10FD">
        <w:t xml:space="preserve"> – failure within a short </w:t>
      </w:r>
      <w:r w:rsidR="00E07D5D">
        <w:t>period of time</w:t>
      </w:r>
      <w:r w:rsidR="00BA10FD">
        <w:t xml:space="preserve"> and multiple failures</w:t>
      </w:r>
      <w:r w:rsidR="00E01041">
        <w:t>);</w:t>
      </w:r>
    </w:p>
    <w:p w14:paraId="14EFB51D" w14:textId="77777777" w:rsidR="00ED1727" w:rsidRDefault="00ED1727" w:rsidP="00BC5C6E">
      <w:pPr>
        <w:pStyle w:val="OutlineNumbered1"/>
      </w:pPr>
      <w:r w:rsidRPr="00BC5C6E">
        <w:rPr>
          <w:b/>
        </w:rPr>
        <w:t>Chapter 3</w:t>
      </w:r>
      <w:r>
        <w:t xml:space="preserve">: </w:t>
      </w:r>
      <w:r w:rsidR="00396251">
        <w:t xml:space="preserve">Enhanced disclosure for extended warranties; </w:t>
      </w:r>
      <w:r w:rsidR="00463151">
        <w:t>and</w:t>
      </w:r>
    </w:p>
    <w:p w14:paraId="4B03E4EA" w14:textId="5D03DC25" w:rsidR="008A2650" w:rsidRDefault="00463151" w:rsidP="00BC5C6E">
      <w:pPr>
        <w:pStyle w:val="OutlineNumbered1"/>
      </w:pPr>
      <w:r w:rsidRPr="00BC5C6E">
        <w:rPr>
          <w:b/>
        </w:rPr>
        <w:t>Chapter 4</w:t>
      </w:r>
      <w:r>
        <w:t xml:space="preserve">: </w:t>
      </w:r>
      <w:r w:rsidR="008A2650">
        <w:t xml:space="preserve">Access to </w:t>
      </w:r>
      <w:r w:rsidR="002651DC">
        <w:t>c</w:t>
      </w:r>
      <w:r w:rsidR="008A2650">
        <w:t>onsumer guaran</w:t>
      </w:r>
      <w:r w:rsidR="00DA6B64">
        <w:t>tees for goods sold at auctions.</w:t>
      </w:r>
    </w:p>
    <w:p w14:paraId="6F71B481" w14:textId="6C350BFA" w:rsidR="00FE33D5" w:rsidRDefault="00DA6B64" w:rsidP="00BA10FD">
      <w:r w:rsidRPr="00DA6B64">
        <w:t>In considering this Consultation RIS it is important to note some key features of the consumer guarantee provisions</w:t>
      </w:r>
      <w:r w:rsidR="002C782F">
        <w:t xml:space="preserve"> which operate as preconditions to accessing the consumer guarantees regime. These features are who is a ‘consumer’, and which party is entitled to choose the remedy </w:t>
      </w:r>
      <w:r w:rsidRPr="00DA6B64">
        <w:t xml:space="preserve">where there </w:t>
      </w:r>
      <w:r w:rsidR="002C782F">
        <w:t>is a</w:t>
      </w:r>
      <w:r w:rsidR="00BA10FD">
        <w:t xml:space="preserve"> failure to meet the consumer guarantees</w:t>
      </w:r>
      <w:r w:rsidR="002C782F">
        <w:t>, and are the focus of chapters 1 and 2</w:t>
      </w:r>
      <w:r w:rsidR="00A42D59">
        <w:t xml:space="preserve"> respectively</w:t>
      </w:r>
      <w:r w:rsidR="002C782F">
        <w:t xml:space="preserve">. Accordingly, these chapters set the scene for the next two chapters, which focus on </w:t>
      </w:r>
      <w:r w:rsidRPr="00DA6B64">
        <w:t>disclosure obligations and auction exemptions</w:t>
      </w:r>
      <w:r w:rsidR="00E01041">
        <w:t>.</w:t>
      </w:r>
    </w:p>
    <w:p w14:paraId="7826AE59" w14:textId="77777777" w:rsidR="00427FF7" w:rsidRDefault="00DB522D" w:rsidP="00BC5C6E">
      <w:pPr>
        <w:pStyle w:val="Heading2-NoNumbered"/>
      </w:pPr>
      <w:bookmarkStart w:id="8" w:name="_Toc508969548"/>
      <w:r>
        <w:t>An overview of the proposals and</w:t>
      </w:r>
      <w:r w:rsidR="000A1E43">
        <w:t xml:space="preserve"> their implementation</w:t>
      </w:r>
      <w:r>
        <w:t xml:space="preserve"> options</w:t>
      </w:r>
      <w:bookmarkEnd w:id="8"/>
    </w:p>
    <w:p w14:paraId="7EFB8556" w14:textId="1556A4FC" w:rsidR="003D75BF" w:rsidRDefault="003D75BF" w:rsidP="00BC5C6E">
      <w:r>
        <w:t xml:space="preserve">This section provides an outline of the main findings for each of five proposals, and a summary of </w:t>
      </w:r>
      <w:r w:rsidR="00291152">
        <w:t xml:space="preserve">their implementation </w:t>
      </w:r>
      <w:r w:rsidR="00E01041">
        <w:t>options.</w:t>
      </w:r>
    </w:p>
    <w:p w14:paraId="123741EF" w14:textId="77777777" w:rsidR="003D75BF" w:rsidRPr="00CD3229" w:rsidRDefault="00B27B31" w:rsidP="00CD3229">
      <w:pPr>
        <w:pStyle w:val="Heading3-NoNumbered"/>
      </w:pPr>
      <w:r w:rsidRPr="00CD3229">
        <w:t xml:space="preserve">Chapter 1: </w:t>
      </w:r>
      <w:r w:rsidR="00B70296" w:rsidRPr="00CD3229">
        <w:t>I</w:t>
      </w:r>
      <w:r w:rsidRPr="00CD3229">
        <w:t>ncreasing the threshold in the definition of ‘consumer’ from $40,000 to $100,000</w:t>
      </w:r>
    </w:p>
    <w:p w14:paraId="6CE933E1" w14:textId="77777777" w:rsidR="00D27331" w:rsidRDefault="0015145F" w:rsidP="00BC5C6E">
      <w:r>
        <w:t xml:space="preserve">Many of the ACL’s protections (including consumer guarantees) apply only when goods or services are supplied to a ‘consumer’ as defined in the ACL. </w:t>
      </w:r>
      <w:r w:rsidR="00D27331">
        <w:t>According to one of the definitions, a buyer of goods will be a consumer if the purchase price does not exceed</w:t>
      </w:r>
      <w:r w:rsidR="00E72C92">
        <w:t xml:space="preserve"> the current threshold of</w:t>
      </w:r>
      <w:r w:rsidR="00D27331">
        <w:t xml:space="preserve"> $40,000 and the goods are not bought for the purpose of resupply or to make a new product for a commercial purpose.</w:t>
      </w:r>
    </w:p>
    <w:p w14:paraId="49783892" w14:textId="7AE518D7" w:rsidR="00E72C92" w:rsidRDefault="00E750B7" w:rsidP="00BC5C6E">
      <w:r>
        <w:t xml:space="preserve">The current threshold amount of $40,000 has not changed since its introduction in 1986. </w:t>
      </w:r>
      <w:r w:rsidR="00E07D5D">
        <w:t>A</w:t>
      </w:r>
      <w:r w:rsidR="008850D1">
        <w:t xml:space="preserve"> finding from the </w:t>
      </w:r>
      <w:r w:rsidR="00E72C92">
        <w:t xml:space="preserve">Review </w:t>
      </w:r>
      <w:r w:rsidR="008850D1">
        <w:t>is</w:t>
      </w:r>
      <w:r w:rsidR="00E72C92">
        <w:t xml:space="preserve"> that</w:t>
      </w:r>
      <w:r>
        <w:t xml:space="preserve"> the level of protection afforded to consumers</w:t>
      </w:r>
      <w:r w:rsidR="00A42D59">
        <w:t xml:space="preserve"> (including small businesses)</w:t>
      </w:r>
      <w:r>
        <w:t xml:space="preserve"> has been eroded over time as</w:t>
      </w:r>
      <w:r w:rsidR="00E72C92">
        <w:t xml:space="preserve"> </w:t>
      </w:r>
      <w:r>
        <w:t>the decline in the real value of the threshold means that certain business purchases once covered under th</w:t>
      </w:r>
      <w:r w:rsidR="008850D1">
        <w:t>e ACL are no longer so covered.</w:t>
      </w:r>
      <w:r w:rsidR="00F70C8A">
        <w:t xml:space="preserve"> The Review proposed that</w:t>
      </w:r>
      <w:r w:rsidR="00641B6B">
        <w:t xml:space="preserve"> </w:t>
      </w:r>
      <w:r w:rsidR="00320C93">
        <w:t>the threshold amount be increased to $100,000.</w:t>
      </w:r>
    </w:p>
    <w:p w14:paraId="241F2038" w14:textId="1077DC37" w:rsidR="007C6759" w:rsidRDefault="005E5E58" w:rsidP="00BC5C6E">
      <w:r>
        <w:t>In relation to this proposal, Ch</w:t>
      </w:r>
      <w:r w:rsidR="00E01041">
        <w:t>apter 1 explores these options:</w:t>
      </w:r>
    </w:p>
    <w:p w14:paraId="5923BC64" w14:textId="77906848" w:rsidR="007C6759" w:rsidRDefault="00E01041" w:rsidP="00BC5C6E">
      <w:pPr>
        <w:pStyle w:val="OutlineNumbered1"/>
        <w:numPr>
          <w:ilvl w:val="0"/>
          <w:numId w:val="4"/>
        </w:numPr>
      </w:pPr>
      <w:r>
        <w:t>Maintain the status quo;</w:t>
      </w:r>
    </w:p>
    <w:p w14:paraId="4AFF1D12" w14:textId="77777777" w:rsidR="007C6759" w:rsidRDefault="007C6759" w:rsidP="00BC5C6E">
      <w:pPr>
        <w:pStyle w:val="OutlineNumbered1"/>
        <w:numPr>
          <w:ilvl w:val="0"/>
          <w:numId w:val="4"/>
        </w:numPr>
      </w:pPr>
      <w:r>
        <w:t>Increase the threshold in the definition of consumer from $40,000 to $100,000; and</w:t>
      </w:r>
    </w:p>
    <w:p w14:paraId="380B2617" w14:textId="3BBC8D7F" w:rsidR="008850D1" w:rsidRPr="00D46AAC" w:rsidRDefault="007C6759" w:rsidP="00BC5C6E">
      <w:pPr>
        <w:pStyle w:val="OutlineNumbered1"/>
        <w:numPr>
          <w:ilvl w:val="0"/>
          <w:numId w:val="4"/>
        </w:numPr>
      </w:pPr>
      <w:r>
        <w:t xml:space="preserve">Increase </w:t>
      </w:r>
      <w:r w:rsidR="00E66474">
        <w:t xml:space="preserve">the threshold in the definition of consumer from $40,000 to $100,000 </w:t>
      </w:r>
      <w:r w:rsidR="006542B9">
        <w:t>and apply indexation.</w:t>
      </w:r>
    </w:p>
    <w:p w14:paraId="1EC0FF13" w14:textId="46BCFA12" w:rsidR="00B27B31" w:rsidRDefault="006548C5" w:rsidP="00CD3229">
      <w:pPr>
        <w:pStyle w:val="Heading3-NoNumbered"/>
      </w:pPr>
      <w:r>
        <w:t>Chapter 2: Clarifying the consumer guarantees</w:t>
      </w:r>
    </w:p>
    <w:p w14:paraId="6D0630A6" w14:textId="77777777" w:rsidR="008C5763" w:rsidRDefault="00383608" w:rsidP="00BC5C6E">
      <w:r>
        <w:t>Chapter 2 comprises of two proposals from the Review.</w:t>
      </w:r>
    </w:p>
    <w:p w14:paraId="21854BB7" w14:textId="41F6DAE1" w:rsidR="008C5763" w:rsidRPr="00CD3229" w:rsidRDefault="008C5763" w:rsidP="00CD3229">
      <w:pPr>
        <w:pStyle w:val="Heading4-NoNumber"/>
      </w:pPr>
      <w:r w:rsidRPr="00CD3229">
        <w:t xml:space="preserve">Failure </w:t>
      </w:r>
      <w:r w:rsidR="005D7C21" w:rsidRPr="00CD3229">
        <w:t xml:space="preserve">within a short </w:t>
      </w:r>
      <w:r w:rsidR="00E07D5D">
        <w:t>period of time</w:t>
      </w:r>
    </w:p>
    <w:p w14:paraId="11B66541" w14:textId="3637BD6F" w:rsidR="00BB282D" w:rsidRDefault="00BB282D" w:rsidP="00BC5C6E">
      <w:r>
        <w:t>Under the current regime, where a good purchased by a consumer fail</w:t>
      </w:r>
      <w:r w:rsidR="00050A6C">
        <w:t>s</w:t>
      </w:r>
      <w:r>
        <w:t xml:space="preserve"> to meet one of the consumer guarantees, the consumer’s right to reject the good is dependent on whether the failure is ‘major’. If it is a major failure, </w:t>
      </w:r>
      <w:r w:rsidRPr="008F14CE">
        <w:rPr>
          <w:rFonts w:ascii="Calibri" w:hAnsi="Calibri" w:cs="Calibri"/>
        </w:rPr>
        <w:t>consumers have the r</w:t>
      </w:r>
      <w:r w:rsidRPr="008F14CE">
        <w:t>ight to</w:t>
      </w:r>
      <w:r>
        <w:t xml:space="preserve"> reject the goods within a reasonable time and </w:t>
      </w:r>
      <w:r w:rsidRPr="008F14CE">
        <w:t xml:space="preserve">choose </w:t>
      </w:r>
      <w:r>
        <w:t>a</w:t>
      </w:r>
      <w:r w:rsidRPr="008F14CE">
        <w:t xml:space="preserve"> remedy</w:t>
      </w:r>
      <w:r>
        <w:t>, including a</w:t>
      </w:r>
      <w:r w:rsidRPr="008F14CE">
        <w:t xml:space="preserve"> refund</w:t>
      </w:r>
      <w:r>
        <w:t xml:space="preserve">. </w:t>
      </w:r>
      <w:r w:rsidRPr="008F14CE">
        <w:t xml:space="preserve">If the failure is non-major, the supplier </w:t>
      </w:r>
      <w:r>
        <w:t>chooses the</w:t>
      </w:r>
      <w:r w:rsidRPr="008F14CE">
        <w:t xml:space="preserve"> remedy</w:t>
      </w:r>
      <w:r>
        <w:t>, which can be a repair, replacement or refund</w:t>
      </w:r>
      <w:r w:rsidRPr="008F14CE">
        <w:t>.</w:t>
      </w:r>
    </w:p>
    <w:p w14:paraId="1D5723D1" w14:textId="516D3508" w:rsidR="001F5EA0" w:rsidRDefault="00BB282D" w:rsidP="00BC5C6E">
      <w:r>
        <w:t xml:space="preserve">The Review found that </w:t>
      </w:r>
      <w:r w:rsidRPr="008F14CE">
        <w:t xml:space="preserve">consumers and traders may be </w:t>
      </w:r>
      <w:r>
        <w:t>uncertain</w:t>
      </w:r>
      <w:r w:rsidRPr="008F14CE">
        <w:t xml:space="preserve"> </w:t>
      </w:r>
      <w:r w:rsidRPr="00214A11">
        <w:t xml:space="preserve">about how </w:t>
      </w:r>
      <w:r>
        <w:t>the</w:t>
      </w:r>
      <w:r w:rsidRPr="008F14CE">
        <w:t xml:space="preserve"> right to </w:t>
      </w:r>
      <w:r>
        <w:t xml:space="preserve">reject goods for a refund or replacement under the consumer guarantees regime applies </w:t>
      </w:r>
      <w:r w:rsidRPr="008F14CE">
        <w:t xml:space="preserve">when </w:t>
      </w:r>
      <w:r w:rsidR="00E07D5D">
        <w:t xml:space="preserve">there is a failure </w:t>
      </w:r>
      <w:r w:rsidRPr="008F14CE">
        <w:t>within a short period of time</w:t>
      </w:r>
      <w:r>
        <w:t xml:space="preserve"> after purchase. The Review also noted that a </w:t>
      </w:r>
      <w:r w:rsidRPr="008F14CE">
        <w:t xml:space="preserve">failure </w:t>
      </w:r>
      <w:r>
        <w:t>that occurs</w:t>
      </w:r>
      <w:r w:rsidRPr="008F14CE">
        <w:t xml:space="preserve"> within a short period of time </w:t>
      </w:r>
      <w:r>
        <w:t>would</w:t>
      </w:r>
      <w:r w:rsidRPr="008F14CE">
        <w:t xml:space="preserve"> be </w:t>
      </w:r>
      <w:r>
        <w:t>considered</w:t>
      </w:r>
      <w:r w:rsidRPr="008F14CE">
        <w:t xml:space="preserve"> </w:t>
      </w:r>
      <w:r>
        <w:t xml:space="preserve">a </w:t>
      </w:r>
      <w:r w:rsidRPr="008F14CE">
        <w:t>major failure</w:t>
      </w:r>
      <w:r>
        <w:t xml:space="preserve">, as a reasonable consumer would not have purchased a good had they known it would fail within a short period. Accordingly, </w:t>
      </w:r>
      <w:r w:rsidR="00E415C3">
        <w:t xml:space="preserve">the Review </w:t>
      </w:r>
      <w:r w:rsidR="00F70C8A">
        <w:t>proposed</w:t>
      </w:r>
      <w:r w:rsidR="00E415C3">
        <w:t xml:space="preserve"> that</w:t>
      </w:r>
      <w:r w:rsidR="00800F70">
        <w:t xml:space="preserve"> the ACL be amended to specify that where </w:t>
      </w:r>
      <w:r w:rsidR="00E655F3">
        <w:t xml:space="preserve">there is </w:t>
      </w:r>
      <w:r w:rsidR="00800F70">
        <w:t xml:space="preserve">a </w:t>
      </w:r>
      <w:r w:rsidR="00BA10FD">
        <w:t xml:space="preserve">failure to meet the consumer guarantees </w:t>
      </w:r>
      <w:r w:rsidR="00800F70">
        <w:t xml:space="preserve">within a short specified period of time, </w:t>
      </w:r>
      <w:r w:rsidR="001F5EA0">
        <w:t>consumers can choose a refund or replacement regardless of whether the failure is major</w:t>
      </w:r>
      <w:r w:rsidR="00800F70">
        <w:t>.</w:t>
      </w:r>
    </w:p>
    <w:p w14:paraId="3305BB0E" w14:textId="77777777" w:rsidR="000B5C11" w:rsidRDefault="005E5E58" w:rsidP="00BC5C6E">
      <w:r>
        <w:t>In relation to this proposal, Chapter 2 explores these options:</w:t>
      </w:r>
    </w:p>
    <w:p w14:paraId="7DE5CF6A" w14:textId="01356576" w:rsidR="000B5C11" w:rsidRDefault="00E01041" w:rsidP="00CD3229">
      <w:pPr>
        <w:pStyle w:val="OutlineNumbered1"/>
        <w:numPr>
          <w:ilvl w:val="0"/>
          <w:numId w:val="26"/>
        </w:numPr>
      </w:pPr>
      <w:r>
        <w:t>Maintain the status quo;</w:t>
      </w:r>
    </w:p>
    <w:p w14:paraId="745312B6" w14:textId="71766D85" w:rsidR="00990D9E" w:rsidRDefault="00990D9E" w:rsidP="00BC5C6E">
      <w:pPr>
        <w:pStyle w:val="OutlineNumbered1"/>
      </w:pPr>
      <w:r>
        <w:t xml:space="preserve">Specify a short period of time </w:t>
      </w:r>
      <w:r w:rsidRPr="008F14CE">
        <w:t>during which a consumer is entitled to a refund or replacement without needing to prove a major failure.</w:t>
      </w:r>
      <w:r>
        <w:t xml:space="preserve"> </w:t>
      </w:r>
      <w:r w:rsidR="00E01041">
        <w:t>The proposed period is 30 days;</w:t>
      </w:r>
    </w:p>
    <w:p w14:paraId="3201BE0A" w14:textId="184AD806" w:rsidR="00990D9E" w:rsidRDefault="00990D9E" w:rsidP="00BC5C6E">
      <w:pPr>
        <w:pStyle w:val="OutlineNumbered1"/>
      </w:pPr>
      <w:r>
        <w:t>Option 2, but s</w:t>
      </w:r>
      <w:r w:rsidRPr="008F14CE">
        <w:t xml:space="preserve">pecify a </w:t>
      </w:r>
      <w:r>
        <w:t>different</w:t>
      </w:r>
      <w:r w:rsidRPr="008F14CE">
        <w:t xml:space="preserve"> time period for high value goods</w:t>
      </w:r>
      <w:r>
        <w:t>, such as motor vehicles</w:t>
      </w:r>
      <w:r w:rsidR="00BA10FD">
        <w:t xml:space="preserve"> and white goods</w:t>
      </w:r>
      <w:r>
        <w:t>,</w:t>
      </w:r>
      <w:r w:rsidRPr="008F14CE">
        <w:t xml:space="preserve"> based on a monetary threshold</w:t>
      </w:r>
      <w:r>
        <w:t>,</w:t>
      </w:r>
      <w:r w:rsidRPr="008F14CE">
        <w:t xml:space="preserve"> during which a consumer is entitled to a refund or replacement without needing to prove a major failure</w:t>
      </w:r>
      <w:r w:rsidR="00E01041">
        <w:t>.</w:t>
      </w:r>
    </w:p>
    <w:p w14:paraId="07E44B18" w14:textId="77777777" w:rsidR="00990D9E" w:rsidRPr="00D46AAC" w:rsidRDefault="00990D9E" w:rsidP="00CD3229">
      <w:pPr>
        <w:pStyle w:val="OutlineNumbered2"/>
      </w:pPr>
      <w:r w:rsidRPr="008F14CE">
        <w:t xml:space="preserve">Within </w:t>
      </w:r>
      <w:r w:rsidRPr="00BC5C6E">
        <w:rPr>
          <w:b/>
        </w:rPr>
        <w:t>Option 3</w:t>
      </w:r>
      <w:r w:rsidRPr="008F14CE">
        <w:t xml:space="preserve">, there is consideration of two approaches: A longer period of time for </w:t>
      </w:r>
      <w:r>
        <w:t>high value</w:t>
      </w:r>
      <w:r w:rsidRPr="008F14CE">
        <w:t xml:space="preserve"> goods</w:t>
      </w:r>
      <w:r>
        <w:t xml:space="preserve"> </w:t>
      </w:r>
      <w:r w:rsidRPr="008F14CE">
        <w:t xml:space="preserve">and </w:t>
      </w:r>
      <w:r>
        <w:t>an exemption (status quo)</w:t>
      </w:r>
      <w:r w:rsidRPr="008F14CE">
        <w:t xml:space="preserve"> for </w:t>
      </w:r>
      <w:r>
        <w:t>high value</w:t>
      </w:r>
      <w:r w:rsidRPr="008F14CE">
        <w:t xml:space="preserve"> goods</w:t>
      </w:r>
      <w:r w:rsidR="00A60279">
        <w:t>.</w:t>
      </w:r>
    </w:p>
    <w:p w14:paraId="5C2199CE" w14:textId="77777777" w:rsidR="00F70C8A" w:rsidRDefault="005D7C21" w:rsidP="00CD3229">
      <w:pPr>
        <w:pStyle w:val="Heading4-NoNumber"/>
      </w:pPr>
      <w:r>
        <w:t>Multiple failures</w:t>
      </w:r>
    </w:p>
    <w:p w14:paraId="1016559F" w14:textId="12427769" w:rsidR="00CE0B49" w:rsidRDefault="00CE0B49" w:rsidP="00BC5C6E">
      <w:pPr>
        <w:rPr>
          <w:rFonts w:ascii="Calibri" w:hAnsi="Calibri"/>
        </w:rPr>
      </w:pPr>
      <w:r w:rsidRPr="000D40A7">
        <w:t xml:space="preserve">The consumer guarantees provisions are currently unclear about whether </w:t>
      </w:r>
      <w:r w:rsidRPr="000D40A7">
        <w:rPr>
          <w:rFonts w:ascii="Calibri" w:hAnsi="Calibri"/>
        </w:rPr>
        <w:t>multiple non-major failures can collectively be considered a major failure</w:t>
      </w:r>
      <w:r w:rsidRPr="000D40A7">
        <w:t>. This has resulted in uncertainty for both consumers and businesses</w:t>
      </w:r>
      <w:r w:rsidR="008B2BB8">
        <w:t xml:space="preserve">. The Review proposed that </w:t>
      </w:r>
      <w:r w:rsidRPr="000D40A7">
        <w:t xml:space="preserve">the law be amended to clarify </w:t>
      </w:r>
      <w:r w:rsidRPr="000D40A7">
        <w:rPr>
          <w:rFonts w:ascii="Calibri" w:hAnsi="Calibri"/>
        </w:rPr>
        <w:t xml:space="preserve">that multiple non-major failures can collectively amount to a major failure </w:t>
      </w:r>
      <w:r>
        <w:rPr>
          <w:rFonts w:ascii="Calibri" w:hAnsi="Calibri"/>
        </w:rPr>
        <w:t>under</w:t>
      </w:r>
      <w:r w:rsidRPr="000D40A7">
        <w:rPr>
          <w:rFonts w:ascii="Calibri" w:hAnsi="Calibri"/>
        </w:rPr>
        <w:t xml:space="preserve"> the consumer guarantees</w:t>
      </w:r>
      <w:r>
        <w:rPr>
          <w:rFonts w:ascii="Calibri" w:hAnsi="Calibri"/>
        </w:rPr>
        <w:t xml:space="preserve"> regime</w:t>
      </w:r>
      <w:r w:rsidR="00E01041">
        <w:rPr>
          <w:rFonts w:ascii="Calibri" w:hAnsi="Calibri"/>
        </w:rPr>
        <w:t>.</w:t>
      </w:r>
    </w:p>
    <w:p w14:paraId="43DF69D0" w14:textId="77777777" w:rsidR="00D24A8C" w:rsidRDefault="005E5E58" w:rsidP="00BC5C6E">
      <w:r>
        <w:t>In relation to this proposal, Chapter 2 explores these options:</w:t>
      </w:r>
    </w:p>
    <w:p w14:paraId="6CEB1B1D" w14:textId="77777777" w:rsidR="00D24A8C" w:rsidRDefault="00D24A8C" w:rsidP="00BC5C6E">
      <w:pPr>
        <w:pStyle w:val="OutlineNumbered1"/>
        <w:numPr>
          <w:ilvl w:val="0"/>
          <w:numId w:val="8"/>
        </w:numPr>
      </w:pPr>
      <w:r>
        <w:t>Maintain the status quo;</w:t>
      </w:r>
    </w:p>
    <w:p w14:paraId="127C1D7A" w14:textId="77777777" w:rsidR="00D24A8C" w:rsidRDefault="00D24A8C" w:rsidP="00BC5C6E">
      <w:pPr>
        <w:pStyle w:val="OutlineNumbered1"/>
        <w:numPr>
          <w:ilvl w:val="0"/>
          <w:numId w:val="8"/>
        </w:numPr>
      </w:pPr>
      <w:r>
        <w:t xml:space="preserve">Clarify that </w:t>
      </w:r>
      <w:r w:rsidRPr="000D40A7">
        <w:t>multiple non-major failures can amount to a major failure</w:t>
      </w:r>
      <w:r>
        <w:t>; and</w:t>
      </w:r>
    </w:p>
    <w:p w14:paraId="3E83810D" w14:textId="4FB20AD4" w:rsidR="00D24A8C" w:rsidRDefault="00D24A8C" w:rsidP="00BC5C6E">
      <w:pPr>
        <w:pStyle w:val="OutlineNumbered1"/>
        <w:numPr>
          <w:ilvl w:val="0"/>
          <w:numId w:val="8"/>
        </w:numPr>
      </w:pPr>
      <w:r w:rsidRPr="000D40A7">
        <w:t>Specify the number of non-major failures that can amount to a major failure</w:t>
      </w:r>
      <w:r w:rsidR="00E01041">
        <w:t>.</w:t>
      </w:r>
    </w:p>
    <w:p w14:paraId="55FA9E3F" w14:textId="77777777" w:rsidR="00CC16DE" w:rsidRDefault="00CC16DE" w:rsidP="00CD3229">
      <w:pPr>
        <w:pStyle w:val="Heading3-NoNumbered"/>
      </w:pPr>
      <w:r>
        <w:t>Chapter 3: Enhance disclosure for extended warranties</w:t>
      </w:r>
    </w:p>
    <w:p w14:paraId="0A95BE84" w14:textId="48E82420" w:rsidR="00824032" w:rsidRPr="00824032" w:rsidRDefault="00824032" w:rsidP="00BC5C6E">
      <w:r>
        <w:t xml:space="preserve">The Review noted that it was sometimes difficult for consumers to determine if </w:t>
      </w:r>
      <w:r>
        <w:rPr>
          <w:lang w:val="en-US" w:eastAsia="ja-JP"/>
        </w:rPr>
        <w:t xml:space="preserve">an extended warranty offers value for money and provides the additional protection they seek. The Review recommended </w:t>
      </w:r>
      <w:r w:rsidRPr="005E355E">
        <w:rPr>
          <w:lang w:val="en-US" w:eastAsia="ja-JP"/>
        </w:rPr>
        <w:t>enhancing disclosure in relation to ex</w:t>
      </w:r>
      <w:r w:rsidR="00E01041">
        <w:rPr>
          <w:lang w:val="en-US" w:eastAsia="ja-JP"/>
        </w:rPr>
        <w:t>tended warranties by requiring:</w:t>
      </w:r>
    </w:p>
    <w:p w14:paraId="2DBA8973" w14:textId="6930C5B2" w:rsidR="00824032" w:rsidRPr="00CD3229" w:rsidRDefault="00824032" w:rsidP="00CD3229">
      <w:pPr>
        <w:pStyle w:val="Bullet"/>
      </w:pPr>
      <w:r w:rsidRPr="00CD3229">
        <w:t>agreements for extended warranties to be clear and in writing</w:t>
      </w:r>
      <w:r w:rsidR="00FA3DC0">
        <w:t>;</w:t>
      </w:r>
    </w:p>
    <w:p w14:paraId="6837BCCB" w14:textId="7BF6490E" w:rsidR="00824032" w:rsidRPr="00CD3229" w:rsidRDefault="00824032" w:rsidP="00CD3229">
      <w:pPr>
        <w:pStyle w:val="Bullet"/>
      </w:pPr>
      <w:r w:rsidRPr="00CD3229">
        <w:t>additional information about what the ACL offers in comparison</w:t>
      </w:r>
      <w:r w:rsidR="00FA3DC0">
        <w:t>;</w:t>
      </w:r>
      <w:r w:rsidR="00E01041">
        <w:t xml:space="preserve"> and</w:t>
      </w:r>
    </w:p>
    <w:p w14:paraId="3D52A48B" w14:textId="77777777" w:rsidR="005E5E58" w:rsidRPr="00CD3229" w:rsidRDefault="00824032" w:rsidP="00CD3229">
      <w:pPr>
        <w:pStyle w:val="Bullet"/>
      </w:pPr>
      <w:r w:rsidRPr="00CD3229">
        <w:t>a cooling-off period of 10 working days (or an unlimited time if the supplier has not met their disclosure obligations) that must be disclosed orally and in writing.</w:t>
      </w:r>
    </w:p>
    <w:p w14:paraId="267F3872" w14:textId="77777777" w:rsidR="00080E9E" w:rsidRDefault="00080E9E" w:rsidP="00BC5C6E">
      <w:r>
        <w:t xml:space="preserve">In relation to this proposal, Chapter </w:t>
      </w:r>
      <w:r w:rsidR="00082219">
        <w:t>3</w:t>
      </w:r>
      <w:r>
        <w:t xml:space="preserve"> explores these options:</w:t>
      </w:r>
    </w:p>
    <w:p w14:paraId="79A53FFB" w14:textId="77777777" w:rsidR="00080E9E" w:rsidRDefault="00080E9E" w:rsidP="00BC5C6E">
      <w:pPr>
        <w:pStyle w:val="OutlineNumbered1"/>
        <w:numPr>
          <w:ilvl w:val="0"/>
          <w:numId w:val="10"/>
        </w:numPr>
      </w:pPr>
      <w:r>
        <w:t>Maintain the status quo;</w:t>
      </w:r>
    </w:p>
    <w:p w14:paraId="539486D4" w14:textId="01B459BC" w:rsidR="00080E9E" w:rsidRDefault="00080E9E" w:rsidP="00BC5C6E">
      <w:pPr>
        <w:pStyle w:val="OutlineNumbered1"/>
        <w:numPr>
          <w:ilvl w:val="0"/>
          <w:numId w:val="10"/>
        </w:numPr>
      </w:pPr>
      <w:r w:rsidRPr="005549E3">
        <w:t>A legislative amendment comprising</w:t>
      </w:r>
      <w:r>
        <w:t xml:space="preserve"> a cooling-off right, oral disclos</w:t>
      </w:r>
      <w:r w:rsidR="00E01041">
        <w:t>ure and written disclosure; and</w:t>
      </w:r>
    </w:p>
    <w:p w14:paraId="04055C98" w14:textId="77777777" w:rsidR="00080E9E" w:rsidRDefault="00080E9E" w:rsidP="00BC5C6E">
      <w:pPr>
        <w:pStyle w:val="OutlineNumbered1"/>
        <w:numPr>
          <w:ilvl w:val="0"/>
          <w:numId w:val="10"/>
        </w:numPr>
      </w:pPr>
      <w:r>
        <w:t>Oral and written disclosure with an opt-in process.</w:t>
      </w:r>
    </w:p>
    <w:p w14:paraId="5CBDE412" w14:textId="77777777" w:rsidR="00132527" w:rsidRDefault="002248F9" w:rsidP="00CD3229">
      <w:pPr>
        <w:pStyle w:val="Heading3-NoNumbered"/>
        <w:rPr>
          <w:lang w:val="en-US"/>
        </w:rPr>
      </w:pPr>
      <w:r>
        <w:rPr>
          <w:lang w:val="en-US"/>
        </w:rPr>
        <w:t xml:space="preserve">Chapter 4: Access to consumer </w:t>
      </w:r>
      <w:r w:rsidR="00132527">
        <w:rPr>
          <w:lang w:val="en-US"/>
        </w:rPr>
        <w:t>guarantees</w:t>
      </w:r>
      <w:r>
        <w:rPr>
          <w:lang w:val="en-US"/>
        </w:rPr>
        <w:t xml:space="preserve"> for goods sold at auctions</w:t>
      </w:r>
    </w:p>
    <w:p w14:paraId="7BE370DC" w14:textId="65985BE8" w:rsidR="00195CEA" w:rsidRDefault="00195CEA" w:rsidP="00BC5C6E">
      <w:pPr>
        <w:rPr>
          <w:lang w:val="en-US" w:eastAsia="ja-JP"/>
        </w:rPr>
      </w:pPr>
      <w:r w:rsidRPr="007668BF">
        <w:rPr>
          <w:lang w:val="en-US" w:eastAsia="ja-JP"/>
        </w:rPr>
        <w:t>Currently, goods sold through some forms of auctions are exempt from certain consumer guarantees</w:t>
      </w:r>
      <w:r>
        <w:rPr>
          <w:lang w:val="en-US" w:eastAsia="ja-JP"/>
        </w:rPr>
        <w:t xml:space="preserve"> in the ACL on </w:t>
      </w:r>
      <w:r w:rsidR="00F11B17">
        <w:rPr>
          <w:lang w:val="en-US" w:eastAsia="ja-JP"/>
        </w:rPr>
        <w:t xml:space="preserve">the </w:t>
      </w:r>
      <w:r>
        <w:rPr>
          <w:lang w:val="en-US" w:eastAsia="ja-JP"/>
        </w:rPr>
        <w:t xml:space="preserve">basis that, typically, </w:t>
      </w:r>
      <w:r w:rsidRPr="007668BF">
        <w:rPr>
          <w:lang w:val="en-US" w:eastAsia="ja-JP"/>
        </w:rPr>
        <w:t xml:space="preserve">consumers purchasing from traditional auctions have had the ability to inspect goods </w:t>
      </w:r>
      <w:r>
        <w:rPr>
          <w:lang w:val="en-US" w:eastAsia="ja-JP"/>
        </w:rPr>
        <w:t>and identify defects prior to purchase</w:t>
      </w:r>
      <w:r w:rsidRPr="007668BF">
        <w:rPr>
          <w:lang w:val="en-US" w:eastAsia="ja-JP"/>
        </w:rPr>
        <w:t>.</w:t>
      </w:r>
      <w:r>
        <w:rPr>
          <w:lang w:val="en-US" w:eastAsia="ja-JP"/>
        </w:rPr>
        <w:t xml:space="preserve"> However, such an ability does not extend to auctions that occur in an ‘online only’ manner. T</w:t>
      </w:r>
      <w:r w:rsidRPr="00BD6956">
        <w:rPr>
          <w:lang w:val="en-US" w:eastAsia="ja-JP"/>
        </w:rPr>
        <w:t xml:space="preserve">he traditional rationale for the exemptions is </w:t>
      </w:r>
      <w:r>
        <w:rPr>
          <w:lang w:val="en-US" w:eastAsia="ja-JP"/>
        </w:rPr>
        <w:t>difficult to apply to the online context.</w:t>
      </w:r>
    </w:p>
    <w:p w14:paraId="5F6D9E75" w14:textId="1ED82859" w:rsidR="00FE33D5" w:rsidRDefault="00195CEA" w:rsidP="00BC5C6E">
      <w:pPr>
        <w:rPr>
          <w:lang w:val="en-US" w:eastAsia="ja-JP"/>
        </w:rPr>
      </w:pPr>
      <w:r>
        <w:rPr>
          <w:lang w:val="en-US" w:eastAsia="ja-JP"/>
        </w:rPr>
        <w:t xml:space="preserve">The Review proposed </w:t>
      </w:r>
      <w:r w:rsidRPr="007668BF">
        <w:rPr>
          <w:lang w:val="en-US" w:eastAsia="ja-JP"/>
        </w:rPr>
        <w:t>modernizing the ‘sale by auction’ exemption</w:t>
      </w:r>
      <w:r w:rsidR="00BD53B1">
        <w:rPr>
          <w:lang w:val="en-US" w:eastAsia="ja-JP"/>
        </w:rPr>
        <w:t xml:space="preserve"> from the consumer guarantees by ensuring the consumer guarantee</w:t>
      </w:r>
      <w:r w:rsidR="00E01041">
        <w:rPr>
          <w:lang w:val="en-US" w:eastAsia="ja-JP"/>
        </w:rPr>
        <w:t>s apply to all online auctions.</w:t>
      </w:r>
    </w:p>
    <w:p w14:paraId="0B64D5FC" w14:textId="77777777" w:rsidR="00082219" w:rsidRDefault="00082219" w:rsidP="00BC5C6E">
      <w:r>
        <w:t>In relation to this proposal, Chapter 4 explores these options:</w:t>
      </w:r>
    </w:p>
    <w:p w14:paraId="3671D21B" w14:textId="77777777" w:rsidR="00082219" w:rsidRPr="00CD3229" w:rsidRDefault="00082219" w:rsidP="00CD3229">
      <w:pPr>
        <w:pStyle w:val="OutlineNumbered1"/>
        <w:numPr>
          <w:ilvl w:val="0"/>
          <w:numId w:val="11"/>
        </w:numPr>
      </w:pPr>
      <w:r w:rsidRPr="00CD3229">
        <w:t>Maintain the status quo;</w:t>
      </w:r>
    </w:p>
    <w:p w14:paraId="60C8068C" w14:textId="5A6F0667" w:rsidR="00E953C2" w:rsidRPr="00CD3229" w:rsidRDefault="00E953C2" w:rsidP="00CD3229">
      <w:pPr>
        <w:pStyle w:val="OutlineNumbered1"/>
      </w:pPr>
      <w:r w:rsidRPr="00CD3229">
        <w:t>Goods purchased through online auctions that are conducted entirely online, with no reasonable opportunity to inspect goods, receive access to the remainder of the consumer guarantees (that are available in the ACL for generic retail sales). The status quo remains if the auctioneer makes the goods reasonably available for inspection;</w:t>
      </w:r>
    </w:p>
    <w:p w14:paraId="6472EA38" w14:textId="3E470204" w:rsidR="00082219" w:rsidRPr="00CD3229" w:rsidRDefault="00082219" w:rsidP="00CD3229">
      <w:pPr>
        <w:pStyle w:val="OutlineNumbered1"/>
      </w:pPr>
      <w:r w:rsidRPr="00CD3229">
        <w:t>Goods purchased through online auctions, regardless of the ability for a prior inspection (including traditional auctions that allow online bidding) receive access to the remainder of consumer guarantees</w:t>
      </w:r>
      <w:r w:rsidR="00E953C2" w:rsidRPr="00CD3229">
        <w:t xml:space="preserve"> (that are available in the ACL for generic retail sales). The status quo will remain for consumers who purchase from auctions in person </w:t>
      </w:r>
      <w:r w:rsidRPr="00CD3229">
        <w:t>; and</w:t>
      </w:r>
    </w:p>
    <w:p w14:paraId="279063B3" w14:textId="08F3732A" w:rsidR="00082219" w:rsidRPr="00CD3229" w:rsidRDefault="00082219" w:rsidP="00CD3229">
      <w:pPr>
        <w:pStyle w:val="OutlineNumbered1"/>
      </w:pPr>
      <w:r w:rsidRPr="00CD3229">
        <w:t>All goods purchased through auctions will receive access to the remainder of consumer guarantees</w:t>
      </w:r>
      <w:r w:rsidR="00E953C2" w:rsidRPr="00CD3229">
        <w:t xml:space="preserve"> (that are available in the ACL for generic retail sales)</w:t>
      </w:r>
      <w:r w:rsidR="00E01041">
        <w:t>.</w:t>
      </w:r>
    </w:p>
    <w:p w14:paraId="694D9F72" w14:textId="77777777" w:rsidR="009A37B7" w:rsidRPr="00CD3229" w:rsidRDefault="009A37B7" w:rsidP="00CD3229"/>
    <w:p w14:paraId="53187EF4" w14:textId="77777777" w:rsidR="00CD3229" w:rsidRDefault="00CD3229" w:rsidP="00BC5C6E"/>
    <w:p w14:paraId="0E33D66B" w14:textId="77777777" w:rsidR="00CD3229" w:rsidRDefault="00CD3229" w:rsidP="00BC5C6E"/>
    <w:p w14:paraId="1354EA24" w14:textId="77777777" w:rsidR="00CD3229" w:rsidRDefault="00CD3229" w:rsidP="00BC5C6E">
      <w:pPr>
        <w:sectPr w:rsidR="00CD3229" w:rsidSect="00FA3DC0">
          <w:footerReference w:type="default" r:id="rId28"/>
          <w:footerReference w:type="first" r:id="rId29"/>
          <w:pgSz w:w="11906" w:h="16838"/>
          <w:pgMar w:top="1440" w:right="1440" w:bottom="1440" w:left="1440" w:header="708" w:footer="708" w:gutter="0"/>
          <w:pgNumType w:start="1"/>
          <w:cols w:space="708"/>
          <w:titlePg/>
          <w:docGrid w:linePitch="360"/>
        </w:sectPr>
      </w:pPr>
    </w:p>
    <w:p w14:paraId="042CB4A2" w14:textId="76959425" w:rsidR="006F2257" w:rsidRDefault="006F2257" w:rsidP="00CD3229">
      <w:pPr>
        <w:pStyle w:val="Heading1-NoNumber"/>
      </w:pPr>
      <w:bookmarkStart w:id="9" w:name="_Toc508969549"/>
      <w:r>
        <w:t>Consultation</w:t>
      </w:r>
      <w:bookmarkEnd w:id="9"/>
    </w:p>
    <w:tbl>
      <w:tblPr>
        <w:tblW w:w="4999" w:type="pct"/>
        <w:tblInd w:w="-6" w:type="dxa"/>
        <w:tblBorders>
          <w:top w:val="single" w:sz="2" w:space="0" w:color="365F91" w:themeColor="accent1" w:themeShade="BF"/>
          <w:left w:val="single" w:sz="2" w:space="0" w:color="365F91" w:themeColor="accent1" w:themeShade="BF"/>
          <w:bottom w:val="single" w:sz="2" w:space="0" w:color="365F91" w:themeColor="accent1" w:themeShade="BF"/>
          <w:right w:val="single" w:sz="2" w:space="0" w:color="365F91" w:themeColor="accent1" w:themeShade="BF"/>
          <w:insideH w:val="single" w:sz="2" w:space="0" w:color="365F91" w:themeColor="accent1" w:themeShade="BF"/>
          <w:insideV w:val="single" w:sz="2" w:space="0" w:color="365F91" w:themeColor="accent1" w:themeShade="BF"/>
        </w:tblBorders>
        <w:shd w:val="clear" w:color="auto" w:fill="E6E6E6"/>
        <w:tblLook w:val="01E0" w:firstRow="1" w:lastRow="1" w:firstColumn="1" w:lastColumn="1" w:noHBand="0" w:noVBand="0"/>
      </w:tblPr>
      <w:tblGrid>
        <w:gridCol w:w="9240"/>
      </w:tblGrid>
      <w:tr w:rsidR="006F2257" w:rsidRPr="004D649D" w14:paraId="23434628" w14:textId="77777777" w:rsidTr="00CD3229">
        <w:tc>
          <w:tcPr>
            <w:tcW w:w="5000" w:type="pct"/>
            <w:shd w:val="clear" w:color="auto" w:fill="DBE5F1" w:themeFill="accent1" w:themeFillTint="33"/>
          </w:tcPr>
          <w:p w14:paraId="0953C62C" w14:textId="77777777" w:rsidR="006F2257" w:rsidRPr="00CD3229" w:rsidRDefault="006F2257" w:rsidP="00CD3229">
            <w:pPr>
              <w:pStyle w:val="BoxHeading"/>
            </w:pPr>
            <w:bookmarkStart w:id="10" w:name="_Toc429151348"/>
            <w:bookmarkStart w:id="11" w:name="_Toc429385977"/>
            <w:bookmarkStart w:id="12" w:name="_Toc429388802"/>
            <w:bookmarkStart w:id="13" w:name="_Toc429390755"/>
            <w:bookmarkStart w:id="14" w:name="_Toc429151351"/>
            <w:bookmarkStart w:id="15" w:name="_Toc429385980"/>
            <w:bookmarkStart w:id="16" w:name="_Toc429388805"/>
            <w:bookmarkStart w:id="17" w:name="_Toc429390758"/>
            <w:bookmarkStart w:id="18" w:name="_Toc401572401"/>
            <w:bookmarkStart w:id="19" w:name="_Toc427767439"/>
            <w:bookmarkEnd w:id="10"/>
            <w:bookmarkEnd w:id="11"/>
            <w:bookmarkEnd w:id="12"/>
            <w:bookmarkEnd w:id="13"/>
            <w:bookmarkEnd w:id="14"/>
            <w:bookmarkEnd w:id="15"/>
            <w:bookmarkEnd w:id="16"/>
            <w:bookmarkEnd w:id="17"/>
            <w:bookmarkEnd w:id="18"/>
            <w:bookmarkEnd w:id="19"/>
            <w:r w:rsidRPr="00CD3229">
              <w:t>Summary</w:t>
            </w:r>
          </w:p>
          <w:p w14:paraId="6DE6460C" w14:textId="77777777" w:rsidR="006F2257" w:rsidRPr="00CD3229" w:rsidRDefault="00C6367D" w:rsidP="00CD3229">
            <w:pPr>
              <w:pStyle w:val="boxNumbering"/>
            </w:pPr>
            <w:r w:rsidRPr="00CD3229">
              <w:t>CAANZ</w:t>
            </w:r>
            <w:r w:rsidR="006F2257" w:rsidRPr="00CD3229">
              <w:t xml:space="preserve"> aims to use the public consultation process to seek feedback on the policy options </w:t>
            </w:r>
            <w:r w:rsidR="004B6346" w:rsidRPr="00CD3229">
              <w:t>for each of the proposals as presented in this Consultation RIS</w:t>
            </w:r>
            <w:r w:rsidR="006F2257" w:rsidRPr="00CD3229">
              <w:t>.</w:t>
            </w:r>
          </w:p>
          <w:p w14:paraId="361A1FD0" w14:textId="77777777" w:rsidR="006F2257" w:rsidRPr="004D649D" w:rsidRDefault="00C6367D" w:rsidP="00CD3229">
            <w:pPr>
              <w:pStyle w:val="boxNumbering"/>
            </w:pPr>
            <w:r w:rsidRPr="00CD3229">
              <w:t>CAANZ</w:t>
            </w:r>
            <w:r w:rsidR="006F2257" w:rsidRPr="00CD3229">
              <w:t xml:space="preserve"> will accept formal written submissions, conduct face-to-face meetings with key stakeholders and provide the opportunity for consumers to share their experiences with </w:t>
            </w:r>
            <w:r w:rsidR="004B6346" w:rsidRPr="00CD3229">
              <w:t>the ACL generally, and consumer guarantees in particular,</w:t>
            </w:r>
            <w:r w:rsidR="006F2257" w:rsidRPr="00CD3229">
              <w:t xml:space="preserve"> through a comment facility on our website.</w:t>
            </w:r>
          </w:p>
        </w:tc>
      </w:tr>
    </w:tbl>
    <w:p w14:paraId="66E72CF8" w14:textId="77777777" w:rsidR="004B6346" w:rsidRDefault="004B6346" w:rsidP="00CD3229">
      <w:pPr>
        <w:pStyle w:val="Singleparagraph"/>
      </w:pPr>
    </w:p>
    <w:p w14:paraId="4DB50806" w14:textId="210AB19E" w:rsidR="006F2257" w:rsidRPr="00772E55" w:rsidRDefault="00C6367D" w:rsidP="00CD3229">
      <w:r w:rsidRPr="00772E55">
        <w:t>CAANZ</w:t>
      </w:r>
      <w:r w:rsidR="006F2257" w:rsidRPr="00772E55">
        <w:t xml:space="preserve"> will undertake an extensive public consultation process</w:t>
      </w:r>
      <w:r w:rsidR="00977949" w:rsidRPr="00772E55">
        <w:t xml:space="preserve"> in relation to the proposals and options</w:t>
      </w:r>
      <w:r w:rsidR="006F2257" w:rsidRPr="00772E55">
        <w:t xml:space="preserve"> explored in this </w:t>
      </w:r>
      <w:r w:rsidR="00F11B17">
        <w:t>C</w:t>
      </w:r>
      <w:r w:rsidR="006F2257" w:rsidRPr="00772E55">
        <w:t xml:space="preserve">onsultation RIS. The objective of the consultation process is to gather additional evidence and data on the extent of the problem and to seek views on the benefits and costs of the </w:t>
      </w:r>
      <w:r w:rsidR="005B0FFD" w:rsidRPr="00772E55">
        <w:t>proposed policy options in each of the chapters.</w:t>
      </w:r>
    </w:p>
    <w:p w14:paraId="3501B788" w14:textId="77777777" w:rsidR="006F2257" w:rsidRPr="00772E55" w:rsidRDefault="006F2257" w:rsidP="00CD3229">
      <w:r w:rsidRPr="00772E55">
        <w:t>The consultation process will consist of:</w:t>
      </w:r>
    </w:p>
    <w:p w14:paraId="1DEA9EB8" w14:textId="77777777" w:rsidR="006F2257" w:rsidRPr="00772E55" w:rsidRDefault="006F2257" w:rsidP="00CD3229">
      <w:pPr>
        <w:pStyle w:val="Bullet"/>
      </w:pPr>
      <w:r w:rsidRPr="00772E55">
        <w:t>a formal written submission process;</w:t>
      </w:r>
    </w:p>
    <w:p w14:paraId="4CD7C92B" w14:textId="77777777" w:rsidR="006F2257" w:rsidRPr="00772E55" w:rsidRDefault="006F2257" w:rsidP="00CD3229">
      <w:pPr>
        <w:pStyle w:val="Bullet"/>
      </w:pPr>
      <w:r w:rsidRPr="00772E55">
        <w:t>targeted face-to-face and telephone meetings with key stakeholders; and</w:t>
      </w:r>
    </w:p>
    <w:p w14:paraId="0D4D45AD" w14:textId="77777777" w:rsidR="006F2257" w:rsidRPr="00772E55" w:rsidRDefault="006F2257" w:rsidP="00CD3229">
      <w:pPr>
        <w:pStyle w:val="Bullet"/>
      </w:pPr>
      <w:r w:rsidRPr="00772E55">
        <w:t>a comment facility for consumers to share their experiences.</w:t>
      </w:r>
    </w:p>
    <w:p w14:paraId="6876A329" w14:textId="77777777" w:rsidR="006F2257" w:rsidRPr="00772E55" w:rsidRDefault="00C6367D" w:rsidP="00BC5C6E">
      <w:r w:rsidRPr="00772E55">
        <w:t>CAANZ</w:t>
      </w:r>
      <w:r w:rsidR="006F2257" w:rsidRPr="00772E55">
        <w:t xml:space="preserve"> intends to reach a broad cross</w:t>
      </w:r>
      <w:r w:rsidR="006F2257" w:rsidRPr="00772E55">
        <w:noBreakHyphen/>
        <w:t>section of stakeholders. It will be important to assess the views of consumers</w:t>
      </w:r>
      <w:r w:rsidR="008B3D58" w:rsidRPr="00772E55">
        <w:t>, traders and businesses</w:t>
      </w:r>
      <w:r w:rsidR="006F2257" w:rsidRPr="00772E55">
        <w:t>.</w:t>
      </w:r>
    </w:p>
    <w:p w14:paraId="2A5E4745" w14:textId="77777777" w:rsidR="006F2257" w:rsidRPr="00772E55" w:rsidRDefault="006F2257" w:rsidP="00BC5C6E">
      <w:bookmarkStart w:id="20" w:name="_Toc377731441"/>
      <w:bookmarkStart w:id="21" w:name="_Toc378083664"/>
      <w:bookmarkStart w:id="22" w:name="_Toc378085618"/>
      <w:bookmarkEnd w:id="20"/>
      <w:bookmarkEnd w:id="21"/>
      <w:bookmarkEnd w:id="22"/>
      <w:r w:rsidRPr="00772E55">
        <w:t>Once the initial consultation process has concluded, a final or decision-making RIS will be produced to discuss the results of the consultation process, the evidence that has been gathered and the preferred policy option</w:t>
      </w:r>
      <w:r w:rsidR="008B3D58" w:rsidRPr="00772E55">
        <w:t xml:space="preserve"> for each of the proposals</w:t>
      </w:r>
      <w:r w:rsidRPr="00772E55">
        <w:t xml:space="preserve">. All submissions to the consultation process will be published on the </w:t>
      </w:r>
      <w:r w:rsidR="00C6367D" w:rsidRPr="00772E55">
        <w:t>CAANZ</w:t>
      </w:r>
      <w:r w:rsidRPr="00772E55">
        <w:t xml:space="preserve"> website, unless authors have indicated that they would like all or part of their submission to remain in confidence.</w:t>
      </w:r>
    </w:p>
    <w:p w14:paraId="7DE0E0B4" w14:textId="77777777" w:rsidR="006F2257" w:rsidRPr="00772E55" w:rsidRDefault="006F2257" w:rsidP="00BC5C6E">
      <w:r w:rsidRPr="00772E55">
        <w:t xml:space="preserve">Specific questions are likely to arise from this consultation paper which may have not been considered at the time of drafting and </w:t>
      </w:r>
      <w:r w:rsidR="00C6367D" w:rsidRPr="00772E55">
        <w:t>CAANZ</w:t>
      </w:r>
      <w:r w:rsidRPr="00772E55">
        <w:t xml:space="preserve"> may undertake further targeted consultation with key stakeholders if necessary.</w:t>
      </w:r>
    </w:p>
    <w:p w14:paraId="371953E6" w14:textId="77777777" w:rsidR="006F2257" w:rsidRPr="00772E55" w:rsidRDefault="00C6367D" w:rsidP="00BC5C6E">
      <w:r w:rsidRPr="00772E55">
        <w:t>CAANZ</w:t>
      </w:r>
      <w:r w:rsidR="006F2257" w:rsidRPr="00772E55">
        <w:t xml:space="preserve"> has designed the consultation procedures consistently with </w:t>
      </w:r>
      <w:r w:rsidR="001E4239" w:rsidRPr="00772E55">
        <w:t>COAG</w:t>
      </w:r>
      <w:r w:rsidR="006F2257" w:rsidRPr="00772E55">
        <w:t xml:space="preserve"> consultation principles and has ensured that there is flexibility to maximise stakeholder participation in the consultation process.</w:t>
      </w:r>
    </w:p>
    <w:p w14:paraId="2CC9E068" w14:textId="71A2941A" w:rsidR="00C67825" w:rsidRPr="00425E99" w:rsidRDefault="006F2257" w:rsidP="00C67825">
      <w:r w:rsidRPr="00772E55">
        <w:t xml:space="preserve">Both this </w:t>
      </w:r>
      <w:r w:rsidR="00F11B17">
        <w:t>C</w:t>
      </w:r>
      <w:r w:rsidRPr="00772E55">
        <w:t>onsultation RIS and the decision-making RIS will be published on the Office of Best Practice Regulation website.</w:t>
      </w:r>
    </w:p>
    <w:sectPr w:rsidR="00C67825" w:rsidRPr="00425E99" w:rsidSect="00635C5B">
      <w:footerReference w:type="first" r:id="rId30"/>
      <w:pgSz w:w="11906" w:h="16838"/>
      <w:pgMar w:top="1440" w:right="1440"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071013" w14:textId="77777777" w:rsidR="00F646B7" w:rsidRDefault="00F646B7" w:rsidP="00BC5C6E">
      <w:r>
        <w:separator/>
      </w:r>
    </w:p>
  </w:endnote>
  <w:endnote w:type="continuationSeparator" w:id="0">
    <w:p w14:paraId="2B985740" w14:textId="77777777" w:rsidR="00F646B7" w:rsidRDefault="00F646B7" w:rsidP="00BC5C6E">
      <w:r>
        <w:continuationSeparator/>
      </w:r>
    </w:p>
  </w:endnote>
  <w:endnote w:type="continuationNotice" w:id="1">
    <w:p w14:paraId="5F22EA93" w14:textId="77777777" w:rsidR="00F646B7" w:rsidRDefault="00F646B7" w:rsidP="00BC5C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Bold">
    <w:panose1 w:val="020B0704020202020204"/>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7BDB66" w14:textId="229FD04E" w:rsidR="00F646B7" w:rsidRPr="00FA3DC0" w:rsidRDefault="00F646B7" w:rsidP="00FA3DC0">
    <w:pPr>
      <w:pStyle w:val="Footer-Even"/>
    </w:pPr>
    <w:r w:rsidRPr="00FA3DC0">
      <w:t xml:space="preserve">Page </w:t>
    </w:r>
    <w:r w:rsidRPr="00FA3DC0">
      <w:fldChar w:fldCharType="begin"/>
    </w:r>
    <w:r w:rsidRPr="00FA3DC0">
      <w:instrText xml:space="preserve"> PAGE   \* MERGEFORMAT </w:instrText>
    </w:r>
    <w:r w:rsidRPr="00FA3DC0">
      <w:fldChar w:fldCharType="separate"/>
    </w:r>
    <w:r w:rsidR="00EC7E91">
      <w:rPr>
        <w:noProof/>
      </w:rPr>
      <w:t>4</w:t>
    </w:r>
    <w:r w:rsidRPr="00FA3DC0">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C68DDE" w14:textId="77777777" w:rsidR="00F646B7" w:rsidRPr="00F238FA" w:rsidRDefault="00F646B7" w:rsidP="00FA3DC0">
    <w:pPr>
      <w:pStyle w:val="Footer-Odd"/>
    </w:pPr>
    <w:r>
      <w:t xml:space="preserve">Page </w:t>
    </w:r>
    <w:r>
      <w:fldChar w:fldCharType="begin"/>
    </w:r>
    <w:r>
      <w:instrText xml:space="preserve"> PAGE   \* MERGEFORMAT </w:instrText>
    </w:r>
    <w:r>
      <w:fldChar w:fldCharType="separate"/>
    </w:r>
    <w:r>
      <w:rPr>
        <w:noProof/>
      </w:rPr>
      <w:t>41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4BAF37" w14:textId="77777777" w:rsidR="00F646B7" w:rsidRPr="00320097" w:rsidRDefault="00F646B7" w:rsidP="00BC5C6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71D0E1" w14:textId="6858FB25" w:rsidR="00F646B7" w:rsidRPr="00FA3DC0" w:rsidRDefault="00F646B7" w:rsidP="00FA3DC0">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469427" w14:textId="2E6AF868" w:rsidR="00F646B7" w:rsidRPr="00FA3DC0" w:rsidRDefault="00F646B7" w:rsidP="00FA3DC0">
    <w:pPr>
      <w:pStyle w:val="Footer-Odd"/>
    </w:pPr>
    <w:r w:rsidRPr="00FA3DC0">
      <w:t xml:space="preserve">Page </w:t>
    </w:r>
    <w:r w:rsidRPr="00FA3DC0">
      <w:fldChar w:fldCharType="begin"/>
    </w:r>
    <w:r w:rsidRPr="00FA3DC0">
      <w:instrText xml:space="preserve"> PAGE   \* MERGEFORMAT </w:instrText>
    </w:r>
    <w:r w:rsidRPr="00FA3DC0">
      <w:fldChar w:fldCharType="separate"/>
    </w:r>
    <w:r w:rsidR="00EC7E91">
      <w:rPr>
        <w:noProof/>
      </w:rPr>
      <w:t>5</w:t>
    </w:r>
    <w:r w:rsidRPr="00FA3DC0">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7A7EA3" w14:textId="77777777" w:rsidR="00F646B7" w:rsidRPr="00FA3DC0" w:rsidRDefault="00F646B7" w:rsidP="00FA3DC0">
    <w:pPr>
      <w:pStyle w:val="Footer-Odd"/>
    </w:pPr>
    <w:r w:rsidRPr="00FA3DC0">
      <w:t>Page</w:t>
    </w:r>
    <w:r w:rsidRPr="007B4230">
      <w:t xml:space="preserve"> </w:t>
    </w:r>
    <w:r w:rsidRPr="007B4230">
      <w:fldChar w:fldCharType="begin"/>
    </w:r>
    <w:r w:rsidRPr="007B4230">
      <w:instrText xml:space="preserve"> PAGE   \* MERGEFORMAT </w:instrText>
    </w:r>
    <w:r w:rsidRPr="007B4230">
      <w:fldChar w:fldCharType="separate"/>
    </w:r>
    <w:r w:rsidR="00EC7E91">
      <w:rPr>
        <w:noProof/>
      </w:rPr>
      <w:t>1</w:t>
    </w:r>
    <w:r w:rsidRPr="007B4230">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48226F" w14:textId="77777777" w:rsidR="00635C5B" w:rsidRPr="00FA3DC0" w:rsidRDefault="00635C5B" w:rsidP="00635C5B">
    <w:pPr>
      <w:pStyle w:val="Footer-Even"/>
    </w:pPr>
    <w:r w:rsidRPr="00FA3DC0">
      <w:t>Page</w:t>
    </w:r>
    <w:r w:rsidRPr="007B4230">
      <w:t xml:space="preserve"> </w:t>
    </w:r>
    <w:r w:rsidRPr="007B4230">
      <w:fldChar w:fldCharType="begin"/>
    </w:r>
    <w:r w:rsidRPr="007B4230">
      <w:instrText xml:space="preserve"> PAGE   \* MERGEFORMAT </w:instrText>
    </w:r>
    <w:r w:rsidRPr="007B4230">
      <w:fldChar w:fldCharType="separate"/>
    </w:r>
    <w:r w:rsidR="00EC7E91">
      <w:rPr>
        <w:noProof/>
      </w:rPr>
      <w:t>6</w:t>
    </w:r>
    <w:r w:rsidRPr="007B4230">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FC4117" w14:textId="77777777" w:rsidR="00F646B7" w:rsidRDefault="00F646B7" w:rsidP="00BC5C6E">
      <w:r>
        <w:separator/>
      </w:r>
    </w:p>
  </w:footnote>
  <w:footnote w:type="continuationSeparator" w:id="0">
    <w:p w14:paraId="54B2D091" w14:textId="77777777" w:rsidR="00F646B7" w:rsidRDefault="00F646B7" w:rsidP="00BC5C6E">
      <w:r>
        <w:continuationSeparator/>
      </w:r>
    </w:p>
  </w:footnote>
  <w:footnote w:type="continuationNotice" w:id="1">
    <w:p w14:paraId="4F2A3044" w14:textId="77777777" w:rsidR="00F646B7" w:rsidRDefault="00F646B7" w:rsidP="00BC5C6E"/>
  </w:footnote>
  <w:footnote w:id="2">
    <w:p w14:paraId="04B4D690" w14:textId="08A4419E" w:rsidR="00F646B7" w:rsidRPr="00E01041" w:rsidRDefault="00F646B7" w:rsidP="00E01041">
      <w:pPr>
        <w:pStyle w:val="FootnoteText"/>
      </w:pPr>
      <w:r w:rsidRPr="00E01041">
        <w:footnoteRef/>
      </w:r>
      <w:r w:rsidRPr="00E01041">
        <w:t xml:space="preserve"> </w:t>
      </w:r>
      <w:r>
        <w:tab/>
      </w:r>
      <w:r w:rsidRPr="00E01041">
        <w:t xml:space="preserve">COAG (2007), </w:t>
      </w:r>
      <w:r w:rsidRPr="00E01041">
        <w:rPr>
          <w:i/>
        </w:rPr>
        <w:t>Best Practice Regulation: A Guide for Ministerial Councils and National Standard Setting Bodies</w:t>
      </w:r>
      <w:r w:rsidRPr="00E01041">
        <w:t>, Canberra.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97C350" w14:textId="74374D03" w:rsidR="00F646B7" w:rsidRPr="00FA3DC0" w:rsidRDefault="00EC7E91" w:rsidP="00FA3DC0">
    <w:pPr>
      <w:pStyle w:val="Header-Even"/>
    </w:pPr>
    <w:r>
      <w:fldChar w:fldCharType="begin"/>
    </w:r>
    <w:r>
      <w:instrText xml:space="preserve"> TITLE   \* MERGEFORMAT </w:instrText>
    </w:r>
    <w:r>
      <w:fldChar w:fldCharType="separate"/>
    </w:r>
    <w:r w:rsidR="00F646B7">
      <w:t>Australian Consumer Law Review: Clarification, simplification and modernisation of the consumer guarantee framework</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2218C5" w14:textId="77777777" w:rsidR="00F646B7" w:rsidRDefault="00F646B7" w:rsidP="00FA3DC0">
    <w:pPr>
      <w:pStyle w:val="Header-Odd"/>
      <w:rPr>
        <w:noProof/>
      </w:rPr>
    </w:pPr>
    <w:r>
      <w:rPr>
        <w:noProof/>
      </w:rPr>
      <w:fldChar w:fldCharType="begin"/>
    </w:r>
    <w:r>
      <w:rPr>
        <w:noProof/>
      </w:rPr>
      <w:instrText xml:space="preserve"> STYLEREF  "Heading 1 - No Number"  \* MERGEFORMAT </w:instrText>
    </w:r>
    <w:r>
      <w:rPr>
        <w:noProof/>
      </w:rPr>
      <w:fldChar w:fldCharType="separate"/>
    </w:r>
    <w:r w:rsidR="00EC7E91">
      <w:rPr>
        <w:noProof/>
      </w:rPr>
      <w:t>About this regulation impact statement</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626CF3" w14:textId="5424012E" w:rsidR="00F646B7" w:rsidRDefault="00F646B7" w:rsidP="00BC5C6E">
    <w:pPr>
      <w:pStyle w:val="ChartGraphic"/>
    </w:pPr>
    <w:r>
      <w:drawing>
        <wp:inline distT="0" distB="0" distL="0" distR="0" wp14:anchorId="044E28D1" wp14:editId="4B7424DA">
          <wp:extent cx="2086545" cy="10477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tGovt_stacke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88225" cy="1048594"/>
                  </a:xfrm>
                  <a:prstGeom prst="rect">
                    <a:avLst/>
                  </a:prstGeom>
                </pic:spPr>
              </pic:pic>
            </a:graphicData>
          </a:graphic>
        </wp:inline>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4D1629" w14:textId="77777777" w:rsidR="00F646B7" w:rsidRDefault="00F646B7" w:rsidP="00BC5C6E">
    <w:pPr>
      <w:pStyle w:val="ChartGraphi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5AC04CA"/>
    <w:lvl w:ilvl="0">
      <w:start w:val="1"/>
      <w:numFmt w:val="decimal"/>
      <w:lvlText w:val="%1."/>
      <w:lvlJc w:val="left"/>
      <w:pPr>
        <w:tabs>
          <w:tab w:val="num" w:pos="1492"/>
        </w:tabs>
        <w:ind w:left="1492" w:hanging="360"/>
      </w:pPr>
    </w:lvl>
  </w:abstractNum>
  <w:abstractNum w:abstractNumId="1">
    <w:nsid w:val="FFFFFF7D"/>
    <w:multiLevelType w:val="singleLevel"/>
    <w:tmpl w:val="26025F7C"/>
    <w:lvl w:ilvl="0">
      <w:start w:val="1"/>
      <w:numFmt w:val="decimal"/>
      <w:lvlText w:val="%1."/>
      <w:lvlJc w:val="left"/>
      <w:pPr>
        <w:tabs>
          <w:tab w:val="num" w:pos="1209"/>
        </w:tabs>
        <w:ind w:left="1209" w:hanging="360"/>
      </w:pPr>
    </w:lvl>
  </w:abstractNum>
  <w:abstractNum w:abstractNumId="2">
    <w:nsid w:val="FFFFFF7E"/>
    <w:multiLevelType w:val="singleLevel"/>
    <w:tmpl w:val="E0B655CE"/>
    <w:lvl w:ilvl="0">
      <w:start w:val="1"/>
      <w:numFmt w:val="decimal"/>
      <w:lvlText w:val="%1."/>
      <w:lvlJc w:val="left"/>
      <w:pPr>
        <w:tabs>
          <w:tab w:val="num" w:pos="926"/>
        </w:tabs>
        <w:ind w:left="926" w:hanging="360"/>
      </w:pPr>
    </w:lvl>
  </w:abstractNum>
  <w:abstractNum w:abstractNumId="3">
    <w:nsid w:val="FFFFFF7F"/>
    <w:multiLevelType w:val="singleLevel"/>
    <w:tmpl w:val="340639F0"/>
    <w:lvl w:ilvl="0">
      <w:start w:val="1"/>
      <w:numFmt w:val="decimal"/>
      <w:lvlText w:val="%1."/>
      <w:lvlJc w:val="left"/>
      <w:pPr>
        <w:tabs>
          <w:tab w:val="num" w:pos="643"/>
        </w:tabs>
        <w:ind w:left="643" w:hanging="360"/>
      </w:pPr>
    </w:lvl>
  </w:abstractNum>
  <w:abstractNum w:abstractNumId="4">
    <w:nsid w:val="FFFFFF80"/>
    <w:multiLevelType w:val="singleLevel"/>
    <w:tmpl w:val="C48E077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EC611C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25EA16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25C899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2983526"/>
    <w:lvl w:ilvl="0">
      <w:start w:val="1"/>
      <w:numFmt w:val="decimal"/>
      <w:lvlText w:val="%1."/>
      <w:lvlJc w:val="left"/>
      <w:pPr>
        <w:tabs>
          <w:tab w:val="num" w:pos="360"/>
        </w:tabs>
        <w:ind w:left="360" w:hanging="360"/>
      </w:pPr>
    </w:lvl>
  </w:abstractNum>
  <w:abstractNum w:abstractNumId="9">
    <w:nsid w:val="FFFFFF89"/>
    <w:multiLevelType w:val="singleLevel"/>
    <w:tmpl w:val="C71E6E58"/>
    <w:lvl w:ilvl="0">
      <w:start w:val="1"/>
      <w:numFmt w:val="bullet"/>
      <w:lvlText w:val=""/>
      <w:lvlJc w:val="left"/>
      <w:pPr>
        <w:tabs>
          <w:tab w:val="num" w:pos="360"/>
        </w:tabs>
        <w:ind w:left="360" w:hanging="360"/>
      </w:pPr>
      <w:rPr>
        <w:rFonts w:ascii="Symbol" w:hAnsi="Symbol" w:hint="default"/>
      </w:rPr>
    </w:lvl>
  </w:abstractNum>
  <w:abstractNum w:abstractNumId="10">
    <w:nsid w:val="095A6F0F"/>
    <w:multiLevelType w:val="multilevel"/>
    <w:tmpl w:val="20665EBA"/>
    <w:name w:val="StandardNumberedList"/>
    <w:lvl w:ilvl="0">
      <w:start w:val="1"/>
      <w:numFmt w:val="decimal"/>
      <w:pStyle w:val="OutlineNumbered1"/>
      <w:lvlText w:val="%1."/>
      <w:lvlJc w:val="left"/>
      <w:pPr>
        <w:tabs>
          <w:tab w:val="num" w:pos="520"/>
        </w:tabs>
        <w:ind w:left="520" w:hanging="520"/>
      </w:pPr>
      <w:rPr>
        <w:rFonts w:hint="default"/>
      </w:rPr>
    </w:lvl>
    <w:lvl w:ilvl="1">
      <w:start w:val="1"/>
      <w:numFmt w:val="decimal"/>
      <w:pStyle w:val="OutlineNumbered2"/>
      <w:lvlText w:val="%1.%2."/>
      <w:lvlJc w:val="left"/>
      <w:pPr>
        <w:tabs>
          <w:tab w:val="num" w:pos="1040"/>
        </w:tabs>
        <w:ind w:left="1040" w:hanging="520"/>
      </w:pPr>
      <w:rPr>
        <w:rFonts w:hint="default"/>
      </w:rPr>
    </w:lvl>
    <w:lvl w:ilvl="2">
      <w:start w:val="1"/>
      <w:numFmt w:val="decimal"/>
      <w:pStyle w:val="OutlineNumbered3"/>
      <w:lvlText w:val="%1.%2.%3."/>
      <w:lvlJc w:val="left"/>
      <w:pPr>
        <w:tabs>
          <w:tab w:val="num" w:pos="1560"/>
        </w:tabs>
        <w:ind w:left="1560" w:hanging="5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228B675A"/>
    <w:multiLevelType w:val="hybridMultilevel"/>
    <w:tmpl w:val="600E70E0"/>
    <w:lvl w:ilvl="0" w:tplc="F6EEAF08">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A955F3A"/>
    <w:multiLevelType w:val="hybridMultilevel"/>
    <w:tmpl w:val="F1E68396"/>
    <w:lvl w:ilvl="0" w:tplc="7DF00764">
      <w:start w:val="1"/>
      <w:numFmt w:val="decimal"/>
      <w:pStyle w:val="Heading1numbered"/>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4118098F"/>
    <w:multiLevelType w:val="multilevel"/>
    <w:tmpl w:val="EBCA2E50"/>
    <w:name w:val="StandardBulletedList"/>
    <w:lvl w:ilvl="0">
      <w:start w:val="1"/>
      <w:numFmt w:val="bullet"/>
      <w:lvlText w:val="•"/>
      <w:lvlJc w:val="left"/>
      <w:pPr>
        <w:tabs>
          <w:tab w:val="num" w:pos="567"/>
        </w:tabs>
        <w:ind w:left="567" w:hanging="567"/>
      </w:pPr>
      <w:rPr>
        <w:rFonts w:ascii="Times New Roman" w:hAnsi="Times New Roman" w:cs="Times New Roman"/>
      </w:rPr>
    </w:lvl>
    <w:lvl w:ilvl="1">
      <w:start w:val="1"/>
      <w:numFmt w:val="bullet"/>
      <w:lvlText w:val="–"/>
      <w:lvlJc w:val="left"/>
      <w:pPr>
        <w:tabs>
          <w:tab w:val="num" w:pos="1134"/>
        </w:tabs>
        <w:ind w:left="1134" w:hanging="567"/>
      </w:pPr>
      <w:rPr>
        <w:rFonts w:ascii="Times New Roman" w:hAnsi="Times New Roman" w:cs="Times New Roman"/>
      </w:rPr>
    </w:lvl>
    <w:lvl w:ilvl="2">
      <w:start w:val="1"/>
      <w:numFmt w:val="bullet"/>
      <w:lvlText w:val=":"/>
      <w:lvlJc w:val="left"/>
      <w:pPr>
        <w:tabs>
          <w:tab w:val="num" w:pos="1701"/>
        </w:tabs>
        <w:ind w:left="1701" w:hanging="567"/>
      </w:pPr>
      <w:rPr>
        <w:rFonts w:ascii="Times New Roman" w:hAnsi="Times New Roman" w:cs="Times New Roman"/>
      </w:rPr>
    </w:lvl>
    <w:lvl w:ilvl="3">
      <w:start w:val="1"/>
      <w:numFmt w:val="decimal"/>
      <w:lvlText w:val="(%4)"/>
      <w:lvlJc w:val="left"/>
      <w:pPr>
        <w:ind w:left="2903" w:hanging="360"/>
      </w:pPr>
    </w:lvl>
    <w:lvl w:ilvl="4">
      <w:start w:val="1"/>
      <w:numFmt w:val="lowerLetter"/>
      <w:lvlText w:val="(%5)"/>
      <w:lvlJc w:val="left"/>
      <w:pPr>
        <w:ind w:left="3263" w:hanging="360"/>
      </w:pPr>
    </w:lvl>
    <w:lvl w:ilvl="5">
      <w:start w:val="1"/>
      <w:numFmt w:val="lowerRoman"/>
      <w:lvlText w:val="(%6)"/>
      <w:lvlJc w:val="left"/>
      <w:pPr>
        <w:ind w:left="3623" w:hanging="360"/>
      </w:pPr>
    </w:lvl>
    <w:lvl w:ilvl="6">
      <w:start w:val="1"/>
      <w:numFmt w:val="decimal"/>
      <w:lvlText w:val="%7."/>
      <w:lvlJc w:val="left"/>
      <w:pPr>
        <w:ind w:left="3983" w:hanging="360"/>
      </w:pPr>
    </w:lvl>
    <w:lvl w:ilvl="7">
      <w:start w:val="1"/>
      <w:numFmt w:val="lowerLetter"/>
      <w:lvlText w:val="%8."/>
      <w:lvlJc w:val="left"/>
      <w:pPr>
        <w:ind w:left="4343" w:hanging="360"/>
      </w:pPr>
    </w:lvl>
    <w:lvl w:ilvl="8">
      <w:start w:val="1"/>
      <w:numFmt w:val="lowerRoman"/>
      <w:lvlText w:val="%9."/>
      <w:lvlJc w:val="left"/>
      <w:pPr>
        <w:ind w:left="4703" w:hanging="360"/>
      </w:pPr>
    </w:lvl>
  </w:abstractNum>
  <w:abstractNum w:abstractNumId="14">
    <w:nsid w:val="63917BB9"/>
    <w:multiLevelType w:val="multilevel"/>
    <w:tmpl w:val="6630BE64"/>
    <w:lvl w:ilvl="0">
      <w:start w:val="1"/>
      <w:numFmt w:val="none"/>
      <w:suff w:val="nothing"/>
      <w:lvlText w:val=""/>
      <w:lvlJc w:val="left"/>
      <w:rPr>
        <w:rFonts w:cs="Times New Roman" w:hint="default"/>
        <w:color w:val="auto"/>
      </w:rPr>
    </w:lvl>
    <w:lvl w:ilvl="1">
      <w:start w:val="1"/>
      <w:numFmt w:val="none"/>
      <w:suff w:val="nothing"/>
      <w:lvlText w:val=""/>
      <w:lvlJc w:val="left"/>
      <w:pPr>
        <w:ind w:left="284"/>
      </w:pPr>
      <w:rPr>
        <w:rFonts w:cs="Times New Roman" w:hint="default"/>
      </w:rPr>
    </w:lvl>
    <w:lvl w:ilvl="2">
      <w:start w:val="1"/>
      <w:numFmt w:val="none"/>
      <w:suff w:val="nothing"/>
      <w:lvlText w:val=""/>
      <w:lvlJc w:val="left"/>
      <w:pPr>
        <w:ind w:left="568"/>
      </w:pPr>
      <w:rPr>
        <w:rFonts w:cs="Times New Roman" w:hint="default"/>
      </w:rPr>
    </w:lvl>
    <w:lvl w:ilvl="3">
      <w:start w:val="1"/>
      <w:numFmt w:val="none"/>
      <w:suff w:val="nothing"/>
      <w:lvlText w:val=""/>
      <w:lvlJc w:val="left"/>
      <w:pPr>
        <w:ind w:left="852"/>
      </w:pPr>
      <w:rPr>
        <w:rFonts w:cs="Times New Roman" w:hint="default"/>
      </w:rPr>
    </w:lvl>
    <w:lvl w:ilvl="4">
      <w:start w:val="1"/>
      <w:numFmt w:val="none"/>
      <w:suff w:val="nothing"/>
      <w:lvlText w:val=""/>
      <w:lvlJc w:val="left"/>
      <w:pPr>
        <w:ind w:left="1136"/>
      </w:pPr>
      <w:rPr>
        <w:rFonts w:cs="Times New Roman" w:hint="default"/>
      </w:rPr>
    </w:lvl>
    <w:lvl w:ilvl="5">
      <w:start w:val="1"/>
      <w:numFmt w:val="none"/>
      <w:suff w:val="nothing"/>
      <w:lvlText w:val=""/>
      <w:lvlJc w:val="left"/>
      <w:pPr>
        <w:ind w:left="1420"/>
      </w:pPr>
      <w:rPr>
        <w:rFonts w:cs="Times New Roman" w:hint="default"/>
      </w:rPr>
    </w:lvl>
    <w:lvl w:ilvl="6">
      <w:start w:val="1"/>
      <w:numFmt w:val="none"/>
      <w:suff w:val="nothing"/>
      <w:lvlText w:val=""/>
      <w:lvlJc w:val="left"/>
      <w:pPr>
        <w:ind w:left="1704"/>
      </w:pPr>
      <w:rPr>
        <w:rFonts w:cs="Times New Roman" w:hint="default"/>
      </w:rPr>
    </w:lvl>
    <w:lvl w:ilvl="7">
      <w:start w:val="1"/>
      <w:numFmt w:val="none"/>
      <w:suff w:val="nothing"/>
      <w:lvlText w:val=""/>
      <w:lvlJc w:val="left"/>
      <w:pPr>
        <w:ind w:left="1988"/>
      </w:pPr>
      <w:rPr>
        <w:rFonts w:cs="Times New Roman" w:hint="default"/>
      </w:rPr>
    </w:lvl>
    <w:lvl w:ilvl="8">
      <w:start w:val="1"/>
      <w:numFmt w:val="none"/>
      <w:suff w:val="nothing"/>
      <w:lvlText w:val=""/>
      <w:lvlJc w:val="left"/>
      <w:pPr>
        <w:ind w:left="2272"/>
      </w:pPr>
      <w:rPr>
        <w:rFonts w:cs="Times New Roman" w:hint="default"/>
      </w:rPr>
    </w:lvl>
  </w:abstractNum>
  <w:abstractNum w:abstractNumId="15">
    <w:nsid w:val="63FD3A36"/>
    <w:multiLevelType w:val="hybridMultilevel"/>
    <w:tmpl w:val="64B015AE"/>
    <w:lvl w:ilvl="0" w:tplc="FFD2A552">
      <w:start w:val="1"/>
      <w:numFmt w:val="decimal"/>
      <w:pStyle w:val="boxNumbering"/>
      <w:lvlText w:val="%1."/>
      <w:lvlJc w:val="left"/>
      <w:pPr>
        <w:tabs>
          <w:tab w:val="num" w:pos="454"/>
        </w:tabs>
        <w:ind w:left="454" w:hanging="454"/>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6BAF6120"/>
    <w:multiLevelType w:val="hybridMultilevel"/>
    <w:tmpl w:val="90885A5A"/>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7">
    <w:nsid w:val="78B16110"/>
    <w:multiLevelType w:val="multilevel"/>
    <w:tmpl w:val="9576720E"/>
    <w:lvl w:ilvl="0">
      <w:start w:val="1"/>
      <w:numFmt w:val="bullet"/>
      <w:pStyle w:val="Bullet"/>
      <w:lvlText w:val="•"/>
      <w:lvlJc w:val="left"/>
      <w:pPr>
        <w:tabs>
          <w:tab w:val="num" w:pos="661"/>
        </w:tabs>
        <w:ind w:left="661" w:hanging="661"/>
      </w:pPr>
      <w:rPr>
        <w:rFonts w:ascii="Times New Roman" w:hAnsi="Times New Roman" w:cs="Times New Roman"/>
      </w:rPr>
    </w:lvl>
    <w:lvl w:ilvl="1">
      <w:start w:val="1"/>
      <w:numFmt w:val="bullet"/>
      <w:lvlText w:val="–"/>
      <w:lvlJc w:val="left"/>
      <w:pPr>
        <w:tabs>
          <w:tab w:val="num" w:pos="1322"/>
        </w:tabs>
        <w:ind w:left="1322" w:hanging="661"/>
      </w:pPr>
      <w:rPr>
        <w:rFonts w:ascii="Times New Roman" w:hAnsi="Times New Roman" w:cs="Times New Roman"/>
      </w:rPr>
    </w:lvl>
    <w:lvl w:ilvl="2">
      <w:start w:val="1"/>
      <w:numFmt w:val="bullet"/>
      <w:lvlText w:val=":"/>
      <w:lvlJc w:val="left"/>
      <w:pPr>
        <w:tabs>
          <w:tab w:val="num" w:pos="1983"/>
        </w:tabs>
        <w:ind w:left="1983" w:hanging="661"/>
      </w:pPr>
      <w:rPr>
        <w:rFonts w:ascii="Times New Roman"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4"/>
    <w:lvlOverride w:ilvl="0">
      <w:lvl w:ilvl="0">
        <w:start w:val="1"/>
        <w:numFmt w:val="none"/>
        <w:suff w:val="nothing"/>
        <w:lvlText w:val=""/>
        <w:lvlJc w:val="left"/>
        <w:rPr>
          <w:rFonts w:cs="Times New Roman" w:hint="default"/>
          <w:color w:val="auto"/>
        </w:rPr>
      </w:lvl>
    </w:lvlOverride>
  </w:num>
  <w:num w:numId="2">
    <w:abstractNumId w:val="10"/>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3"/>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num>
  <w:num w:numId="13">
    <w:abstractNumId w:val="11"/>
  </w:num>
  <w:num w:numId="14">
    <w:abstractNumId w:val="17"/>
  </w:num>
  <w:num w:numId="15">
    <w:abstractNumId w:val="12"/>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E99"/>
    <w:rsid w:val="00050A6C"/>
    <w:rsid w:val="00056891"/>
    <w:rsid w:val="00080E9E"/>
    <w:rsid w:val="00082219"/>
    <w:rsid w:val="000A1E43"/>
    <w:rsid w:val="000A5B7D"/>
    <w:rsid w:val="000B5C11"/>
    <w:rsid w:val="00100B7A"/>
    <w:rsid w:val="0010326A"/>
    <w:rsid w:val="001116B5"/>
    <w:rsid w:val="001151DC"/>
    <w:rsid w:val="00127848"/>
    <w:rsid w:val="00132527"/>
    <w:rsid w:val="00145ABD"/>
    <w:rsid w:val="0015145F"/>
    <w:rsid w:val="001745C6"/>
    <w:rsid w:val="00193175"/>
    <w:rsid w:val="00195CEA"/>
    <w:rsid w:val="001A2F81"/>
    <w:rsid w:val="001A6C76"/>
    <w:rsid w:val="001D45FD"/>
    <w:rsid w:val="001E4239"/>
    <w:rsid w:val="001F2C9F"/>
    <w:rsid w:val="001F5EA0"/>
    <w:rsid w:val="002248F9"/>
    <w:rsid w:val="00235441"/>
    <w:rsid w:val="00250949"/>
    <w:rsid w:val="0025387F"/>
    <w:rsid w:val="002651DC"/>
    <w:rsid w:val="00273F2C"/>
    <w:rsid w:val="00291152"/>
    <w:rsid w:val="002A2CD4"/>
    <w:rsid w:val="002A36AE"/>
    <w:rsid w:val="002A4EEA"/>
    <w:rsid w:val="002B708F"/>
    <w:rsid w:val="002C782F"/>
    <w:rsid w:val="002E31B2"/>
    <w:rsid w:val="00320C93"/>
    <w:rsid w:val="00326854"/>
    <w:rsid w:val="00335A9D"/>
    <w:rsid w:val="0033750C"/>
    <w:rsid w:val="0038182E"/>
    <w:rsid w:val="00383608"/>
    <w:rsid w:val="00384672"/>
    <w:rsid w:val="003874BD"/>
    <w:rsid w:val="00396251"/>
    <w:rsid w:val="003B66C0"/>
    <w:rsid w:val="003C3747"/>
    <w:rsid w:val="003C7AD7"/>
    <w:rsid w:val="003D75BF"/>
    <w:rsid w:val="003F7378"/>
    <w:rsid w:val="00425E99"/>
    <w:rsid w:val="00427FF7"/>
    <w:rsid w:val="00463151"/>
    <w:rsid w:val="004966C6"/>
    <w:rsid w:val="004B6346"/>
    <w:rsid w:val="00504AB0"/>
    <w:rsid w:val="005063D3"/>
    <w:rsid w:val="00535BFE"/>
    <w:rsid w:val="0056114D"/>
    <w:rsid w:val="00571804"/>
    <w:rsid w:val="00583E89"/>
    <w:rsid w:val="00591BFF"/>
    <w:rsid w:val="005B0FFD"/>
    <w:rsid w:val="005B3F6A"/>
    <w:rsid w:val="005D7C21"/>
    <w:rsid w:val="005E5E58"/>
    <w:rsid w:val="006274AA"/>
    <w:rsid w:val="00635C5B"/>
    <w:rsid w:val="00641B6B"/>
    <w:rsid w:val="006542B9"/>
    <w:rsid w:val="006548C5"/>
    <w:rsid w:val="006C7894"/>
    <w:rsid w:val="006F2257"/>
    <w:rsid w:val="00700AFE"/>
    <w:rsid w:val="00705197"/>
    <w:rsid w:val="00714C74"/>
    <w:rsid w:val="00772E55"/>
    <w:rsid w:val="00776B29"/>
    <w:rsid w:val="00784D05"/>
    <w:rsid w:val="007C31E7"/>
    <w:rsid w:val="007C6759"/>
    <w:rsid w:val="007D7C7A"/>
    <w:rsid w:val="00800F70"/>
    <w:rsid w:val="00824032"/>
    <w:rsid w:val="008422C5"/>
    <w:rsid w:val="008850D1"/>
    <w:rsid w:val="008A0FAF"/>
    <w:rsid w:val="008A2650"/>
    <w:rsid w:val="008B2BB8"/>
    <w:rsid w:val="008B3D58"/>
    <w:rsid w:val="008C5763"/>
    <w:rsid w:val="008E3A7D"/>
    <w:rsid w:val="009165EA"/>
    <w:rsid w:val="0096223C"/>
    <w:rsid w:val="00966923"/>
    <w:rsid w:val="00970370"/>
    <w:rsid w:val="009752C3"/>
    <w:rsid w:val="00977949"/>
    <w:rsid w:val="00990D9E"/>
    <w:rsid w:val="009A37B7"/>
    <w:rsid w:val="009A3B37"/>
    <w:rsid w:val="009D674A"/>
    <w:rsid w:val="00A0350C"/>
    <w:rsid w:val="00A07687"/>
    <w:rsid w:val="00A42D59"/>
    <w:rsid w:val="00A514C7"/>
    <w:rsid w:val="00A60279"/>
    <w:rsid w:val="00A81E13"/>
    <w:rsid w:val="00AA3C8C"/>
    <w:rsid w:val="00AC72BF"/>
    <w:rsid w:val="00AE448B"/>
    <w:rsid w:val="00B27B31"/>
    <w:rsid w:val="00B70296"/>
    <w:rsid w:val="00B73C18"/>
    <w:rsid w:val="00BA10FD"/>
    <w:rsid w:val="00BB282D"/>
    <w:rsid w:val="00BC5C6E"/>
    <w:rsid w:val="00BD53B1"/>
    <w:rsid w:val="00BE2891"/>
    <w:rsid w:val="00BF000C"/>
    <w:rsid w:val="00BF34C6"/>
    <w:rsid w:val="00C0010D"/>
    <w:rsid w:val="00C351B6"/>
    <w:rsid w:val="00C357F6"/>
    <w:rsid w:val="00C40D88"/>
    <w:rsid w:val="00C6367D"/>
    <w:rsid w:val="00C67825"/>
    <w:rsid w:val="00CA43CA"/>
    <w:rsid w:val="00CC16DE"/>
    <w:rsid w:val="00CD04FC"/>
    <w:rsid w:val="00CD3229"/>
    <w:rsid w:val="00CE0B49"/>
    <w:rsid w:val="00CE28C0"/>
    <w:rsid w:val="00D169F7"/>
    <w:rsid w:val="00D24A8C"/>
    <w:rsid w:val="00D27331"/>
    <w:rsid w:val="00D377FA"/>
    <w:rsid w:val="00D46AAC"/>
    <w:rsid w:val="00D64F72"/>
    <w:rsid w:val="00D72EA9"/>
    <w:rsid w:val="00D74C56"/>
    <w:rsid w:val="00D81CF2"/>
    <w:rsid w:val="00DA6B64"/>
    <w:rsid w:val="00DB522D"/>
    <w:rsid w:val="00DB647C"/>
    <w:rsid w:val="00DD32B6"/>
    <w:rsid w:val="00DE0C50"/>
    <w:rsid w:val="00DF7379"/>
    <w:rsid w:val="00E01041"/>
    <w:rsid w:val="00E07D5D"/>
    <w:rsid w:val="00E264F9"/>
    <w:rsid w:val="00E31BE3"/>
    <w:rsid w:val="00E34DCE"/>
    <w:rsid w:val="00E415C3"/>
    <w:rsid w:val="00E41D06"/>
    <w:rsid w:val="00E655F3"/>
    <w:rsid w:val="00E66474"/>
    <w:rsid w:val="00E72C92"/>
    <w:rsid w:val="00E74369"/>
    <w:rsid w:val="00E74483"/>
    <w:rsid w:val="00E750B7"/>
    <w:rsid w:val="00E82417"/>
    <w:rsid w:val="00E953C2"/>
    <w:rsid w:val="00EC7E91"/>
    <w:rsid w:val="00ED1727"/>
    <w:rsid w:val="00F01E05"/>
    <w:rsid w:val="00F11B17"/>
    <w:rsid w:val="00F2174B"/>
    <w:rsid w:val="00F22375"/>
    <w:rsid w:val="00F32E9A"/>
    <w:rsid w:val="00F376F7"/>
    <w:rsid w:val="00F47FC3"/>
    <w:rsid w:val="00F646B7"/>
    <w:rsid w:val="00F70C8A"/>
    <w:rsid w:val="00F837EB"/>
    <w:rsid w:val="00FA3DC0"/>
    <w:rsid w:val="00FC303E"/>
    <w:rsid w:val="00FE2094"/>
    <w:rsid w:val="00FE33D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B1DC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uiPriority="2"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5C6E"/>
    <w:pPr>
      <w:spacing w:after="240" w:line="280" w:lineRule="exact"/>
      <w:jc w:val="both"/>
    </w:pPr>
  </w:style>
  <w:style w:type="paragraph" w:styleId="Heading1">
    <w:name w:val="heading 1"/>
    <w:basedOn w:val="Normal"/>
    <w:next w:val="Normal"/>
    <w:link w:val="Heading1Char"/>
    <w:uiPriority w:val="2"/>
    <w:qFormat/>
    <w:rsid w:val="00BF34C6"/>
    <w:pPr>
      <w:keepNext/>
      <w:keepLines/>
      <w:spacing w:before="300" w:after="180"/>
      <w:outlineLvl w:val="0"/>
    </w:pPr>
    <w:rPr>
      <w:rFonts w:ascii="Calibri" w:eastAsiaTheme="majorEastAsia" w:hAnsi="Calibri" w:cstheme="majorBidi"/>
      <w:b/>
      <w:bCs/>
      <w:color w:val="1F497D" w:themeColor="text2"/>
      <w:sz w:val="32"/>
      <w:szCs w:val="28"/>
    </w:rPr>
  </w:style>
  <w:style w:type="paragraph" w:styleId="Heading2">
    <w:name w:val="heading 2"/>
    <w:aliases w:val="Chapter Heading (Short)"/>
    <w:basedOn w:val="Normal"/>
    <w:next w:val="Normal"/>
    <w:link w:val="Heading2Char"/>
    <w:uiPriority w:val="2"/>
    <w:qFormat/>
    <w:rsid w:val="00BF34C6"/>
    <w:pPr>
      <w:keepNext/>
      <w:keepLines/>
      <w:spacing w:before="240" w:after="180"/>
      <w:outlineLvl w:val="1"/>
    </w:pPr>
    <w:rPr>
      <w:rFonts w:ascii="Calibri" w:eastAsiaTheme="majorEastAsia" w:hAnsi="Calibri" w:cstheme="majorBidi"/>
      <w:b/>
      <w:bCs/>
      <w:color w:val="1F497D" w:themeColor="text2"/>
      <w:sz w:val="26"/>
      <w:szCs w:val="26"/>
    </w:rPr>
  </w:style>
  <w:style w:type="paragraph" w:styleId="Heading3">
    <w:name w:val="heading 3"/>
    <w:basedOn w:val="Normal"/>
    <w:next w:val="Normal"/>
    <w:link w:val="Heading3Char"/>
    <w:uiPriority w:val="2"/>
    <w:unhideWhenUsed/>
    <w:qFormat/>
    <w:rsid w:val="00BF34C6"/>
    <w:pPr>
      <w:keepNext/>
      <w:keepLines/>
      <w:spacing w:before="240" w:after="120"/>
      <w:outlineLvl w:val="2"/>
    </w:pPr>
    <w:rPr>
      <w:rFonts w:ascii="Calibri" w:eastAsiaTheme="majorEastAsia" w:hAnsi="Calibri" w:cstheme="majorBidi"/>
      <w:b/>
      <w:bCs/>
      <w:i/>
      <w:color w:val="1F497D" w:themeColor="text2"/>
      <w:sz w:val="24"/>
    </w:rPr>
  </w:style>
  <w:style w:type="paragraph" w:styleId="Heading4">
    <w:name w:val="heading 4"/>
    <w:basedOn w:val="Normal"/>
    <w:next w:val="Normal"/>
    <w:link w:val="Heading4Char"/>
    <w:uiPriority w:val="9"/>
    <w:unhideWhenUsed/>
    <w:qFormat/>
    <w:rsid w:val="008C576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Chapter Heading (Short) Char"/>
    <w:basedOn w:val="DefaultParagraphFont"/>
    <w:link w:val="Heading2"/>
    <w:uiPriority w:val="2"/>
    <w:rsid w:val="00BF34C6"/>
    <w:rPr>
      <w:rFonts w:ascii="Calibri" w:eastAsiaTheme="majorEastAsia" w:hAnsi="Calibri" w:cstheme="majorBidi"/>
      <w:b/>
      <w:bCs/>
      <w:color w:val="1F497D" w:themeColor="text2"/>
      <w:sz w:val="26"/>
      <w:szCs w:val="26"/>
    </w:rPr>
  </w:style>
  <w:style w:type="character" w:styleId="CommentReference">
    <w:name w:val="annotation reference"/>
    <w:basedOn w:val="DefaultParagraphFont"/>
    <w:uiPriority w:val="99"/>
    <w:semiHidden/>
    <w:unhideWhenUsed/>
    <w:rsid w:val="00425E99"/>
    <w:rPr>
      <w:sz w:val="16"/>
      <w:szCs w:val="16"/>
    </w:rPr>
  </w:style>
  <w:style w:type="paragraph" w:styleId="CommentText">
    <w:name w:val="annotation text"/>
    <w:basedOn w:val="Normal"/>
    <w:link w:val="CommentTextChar"/>
    <w:uiPriority w:val="99"/>
    <w:semiHidden/>
    <w:unhideWhenUsed/>
    <w:rsid w:val="00425E99"/>
    <w:rPr>
      <w:sz w:val="20"/>
      <w:szCs w:val="20"/>
    </w:rPr>
  </w:style>
  <w:style w:type="character" w:customStyle="1" w:styleId="CommentTextChar">
    <w:name w:val="Comment Text Char"/>
    <w:basedOn w:val="DefaultParagraphFont"/>
    <w:link w:val="CommentText"/>
    <w:uiPriority w:val="99"/>
    <w:semiHidden/>
    <w:rsid w:val="00425E99"/>
    <w:rPr>
      <w:sz w:val="20"/>
      <w:szCs w:val="20"/>
    </w:rPr>
  </w:style>
  <w:style w:type="paragraph" w:styleId="BalloonText">
    <w:name w:val="Balloon Text"/>
    <w:basedOn w:val="Normal"/>
    <w:link w:val="BalloonTextChar"/>
    <w:uiPriority w:val="99"/>
    <w:semiHidden/>
    <w:unhideWhenUsed/>
    <w:rsid w:val="00BF34C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34C6"/>
    <w:rPr>
      <w:rFonts w:ascii="Tahoma" w:hAnsi="Tahoma" w:cs="Tahoma"/>
      <w:sz w:val="16"/>
      <w:szCs w:val="16"/>
    </w:rPr>
  </w:style>
  <w:style w:type="character" w:customStyle="1" w:styleId="Heading3Char">
    <w:name w:val="Heading 3 Char"/>
    <w:basedOn w:val="DefaultParagraphFont"/>
    <w:link w:val="Heading3"/>
    <w:uiPriority w:val="2"/>
    <w:rsid w:val="00BF34C6"/>
    <w:rPr>
      <w:rFonts w:ascii="Calibri" w:eastAsiaTheme="majorEastAsia" w:hAnsi="Calibri" w:cstheme="majorBidi"/>
      <w:b/>
      <w:bCs/>
      <w:i/>
      <w:color w:val="1F497D" w:themeColor="text2"/>
      <w:sz w:val="24"/>
    </w:rPr>
  </w:style>
  <w:style w:type="character" w:customStyle="1" w:styleId="Heading1Char">
    <w:name w:val="Heading 1 Char"/>
    <w:basedOn w:val="DefaultParagraphFont"/>
    <w:link w:val="Heading1"/>
    <w:uiPriority w:val="2"/>
    <w:rsid w:val="00BF34C6"/>
    <w:rPr>
      <w:rFonts w:ascii="Calibri" w:eastAsiaTheme="majorEastAsia" w:hAnsi="Calibri" w:cstheme="majorBidi"/>
      <w:b/>
      <w:bCs/>
      <w:color w:val="1F497D" w:themeColor="text2"/>
      <w:sz w:val="32"/>
      <w:szCs w:val="28"/>
    </w:rPr>
  </w:style>
  <w:style w:type="character" w:styleId="FootnoteReference">
    <w:name w:val="footnote reference"/>
    <w:basedOn w:val="DefaultParagraphFont"/>
    <w:uiPriority w:val="99"/>
    <w:rsid w:val="00127848"/>
    <w:rPr>
      <w:rFonts w:cs="Arial"/>
      <w:sz w:val="21"/>
      <w:vertAlign w:val="superscript"/>
    </w:rPr>
  </w:style>
  <w:style w:type="paragraph" w:customStyle="1" w:styleId="OutlineNumbered1">
    <w:name w:val="Outline Numbered 1"/>
    <w:basedOn w:val="Normal"/>
    <w:link w:val="OutlineNumbered1Char"/>
    <w:rsid w:val="00CD3229"/>
    <w:pPr>
      <w:numPr>
        <w:numId w:val="2"/>
      </w:numPr>
    </w:pPr>
  </w:style>
  <w:style w:type="character" w:customStyle="1" w:styleId="OutlineNumbered1Char">
    <w:name w:val="Outline Numbered 1 Char"/>
    <w:basedOn w:val="DefaultParagraphFont"/>
    <w:link w:val="OutlineNumbered1"/>
    <w:rsid w:val="00CD3229"/>
  </w:style>
  <w:style w:type="paragraph" w:customStyle="1" w:styleId="OutlineNumbered2">
    <w:name w:val="Outline Numbered 2"/>
    <w:basedOn w:val="Normal"/>
    <w:link w:val="OutlineNumbered2Char"/>
    <w:rsid w:val="00FE2094"/>
    <w:pPr>
      <w:numPr>
        <w:ilvl w:val="1"/>
        <w:numId w:val="2"/>
      </w:numPr>
    </w:pPr>
  </w:style>
  <w:style w:type="character" w:customStyle="1" w:styleId="OutlineNumbered2Char">
    <w:name w:val="Outline Numbered 2 Char"/>
    <w:basedOn w:val="DefaultParagraphFont"/>
    <w:link w:val="OutlineNumbered2"/>
    <w:rsid w:val="00FE2094"/>
  </w:style>
  <w:style w:type="paragraph" w:customStyle="1" w:styleId="OutlineNumbered3">
    <w:name w:val="Outline Numbered 3"/>
    <w:basedOn w:val="Normal"/>
    <w:link w:val="OutlineNumbered3Char"/>
    <w:rsid w:val="00FE2094"/>
    <w:pPr>
      <w:numPr>
        <w:ilvl w:val="2"/>
        <w:numId w:val="2"/>
      </w:numPr>
    </w:pPr>
  </w:style>
  <w:style w:type="character" w:customStyle="1" w:styleId="OutlineNumbered3Char">
    <w:name w:val="Outline Numbered 3 Char"/>
    <w:basedOn w:val="DefaultParagraphFont"/>
    <w:link w:val="OutlineNumbered3"/>
    <w:rsid w:val="00FE2094"/>
  </w:style>
  <w:style w:type="paragraph" w:styleId="FootnoteText">
    <w:name w:val="footnote text"/>
    <w:basedOn w:val="Normal"/>
    <w:link w:val="FootnoteTextChar"/>
    <w:uiPriority w:val="99"/>
    <w:rsid w:val="00E01041"/>
    <w:pPr>
      <w:tabs>
        <w:tab w:val="left" w:pos="357"/>
      </w:tabs>
      <w:spacing w:after="20" w:line="240" w:lineRule="auto"/>
      <w:ind w:left="357" w:hanging="357"/>
    </w:pPr>
    <w:rPr>
      <w:sz w:val="18"/>
      <w:szCs w:val="20"/>
    </w:rPr>
  </w:style>
  <w:style w:type="character" w:customStyle="1" w:styleId="FootnoteTextChar">
    <w:name w:val="Footnote Text Char"/>
    <w:basedOn w:val="DefaultParagraphFont"/>
    <w:link w:val="FootnoteText"/>
    <w:uiPriority w:val="99"/>
    <w:rsid w:val="00E01041"/>
    <w:rPr>
      <w:sz w:val="18"/>
      <w:szCs w:val="20"/>
    </w:rPr>
  </w:style>
  <w:style w:type="paragraph" w:customStyle="1" w:styleId="Bullet">
    <w:name w:val="Bullet"/>
    <w:aliases w:val="b,b1,b + line,Body,level 1"/>
    <w:basedOn w:val="Normal"/>
    <w:link w:val="BulletChar"/>
    <w:rsid w:val="00CD3229"/>
    <w:pPr>
      <w:numPr>
        <w:numId w:val="14"/>
      </w:numPr>
      <w:tabs>
        <w:tab w:val="clear" w:pos="661"/>
        <w:tab w:val="num" w:pos="567"/>
      </w:tabs>
      <w:ind w:left="567" w:hanging="567"/>
    </w:pPr>
    <w:rPr>
      <w:rFonts w:ascii="Calibri" w:eastAsiaTheme="majorEastAsia" w:hAnsi="Calibri" w:cstheme="majorBidi"/>
      <w:color w:val="000000" w:themeColor="text1"/>
      <w:szCs w:val="28"/>
    </w:rPr>
  </w:style>
  <w:style w:type="character" w:customStyle="1" w:styleId="BulletChar">
    <w:name w:val="Bullet Char"/>
    <w:basedOn w:val="Heading1Char"/>
    <w:link w:val="Bullet"/>
    <w:rsid w:val="00CD3229"/>
    <w:rPr>
      <w:rFonts w:ascii="Calibri" w:eastAsiaTheme="majorEastAsia" w:hAnsi="Calibri" w:cstheme="majorBidi"/>
      <w:b w:val="0"/>
      <w:bCs w:val="0"/>
      <w:color w:val="000000" w:themeColor="text1"/>
      <w:sz w:val="32"/>
      <w:szCs w:val="28"/>
    </w:rPr>
  </w:style>
  <w:style w:type="paragraph" w:customStyle="1" w:styleId="Dash">
    <w:name w:val="Dash"/>
    <w:basedOn w:val="Normal"/>
    <w:link w:val="DashChar"/>
    <w:rsid w:val="00BF34C6"/>
    <w:rPr>
      <w:rFonts w:asciiTheme="majorHAnsi" w:eastAsiaTheme="majorEastAsia" w:hAnsiTheme="majorHAnsi" w:cstheme="majorBidi"/>
      <w:color w:val="365F91" w:themeColor="accent1" w:themeShade="BF"/>
      <w:sz w:val="28"/>
      <w:szCs w:val="28"/>
    </w:rPr>
  </w:style>
  <w:style w:type="paragraph" w:customStyle="1" w:styleId="DoubleDot">
    <w:name w:val="Double Dot"/>
    <w:basedOn w:val="Normal"/>
    <w:link w:val="DoubleDotChar"/>
    <w:rsid w:val="00BF34C6"/>
    <w:rPr>
      <w:rFonts w:asciiTheme="majorHAnsi" w:eastAsiaTheme="majorEastAsia" w:hAnsiTheme="majorHAnsi" w:cstheme="majorBidi"/>
      <w:color w:val="365F91" w:themeColor="accent1" w:themeShade="BF"/>
      <w:sz w:val="28"/>
      <w:szCs w:val="28"/>
    </w:rPr>
  </w:style>
  <w:style w:type="character" w:customStyle="1" w:styleId="Heading4Char">
    <w:name w:val="Heading 4 Char"/>
    <w:basedOn w:val="DefaultParagraphFont"/>
    <w:link w:val="Heading4"/>
    <w:uiPriority w:val="9"/>
    <w:rsid w:val="008C5763"/>
    <w:rPr>
      <w:rFonts w:asciiTheme="majorHAnsi" w:eastAsiaTheme="majorEastAsia" w:hAnsiTheme="majorHAnsi" w:cstheme="majorBidi"/>
      <w:b/>
      <w:bCs/>
      <w:i/>
      <w:iCs/>
      <w:color w:val="4F81BD" w:themeColor="accent1"/>
    </w:rPr>
  </w:style>
  <w:style w:type="paragraph" w:customStyle="1" w:styleId="boxNumbering">
    <w:name w:val="boxNumbering"/>
    <w:basedOn w:val="BoxText"/>
    <w:qFormat/>
    <w:rsid w:val="00CD3229"/>
    <w:pPr>
      <w:numPr>
        <w:numId w:val="12"/>
      </w:numPr>
      <w:tabs>
        <w:tab w:val="clear" w:pos="454"/>
        <w:tab w:val="left" w:pos="425"/>
      </w:tabs>
      <w:ind w:left="425" w:hanging="425"/>
    </w:pPr>
  </w:style>
  <w:style w:type="paragraph" w:customStyle="1" w:styleId="BoxHeadingSub">
    <w:name w:val="Box Heading Sub"/>
    <w:basedOn w:val="Normal"/>
    <w:qFormat/>
    <w:rsid w:val="006F2257"/>
    <w:pPr>
      <w:keepNext/>
      <w:tabs>
        <w:tab w:val="left" w:pos="454"/>
      </w:tabs>
      <w:spacing w:before="180" w:after="120"/>
      <w:ind w:left="454" w:hanging="454"/>
    </w:pPr>
    <w:rPr>
      <w:rFonts w:ascii="Cambria" w:eastAsia="Times New Roman" w:hAnsi="Cambria" w:cs="Times New Roman"/>
      <w:b/>
      <w:color w:val="365F91" w:themeColor="accent1" w:themeShade="BF"/>
      <w:sz w:val="24"/>
      <w:szCs w:val="20"/>
      <w:lang w:eastAsia="en-AU"/>
    </w:rPr>
  </w:style>
  <w:style w:type="paragraph" w:styleId="Title">
    <w:name w:val="Title"/>
    <w:basedOn w:val="Normal"/>
    <w:next w:val="Normal"/>
    <w:link w:val="TitleChar"/>
    <w:uiPriority w:val="10"/>
    <w:qFormat/>
    <w:rsid w:val="00CD3229"/>
    <w:pPr>
      <w:pBdr>
        <w:bottom w:val="single" w:sz="8" w:space="4" w:color="1F497D" w:themeColor="text2"/>
      </w:pBdr>
      <w:spacing w:after="1440" w:line="240" w:lineRule="auto"/>
      <w:contextualSpacing/>
      <w:jc w:val="left"/>
    </w:pPr>
    <w:rPr>
      <w:rFonts w:ascii="Arial" w:eastAsiaTheme="majorEastAsia" w:hAnsi="Arial" w:cstheme="majorBidi"/>
      <w:color w:val="1F497D" w:themeColor="text2"/>
      <w:spacing w:val="5"/>
      <w:kern w:val="28"/>
      <w:sz w:val="46"/>
      <w:szCs w:val="52"/>
    </w:rPr>
  </w:style>
  <w:style w:type="character" w:customStyle="1" w:styleId="TitleChar">
    <w:name w:val="Title Char"/>
    <w:basedOn w:val="DefaultParagraphFont"/>
    <w:link w:val="Title"/>
    <w:uiPriority w:val="10"/>
    <w:rsid w:val="00CD3229"/>
    <w:rPr>
      <w:rFonts w:ascii="Arial" w:eastAsiaTheme="majorEastAsia" w:hAnsi="Arial" w:cstheme="majorBidi"/>
      <w:color w:val="1F497D" w:themeColor="text2"/>
      <w:spacing w:val="5"/>
      <w:kern w:val="28"/>
      <w:sz w:val="46"/>
      <w:szCs w:val="52"/>
    </w:rPr>
  </w:style>
  <w:style w:type="paragraph" w:styleId="CommentSubject">
    <w:name w:val="annotation subject"/>
    <w:basedOn w:val="CommentText"/>
    <w:next w:val="CommentText"/>
    <w:link w:val="CommentSubjectChar"/>
    <w:uiPriority w:val="99"/>
    <w:semiHidden/>
    <w:unhideWhenUsed/>
    <w:rsid w:val="00235441"/>
    <w:rPr>
      <w:b/>
      <w:bCs/>
    </w:rPr>
  </w:style>
  <w:style w:type="character" w:customStyle="1" w:styleId="CommentSubjectChar">
    <w:name w:val="Comment Subject Char"/>
    <w:basedOn w:val="CommentTextChar"/>
    <w:link w:val="CommentSubject"/>
    <w:uiPriority w:val="99"/>
    <w:semiHidden/>
    <w:rsid w:val="00235441"/>
    <w:rPr>
      <w:b/>
      <w:bCs/>
      <w:sz w:val="20"/>
      <w:szCs w:val="20"/>
    </w:rPr>
  </w:style>
  <w:style w:type="paragraph" w:styleId="Header">
    <w:name w:val="header"/>
    <w:basedOn w:val="Normal"/>
    <w:link w:val="HeaderChar"/>
    <w:uiPriority w:val="99"/>
    <w:unhideWhenUsed/>
    <w:rsid w:val="00BF34C6"/>
    <w:pPr>
      <w:tabs>
        <w:tab w:val="center" w:pos="4513"/>
        <w:tab w:val="right" w:pos="9026"/>
      </w:tabs>
      <w:spacing w:after="0"/>
    </w:pPr>
  </w:style>
  <w:style w:type="character" w:customStyle="1" w:styleId="HeaderChar">
    <w:name w:val="Header Char"/>
    <w:basedOn w:val="DefaultParagraphFont"/>
    <w:link w:val="Header"/>
    <w:uiPriority w:val="99"/>
    <w:rsid w:val="00BF34C6"/>
  </w:style>
  <w:style w:type="paragraph" w:styleId="Footer">
    <w:name w:val="footer"/>
    <w:basedOn w:val="Normal"/>
    <w:link w:val="FooterChar"/>
    <w:unhideWhenUsed/>
    <w:rsid w:val="00BF34C6"/>
    <w:pPr>
      <w:tabs>
        <w:tab w:val="center" w:pos="4513"/>
        <w:tab w:val="right" w:pos="9026"/>
      </w:tabs>
      <w:spacing w:after="0"/>
      <w:jc w:val="center"/>
    </w:pPr>
  </w:style>
  <w:style w:type="character" w:customStyle="1" w:styleId="FooterChar">
    <w:name w:val="Footer Char"/>
    <w:basedOn w:val="DefaultParagraphFont"/>
    <w:link w:val="Footer"/>
    <w:rsid w:val="00BF34C6"/>
  </w:style>
  <w:style w:type="paragraph" w:styleId="EnvelopeAddress">
    <w:name w:val="envelope address"/>
    <w:basedOn w:val="Normal"/>
    <w:uiPriority w:val="99"/>
    <w:semiHidden/>
    <w:unhideWhenUsed/>
    <w:rsid w:val="00BF34C6"/>
    <w:pPr>
      <w:framePr w:w="7920" w:h="1980" w:hRule="exact" w:hSpace="180" w:wrap="auto" w:hAnchor="page" w:xAlign="center" w:yAlign="bottom"/>
      <w:spacing w:after="0"/>
      <w:ind w:left="2880"/>
    </w:pPr>
    <w:rPr>
      <w:rFonts w:ascii="Garamond" w:eastAsiaTheme="majorEastAsia" w:hAnsi="Garamond" w:cstheme="majorBidi"/>
      <w:b/>
      <w:sz w:val="24"/>
      <w:szCs w:val="24"/>
    </w:rPr>
  </w:style>
  <w:style w:type="paragraph" w:styleId="TOCHeading">
    <w:name w:val="TOC Heading"/>
    <w:basedOn w:val="Heading1"/>
    <w:next w:val="Normal"/>
    <w:uiPriority w:val="39"/>
    <w:unhideWhenUsed/>
    <w:qFormat/>
    <w:rsid w:val="00FA3DC0"/>
    <w:pPr>
      <w:keepLines w:val="0"/>
      <w:pBdr>
        <w:bottom w:val="single" w:sz="12" w:space="11" w:color="004A7F"/>
      </w:pBdr>
      <w:tabs>
        <w:tab w:val="left" w:pos="567"/>
      </w:tabs>
      <w:spacing w:before="0" w:after="480" w:line="240" w:lineRule="auto"/>
      <w:ind w:left="567" w:hanging="567"/>
      <w:outlineLvl w:val="9"/>
    </w:pPr>
    <w:rPr>
      <w:rFonts w:eastAsia="Times New Roman" w:cs="Arial"/>
      <w:bCs w:val="0"/>
      <w:caps/>
      <w:color w:val="004A7F"/>
      <w:kern w:val="32"/>
      <w:sz w:val="44"/>
      <w:szCs w:val="36"/>
      <w:lang w:eastAsia="en-AU"/>
    </w:rPr>
  </w:style>
  <w:style w:type="paragraph" w:styleId="TOC1">
    <w:name w:val="toc 1"/>
    <w:basedOn w:val="Normal"/>
    <w:next w:val="Normal"/>
    <w:uiPriority w:val="39"/>
    <w:unhideWhenUsed/>
    <w:rsid w:val="00BC5C6E"/>
    <w:pPr>
      <w:tabs>
        <w:tab w:val="right" w:leader="dot" w:pos="9016"/>
      </w:tabs>
      <w:spacing w:before="120" w:after="60" w:line="240" w:lineRule="exact"/>
    </w:pPr>
    <w:rPr>
      <w:b/>
      <w:caps/>
      <w:noProof/>
      <w:color w:val="1F497D" w:themeColor="text2"/>
    </w:rPr>
  </w:style>
  <w:style w:type="character" w:styleId="Hyperlink">
    <w:name w:val="Hyperlink"/>
    <w:basedOn w:val="DefaultParagraphFont"/>
    <w:uiPriority w:val="99"/>
    <w:unhideWhenUsed/>
    <w:rsid w:val="00BF34C6"/>
    <w:rPr>
      <w:color w:val="0000FF" w:themeColor="hyperlink"/>
      <w:u w:val="single"/>
    </w:rPr>
  </w:style>
  <w:style w:type="character" w:customStyle="1" w:styleId="DashChar">
    <w:name w:val="Dash Char"/>
    <w:basedOn w:val="Heading1Char"/>
    <w:link w:val="Dash"/>
    <w:rsid w:val="00BF34C6"/>
    <w:rPr>
      <w:rFonts w:asciiTheme="majorHAnsi" w:eastAsiaTheme="majorEastAsia" w:hAnsiTheme="majorHAnsi" w:cstheme="majorBidi"/>
      <w:b w:val="0"/>
      <w:bCs w:val="0"/>
      <w:color w:val="365F91" w:themeColor="accent1" w:themeShade="BF"/>
      <w:sz w:val="28"/>
      <w:szCs w:val="28"/>
    </w:rPr>
  </w:style>
  <w:style w:type="character" w:customStyle="1" w:styleId="DoubleDotChar">
    <w:name w:val="Double Dot Char"/>
    <w:basedOn w:val="Heading1Char"/>
    <w:link w:val="DoubleDot"/>
    <w:rsid w:val="00BF34C6"/>
    <w:rPr>
      <w:rFonts w:asciiTheme="majorHAnsi" w:eastAsiaTheme="majorEastAsia" w:hAnsiTheme="majorHAnsi" w:cstheme="majorBidi"/>
      <w:b w:val="0"/>
      <w:bCs w:val="0"/>
      <w:color w:val="365F91" w:themeColor="accent1" w:themeShade="BF"/>
      <w:sz w:val="28"/>
      <w:szCs w:val="28"/>
    </w:rPr>
  </w:style>
  <w:style w:type="paragraph" w:customStyle="1" w:styleId="Singleparagraph">
    <w:name w:val="Single paragraph"/>
    <w:basedOn w:val="Normal"/>
    <w:qFormat/>
    <w:rsid w:val="00BF34C6"/>
    <w:pPr>
      <w:spacing w:after="0"/>
    </w:pPr>
  </w:style>
  <w:style w:type="paragraph" w:styleId="Quote">
    <w:name w:val="Quote"/>
    <w:basedOn w:val="Normal"/>
    <w:next w:val="Normal"/>
    <w:link w:val="QuoteChar"/>
    <w:uiPriority w:val="29"/>
    <w:qFormat/>
    <w:rsid w:val="00BF34C6"/>
    <w:pPr>
      <w:spacing w:before="120"/>
      <w:ind w:left="567" w:hanging="567"/>
    </w:pPr>
    <w:rPr>
      <w:iCs/>
      <w:color w:val="000000" w:themeColor="text1"/>
    </w:rPr>
  </w:style>
  <w:style w:type="character" w:customStyle="1" w:styleId="QuoteChar">
    <w:name w:val="Quote Char"/>
    <w:basedOn w:val="DefaultParagraphFont"/>
    <w:link w:val="Quote"/>
    <w:uiPriority w:val="29"/>
    <w:rsid w:val="00BF34C6"/>
    <w:rPr>
      <w:iCs/>
      <w:color w:val="000000" w:themeColor="text1"/>
    </w:rPr>
  </w:style>
  <w:style w:type="paragraph" w:customStyle="1" w:styleId="Heading1numbered">
    <w:name w:val="Heading 1 numbered"/>
    <w:basedOn w:val="Heading1"/>
    <w:uiPriority w:val="2"/>
    <w:qFormat/>
    <w:rsid w:val="00BF34C6"/>
    <w:pPr>
      <w:numPr>
        <w:numId w:val="15"/>
      </w:numPr>
      <w:tabs>
        <w:tab w:val="left" w:pos="567"/>
      </w:tabs>
      <w:ind w:left="0" w:firstLine="0"/>
    </w:pPr>
  </w:style>
  <w:style w:type="paragraph" w:styleId="Subtitle">
    <w:name w:val="Subtitle"/>
    <w:basedOn w:val="Normal"/>
    <w:next w:val="Normal"/>
    <w:link w:val="SubtitleChar"/>
    <w:uiPriority w:val="11"/>
    <w:qFormat/>
    <w:rsid w:val="00BC5C6E"/>
    <w:pPr>
      <w:numPr>
        <w:ilvl w:val="1"/>
      </w:numPr>
      <w:spacing w:after="1440"/>
    </w:pPr>
    <w:rPr>
      <w:rFonts w:ascii="Arial Bold" w:hAnsi="Arial Bold" w:cs="Arial"/>
      <w:b/>
      <w:caps/>
      <w:color w:val="1F497D" w:themeColor="text2"/>
      <w:spacing w:val="5"/>
      <w:kern w:val="28"/>
      <w:sz w:val="28"/>
    </w:rPr>
  </w:style>
  <w:style w:type="character" w:customStyle="1" w:styleId="SubtitleChar">
    <w:name w:val="Subtitle Char"/>
    <w:basedOn w:val="DefaultParagraphFont"/>
    <w:link w:val="Subtitle"/>
    <w:uiPriority w:val="11"/>
    <w:rsid w:val="00BC5C6E"/>
    <w:rPr>
      <w:rFonts w:ascii="Arial Bold" w:hAnsi="Arial Bold" w:cs="Arial"/>
      <w:b/>
      <w:caps/>
      <w:color w:val="1F497D" w:themeColor="text2"/>
      <w:spacing w:val="5"/>
      <w:kern w:val="28"/>
      <w:sz w:val="28"/>
    </w:rPr>
  </w:style>
  <w:style w:type="paragraph" w:styleId="TOC2">
    <w:name w:val="toc 2"/>
    <w:basedOn w:val="Normal"/>
    <w:next w:val="Normal"/>
    <w:uiPriority w:val="39"/>
    <w:unhideWhenUsed/>
    <w:rsid w:val="00635C5B"/>
    <w:pPr>
      <w:tabs>
        <w:tab w:val="right" w:leader="dot" w:pos="9016"/>
      </w:tabs>
      <w:spacing w:before="60" w:after="60"/>
      <w:ind w:left="284" w:right="794"/>
      <w:jc w:val="left"/>
    </w:pPr>
    <w:rPr>
      <w:noProof/>
      <w:color w:val="1F497D" w:themeColor="text2"/>
    </w:rPr>
  </w:style>
  <w:style w:type="paragraph" w:customStyle="1" w:styleId="SubSubtitle">
    <w:name w:val="Sub Subtitle"/>
    <w:basedOn w:val="Normal"/>
    <w:rsid w:val="00CD3229"/>
    <w:pPr>
      <w:spacing w:after="120" w:line="240" w:lineRule="auto"/>
    </w:pPr>
    <w:rPr>
      <w:rFonts w:ascii="Arial" w:hAnsi="Arial" w:cs="Arial"/>
      <w:color w:val="1F497D" w:themeColor="text2"/>
      <w:sz w:val="36"/>
    </w:rPr>
  </w:style>
  <w:style w:type="paragraph" w:customStyle="1" w:styleId="Footer-Odd">
    <w:name w:val="Footer - Odd"/>
    <w:basedOn w:val="Footer"/>
    <w:rsid w:val="00FA3DC0"/>
    <w:pPr>
      <w:jc w:val="right"/>
    </w:pPr>
    <w:rPr>
      <w:color w:val="1F497D" w:themeColor="text2"/>
      <w:sz w:val="20"/>
    </w:rPr>
  </w:style>
  <w:style w:type="paragraph" w:customStyle="1" w:styleId="Header-Even">
    <w:name w:val="Header - Even"/>
    <w:basedOn w:val="Normal"/>
    <w:rsid w:val="00FA3DC0"/>
    <w:pPr>
      <w:tabs>
        <w:tab w:val="center" w:pos="4513"/>
        <w:tab w:val="right" w:pos="9026"/>
      </w:tabs>
      <w:spacing w:after="0" w:line="240" w:lineRule="auto"/>
      <w:jc w:val="left"/>
    </w:pPr>
    <w:rPr>
      <w:color w:val="1F497D" w:themeColor="text2"/>
      <w:sz w:val="20"/>
    </w:rPr>
  </w:style>
  <w:style w:type="paragraph" w:customStyle="1" w:styleId="Header-Odd">
    <w:name w:val="Header - Odd"/>
    <w:basedOn w:val="Header-Even"/>
    <w:rsid w:val="00BC5C6E"/>
    <w:pPr>
      <w:jc w:val="right"/>
    </w:pPr>
  </w:style>
  <w:style w:type="paragraph" w:customStyle="1" w:styleId="ChartGraphic">
    <w:name w:val="Chart Graphic"/>
    <w:basedOn w:val="Header"/>
    <w:rsid w:val="00CD3229"/>
    <w:pPr>
      <w:spacing w:line="240" w:lineRule="auto"/>
      <w:jc w:val="center"/>
    </w:pPr>
    <w:rPr>
      <w:noProof/>
      <w:lang w:eastAsia="en-AU"/>
    </w:rPr>
  </w:style>
  <w:style w:type="paragraph" w:customStyle="1" w:styleId="TableGraphic">
    <w:name w:val="Table Graphic"/>
    <w:basedOn w:val="Normal"/>
    <w:next w:val="Normal"/>
    <w:qFormat/>
    <w:rsid w:val="00CD3229"/>
    <w:pPr>
      <w:spacing w:after="180" w:line="240" w:lineRule="auto"/>
      <w:ind w:right="-113"/>
    </w:pPr>
    <w:rPr>
      <w:rFonts w:ascii="Arial" w:eastAsia="Times New Roman" w:hAnsi="Arial" w:cs="Times New Roman"/>
      <w:noProof/>
      <w:color w:val="000080"/>
      <w:sz w:val="20"/>
      <w:lang w:eastAsia="en-AU"/>
    </w:rPr>
  </w:style>
  <w:style w:type="paragraph" w:styleId="TOC3">
    <w:name w:val="toc 3"/>
    <w:basedOn w:val="Normal"/>
    <w:next w:val="Normal"/>
    <w:autoRedefine/>
    <w:uiPriority w:val="39"/>
    <w:unhideWhenUsed/>
    <w:rsid w:val="00BC5C6E"/>
    <w:pPr>
      <w:spacing w:after="100"/>
      <w:ind w:left="440"/>
    </w:pPr>
  </w:style>
  <w:style w:type="paragraph" w:customStyle="1" w:styleId="Heading1-NoNumber">
    <w:name w:val="Heading 1 - No Number"/>
    <w:basedOn w:val="Heading1numbered"/>
    <w:rsid w:val="00BC5C6E"/>
    <w:pPr>
      <w:keepLines w:val="0"/>
      <w:numPr>
        <w:numId w:val="0"/>
      </w:numPr>
      <w:pBdr>
        <w:bottom w:val="single" w:sz="12" w:space="11" w:color="004A7F"/>
      </w:pBdr>
      <w:spacing w:before="0" w:after="480" w:line="240" w:lineRule="auto"/>
      <w:ind w:left="567" w:hanging="567"/>
    </w:pPr>
    <w:rPr>
      <w:rFonts w:eastAsia="Times New Roman" w:cs="Arial"/>
      <w:bCs w:val="0"/>
      <w:caps/>
      <w:color w:val="004A7F"/>
      <w:kern w:val="32"/>
      <w:sz w:val="44"/>
      <w:szCs w:val="36"/>
      <w:lang w:eastAsia="en-AU"/>
    </w:rPr>
  </w:style>
  <w:style w:type="paragraph" w:customStyle="1" w:styleId="Heading2-NoNumbered">
    <w:name w:val="Heading 2 - No Numbered"/>
    <w:basedOn w:val="Normal"/>
    <w:rsid w:val="00FA3DC0"/>
    <w:pPr>
      <w:keepNext/>
      <w:spacing w:before="240" w:line="240" w:lineRule="auto"/>
      <w:jc w:val="left"/>
      <w:outlineLvl w:val="1"/>
    </w:pPr>
    <w:rPr>
      <w:rFonts w:ascii="Calibri" w:eastAsia="Times New Roman" w:hAnsi="Calibri" w:cs="Arial"/>
      <w:b/>
      <w:iCs/>
      <w:caps/>
      <w:color w:val="595959" w:themeColor="text1" w:themeTint="A6"/>
      <w:kern w:val="32"/>
      <w:sz w:val="32"/>
      <w:szCs w:val="28"/>
      <w:lang w:eastAsia="en-AU"/>
    </w:rPr>
  </w:style>
  <w:style w:type="paragraph" w:styleId="ListParagraph">
    <w:name w:val="List Paragraph"/>
    <w:basedOn w:val="Normal"/>
    <w:uiPriority w:val="34"/>
    <w:qFormat/>
    <w:rsid w:val="00BC5C6E"/>
    <w:pPr>
      <w:ind w:left="720"/>
      <w:contextualSpacing/>
    </w:pPr>
  </w:style>
  <w:style w:type="paragraph" w:customStyle="1" w:styleId="Heading3-NoNumbered">
    <w:name w:val="Heading 3 - No Numbered"/>
    <w:basedOn w:val="Normal"/>
    <w:rsid w:val="00FA3DC0"/>
    <w:pPr>
      <w:keepNext/>
      <w:spacing w:before="240"/>
      <w:jc w:val="left"/>
      <w:outlineLvl w:val="2"/>
    </w:pPr>
    <w:rPr>
      <w:rFonts w:ascii="Calibri" w:eastAsiaTheme="majorEastAsia" w:hAnsi="Calibri" w:cs="Arial"/>
      <w:b/>
      <w:color w:val="004A7F"/>
      <w:kern w:val="32"/>
      <w:sz w:val="28"/>
      <w:szCs w:val="26"/>
      <w:lang w:eastAsia="en-AU"/>
    </w:rPr>
  </w:style>
  <w:style w:type="paragraph" w:customStyle="1" w:styleId="Heading4-NoNumber">
    <w:name w:val="Heading 4 - No Number"/>
    <w:basedOn w:val="Heading4"/>
    <w:rsid w:val="00CD3229"/>
    <w:pPr>
      <w:spacing w:after="180" w:line="240" w:lineRule="auto"/>
    </w:pPr>
    <w:rPr>
      <w:rFonts w:ascii="Calibri" w:hAnsi="Calibri"/>
      <w:i w:val="0"/>
      <w:color w:val="808080" w:themeColor="background1" w:themeShade="80"/>
      <w:sz w:val="26"/>
    </w:rPr>
  </w:style>
  <w:style w:type="paragraph" w:customStyle="1" w:styleId="BoxText">
    <w:name w:val="Box Text"/>
    <w:basedOn w:val="Normal"/>
    <w:link w:val="BoxTextChar"/>
    <w:rsid w:val="00CD3229"/>
    <w:pPr>
      <w:spacing w:before="120" w:after="120"/>
    </w:pPr>
    <w:rPr>
      <w:rFonts w:ascii="Arial" w:eastAsia="Times New Roman" w:hAnsi="Arial" w:cs="Arial"/>
      <w:color w:val="000000"/>
      <w:sz w:val="20"/>
      <w:szCs w:val="20"/>
      <w:lang w:eastAsia="en-AU"/>
    </w:rPr>
  </w:style>
  <w:style w:type="character" w:customStyle="1" w:styleId="BoxTextChar">
    <w:name w:val="Box Text Char"/>
    <w:basedOn w:val="DefaultParagraphFont"/>
    <w:link w:val="BoxText"/>
    <w:rsid w:val="00CD3229"/>
    <w:rPr>
      <w:rFonts w:ascii="Arial" w:eastAsia="Times New Roman" w:hAnsi="Arial" w:cs="Arial"/>
      <w:color w:val="000000"/>
      <w:sz w:val="20"/>
      <w:szCs w:val="20"/>
      <w:lang w:eastAsia="en-AU"/>
    </w:rPr>
  </w:style>
  <w:style w:type="paragraph" w:customStyle="1" w:styleId="BoxHeading">
    <w:name w:val="Box Heading"/>
    <w:basedOn w:val="Normal"/>
    <w:next w:val="BoxText"/>
    <w:rsid w:val="00CD3229"/>
    <w:pPr>
      <w:widowControl w:val="0"/>
      <w:tabs>
        <w:tab w:val="left" w:pos="992"/>
      </w:tabs>
      <w:spacing w:before="120" w:after="120" w:line="240" w:lineRule="auto"/>
      <w:ind w:left="992" w:hanging="992"/>
      <w:jc w:val="left"/>
    </w:pPr>
    <w:rPr>
      <w:rFonts w:ascii="Arial Bold" w:eastAsiaTheme="majorEastAsia" w:hAnsi="Arial Bold" w:cs="Times New Roman"/>
      <w:b/>
      <w:caps/>
      <w:color w:val="1F497D" w:themeColor="text2"/>
      <w:sz w:val="24"/>
      <w:lang w:eastAsia="en-AU"/>
    </w:rPr>
  </w:style>
  <w:style w:type="paragraph" w:customStyle="1" w:styleId="Footer-Even">
    <w:name w:val="Footer - Even"/>
    <w:basedOn w:val="Footer-Odd"/>
    <w:rsid w:val="00FA3DC0"/>
    <w:pPr>
      <w:spacing w:line="240" w:lineRule="auto"/>
      <w:jc w:val="left"/>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uiPriority="2"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5C6E"/>
    <w:pPr>
      <w:spacing w:after="240" w:line="280" w:lineRule="exact"/>
      <w:jc w:val="both"/>
    </w:pPr>
  </w:style>
  <w:style w:type="paragraph" w:styleId="Heading1">
    <w:name w:val="heading 1"/>
    <w:basedOn w:val="Normal"/>
    <w:next w:val="Normal"/>
    <w:link w:val="Heading1Char"/>
    <w:uiPriority w:val="2"/>
    <w:qFormat/>
    <w:rsid w:val="00BF34C6"/>
    <w:pPr>
      <w:keepNext/>
      <w:keepLines/>
      <w:spacing w:before="300" w:after="180"/>
      <w:outlineLvl w:val="0"/>
    </w:pPr>
    <w:rPr>
      <w:rFonts w:ascii="Calibri" w:eastAsiaTheme="majorEastAsia" w:hAnsi="Calibri" w:cstheme="majorBidi"/>
      <w:b/>
      <w:bCs/>
      <w:color w:val="1F497D" w:themeColor="text2"/>
      <w:sz w:val="32"/>
      <w:szCs w:val="28"/>
    </w:rPr>
  </w:style>
  <w:style w:type="paragraph" w:styleId="Heading2">
    <w:name w:val="heading 2"/>
    <w:aliases w:val="Chapter Heading (Short)"/>
    <w:basedOn w:val="Normal"/>
    <w:next w:val="Normal"/>
    <w:link w:val="Heading2Char"/>
    <w:uiPriority w:val="2"/>
    <w:qFormat/>
    <w:rsid w:val="00BF34C6"/>
    <w:pPr>
      <w:keepNext/>
      <w:keepLines/>
      <w:spacing w:before="240" w:after="180"/>
      <w:outlineLvl w:val="1"/>
    </w:pPr>
    <w:rPr>
      <w:rFonts w:ascii="Calibri" w:eastAsiaTheme="majorEastAsia" w:hAnsi="Calibri" w:cstheme="majorBidi"/>
      <w:b/>
      <w:bCs/>
      <w:color w:val="1F497D" w:themeColor="text2"/>
      <w:sz w:val="26"/>
      <w:szCs w:val="26"/>
    </w:rPr>
  </w:style>
  <w:style w:type="paragraph" w:styleId="Heading3">
    <w:name w:val="heading 3"/>
    <w:basedOn w:val="Normal"/>
    <w:next w:val="Normal"/>
    <w:link w:val="Heading3Char"/>
    <w:uiPriority w:val="2"/>
    <w:unhideWhenUsed/>
    <w:qFormat/>
    <w:rsid w:val="00BF34C6"/>
    <w:pPr>
      <w:keepNext/>
      <w:keepLines/>
      <w:spacing w:before="240" w:after="120"/>
      <w:outlineLvl w:val="2"/>
    </w:pPr>
    <w:rPr>
      <w:rFonts w:ascii="Calibri" w:eastAsiaTheme="majorEastAsia" w:hAnsi="Calibri" w:cstheme="majorBidi"/>
      <w:b/>
      <w:bCs/>
      <w:i/>
      <w:color w:val="1F497D" w:themeColor="text2"/>
      <w:sz w:val="24"/>
    </w:rPr>
  </w:style>
  <w:style w:type="paragraph" w:styleId="Heading4">
    <w:name w:val="heading 4"/>
    <w:basedOn w:val="Normal"/>
    <w:next w:val="Normal"/>
    <w:link w:val="Heading4Char"/>
    <w:uiPriority w:val="9"/>
    <w:unhideWhenUsed/>
    <w:qFormat/>
    <w:rsid w:val="008C576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Chapter Heading (Short) Char"/>
    <w:basedOn w:val="DefaultParagraphFont"/>
    <w:link w:val="Heading2"/>
    <w:uiPriority w:val="2"/>
    <w:rsid w:val="00BF34C6"/>
    <w:rPr>
      <w:rFonts w:ascii="Calibri" w:eastAsiaTheme="majorEastAsia" w:hAnsi="Calibri" w:cstheme="majorBidi"/>
      <w:b/>
      <w:bCs/>
      <w:color w:val="1F497D" w:themeColor="text2"/>
      <w:sz w:val="26"/>
      <w:szCs w:val="26"/>
    </w:rPr>
  </w:style>
  <w:style w:type="character" w:styleId="CommentReference">
    <w:name w:val="annotation reference"/>
    <w:basedOn w:val="DefaultParagraphFont"/>
    <w:uiPriority w:val="99"/>
    <w:semiHidden/>
    <w:unhideWhenUsed/>
    <w:rsid w:val="00425E99"/>
    <w:rPr>
      <w:sz w:val="16"/>
      <w:szCs w:val="16"/>
    </w:rPr>
  </w:style>
  <w:style w:type="paragraph" w:styleId="CommentText">
    <w:name w:val="annotation text"/>
    <w:basedOn w:val="Normal"/>
    <w:link w:val="CommentTextChar"/>
    <w:uiPriority w:val="99"/>
    <w:semiHidden/>
    <w:unhideWhenUsed/>
    <w:rsid w:val="00425E99"/>
    <w:rPr>
      <w:sz w:val="20"/>
      <w:szCs w:val="20"/>
    </w:rPr>
  </w:style>
  <w:style w:type="character" w:customStyle="1" w:styleId="CommentTextChar">
    <w:name w:val="Comment Text Char"/>
    <w:basedOn w:val="DefaultParagraphFont"/>
    <w:link w:val="CommentText"/>
    <w:uiPriority w:val="99"/>
    <w:semiHidden/>
    <w:rsid w:val="00425E99"/>
    <w:rPr>
      <w:sz w:val="20"/>
      <w:szCs w:val="20"/>
    </w:rPr>
  </w:style>
  <w:style w:type="paragraph" w:styleId="BalloonText">
    <w:name w:val="Balloon Text"/>
    <w:basedOn w:val="Normal"/>
    <w:link w:val="BalloonTextChar"/>
    <w:uiPriority w:val="99"/>
    <w:semiHidden/>
    <w:unhideWhenUsed/>
    <w:rsid w:val="00BF34C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34C6"/>
    <w:rPr>
      <w:rFonts w:ascii="Tahoma" w:hAnsi="Tahoma" w:cs="Tahoma"/>
      <w:sz w:val="16"/>
      <w:szCs w:val="16"/>
    </w:rPr>
  </w:style>
  <w:style w:type="character" w:customStyle="1" w:styleId="Heading3Char">
    <w:name w:val="Heading 3 Char"/>
    <w:basedOn w:val="DefaultParagraphFont"/>
    <w:link w:val="Heading3"/>
    <w:uiPriority w:val="2"/>
    <w:rsid w:val="00BF34C6"/>
    <w:rPr>
      <w:rFonts w:ascii="Calibri" w:eastAsiaTheme="majorEastAsia" w:hAnsi="Calibri" w:cstheme="majorBidi"/>
      <w:b/>
      <w:bCs/>
      <w:i/>
      <w:color w:val="1F497D" w:themeColor="text2"/>
      <w:sz w:val="24"/>
    </w:rPr>
  </w:style>
  <w:style w:type="character" w:customStyle="1" w:styleId="Heading1Char">
    <w:name w:val="Heading 1 Char"/>
    <w:basedOn w:val="DefaultParagraphFont"/>
    <w:link w:val="Heading1"/>
    <w:uiPriority w:val="2"/>
    <w:rsid w:val="00BF34C6"/>
    <w:rPr>
      <w:rFonts w:ascii="Calibri" w:eastAsiaTheme="majorEastAsia" w:hAnsi="Calibri" w:cstheme="majorBidi"/>
      <w:b/>
      <w:bCs/>
      <w:color w:val="1F497D" w:themeColor="text2"/>
      <w:sz w:val="32"/>
      <w:szCs w:val="28"/>
    </w:rPr>
  </w:style>
  <w:style w:type="character" w:styleId="FootnoteReference">
    <w:name w:val="footnote reference"/>
    <w:basedOn w:val="DefaultParagraphFont"/>
    <w:uiPriority w:val="99"/>
    <w:rsid w:val="00127848"/>
    <w:rPr>
      <w:rFonts w:cs="Arial"/>
      <w:sz w:val="21"/>
      <w:vertAlign w:val="superscript"/>
    </w:rPr>
  </w:style>
  <w:style w:type="paragraph" w:customStyle="1" w:styleId="OutlineNumbered1">
    <w:name w:val="Outline Numbered 1"/>
    <w:basedOn w:val="Normal"/>
    <w:link w:val="OutlineNumbered1Char"/>
    <w:rsid w:val="00CD3229"/>
    <w:pPr>
      <w:numPr>
        <w:numId w:val="2"/>
      </w:numPr>
    </w:pPr>
  </w:style>
  <w:style w:type="character" w:customStyle="1" w:styleId="OutlineNumbered1Char">
    <w:name w:val="Outline Numbered 1 Char"/>
    <w:basedOn w:val="DefaultParagraphFont"/>
    <w:link w:val="OutlineNumbered1"/>
    <w:rsid w:val="00CD3229"/>
  </w:style>
  <w:style w:type="paragraph" w:customStyle="1" w:styleId="OutlineNumbered2">
    <w:name w:val="Outline Numbered 2"/>
    <w:basedOn w:val="Normal"/>
    <w:link w:val="OutlineNumbered2Char"/>
    <w:rsid w:val="00FE2094"/>
    <w:pPr>
      <w:numPr>
        <w:ilvl w:val="1"/>
        <w:numId w:val="2"/>
      </w:numPr>
    </w:pPr>
  </w:style>
  <w:style w:type="character" w:customStyle="1" w:styleId="OutlineNumbered2Char">
    <w:name w:val="Outline Numbered 2 Char"/>
    <w:basedOn w:val="DefaultParagraphFont"/>
    <w:link w:val="OutlineNumbered2"/>
    <w:rsid w:val="00FE2094"/>
  </w:style>
  <w:style w:type="paragraph" w:customStyle="1" w:styleId="OutlineNumbered3">
    <w:name w:val="Outline Numbered 3"/>
    <w:basedOn w:val="Normal"/>
    <w:link w:val="OutlineNumbered3Char"/>
    <w:rsid w:val="00FE2094"/>
    <w:pPr>
      <w:numPr>
        <w:ilvl w:val="2"/>
        <w:numId w:val="2"/>
      </w:numPr>
    </w:pPr>
  </w:style>
  <w:style w:type="character" w:customStyle="1" w:styleId="OutlineNumbered3Char">
    <w:name w:val="Outline Numbered 3 Char"/>
    <w:basedOn w:val="DefaultParagraphFont"/>
    <w:link w:val="OutlineNumbered3"/>
    <w:rsid w:val="00FE2094"/>
  </w:style>
  <w:style w:type="paragraph" w:styleId="FootnoteText">
    <w:name w:val="footnote text"/>
    <w:basedOn w:val="Normal"/>
    <w:link w:val="FootnoteTextChar"/>
    <w:uiPriority w:val="99"/>
    <w:rsid w:val="00E01041"/>
    <w:pPr>
      <w:tabs>
        <w:tab w:val="left" w:pos="357"/>
      </w:tabs>
      <w:spacing w:after="20" w:line="240" w:lineRule="auto"/>
      <w:ind w:left="357" w:hanging="357"/>
    </w:pPr>
    <w:rPr>
      <w:sz w:val="18"/>
      <w:szCs w:val="20"/>
    </w:rPr>
  </w:style>
  <w:style w:type="character" w:customStyle="1" w:styleId="FootnoteTextChar">
    <w:name w:val="Footnote Text Char"/>
    <w:basedOn w:val="DefaultParagraphFont"/>
    <w:link w:val="FootnoteText"/>
    <w:uiPriority w:val="99"/>
    <w:rsid w:val="00E01041"/>
    <w:rPr>
      <w:sz w:val="18"/>
      <w:szCs w:val="20"/>
    </w:rPr>
  </w:style>
  <w:style w:type="paragraph" w:customStyle="1" w:styleId="Bullet">
    <w:name w:val="Bullet"/>
    <w:aliases w:val="b,b1,b + line,Body,level 1"/>
    <w:basedOn w:val="Normal"/>
    <w:link w:val="BulletChar"/>
    <w:rsid w:val="00CD3229"/>
    <w:pPr>
      <w:numPr>
        <w:numId w:val="14"/>
      </w:numPr>
      <w:tabs>
        <w:tab w:val="clear" w:pos="661"/>
        <w:tab w:val="num" w:pos="567"/>
      </w:tabs>
      <w:ind w:left="567" w:hanging="567"/>
    </w:pPr>
    <w:rPr>
      <w:rFonts w:ascii="Calibri" w:eastAsiaTheme="majorEastAsia" w:hAnsi="Calibri" w:cstheme="majorBidi"/>
      <w:color w:val="000000" w:themeColor="text1"/>
      <w:szCs w:val="28"/>
    </w:rPr>
  </w:style>
  <w:style w:type="character" w:customStyle="1" w:styleId="BulletChar">
    <w:name w:val="Bullet Char"/>
    <w:basedOn w:val="Heading1Char"/>
    <w:link w:val="Bullet"/>
    <w:rsid w:val="00CD3229"/>
    <w:rPr>
      <w:rFonts w:ascii="Calibri" w:eastAsiaTheme="majorEastAsia" w:hAnsi="Calibri" w:cstheme="majorBidi"/>
      <w:b w:val="0"/>
      <w:bCs w:val="0"/>
      <w:color w:val="000000" w:themeColor="text1"/>
      <w:sz w:val="32"/>
      <w:szCs w:val="28"/>
    </w:rPr>
  </w:style>
  <w:style w:type="paragraph" w:customStyle="1" w:styleId="Dash">
    <w:name w:val="Dash"/>
    <w:basedOn w:val="Normal"/>
    <w:link w:val="DashChar"/>
    <w:rsid w:val="00BF34C6"/>
    <w:rPr>
      <w:rFonts w:asciiTheme="majorHAnsi" w:eastAsiaTheme="majorEastAsia" w:hAnsiTheme="majorHAnsi" w:cstheme="majorBidi"/>
      <w:color w:val="365F91" w:themeColor="accent1" w:themeShade="BF"/>
      <w:sz w:val="28"/>
      <w:szCs w:val="28"/>
    </w:rPr>
  </w:style>
  <w:style w:type="paragraph" w:customStyle="1" w:styleId="DoubleDot">
    <w:name w:val="Double Dot"/>
    <w:basedOn w:val="Normal"/>
    <w:link w:val="DoubleDotChar"/>
    <w:rsid w:val="00BF34C6"/>
    <w:rPr>
      <w:rFonts w:asciiTheme="majorHAnsi" w:eastAsiaTheme="majorEastAsia" w:hAnsiTheme="majorHAnsi" w:cstheme="majorBidi"/>
      <w:color w:val="365F91" w:themeColor="accent1" w:themeShade="BF"/>
      <w:sz w:val="28"/>
      <w:szCs w:val="28"/>
    </w:rPr>
  </w:style>
  <w:style w:type="character" w:customStyle="1" w:styleId="Heading4Char">
    <w:name w:val="Heading 4 Char"/>
    <w:basedOn w:val="DefaultParagraphFont"/>
    <w:link w:val="Heading4"/>
    <w:uiPriority w:val="9"/>
    <w:rsid w:val="008C5763"/>
    <w:rPr>
      <w:rFonts w:asciiTheme="majorHAnsi" w:eastAsiaTheme="majorEastAsia" w:hAnsiTheme="majorHAnsi" w:cstheme="majorBidi"/>
      <w:b/>
      <w:bCs/>
      <w:i/>
      <w:iCs/>
      <w:color w:val="4F81BD" w:themeColor="accent1"/>
    </w:rPr>
  </w:style>
  <w:style w:type="paragraph" w:customStyle="1" w:styleId="boxNumbering">
    <w:name w:val="boxNumbering"/>
    <w:basedOn w:val="BoxText"/>
    <w:qFormat/>
    <w:rsid w:val="00CD3229"/>
    <w:pPr>
      <w:numPr>
        <w:numId w:val="12"/>
      </w:numPr>
      <w:tabs>
        <w:tab w:val="clear" w:pos="454"/>
        <w:tab w:val="left" w:pos="425"/>
      </w:tabs>
      <w:ind w:left="425" w:hanging="425"/>
    </w:pPr>
  </w:style>
  <w:style w:type="paragraph" w:customStyle="1" w:styleId="BoxHeadingSub">
    <w:name w:val="Box Heading Sub"/>
    <w:basedOn w:val="Normal"/>
    <w:qFormat/>
    <w:rsid w:val="006F2257"/>
    <w:pPr>
      <w:keepNext/>
      <w:tabs>
        <w:tab w:val="left" w:pos="454"/>
      </w:tabs>
      <w:spacing w:before="180" w:after="120"/>
      <w:ind w:left="454" w:hanging="454"/>
    </w:pPr>
    <w:rPr>
      <w:rFonts w:ascii="Cambria" w:eastAsia="Times New Roman" w:hAnsi="Cambria" w:cs="Times New Roman"/>
      <w:b/>
      <w:color w:val="365F91" w:themeColor="accent1" w:themeShade="BF"/>
      <w:sz w:val="24"/>
      <w:szCs w:val="20"/>
      <w:lang w:eastAsia="en-AU"/>
    </w:rPr>
  </w:style>
  <w:style w:type="paragraph" w:styleId="Title">
    <w:name w:val="Title"/>
    <w:basedOn w:val="Normal"/>
    <w:next w:val="Normal"/>
    <w:link w:val="TitleChar"/>
    <w:uiPriority w:val="10"/>
    <w:qFormat/>
    <w:rsid w:val="00CD3229"/>
    <w:pPr>
      <w:pBdr>
        <w:bottom w:val="single" w:sz="8" w:space="4" w:color="1F497D" w:themeColor="text2"/>
      </w:pBdr>
      <w:spacing w:after="1440" w:line="240" w:lineRule="auto"/>
      <w:contextualSpacing/>
      <w:jc w:val="left"/>
    </w:pPr>
    <w:rPr>
      <w:rFonts w:ascii="Arial" w:eastAsiaTheme="majorEastAsia" w:hAnsi="Arial" w:cstheme="majorBidi"/>
      <w:color w:val="1F497D" w:themeColor="text2"/>
      <w:spacing w:val="5"/>
      <w:kern w:val="28"/>
      <w:sz w:val="46"/>
      <w:szCs w:val="52"/>
    </w:rPr>
  </w:style>
  <w:style w:type="character" w:customStyle="1" w:styleId="TitleChar">
    <w:name w:val="Title Char"/>
    <w:basedOn w:val="DefaultParagraphFont"/>
    <w:link w:val="Title"/>
    <w:uiPriority w:val="10"/>
    <w:rsid w:val="00CD3229"/>
    <w:rPr>
      <w:rFonts w:ascii="Arial" w:eastAsiaTheme="majorEastAsia" w:hAnsi="Arial" w:cstheme="majorBidi"/>
      <w:color w:val="1F497D" w:themeColor="text2"/>
      <w:spacing w:val="5"/>
      <w:kern w:val="28"/>
      <w:sz w:val="46"/>
      <w:szCs w:val="52"/>
    </w:rPr>
  </w:style>
  <w:style w:type="paragraph" w:styleId="CommentSubject">
    <w:name w:val="annotation subject"/>
    <w:basedOn w:val="CommentText"/>
    <w:next w:val="CommentText"/>
    <w:link w:val="CommentSubjectChar"/>
    <w:uiPriority w:val="99"/>
    <w:semiHidden/>
    <w:unhideWhenUsed/>
    <w:rsid w:val="00235441"/>
    <w:rPr>
      <w:b/>
      <w:bCs/>
    </w:rPr>
  </w:style>
  <w:style w:type="character" w:customStyle="1" w:styleId="CommentSubjectChar">
    <w:name w:val="Comment Subject Char"/>
    <w:basedOn w:val="CommentTextChar"/>
    <w:link w:val="CommentSubject"/>
    <w:uiPriority w:val="99"/>
    <w:semiHidden/>
    <w:rsid w:val="00235441"/>
    <w:rPr>
      <w:b/>
      <w:bCs/>
      <w:sz w:val="20"/>
      <w:szCs w:val="20"/>
    </w:rPr>
  </w:style>
  <w:style w:type="paragraph" w:styleId="Header">
    <w:name w:val="header"/>
    <w:basedOn w:val="Normal"/>
    <w:link w:val="HeaderChar"/>
    <w:uiPriority w:val="99"/>
    <w:unhideWhenUsed/>
    <w:rsid w:val="00BF34C6"/>
    <w:pPr>
      <w:tabs>
        <w:tab w:val="center" w:pos="4513"/>
        <w:tab w:val="right" w:pos="9026"/>
      </w:tabs>
      <w:spacing w:after="0"/>
    </w:pPr>
  </w:style>
  <w:style w:type="character" w:customStyle="1" w:styleId="HeaderChar">
    <w:name w:val="Header Char"/>
    <w:basedOn w:val="DefaultParagraphFont"/>
    <w:link w:val="Header"/>
    <w:uiPriority w:val="99"/>
    <w:rsid w:val="00BF34C6"/>
  </w:style>
  <w:style w:type="paragraph" w:styleId="Footer">
    <w:name w:val="footer"/>
    <w:basedOn w:val="Normal"/>
    <w:link w:val="FooterChar"/>
    <w:unhideWhenUsed/>
    <w:rsid w:val="00BF34C6"/>
    <w:pPr>
      <w:tabs>
        <w:tab w:val="center" w:pos="4513"/>
        <w:tab w:val="right" w:pos="9026"/>
      </w:tabs>
      <w:spacing w:after="0"/>
      <w:jc w:val="center"/>
    </w:pPr>
  </w:style>
  <w:style w:type="character" w:customStyle="1" w:styleId="FooterChar">
    <w:name w:val="Footer Char"/>
    <w:basedOn w:val="DefaultParagraphFont"/>
    <w:link w:val="Footer"/>
    <w:rsid w:val="00BF34C6"/>
  </w:style>
  <w:style w:type="paragraph" w:styleId="EnvelopeAddress">
    <w:name w:val="envelope address"/>
    <w:basedOn w:val="Normal"/>
    <w:uiPriority w:val="99"/>
    <w:semiHidden/>
    <w:unhideWhenUsed/>
    <w:rsid w:val="00BF34C6"/>
    <w:pPr>
      <w:framePr w:w="7920" w:h="1980" w:hRule="exact" w:hSpace="180" w:wrap="auto" w:hAnchor="page" w:xAlign="center" w:yAlign="bottom"/>
      <w:spacing w:after="0"/>
      <w:ind w:left="2880"/>
    </w:pPr>
    <w:rPr>
      <w:rFonts w:ascii="Garamond" w:eastAsiaTheme="majorEastAsia" w:hAnsi="Garamond" w:cstheme="majorBidi"/>
      <w:b/>
      <w:sz w:val="24"/>
      <w:szCs w:val="24"/>
    </w:rPr>
  </w:style>
  <w:style w:type="paragraph" w:styleId="TOCHeading">
    <w:name w:val="TOC Heading"/>
    <w:basedOn w:val="Heading1"/>
    <w:next w:val="Normal"/>
    <w:uiPriority w:val="39"/>
    <w:unhideWhenUsed/>
    <w:qFormat/>
    <w:rsid w:val="00FA3DC0"/>
    <w:pPr>
      <w:keepLines w:val="0"/>
      <w:pBdr>
        <w:bottom w:val="single" w:sz="12" w:space="11" w:color="004A7F"/>
      </w:pBdr>
      <w:tabs>
        <w:tab w:val="left" w:pos="567"/>
      </w:tabs>
      <w:spacing w:before="0" w:after="480" w:line="240" w:lineRule="auto"/>
      <w:ind w:left="567" w:hanging="567"/>
      <w:outlineLvl w:val="9"/>
    </w:pPr>
    <w:rPr>
      <w:rFonts w:eastAsia="Times New Roman" w:cs="Arial"/>
      <w:bCs w:val="0"/>
      <w:caps/>
      <w:color w:val="004A7F"/>
      <w:kern w:val="32"/>
      <w:sz w:val="44"/>
      <w:szCs w:val="36"/>
      <w:lang w:eastAsia="en-AU"/>
    </w:rPr>
  </w:style>
  <w:style w:type="paragraph" w:styleId="TOC1">
    <w:name w:val="toc 1"/>
    <w:basedOn w:val="Normal"/>
    <w:next w:val="Normal"/>
    <w:uiPriority w:val="39"/>
    <w:unhideWhenUsed/>
    <w:rsid w:val="00BC5C6E"/>
    <w:pPr>
      <w:tabs>
        <w:tab w:val="right" w:leader="dot" w:pos="9016"/>
      </w:tabs>
      <w:spacing w:before="120" w:after="60" w:line="240" w:lineRule="exact"/>
    </w:pPr>
    <w:rPr>
      <w:b/>
      <w:caps/>
      <w:noProof/>
      <w:color w:val="1F497D" w:themeColor="text2"/>
    </w:rPr>
  </w:style>
  <w:style w:type="character" w:styleId="Hyperlink">
    <w:name w:val="Hyperlink"/>
    <w:basedOn w:val="DefaultParagraphFont"/>
    <w:uiPriority w:val="99"/>
    <w:unhideWhenUsed/>
    <w:rsid w:val="00BF34C6"/>
    <w:rPr>
      <w:color w:val="0000FF" w:themeColor="hyperlink"/>
      <w:u w:val="single"/>
    </w:rPr>
  </w:style>
  <w:style w:type="character" w:customStyle="1" w:styleId="DashChar">
    <w:name w:val="Dash Char"/>
    <w:basedOn w:val="Heading1Char"/>
    <w:link w:val="Dash"/>
    <w:rsid w:val="00BF34C6"/>
    <w:rPr>
      <w:rFonts w:asciiTheme="majorHAnsi" w:eastAsiaTheme="majorEastAsia" w:hAnsiTheme="majorHAnsi" w:cstheme="majorBidi"/>
      <w:b w:val="0"/>
      <w:bCs w:val="0"/>
      <w:color w:val="365F91" w:themeColor="accent1" w:themeShade="BF"/>
      <w:sz w:val="28"/>
      <w:szCs w:val="28"/>
    </w:rPr>
  </w:style>
  <w:style w:type="character" w:customStyle="1" w:styleId="DoubleDotChar">
    <w:name w:val="Double Dot Char"/>
    <w:basedOn w:val="Heading1Char"/>
    <w:link w:val="DoubleDot"/>
    <w:rsid w:val="00BF34C6"/>
    <w:rPr>
      <w:rFonts w:asciiTheme="majorHAnsi" w:eastAsiaTheme="majorEastAsia" w:hAnsiTheme="majorHAnsi" w:cstheme="majorBidi"/>
      <w:b w:val="0"/>
      <w:bCs w:val="0"/>
      <w:color w:val="365F91" w:themeColor="accent1" w:themeShade="BF"/>
      <w:sz w:val="28"/>
      <w:szCs w:val="28"/>
    </w:rPr>
  </w:style>
  <w:style w:type="paragraph" w:customStyle="1" w:styleId="Singleparagraph">
    <w:name w:val="Single paragraph"/>
    <w:basedOn w:val="Normal"/>
    <w:qFormat/>
    <w:rsid w:val="00BF34C6"/>
    <w:pPr>
      <w:spacing w:after="0"/>
    </w:pPr>
  </w:style>
  <w:style w:type="paragraph" w:styleId="Quote">
    <w:name w:val="Quote"/>
    <w:basedOn w:val="Normal"/>
    <w:next w:val="Normal"/>
    <w:link w:val="QuoteChar"/>
    <w:uiPriority w:val="29"/>
    <w:qFormat/>
    <w:rsid w:val="00BF34C6"/>
    <w:pPr>
      <w:spacing w:before="120"/>
      <w:ind w:left="567" w:hanging="567"/>
    </w:pPr>
    <w:rPr>
      <w:iCs/>
      <w:color w:val="000000" w:themeColor="text1"/>
    </w:rPr>
  </w:style>
  <w:style w:type="character" w:customStyle="1" w:styleId="QuoteChar">
    <w:name w:val="Quote Char"/>
    <w:basedOn w:val="DefaultParagraphFont"/>
    <w:link w:val="Quote"/>
    <w:uiPriority w:val="29"/>
    <w:rsid w:val="00BF34C6"/>
    <w:rPr>
      <w:iCs/>
      <w:color w:val="000000" w:themeColor="text1"/>
    </w:rPr>
  </w:style>
  <w:style w:type="paragraph" w:customStyle="1" w:styleId="Heading1numbered">
    <w:name w:val="Heading 1 numbered"/>
    <w:basedOn w:val="Heading1"/>
    <w:uiPriority w:val="2"/>
    <w:qFormat/>
    <w:rsid w:val="00BF34C6"/>
    <w:pPr>
      <w:numPr>
        <w:numId w:val="15"/>
      </w:numPr>
      <w:tabs>
        <w:tab w:val="left" w:pos="567"/>
      </w:tabs>
      <w:ind w:left="0" w:firstLine="0"/>
    </w:pPr>
  </w:style>
  <w:style w:type="paragraph" w:styleId="Subtitle">
    <w:name w:val="Subtitle"/>
    <w:basedOn w:val="Normal"/>
    <w:next w:val="Normal"/>
    <w:link w:val="SubtitleChar"/>
    <w:uiPriority w:val="11"/>
    <w:qFormat/>
    <w:rsid w:val="00BC5C6E"/>
    <w:pPr>
      <w:numPr>
        <w:ilvl w:val="1"/>
      </w:numPr>
      <w:spacing w:after="1440"/>
    </w:pPr>
    <w:rPr>
      <w:rFonts w:ascii="Arial Bold" w:hAnsi="Arial Bold" w:cs="Arial"/>
      <w:b/>
      <w:caps/>
      <w:color w:val="1F497D" w:themeColor="text2"/>
      <w:spacing w:val="5"/>
      <w:kern w:val="28"/>
      <w:sz w:val="28"/>
    </w:rPr>
  </w:style>
  <w:style w:type="character" w:customStyle="1" w:styleId="SubtitleChar">
    <w:name w:val="Subtitle Char"/>
    <w:basedOn w:val="DefaultParagraphFont"/>
    <w:link w:val="Subtitle"/>
    <w:uiPriority w:val="11"/>
    <w:rsid w:val="00BC5C6E"/>
    <w:rPr>
      <w:rFonts w:ascii="Arial Bold" w:hAnsi="Arial Bold" w:cs="Arial"/>
      <w:b/>
      <w:caps/>
      <w:color w:val="1F497D" w:themeColor="text2"/>
      <w:spacing w:val="5"/>
      <w:kern w:val="28"/>
      <w:sz w:val="28"/>
    </w:rPr>
  </w:style>
  <w:style w:type="paragraph" w:styleId="TOC2">
    <w:name w:val="toc 2"/>
    <w:basedOn w:val="Normal"/>
    <w:next w:val="Normal"/>
    <w:uiPriority w:val="39"/>
    <w:unhideWhenUsed/>
    <w:rsid w:val="00635C5B"/>
    <w:pPr>
      <w:tabs>
        <w:tab w:val="right" w:leader="dot" w:pos="9016"/>
      </w:tabs>
      <w:spacing w:before="60" w:after="60"/>
      <w:ind w:left="284" w:right="794"/>
      <w:jc w:val="left"/>
    </w:pPr>
    <w:rPr>
      <w:noProof/>
      <w:color w:val="1F497D" w:themeColor="text2"/>
    </w:rPr>
  </w:style>
  <w:style w:type="paragraph" w:customStyle="1" w:styleId="SubSubtitle">
    <w:name w:val="Sub Subtitle"/>
    <w:basedOn w:val="Normal"/>
    <w:rsid w:val="00CD3229"/>
    <w:pPr>
      <w:spacing w:after="120" w:line="240" w:lineRule="auto"/>
    </w:pPr>
    <w:rPr>
      <w:rFonts w:ascii="Arial" w:hAnsi="Arial" w:cs="Arial"/>
      <w:color w:val="1F497D" w:themeColor="text2"/>
      <w:sz w:val="36"/>
    </w:rPr>
  </w:style>
  <w:style w:type="paragraph" w:customStyle="1" w:styleId="Footer-Odd">
    <w:name w:val="Footer - Odd"/>
    <w:basedOn w:val="Footer"/>
    <w:rsid w:val="00FA3DC0"/>
    <w:pPr>
      <w:jc w:val="right"/>
    </w:pPr>
    <w:rPr>
      <w:color w:val="1F497D" w:themeColor="text2"/>
      <w:sz w:val="20"/>
    </w:rPr>
  </w:style>
  <w:style w:type="paragraph" w:customStyle="1" w:styleId="Header-Even">
    <w:name w:val="Header - Even"/>
    <w:basedOn w:val="Normal"/>
    <w:rsid w:val="00FA3DC0"/>
    <w:pPr>
      <w:tabs>
        <w:tab w:val="center" w:pos="4513"/>
        <w:tab w:val="right" w:pos="9026"/>
      </w:tabs>
      <w:spacing w:after="0" w:line="240" w:lineRule="auto"/>
      <w:jc w:val="left"/>
    </w:pPr>
    <w:rPr>
      <w:color w:val="1F497D" w:themeColor="text2"/>
      <w:sz w:val="20"/>
    </w:rPr>
  </w:style>
  <w:style w:type="paragraph" w:customStyle="1" w:styleId="Header-Odd">
    <w:name w:val="Header - Odd"/>
    <w:basedOn w:val="Header-Even"/>
    <w:rsid w:val="00BC5C6E"/>
    <w:pPr>
      <w:jc w:val="right"/>
    </w:pPr>
  </w:style>
  <w:style w:type="paragraph" w:customStyle="1" w:styleId="ChartGraphic">
    <w:name w:val="Chart Graphic"/>
    <w:basedOn w:val="Header"/>
    <w:rsid w:val="00CD3229"/>
    <w:pPr>
      <w:spacing w:line="240" w:lineRule="auto"/>
      <w:jc w:val="center"/>
    </w:pPr>
    <w:rPr>
      <w:noProof/>
      <w:lang w:eastAsia="en-AU"/>
    </w:rPr>
  </w:style>
  <w:style w:type="paragraph" w:customStyle="1" w:styleId="TableGraphic">
    <w:name w:val="Table Graphic"/>
    <w:basedOn w:val="Normal"/>
    <w:next w:val="Normal"/>
    <w:qFormat/>
    <w:rsid w:val="00CD3229"/>
    <w:pPr>
      <w:spacing w:after="180" w:line="240" w:lineRule="auto"/>
      <w:ind w:right="-113"/>
    </w:pPr>
    <w:rPr>
      <w:rFonts w:ascii="Arial" w:eastAsia="Times New Roman" w:hAnsi="Arial" w:cs="Times New Roman"/>
      <w:noProof/>
      <w:color w:val="000080"/>
      <w:sz w:val="20"/>
      <w:lang w:eastAsia="en-AU"/>
    </w:rPr>
  </w:style>
  <w:style w:type="paragraph" w:styleId="TOC3">
    <w:name w:val="toc 3"/>
    <w:basedOn w:val="Normal"/>
    <w:next w:val="Normal"/>
    <w:autoRedefine/>
    <w:uiPriority w:val="39"/>
    <w:unhideWhenUsed/>
    <w:rsid w:val="00BC5C6E"/>
    <w:pPr>
      <w:spacing w:after="100"/>
      <w:ind w:left="440"/>
    </w:pPr>
  </w:style>
  <w:style w:type="paragraph" w:customStyle="1" w:styleId="Heading1-NoNumber">
    <w:name w:val="Heading 1 - No Number"/>
    <w:basedOn w:val="Heading1numbered"/>
    <w:rsid w:val="00BC5C6E"/>
    <w:pPr>
      <w:keepLines w:val="0"/>
      <w:numPr>
        <w:numId w:val="0"/>
      </w:numPr>
      <w:pBdr>
        <w:bottom w:val="single" w:sz="12" w:space="11" w:color="004A7F"/>
      </w:pBdr>
      <w:spacing w:before="0" w:after="480" w:line="240" w:lineRule="auto"/>
      <w:ind w:left="567" w:hanging="567"/>
    </w:pPr>
    <w:rPr>
      <w:rFonts w:eastAsia="Times New Roman" w:cs="Arial"/>
      <w:bCs w:val="0"/>
      <w:caps/>
      <w:color w:val="004A7F"/>
      <w:kern w:val="32"/>
      <w:sz w:val="44"/>
      <w:szCs w:val="36"/>
      <w:lang w:eastAsia="en-AU"/>
    </w:rPr>
  </w:style>
  <w:style w:type="paragraph" w:customStyle="1" w:styleId="Heading2-NoNumbered">
    <w:name w:val="Heading 2 - No Numbered"/>
    <w:basedOn w:val="Normal"/>
    <w:rsid w:val="00FA3DC0"/>
    <w:pPr>
      <w:keepNext/>
      <w:spacing w:before="240" w:line="240" w:lineRule="auto"/>
      <w:jc w:val="left"/>
      <w:outlineLvl w:val="1"/>
    </w:pPr>
    <w:rPr>
      <w:rFonts w:ascii="Calibri" w:eastAsia="Times New Roman" w:hAnsi="Calibri" w:cs="Arial"/>
      <w:b/>
      <w:iCs/>
      <w:caps/>
      <w:color w:val="595959" w:themeColor="text1" w:themeTint="A6"/>
      <w:kern w:val="32"/>
      <w:sz w:val="32"/>
      <w:szCs w:val="28"/>
      <w:lang w:eastAsia="en-AU"/>
    </w:rPr>
  </w:style>
  <w:style w:type="paragraph" w:styleId="ListParagraph">
    <w:name w:val="List Paragraph"/>
    <w:basedOn w:val="Normal"/>
    <w:uiPriority w:val="34"/>
    <w:qFormat/>
    <w:rsid w:val="00BC5C6E"/>
    <w:pPr>
      <w:ind w:left="720"/>
      <w:contextualSpacing/>
    </w:pPr>
  </w:style>
  <w:style w:type="paragraph" w:customStyle="1" w:styleId="Heading3-NoNumbered">
    <w:name w:val="Heading 3 - No Numbered"/>
    <w:basedOn w:val="Normal"/>
    <w:rsid w:val="00FA3DC0"/>
    <w:pPr>
      <w:keepNext/>
      <w:spacing w:before="240"/>
      <w:jc w:val="left"/>
      <w:outlineLvl w:val="2"/>
    </w:pPr>
    <w:rPr>
      <w:rFonts w:ascii="Calibri" w:eastAsiaTheme="majorEastAsia" w:hAnsi="Calibri" w:cs="Arial"/>
      <w:b/>
      <w:color w:val="004A7F"/>
      <w:kern w:val="32"/>
      <w:sz w:val="28"/>
      <w:szCs w:val="26"/>
      <w:lang w:eastAsia="en-AU"/>
    </w:rPr>
  </w:style>
  <w:style w:type="paragraph" w:customStyle="1" w:styleId="Heading4-NoNumber">
    <w:name w:val="Heading 4 - No Number"/>
    <w:basedOn w:val="Heading4"/>
    <w:rsid w:val="00CD3229"/>
    <w:pPr>
      <w:spacing w:after="180" w:line="240" w:lineRule="auto"/>
    </w:pPr>
    <w:rPr>
      <w:rFonts w:ascii="Calibri" w:hAnsi="Calibri"/>
      <w:i w:val="0"/>
      <w:color w:val="808080" w:themeColor="background1" w:themeShade="80"/>
      <w:sz w:val="26"/>
    </w:rPr>
  </w:style>
  <w:style w:type="paragraph" w:customStyle="1" w:styleId="BoxText">
    <w:name w:val="Box Text"/>
    <w:basedOn w:val="Normal"/>
    <w:link w:val="BoxTextChar"/>
    <w:rsid w:val="00CD3229"/>
    <w:pPr>
      <w:spacing w:before="120" w:after="120"/>
    </w:pPr>
    <w:rPr>
      <w:rFonts w:ascii="Arial" w:eastAsia="Times New Roman" w:hAnsi="Arial" w:cs="Arial"/>
      <w:color w:val="000000"/>
      <w:sz w:val="20"/>
      <w:szCs w:val="20"/>
      <w:lang w:eastAsia="en-AU"/>
    </w:rPr>
  </w:style>
  <w:style w:type="character" w:customStyle="1" w:styleId="BoxTextChar">
    <w:name w:val="Box Text Char"/>
    <w:basedOn w:val="DefaultParagraphFont"/>
    <w:link w:val="BoxText"/>
    <w:rsid w:val="00CD3229"/>
    <w:rPr>
      <w:rFonts w:ascii="Arial" w:eastAsia="Times New Roman" w:hAnsi="Arial" w:cs="Arial"/>
      <w:color w:val="000000"/>
      <w:sz w:val="20"/>
      <w:szCs w:val="20"/>
      <w:lang w:eastAsia="en-AU"/>
    </w:rPr>
  </w:style>
  <w:style w:type="paragraph" w:customStyle="1" w:styleId="BoxHeading">
    <w:name w:val="Box Heading"/>
    <w:basedOn w:val="Normal"/>
    <w:next w:val="BoxText"/>
    <w:rsid w:val="00CD3229"/>
    <w:pPr>
      <w:widowControl w:val="0"/>
      <w:tabs>
        <w:tab w:val="left" w:pos="992"/>
      </w:tabs>
      <w:spacing w:before="120" w:after="120" w:line="240" w:lineRule="auto"/>
      <w:ind w:left="992" w:hanging="992"/>
      <w:jc w:val="left"/>
    </w:pPr>
    <w:rPr>
      <w:rFonts w:ascii="Arial Bold" w:eastAsiaTheme="majorEastAsia" w:hAnsi="Arial Bold" w:cs="Times New Roman"/>
      <w:b/>
      <w:caps/>
      <w:color w:val="1F497D" w:themeColor="text2"/>
      <w:sz w:val="24"/>
      <w:lang w:eastAsia="en-AU"/>
    </w:rPr>
  </w:style>
  <w:style w:type="paragraph" w:customStyle="1" w:styleId="Footer-Even">
    <w:name w:val="Footer - Even"/>
    <w:basedOn w:val="Footer-Odd"/>
    <w:rsid w:val="00FA3DC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header" Target="header3.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image" Target="media/image2.wmf"/><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creativecommons.org/licenses/by/3.0/au/legalcode" TargetMode="External"/><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mailto:medialiaison@treasury.gov.au"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www.itsanhonour.gov.au" TargetMode="External"/><Relationship Id="rId28" Type="http://schemas.openxmlformats.org/officeDocument/2006/relationships/footer" Target="footer5.xml"/><Relationship Id="rId10" Type="http://schemas.openxmlformats.org/officeDocument/2006/relationships/settings" Target="settings.xml"/><Relationship Id="rId19" Type="http://schemas.openxmlformats.org/officeDocument/2006/relationships/hyperlink" Target="http://creativecommons.org/licenses/by/3.0/au/deed.en"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 Id="rId22" Type="http://schemas.openxmlformats.org/officeDocument/2006/relationships/hyperlink" Target="http://creativecommons.org/licenses/by/3.0/au/deed.en" TargetMode="External"/><Relationship Id="rId27" Type="http://schemas.openxmlformats.org/officeDocument/2006/relationships/footer" Target="footer4.xml"/><Relationship Id="rId30" Type="http://schemas.openxmlformats.org/officeDocument/2006/relationships/footer" Target="footer7.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Treasury\Workgroup%20Templates\Publications\Regulation%20Impact%20Statemen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Treasury Document" ma:contentTypeID="0x010100605AAC981168BE40A9BD548B81A50DF600D32F813FF339BB439A8099CD5BC8C9D4" ma:contentTypeVersion="9897" ma:contentTypeDescription="" ma:contentTypeScope="" ma:versionID="39fa637787a0f06100d2101545ff01bf">
  <xsd:schema xmlns:xsd="http://www.w3.org/2001/XMLSchema" xmlns:xs="http://www.w3.org/2001/XMLSchema" xmlns:p="http://schemas.microsoft.com/office/2006/metadata/properties" xmlns:ns1="http://schemas.microsoft.com/sharepoint/v3" xmlns:ns2="eb47d8b7-fefc-4923-b53c-9685ba6b7210" targetNamespace="http://schemas.microsoft.com/office/2006/metadata/properties" ma:root="true" ma:fieldsID="4b19b25c1b3fe20020fd823529388636" ns1:_="" ns2:_="">
    <xsd:import namespace="http://schemas.microsoft.com/sharepoint/v3"/>
    <xsd:import namespace="eb47d8b7-fefc-4923-b53c-9685ba6b7210"/>
    <xsd:element name="properties">
      <xsd:complexType>
        <xsd:sequence>
          <xsd:element name="documentManagement">
            <xsd:complexType>
              <xsd:all>
                <xsd:element ref="ns2:_dlc_DocId" minOccurs="0"/>
                <xsd:element ref="ns2:_dlc_DocIdUrl" minOccurs="0"/>
                <xsd:element ref="ns2:_dlc_DocIdPersistId" minOccurs="0"/>
                <xsd:element ref="ns2:lb508a4dc5e84436a0fe496b536466aa" minOccurs="0"/>
                <xsd:element ref="ns2:TaxCatchAll" minOccurs="0"/>
                <xsd:element ref="ns2:TaxCatchAllLabel" minOccurs="0"/>
                <xsd:element ref="ns1:_dlc_Exemp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5" nillable="true" ma:displayName="Exempt from Policy"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b47d8b7-fefc-4923-b53c-9685ba6b7210"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lb508a4dc5e84436a0fe496b536466aa" ma:index="11" nillable="true" ma:taxonomy="true" ma:internalName="lb508a4dc5e84436a0fe496b536466aa" ma:taxonomyFieldName="TSYRecordClass" ma:displayName="Record Class" ma:readOnly="false" ma:default="75;#AE-20337-Destroy 7 years after action completed|668ae28e-5138-4c7c-82db-1c8c6afc81a6" ma:fieldId="{5b508a4d-c5e8-4436-a0fe-496b536466aa}" ma:sspId="77b7a547-5880-464f-83f8-cefe583c3af4" ma:termSetId="8c8a1de6-dea5-4e66-bd5a-b7b3daae0f37"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b587f53-e282-4719-ab13-46559658bd12}" ma:internalName="TaxCatchAll" ma:showField="CatchAllData" ma:web="eb47d8b7-fefc-4923-b53c-9685ba6b7210">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b587f53-e282-4719-ab13-46559658bd12}" ma:internalName="TaxCatchAllLabel" ma:readOnly="true" ma:showField="CatchAllDataLabel" ma:web="eb47d8b7-fefc-4923-b53c-9685ba6b72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b47d8b7-fefc-4923-b53c-9685ba6b7210">
      <Value>75</Value>
    </TaxCatchAll>
    <lb508a4dc5e84436a0fe496b536466aa xmlns="eb47d8b7-fefc-4923-b53c-9685ba6b7210">
      <Terms xmlns="http://schemas.microsoft.com/office/infopath/2007/PartnerControls">
        <TermInfo xmlns="http://schemas.microsoft.com/office/infopath/2007/PartnerControls">
          <TermName xmlns="http://schemas.microsoft.com/office/infopath/2007/PartnerControls">AE-20337-Destroy 7 years after action completed</TermName>
          <TermId xmlns="http://schemas.microsoft.com/office/infopath/2007/PartnerControls">668ae28e-5138-4c7c-82db-1c8c6afc81a6</TermId>
        </TermInfo>
      </Terms>
    </lb508a4dc5e84436a0fe496b536466aa>
    <_dlc_DocId xmlns="eb47d8b7-fefc-4923-b53c-9685ba6b7210">2018CSSG-528562461-256</_dlc_DocId>
    <_dlc_DocIdUrl xmlns="eb47d8b7-fefc-4923-b53c-9685ba6b7210">
      <Url>http://tweb/sites/cssg/ped/pu/pt/_layouts/15/DocIdRedir.aspx?ID=2018CSSG-528562461-256</Url>
      <Description>2018CSSG-528562461-256</Description>
    </_dlc_DocIdUrl>
  </documentManagement>
</p:properties>
</file>

<file path=customXml/item4.xml><?xml version="1.0" encoding="utf-8"?>
<?mso-contentType ?>
<p:Policy xmlns:p="office.server.policy" id="" local="true">
  <p:Name>Treasury Document</p:Name>
  <p:Description/>
  <p:Statement/>
  <p:PolicyItems>
    <p:PolicyItem featureId="Microsoft.Office.RecordsManagement.PolicyFeatures.PolicyAudit" staticId="0x010100605AAC981168BE40A9BD548B81A50DF6|1757814118" UniqueId="5cc967dd-c912-4b3c-bade-a8b03f189c59">
      <p:Name>Auditing</p:Name>
      <p:Description>Audits user actions on documents and list items to the Audit Log.</p:Description>
      <p:CustomData>
        <Audit>
          <Update/>
          <DeleteRestore/>
        </Audit>
      </p:CustomData>
    </p:PolicyItem>
  </p:PolicyItems>
</p:Policy>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Receiver>
    <Name>Policy Auditing</Name>
    <Synchronization>Synchronous</Synchronization>
    <Type>10001</Type>
    <SequenceNumber>1100</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10002</Type>
    <SequenceNumber>1101</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10004</Type>
    <SequenceNumber>1102</SequenceNumber>
    <Url/>
    <Assembly>Microsoft.Office.Policy, Version=15.0.0.0, Culture=neutral, PublicKeyToken=71e9bce111e9429c</Assembly>
    <Class>Microsoft.Office.RecordsManagement.Internal.AuditHandler</Class>
    <Data/>
    <Filter/>
  </Receiver>
  <Receiver>
    <Name>Policy Auditing</Name>
    <Synchronization>Synchronous</Synchronization>
    <Type>10006</Type>
    <SequenceNumber>1103</SequenceNumber>
    <Url/>
    <Assembly>Microsoft.Office.Policy, Version=15.0.0.0, Culture=neutral, PublicKeyToken=71e9bce111e9429c</Assembly>
    <Class>Microsoft.Office.RecordsManagement.Internal.AuditHandler</Class>
    <Data/>
    <Filter/>
  </Receiver>
  <Receiver>
    <Name/>
    <Synchronization>Asynchronous</Synchronization>
    <Type>10003</Type>
    <SequenceNumber>10000</SequenceNumber>
    <Url/>
    <Assembly>RecordPoint.Active.UI, Version=1.0.0.0, Culture=neutral, PublicKeyToken=d49476ae5b650bf3</Assembly>
    <Class>RecordPoint.Active.UI.Events.WorkflowItemEventReceiver</Class>
    <Data/>
    <Filter/>
  </Receiver>
  <Receiver>
    <Name/>
    <Synchronization>Synchronous</Synchronization>
    <Type>3</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Url/>
    <Assembly>RecordPoint.Active.UI, Version=1.0.0.0, Culture=neutral, PublicKeyToken=d49476ae5b650bf3</Assembly>
    <Class>RecordPoint.Active.UI.Events.WorkflowItemEventReceiver</Class>
    <Data/>
    <Filter/>
  </Receiver>
  <Receiver>
    <Name/>
    <Synchronization>Synchronous</Synchronization>
    <Type>9</Type>
    <SequenceNumber>10000</SequenceNumber>
    <Url/>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102</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Url/>
    <Assembly>RecordPoint.Active.UI, Version=1.0.0.0, Culture=neutral, PublicKeyToken=d49476ae5b650bf3</Assembly>
    <Class>RecordPoint.Active.UI.Events.WorkflowListEventReceiver</Class>
    <Data/>
    <Filter/>
  </Receiver>
  <Receiver>
    <Name/>
    <Synchronization>Synchronous</Synchronization>
    <Type>105</Type>
    <SequenceNumber>10000</SequenceNumber>
    <Url/>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Url/>
    <Assembly>RecordPoint.Active.UI, Version=1.0.0.0, Culture=neutral, PublicKeyToken=d49476ae5b650bf3</Assembly>
    <Class>RecordPoint.Active.UI.Events.WorkflowItemEventReceiver</Class>
    <Data/>
    <Filter/>
  </Receiver>
  <Receiver>
    <Name/>
    <Synchronization>Synchronous</Synchronization>
    <Type>2</Type>
    <SequenceNumber>10000</SequenceNumber>
    <Url/>
    <Assembly>RecordPoint.Active.UI, Version=1.0.0.0, Culture=neutral, PublicKeyToken=d49476ae5b650bf3</Assembly>
    <Class>RecordPoint.Active.UI.Events.WorkflowItemEventReceiver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1C2BC0-2BB5-48D0-9B95-1DF6302BB6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b47d8b7-fefc-4923-b53c-9685ba6b72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DEC30D-3F39-46FE-BD76-EE87C53523AE}">
  <ds:schemaRefs>
    <ds:schemaRef ds:uri="http://schemas.microsoft.com/sharepoint/v3/contenttype/forms"/>
  </ds:schemaRefs>
</ds:datastoreItem>
</file>

<file path=customXml/itemProps3.xml><?xml version="1.0" encoding="utf-8"?>
<ds:datastoreItem xmlns:ds="http://schemas.openxmlformats.org/officeDocument/2006/customXml" ds:itemID="{304B9AF4-EBB9-4F56-9D40-6E1EB8DF0E1F}">
  <ds:schemaRefs>
    <ds:schemaRef ds:uri="http://schemas.microsoft.com/office/2006/metadata/properties"/>
    <ds:schemaRef ds:uri="http://schemas.microsoft.com/office/2006/documentManagement/types"/>
    <ds:schemaRef ds:uri="http://www.w3.org/XML/1998/namespace"/>
    <ds:schemaRef ds:uri="http://purl.org/dc/terms/"/>
    <ds:schemaRef ds:uri="http://purl.org/dc/dcmitype/"/>
    <ds:schemaRef ds:uri="http://purl.org/dc/elements/1.1/"/>
    <ds:schemaRef ds:uri="http://schemas.microsoft.com/office/infopath/2007/PartnerControls"/>
    <ds:schemaRef ds:uri="http://schemas.openxmlformats.org/package/2006/metadata/core-properties"/>
    <ds:schemaRef ds:uri="eb47d8b7-fefc-4923-b53c-9685ba6b7210"/>
    <ds:schemaRef ds:uri="http://schemas.microsoft.com/sharepoint/v3"/>
  </ds:schemaRefs>
</ds:datastoreItem>
</file>

<file path=customXml/itemProps4.xml><?xml version="1.0" encoding="utf-8"?>
<ds:datastoreItem xmlns:ds="http://schemas.openxmlformats.org/officeDocument/2006/customXml" ds:itemID="{829768CC-8A8A-4993-BC50-22BFF05FFB40}">
  <ds:schemaRefs>
    <ds:schemaRef ds:uri="office.server.policy"/>
  </ds:schemaRefs>
</ds:datastoreItem>
</file>

<file path=customXml/itemProps5.xml><?xml version="1.0" encoding="utf-8"?>
<ds:datastoreItem xmlns:ds="http://schemas.openxmlformats.org/officeDocument/2006/customXml" ds:itemID="{5BA22228-BFBD-47BB-A06E-99BAB8D1B4B2}">
  <ds:schemaRefs>
    <ds:schemaRef ds:uri="http://schemas.microsoft.com/sharepoint/events"/>
  </ds:schemaRefs>
</ds:datastoreItem>
</file>

<file path=customXml/itemProps6.xml><?xml version="1.0" encoding="utf-8"?>
<ds:datastoreItem xmlns:ds="http://schemas.openxmlformats.org/officeDocument/2006/customXml" ds:itemID="{F81D6998-2FF0-4CA2-B698-7F92BB89E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Regulation Impact Statement.dotm</Template>
  <TotalTime>16</TotalTime>
  <Pages>10</Pages>
  <Words>2617</Words>
  <Characters>14295</Characters>
  <Application>Microsoft Office Word</Application>
  <DocSecurity>0</DocSecurity>
  <Lines>259</Lines>
  <Paragraphs>135</Paragraphs>
  <ScaleCrop>false</ScaleCrop>
  <HeadingPairs>
    <vt:vector size="2" baseType="variant">
      <vt:variant>
        <vt:lpstr>Title</vt:lpstr>
      </vt:variant>
      <vt:variant>
        <vt:i4>1</vt:i4>
      </vt:variant>
    </vt:vector>
  </HeadingPairs>
  <TitlesOfParts>
    <vt:vector size="1" baseType="lpstr">
      <vt:lpstr>Australian Consumer Law Review: Clarification, simplification and modernisation of the consumer guarantee framework</vt:lpstr>
    </vt:vector>
  </TitlesOfParts>
  <Company>Australian Government - The Treasury</Company>
  <LinksUpToDate>false</LinksUpToDate>
  <CharactersWithSpaces>16777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Australian Consumer Law Review: Clarification, simplification and modernisation of the consumer guarantee framework</dc:title>
  <dc:creator>Australian Government</dc:creator>
  <cp:lastModifiedBy>Hill, Christine</cp:lastModifiedBy>
  <cp:revision>6</cp:revision>
  <cp:lastPrinted>2018-03-09T01:22:00Z</cp:lastPrinted>
  <dcterms:created xsi:type="dcterms:W3CDTF">2018-03-09T03:27:00Z</dcterms:created>
  <dcterms:modified xsi:type="dcterms:W3CDTF">2018-03-22T00:36:00Z</dcterms:modified>
</cp:coreProperties>
</file>