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2.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2858D" w14:textId="77777777" w:rsidR="000223DC" w:rsidRDefault="000223DC" w:rsidP="002576C7">
      <w:pPr>
        <w:pStyle w:val="Baseparagraphcentred"/>
      </w:pPr>
    </w:p>
    <w:p w14:paraId="2B8ED36E" w14:textId="77777777" w:rsidR="000223DC" w:rsidRDefault="000223DC" w:rsidP="002576C7">
      <w:pPr>
        <w:pStyle w:val="Baseparagraphcentred"/>
      </w:pPr>
    </w:p>
    <w:p w14:paraId="2151EA72" w14:textId="77777777" w:rsidR="000223DC" w:rsidRDefault="000223DC" w:rsidP="002576C7">
      <w:pPr>
        <w:pStyle w:val="Baseparagraphcentred"/>
      </w:pPr>
    </w:p>
    <w:p w14:paraId="5E9BD5D4" w14:textId="77777777" w:rsidR="000223DC" w:rsidRDefault="000223DC" w:rsidP="002576C7">
      <w:pPr>
        <w:pStyle w:val="Baseparagraphcentred"/>
      </w:pPr>
    </w:p>
    <w:p w14:paraId="5B3591ED" w14:textId="77777777" w:rsidR="000223DC" w:rsidRDefault="000223DC" w:rsidP="002576C7">
      <w:pPr>
        <w:pStyle w:val="Baseparagraphcentred"/>
      </w:pPr>
    </w:p>
    <w:p w14:paraId="622743BC" w14:textId="1B0E37F1" w:rsidR="002B09E4" w:rsidRDefault="002B09E4" w:rsidP="002576C7">
      <w:pPr>
        <w:pStyle w:val="Baseparagraphcentred"/>
      </w:pPr>
    </w:p>
    <w:p w14:paraId="2719924C" w14:textId="77777777" w:rsidR="002B09E4" w:rsidRDefault="002B09E4" w:rsidP="002576C7">
      <w:pPr>
        <w:pStyle w:val="Baseparagraphcentred"/>
      </w:pPr>
    </w:p>
    <w:p w14:paraId="098DC335" w14:textId="40E1A40A" w:rsidR="002B09E4" w:rsidRDefault="00770F83" w:rsidP="00770F83">
      <w:pPr>
        <w:pStyle w:val="Baseparagraphcentred"/>
        <w:tabs>
          <w:tab w:val="left" w:pos="6698"/>
        </w:tabs>
        <w:jc w:val="left"/>
      </w:pPr>
      <w:r>
        <w:tab/>
      </w:r>
    </w:p>
    <w:p w14:paraId="312C0FA9" w14:textId="77777777" w:rsidR="000223DC" w:rsidRDefault="000223DC" w:rsidP="002576C7">
      <w:pPr>
        <w:pStyle w:val="Baseparagraphcentred"/>
      </w:pPr>
    </w:p>
    <w:p w14:paraId="026182B7" w14:textId="77777777" w:rsidR="000223DC" w:rsidRDefault="000223DC" w:rsidP="002576C7">
      <w:pPr>
        <w:pStyle w:val="Baseparagraphcentred"/>
      </w:pPr>
    </w:p>
    <w:p w14:paraId="71E0626C" w14:textId="7E49660E" w:rsidR="000223DC" w:rsidRDefault="001257CF" w:rsidP="002576C7">
      <w:pPr>
        <w:pStyle w:val="BillName"/>
      </w:pPr>
      <w:r>
        <w:t>Treasury laws amendment (</w:t>
      </w:r>
      <w:r w:rsidRPr="00490578">
        <w:t>corporate</w:t>
      </w:r>
      <w:r>
        <w:t xml:space="preserve"> collective investment vehicle) Bill 2017</w:t>
      </w:r>
    </w:p>
    <w:p w14:paraId="482CAF10" w14:textId="77777777" w:rsidR="000223DC" w:rsidRDefault="000223DC" w:rsidP="002576C7">
      <w:pPr>
        <w:pStyle w:val="Baseparagraphcentred"/>
      </w:pPr>
    </w:p>
    <w:p w14:paraId="7544E3E2" w14:textId="77777777" w:rsidR="000223DC" w:rsidRDefault="000223DC" w:rsidP="002576C7">
      <w:pPr>
        <w:pStyle w:val="Baseparagraphcentred"/>
      </w:pPr>
    </w:p>
    <w:p w14:paraId="6EE74498" w14:textId="77777777" w:rsidR="000223DC" w:rsidRDefault="000223DC" w:rsidP="002576C7">
      <w:pPr>
        <w:pStyle w:val="Baseparagraphcentred"/>
      </w:pPr>
    </w:p>
    <w:p w14:paraId="393F5FD9" w14:textId="77777777" w:rsidR="000223DC" w:rsidRDefault="000223DC" w:rsidP="002576C7">
      <w:pPr>
        <w:pStyle w:val="Baseparagraphcentred"/>
      </w:pPr>
    </w:p>
    <w:p w14:paraId="4F4CDF93" w14:textId="565B0333" w:rsidR="000223DC" w:rsidRDefault="00490578" w:rsidP="002576C7">
      <w:pPr>
        <w:pStyle w:val="Baseparagraphcentred"/>
      </w:pPr>
      <w:r>
        <w:t>E</w:t>
      </w:r>
      <w:r w:rsidR="00B776CC">
        <w:t>X</w:t>
      </w:r>
      <w:r>
        <w:t xml:space="preserve">POSURE </w:t>
      </w:r>
      <w:r w:rsidR="002B09E4">
        <w:t xml:space="preserve">DRAFT </w:t>
      </w:r>
      <w:r w:rsidR="000223DC">
        <w:t xml:space="preserve">EXPLANATORY </w:t>
      </w:r>
      <w:r w:rsidR="00740B6D">
        <w:t>MATERIALS</w:t>
      </w:r>
    </w:p>
    <w:p w14:paraId="5329D8C7" w14:textId="77777777" w:rsidR="000223DC" w:rsidRDefault="000223DC" w:rsidP="002576C7">
      <w:pPr>
        <w:pStyle w:val="Baseparagraphcentred"/>
      </w:pPr>
    </w:p>
    <w:p w14:paraId="076E23FC" w14:textId="77777777" w:rsidR="000223DC" w:rsidRDefault="000223DC" w:rsidP="002576C7">
      <w:pPr>
        <w:pStyle w:val="Baseparagraphcentred"/>
      </w:pPr>
    </w:p>
    <w:p w14:paraId="27673E49" w14:textId="77777777" w:rsidR="000223DC" w:rsidRDefault="000223DC" w:rsidP="002576C7">
      <w:pPr>
        <w:pStyle w:val="Baseparagraphcentred"/>
      </w:pPr>
    </w:p>
    <w:p w14:paraId="3ECD31CA" w14:textId="2F234687" w:rsidR="000223DC" w:rsidRPr="00FC42BC" w:rsidRDefault="000223DC" w:rsidP="002576C7">
      <w:pPr>
        <w:pStyle w:val="Baseparagraphcentred"/>
        <w:rPr>
          <w:vanish/>
        </w:rPr>
      </w:pPr>
    </w:p>
    <w:p w14:paraId="39C7CDB8" w14:textId="77777777" w:rsidR="000223DC" w:rsidRDefault="000223DC" w:rsidP="002576C7">
      <w:pPr>
        <w:sectPr w:rsidR="000223DC" w:rsidSect="006D5E87">
          <w:headerReference w:type="even" r:id="rId14"/>
          <w:headerReference w:type="default" r:id="rId15"/>
          <w:footerReference w:type="even" r:id="rId16"/>
          <w:footerReference w:type="default" r:id="rId17"/>
          <w:headerReference w:type="first" r:id="rId18"/>
          <w:type w:val="oddPage"/>
          <w:pgSz w:w="11906" w:h="16838" w:code="9"/>
          <w:pgMar w:top="2466" w:right="2098" w:bottom="2466" w:left="2098" w:header="1559" w:footer="1899" w:gutter="0"/>
          <w:cols w:space="708"/>
          <w:titlePg/>
          <w:docGrid w:linePitch="360"/>
        </w:sectPr>
      </w:pPr>
    </w:p>
    <w:p w14:paraId="412BDAAB" w14:textId="77777777" w:rsidR="000223DC" w:rsidRPr="003E0794" w:rsidRDefault="000223DC" w:rsidP="002576C7">
      <w:pPr>
        <w:pStyle w:val="TOCHeading"/>
      </w:pPr>
      <w:r w:rsidRPr="003E0794">
        <w:lastRenderedPageBreak/>
        <w:t>Table of contents</w:t>
      </w:r>
    </w:p>
    <w:p w14:paraId="7A123054" w14:textId="77777777" w:rsidR="00B540C3" w:rsidRDefault="002E2D2F">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B540C3">
        <w:t>Glossary</w:t>
      </w:r>
      <w:r w:rsidR="00B540C3">
        <w:tab/>
      </w:r>
      <w:r w:rsidR="00B540C3">
        <w:fldChar w:fldCharType="begin"/>
      </w:r>
      <w:r w:rsidR="00B540C3">
        <w:instrText xml:space="preserve"> PAGEREF _Toc490814937 \h </w:instrText>
      </w:r>
      <w:r w:rsidR="00B540C3">
        <w:fldChar w:fldCharType="separate"/>
      </w:r>
      <w:r w:rsidR="004C78A6">
        <w:t>1</w:t>
      </w:r>
      <w:r w:rsidR="00B540C3">
        <w:fldChar w:fldCharType="end"/>
      </w:r>
    </w:p>
    <w:p w14:paraId="26D50D3D" w14:textId="77777777" w:rsidR="00B540C3" w:rsidRDefault="00B540C3">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_Toc490814938 \h </w:instrText>
      </w:r>
      <w:r>
        <w:rPr>
          <w:noProof/>
        </w:rPr>
      </w:r>
      <w:r>
        <w:rPr>
          <w:noProof/>
        </w:rPr>
        <w:fldChar w:fldCharType="separate"/>
      </w:r>
      <w:r w:rsidR="004C78A6">
        <w:rPr>
          <w:noProof/>
        </w:rPr>
        <w:t>3</w:t>
      </w:r>
      <w:r>
        <w:rPr>
          <w:noProof/>
        </w:rPr>
        <w:fldChar w:fldCharType="end"/>
      </w:r>
    </w:p>
    <w:p w14:paraId="5669A743" w14:textId="77777777" w:rsidR="00B540C3" w:rsidRDefault="00B540C3">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Basic features of a CCIV</w:t>
      </w:r>
      <w:r>
        <w:rPr>
          <w:noProof/>
        </w:rPr>
        <w:tab/>
      </w:r>
      <w:r>
        <w:rPr>
          <w:noProof/>
        </w:rPr>
        <w:fldChar w:fldCharType="begin"/>
      </w:r>
      <w:r>
        <w:rPr>
          <w:noProof/>
        </w:rPr>
        <w:instrText xml:space="preserve"> PAGEREF _Toc490814939 \h </w:instrText>
      </w:r>
      <w:r>
        <w:rPr>
          <w:noProof/>
        </w:rPr>
      </w:r>
      <w:r>
        <w:rPr>
          <w:noProof/>
        </w:rPr>
        <w:fldChar w:fldCharType="separate"/>
      </w:r>
      <w:r w:rsidR="004C78A6">
        <w:rPr>
          <w:noProof/>
        </w:rPr>
        <w:t>9</w:t>
      </w:r>
      <w:r>
        <w:rPr>
          <w:noProof/>
        </w:rPr>
        <w:fldChar w:fldCharType="end"/>
      </w:r>
    </w:p>
    <w:p w14:paraId="2E42A7D5" w14:textId="77777777" w:rsidR="00B540C3" w:rsidRDefault="00B540C3">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Corporate director</w:t>
      </w:r>
      <w:r>
        <w:rPr>
          <w:noProof/>
        </w:rPr>
        <w:tab/>
      </w:r>
      <w:r>
        <w:rPr>
          <w:noProof/>
        </w:rPr>
        <w:fldChar w:fldCharType="begin"/>
      </w:r>
      <w:r>
        <w:rPr>
          <w:noProof/>
        </w:rPr>
        <w:instrText xml:space="preserve"> PAGEREF _Toc490814940 \h </w:instrText>
      </w:r>
      <w:r>
        <w:rPr>
          <w:noProof/>
        </w:rPr>
      </w:r>
      <w:r>
        <w:rPr>
          <w:noProof/>
        </w:rPr>
        <w:fldChar w:fldCharType="separate"/>
      </w:r>
      <w:r w:rsidR="004C78A6">
        <w:rPr>
          <w:noProof/>
        </w:rPr>
        <w:t>19</w:t>
      </w:r>
      <w:r>
        <w:rPr>
          <w:noProof/>
        </w:rPr>
        <w:fldChar w:fldCharType="end"/>
      </w:r>
    </w:p>
    <w:p w14:paraId="4E2D5ED6" w14:textId="77777777" w:rsidR="00B540C3" w:rsidRDefault="00B540C3">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Sub-funds</w:t>
      </w:r>
      <w:r>
        <w:rPr>
          <w:noProof/>
        </w:rPr>
        <w:tab/>
      </w:r>
      <w:r>
        <w:rPr>
          <w:noProof/>
        </w:rPr>
        <w:fldChar w:fldCharType="begin"/>
      </w:r>
      <w:r>
        <w:rPr>
          <w:noProof/>
        </w:rPr>
        <w:instrText xml:space="preserve"> PAGEREF _Toc490814941 \h </w:instrText>
      </w:r>
      <w:r>
        <w:rPr>
          <w:noProof/>
        </w:rPr>
      </w:r>
      <w:r>
        <w:rPr>
          <w:noProof/>
        </w:rPr>
        <w:fldChar w:fldCharType="separate"/>
      </w:r>
      <w:r w:rsidR="004C78A6">
        <w:rPr>
          <w:noProof/>
        </w:rPr>
        <w:t>33</w:t>
      </w:r>
      <w:r>
        <w:rPr>
          <w:noProof/>
        </w:rPr>
        <w:fldChar w:fldCharType="end"/>
      </w:r>
    </w:p>
    <w:p w14:paraId="3D9C0405" w14:textId="77777777" w:rsidR="00B540C3" w:rsidRDefault="00B540C3">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Shares</w:t>
      </w:r>
      <w:r>
        <w:rPr>
          <w:noProof/>
        </w:rPr>
        <w:tab/>
      </w:r>
      <w:r>
        <w:rPr>
          <w:noProof/>
        </w:rPr>
        <w:fldChar w:fldCharType="begin"/>
      </w:r>
      <w:r>
        <w:rPr>
          <w:noProof/>
        </w:rPr>
        <w:instrText xml:space="preserve"> PAGEREF _Toc490814942 \h </w:instrText>
      </w:r>
      <w:r>
        <w:rPr>
          <w:noProof/>
        </w:rPr>
      </w:r>
      <w:r>
        <w:rPr>
          <w:noProof/>
        </w:rPr>
        <w:fldChar w:fldCharType="separate"/>
      </w:r>
      <w:r w:rsidR="004C78A6">
        <w:rPr>
          <w:noProof/>
        </w:rPr>
        <w:t>45</w:t>
      </w:r>
      <w:r>
        <w:rPr>
          <w:noProof/>
        </w:rPr>
        <w:fldChar w:fldCharType="end"/>
      </w:r>
    </w:p>
    <w:p w14:paraId="25530A36" w14:textId="77777777" w:rsidR="00B540C3" w:rsidRDefault="00B540C3">
      <w:pPr>
        <w:pStyle w:val="TOC1"/>
        <w:rPr>
          <w:rFonts w:asciiTheme="minorHAnsi" w:eastAsiaTheme="minorEastAsia" w:hAnsiTheme="minorHAnsi" w:cstheme="minorBidi"/>
          <w:noProof/>
          <w:sz w:val="22"/>
          <w:szCs w:val="22"/>
        </w:rPr>
      </w:pPr>
      <w:r>
        <w:rPr>
          <w:noProof/>
        </w:rPr>
        <w:t>Chapter 6</w:t>
      </w:r>
      <w:r>
        <w:rPr>
          <w:rFonts w:asciiTheme="minorHAnsi" w:eastAsiaTheme="minorEastAsia" w:hAnsiTheme="minorHAnsi" w:cstheme="minorBidi"/>
          <w:noProof/>
          <w:sz w:val="22"/>
          <w:szCs w:val="22"/>
        </w:rPr>
        <w:tab/>
      </w:r>
      <w:r>
        <w:rPr>
          <w:noProof/>
        </w:rPr>
        <w:t>Depositary</w:t>
      </w:r>
      <w:r>
        <w:rPr>
          <w:noProof/>
        </w:rPr>
        <w:tab/>
      </w:r>
      <w:r>
        <w:rPr>
          <w:noProof/>
        </w:rPr>
        <w:fldChar w:fldCharType="begin"/>
      </w:r>
      <w:r>
        <w:rPr>
          <w:noProof/>
        </w:rPr>
        <w:instrText xml:space="preserve"> PAGEREF _Toc490814943 \h </w:instrText>
      </w:r>
      <w:r>
        <w:rPr>
          <w:noProof/>
        </w:rPr>
      </w:r>
      <w:r>
        <w:rPr>
          <w:noProof/>
        </w:rPr>
        <w:fldChar w:fldCharType="separate"/>
      </w:r>
      <w:r w:rsidR="004C78A6">
        <w:rPr>
          <w:noProof/>
        </w:rPr>
        <w:t>57</w:t>
      </w:r>
      <w:r>
        <w:rPr>
          <w:noProof/>
        </w:rPr>
        <w:fldChar w:fldCharType="end"/>
      </w:r>
    </w:p>
    <w:p w14:paraId="7DBB7DA6" w14:textId="77777777" w:rsidR="00B540C3" w:rsidRDefault="00B540C3">
      <w:pPr>
        <w:pStyle w:val="TOC1"/>
        <w:rPr>
          <w:rFonts w:asciiTheme="minorHAnsi" w:eastAsiaTheme="minorEastAsia" w:hAnsiTheme="minorHAnsi" w:cstheme="minorBidi"/>
          <w:noProof/>
          <w:sz w:val="22"/>
          <w:szCs w:val="22"/>
        </w:rPr>
      </w:pPr>
      <w:r>
        <w:rPr>
          <w:noProof/>
        </w:rPr>
        <w:t>Chapter 7</w:t>
      </w:r>
      <w:r>
        <w:rPr>
          <w:rFonts w:asciiTheme="minorHAnsi" w:eastAsiaTheme="minorEastAsia" w:hAnsiTheme="minorHAnsi" w:cstheme="minorBidi"/>
          <w:noProof/>
          <w:sz w:val="22"/>
          <w:szCs w:val="22"/>
        </w:rPr>
        <w:tab/>
      </w:r>
      <w:r>
        <w:rPr>
          <w:noProof/>
        </w:rPr>
        <w:t>CCIV Rules</w:t>
      </w:r>
      <w:r>
        <w:rPr>
          <w:noProof/>
        </w:rPr>
        <w:tab/>
      </w:r>
      <w:r>
        <w:rPr>
          <w:noProof/>
        </w:rPr>
        <w:fldChar w:fldCharType="begin"/>
      </w:r>
      <w:r>
        <w:rPr>
          <w:noProof/>
        </w:rPr>
        <w:instrText xml:space="preserve"> PAGEREF _Toc490814944 \h </w:instrText>
      </w:r>
      <w:r>
        <w:rPr>
          <w:noProof/>
        </w:rPr>
      </w:r>
      <w:r>
        <w:rPr>
          <w:noProof/>
        </w:rPr>
        <w:fldChar w:fldCharType="separate"/>
      </w:r>
      <w:r w:rsidR="004C78A6">
        <w:rPr>
          <w:noProof/>
        </w:rPr>
        <w:t>75</w:t>
      </w:r>
      <w:r>
        <w:rPr>
          <w:noProof/>
        </w:rPr>
        <w:fldChar w:fldCharType="end"/>
      </w:r>
    </w:p>
    <w:p w14:paraId="1CD046D0" w14:textId="77777777" w:rsidR="00B540C3" w:rsidRDefault="00B540C3">
      <w:pPr>
        <w:pStyle w:val="TOC1"/>
        <w:rPr>
          <w:rFonts w:asciiTheme="minorHAnsi" w:eastAsiaTheme="minorEastAsia" w:hAnsiTheme="minorHAnsi" w:cstheme="minorBidi"/>
          <w:noProof/>
          <w:sz w:val="22"/>
          <w:szCs w:val="22"/>
        </w:rPr>
      </w:pPr>
      <w:r>
        <w:rPr>
          <w:noProof/>
        </w:rPr>
        <w:t>Appendix</w:t>
      </w:r>
      <w:r>
        <w:rPr>
          <w:rFonts w:asciiTheme="minorHAnsi" w:eastAsiaTheme="minorEastAsia" w:hAnsiTheme="minorHAnsi" w:cstheme="minorBidi"/>
          <w:noProof/>
          <w:sz w:val="22"/>
          <w:szCs w:val="22"/>
        </w:rPr>
        <w:tab/>
      </w:r>
      <w:r>
        <w:rPr>
          <w:noProof/>
        </w:rPr>
        <w:t xml:space="preserve"> Regulatory framework for a retail CCIV</w:t>
      </w:r>
      <w:r>
        <w:rPr>
          <w:noProof/>
        </w:rPr>
        <w:tab/>
      </w:r>
      <w:r>
        <w:rPr>
          <w:noProof/>
        </w:rPr>
        <w:fldChar w:fldCharType="begin"/>
      </w:r>
      <w:r>
        <w:rPr>
          <w:noProof/>
        </w:rPr>
        <w:instrText xml:space="preserve"> PAGEREF _Toc490814945 \h </w:instrText>
      </w:r>
      <w:r>
        <w:rPr>
          <w:noProof/>
        </w:rPr>
      </w:r>
      <w:r>
        <w:rPr>
          <w:noProof/>
        </w:rPr>
        <w:fldChar w:fldCharType="separate"/>
      </w:r>
      <w:r w:rsidR="004C78A6">
        <w:rPr>
          <w:noProof/>
        </w:rPr>
        <w:t>77</w:t>
      </w:r>
      <w:r>
        <w:rPr>
          <w:noProof/>
        </w:rPr>
        <w:fldChar w:fldCharType="end"/>
      </w:r>
    </w:p>
    <w:p w14:paraId="4A70AF42" w14:textId="77777777" w:rsidR="000223DC" w:rsidRDefault="002E2D2F" w:rsidP="002576C7">
      <w:pPr>
        <w:pStyle w:val="base-text-paragraphnonumbers"/>
      </w:pPr>
      <w:r>
        <w:rPr>
          <w:b/>
          <w:bCs/>
          <w:noProof/>
          <w:lang w:val="en-US"/>
        </w:rPr>
        <w:fldChar w:fldCharType="end"/>
      </w:r>
    </w:p>
    <w:p w14:paraId="05E46237" w14:textId="77777777" w:rsidR="000223DC" w:rsidRDefault="000223DC" w:rsidP="002576C7">
      <w:pPr>
        <w:pStyle w:val="base-text-paragraphnonumbers"/>
        <w:sectPr w:rsidR="000223DC" w:rsidSect="006D5E87">
          <w:headerReference w:type="even" r:id="rId19"/>
          <w:headerReference w:type="default" r:id="rId20"/>
          <w:footerReference w:type="even" r:id="rId21"/>
          <w:footerReference w:type="default" r:id="rId22"/>
          <w:headerReference w:type="first" r:id="rId23"/>
          <w:footerReference w:type="first" r:id="rId24"/>
          <w:type w:val="oddPage"/>
          <w:pgSz w:w="11906" w:h="16838" w:code="9"/>
          <w:pgMar w:top="2466" w:right="2098" w:bottom="2466" w:left="2098" w:header="1559" w:footer="1899" w:gutter="0"/>
          <w:cols w:space="708"/>
          <w:titlePg/>
          <w:docGrid w:linePitch="360"/>
        </w:sectPr>
      </w:pPr>
    </w:p>
    <w:p w14:paraId="25989054" w14:textId="77777777" w:rsidR="000223DC" w:rsidRPr="00A03E30" w:rsidRDefault="000223DC" w:rsidP="002576C7"/>
    <w:p w14:paraId="68E5B0C4" w14:textId="77777777" w:rsidR="000223DC" w:rsidRPr="00D67ADC" w:rsidRDefault="000223DC" w:rsidP="006D5E87">
      <w:pPr>
        <w:pStyle w:val="Chapterheadingsubdocument"/>
      </w:pPr>
      <w:bookmarkStart w:id="0" w:name="_Toc487789240"/>
      <w:bookmarkStart w:id="1" w:name="_Toc490215642"/>
      <w:bookmarkStart w:id="2" w:name="_Toc490217590"/>
      <w:bookmarkStart w:id="3" w:name="_Toc490223763"/>
      <w:bookmarkStart w:id="4" w:name="_Toc490245438"/>
      <w:bookmarkStart w:id="5" w:name="_Toc490758902"/>
      <w:bookmarkStart w:id="6" w:name="_Toc490759095"/>
      <w:bookmarkStart w:id="7" w:name="_Toc490812079"/>
      <w:bookmarkStart w:id="8" w:name="_Toc490814937"/>
      <w:r w:rsidRPr="00D67ADC">
        <w:t>Glossary</w:t>
      </w:r>
      <w:bookmarkEnd w:id="0"/>
      <w:bookmarkEnd w:id="1"/>
      <w:bookmarkEnd w:id="2"/>
      <w:bookmarkEnd w:id="3"/>
      <w:bookmarkEnd w:id="4"/>
      <w:bookmarkEnd w:id="5"/>
      <w:bookmarkEnd w:id="6"/>
      <w:bookmarkEnd w:id="7"/>
      <w:bookmarkEnd w:id="8"/>
    </w:p>
    <w:p w14:paraId="4EBB4FA1" w14:textId="3036DBA4" w:rsidR="000223DC" w:rsidRDefault="000776F3" w:rsidP="006D5E87">
      <w:pPr>
        <w:pStyle w:val="BTPwithextraspacing"/>
      </w:pPr>
      <w:r>
        <w:t>The following abbreviations</w:t>
      </w:r>
      <w:r w:rsidR="00CF6F61">
        <w:t xml:space="preserve"> and</w:t>
      </w:r>
      <w:r>
        <w:t xml:space="preserve"> </w:t>
      </w:r>
      <w:r w:rsidR="000223DC">
        <w:t xml:space="preserve">acronyms are used throughout </w:t>
      </w:r>
      <w:r w:rsidR="004A5204">
        <w:t>the</w:t>
      </w:r>
      <w:r w:rsidR="000223DC">
        <w:t>s</w:t>
      </w:r>
      <w:r w:rsidR="004A5204">
        <w:t>e</w:t>
      </w:r>
      <w:r w:rsidR="000223DC">
        <w:t xml:space="preserve"> explanatory m</w:t>
      </w:r>
      <w:r w:rsidR="004A5204">
        <w:t>aterials</w:t>
      </w:r>
      <w:r w:rsidR="000223DC">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0223DC" w:rsidRPr="00123D96" w14:paraId="127BF93F" w14:textId="77777777" w:rsidTr="006D5E87">
        <w:tc>
          <w:tcPr>
            <w:tcW w:w="2721" w:type="dxa"/>
          </w:tcPr>
          <w:p w14:paraId="02EABA12" w14:textId="77777777" w:rsidR="000223DC" w:rsidRPr="00123D96" w:rsidRDefault="000223DC" w:rsidP="006D5E87">
            <w:pPr>
              <w:pStyle w:val="tableheaderwithintable"/>
            </w:pPr>
            <w:r w:rsidRPr="00123D96">
              <w:t>Abbreviation</w:t>
            </w:r>
          </w:p>
        </w:tc>
        <w:tc>
          <w:tcPr>
            <w:tcW w:w="3885" w:type="dxa"/>
          </w:tcPr>
          <w:p w14:paraId="01F0EB35" w14:textId="77777777" w:rsidR="000223DC" w:rsidRPr="00123D96" w:rsidRDefault="000223DC" w:rsidP="006D5E87">
            <w:pPr>
              <w:pStyle w:val="tableheaderwithintable"/>
            </w:pPr>
            <w:r w:rsidRPr="00123D96">
              <w:t>Definition</w:t>
            </w:r>
          </w:p>
        </w:tc>
      </w:tr>
      <w:tr w:rsidR="000776F3" w:rsidRPr="002C43E8" w14:paraId="7AF12527" w14:textId="77777777" w:rsidTr="006D5E87">
        <w:tc>
          <w:tcPr>
            <w:tcW w:w="2721" w:type="dxa"/>
          </w:tcPr>
          <w:p w14:paraId="4FFD82A4" w14:textId="6CD49028" w:rsidR="000776F3" w:rsidRDefault="000776F3" w:rsidP="006D5E87">
            <w:pPr>
              <w:pStyle w:val="Glossarytabletext"/>
              <w:rPr>
                <w:lang w:val="en-US" w:eastAsia="en-US"/>
              </w:rPr>
            </w:pPr>
            <w:r>
              <w:rPr>
                <w:lang w:val="en-US" w:eastAsia="en-US"/>
              </w:rPr>
              <w:t>AFSL</w:t>
            </w:r>
          </w:p>
        </w:tc>
        <w:tc>
          <w:tcPr>
            <w:tcW w:w="3885" w:type="dxa"/>
          </w:tcPr>
          <w:p w14:paraId="4B89A7A4" w14:textId="59D76EF7" w:rsidR="000776F3" w:rsidRDefault="000776F3" w:rsidP="006D5E87">
            <w:pPr>
              <w:pStyle w:val="Glossarytabletext"/>
              <w:rPr>
                <w:lang w:val="en-US" w:eastAsia="en-US"/>
              </w:rPr>
            </w:pPr>
            <w:r>
              <w:rPr>
                <w:lang w:val="en-US" w:eastAsia="en-US"/>
              </w:rPr>
              <w:t xml:space="preserve">Australian financial services </w:t>
            </w:r>
            <w:proofErr w:type="spellStart"/>
            <w:r>
              <w:rPr>
                <w:lang w:val="en-US" w:eastAsia="en-US"/>
              </w:rPr>
              <w:t>licen</w:t>
            </w:r>
            <w:r w:rsidR="00FD6973">
              <w:rPr>
                <w:lang w:val="en-US" w:eastAsia="en-US"/>
              </w:rPr>
              <w:t>c</w:t>
            </w:r>
            <w:r>
              <w:rPr>
                <w:lang w:val="en-US" w:eastAsia="en-US"/>
              </w:rPr>
              <w:t>e</w:t>
            </w:r>
            <w:proofErr w:type="spellEnd"/>
          </w:p>
        </w:tc>
      </w:tr>
      <w:tr w:rsidR="00236BD0" w:rsidRPr="002C43E8" w14:paraId="51A2FCC8" w14:textId="77777777" w:rsidTr="006D5E87">
        <w:tc>
          <w:tcPr>
            <w:tcW w:w="2721" w:type="dxa"/>
          </w:tcPr>
          <w:p w14:paraId="25599D80" w14:textId="1D62E7EA" w:rsidR="00236BD0" w:rsidRDefault="00236BD0" w:rsidP="006D5E87">
            <w:pPr>
              <w:pStyle w:val="Glossarytabletext"/>
              <w:rPr>
                <w:lang w:val="en-US" w:eastAsia="en-US"/>
              </w:rPr>
            </w:pPr>
            <w:r>
              <w:rPr>
                <w:lang w:val="en-US" w:eastAsia="en-US"/>
              </w:rPr>
              <w:t>AMIT</w:t>
            </w:r>
          </w:p>
        </w:tc>
        <w:tc>
          <w:tcPr>
            <w:tcW w:w="3885" w:type="dxa"/>
          </w:tcPr>
          <w:p w14:paraId="79FBF2EA" w14:textId="7FF22F59" w:rsidR="00236BD0" w:rsidRDefault="00236BD0" w:rsidP="006D5E87">
            <w:pPr>
              <w:pStyle w:val="Glossarytabletext"/>
              <w:rPr>
                <w:lang w:val="en-US" w:eastAsia="en-US"/>
              </w:rPr>
            </w:pPr>
            <w:r>
              <w:rPr>
                <w:lang w:val="en-US" w:eastAsia="en-US"/>
              </w:rPr>
              <w:t xml:space="preserve">Attribution </w:t>
            </w:r>
            <w:r w:rsidR="00BD295C">
              <w:rPr>
                <w:lang w:val="en-US" w:eastAsia="en-US"/>
              </w:rPr>
              <w:t>m</w:t>
            </w:r>
            <w:r>
              <w:rPr>
                <w:lang w:val="en-US" w:eastAsia="en-US"/>
              </w:rPr>
              <w:t xml:space="preserve">anaged </w:t>
            </w:r>
            <w:r w:rsidR="00BD295C">
              <w:rPr>
                <w:lang w:val="en-US" w:eastAsia="en-US"/>
              </w:rPr>
              <w:t>i</w:t>
            </w:r>
            <w:r>
              <w:rPr>
                <w:lang w:val="en-US" w:eastAsia="en-US"/>
              </w:rPr>
              <w:t xml:space="preserve">nvestment </w:t>
            </w:r>
            <w:r w:rsidR="00BD295C">
              <w:rPr>
                <w:lang w:val="en-US" w:eastAsia="en-US"/>
              </w:rPr>
              <w:t>t</w:t>
            </w:r>
            <w:r>
              <w:rPr>
                <w:lang w:val="en-US" w:eastAsia="en-US"/>
              </w:rPr>
              <w:t>rust</w:t>
            </w:r>
          </w:p>
        </w:tc>
      </w:tr>
      <w:tr w:rsidR="003000D8" w:rsidRPr="002C43E8" w14:paraId="6B4011E0" w14:textId="77777777" w:rsidTr="006D5E87">
        <w:tc>
          <w:tcPr>
            <w:tcW w:w="2721" w:type="dxa"/>
          </w:tcPr>
          <w:p w14:paraId="6B97501F" w14:textId="4EEB4206" w:rsidR="003000D8" w:rsidRDefault="003000D8" w:rsidP="006D5E87">
            <w:pPr>
              <w:pStyle w:val="Glossarytabletext"/>
              <w:rPr>
                <w:lang w:val="en-US" w:eastAsia="en-US"/>
              </w:rPr>
            </w:pPr>
            <w:r>
              <w:rPr>
                <w:lang w:val="en-US" w:eastAsia="en-US"/>
              </w:rPr>
              <w:t>ASIC</w:t>
            </w:r>
          </w:p>
        </w:tc>
        <w:tc>
          <w:tcPr>
            <w:tcW w:w="3885" w:type="dxa"/>
          </w:tcPr>
          <w:p w14:paraId="26E99D30" w14:textId="5CA712E0" w:rsidR="003000D8" w:rsidRDefault="003000D8" w:rsidP="006D5E87">
            <w:pPr>
              <w:pStyle w:val="Glossarytabletext"/>
              <w:rPr>
                <w:lang w:val="en-US" w:eastAsia="en-US"/>
              </w:rPr>
            </w:pPr>
            <w:r>
              <w:rPr>
                <w:lang w:val="en-US" w:eastAsia="en-US"/>
              </w:rPr>
              <w:t>Australian Securities and Investment Commission</w:t>
            </w:r>
          </w:p>
        </w:tc>
      </w:tr>
      <w:tr w:rsidR="00AF1AEC" w:rsidRPr="002C43E8" w14:paraId="254FD1DA" w14:textId="77777777" w:rsidTr="006D5E87">
        <w:tc>
          <w:tcPr>
            <w:tcW w:w="2721" w:type="dxa"/>
          </w:tcPr>
          <w:p w14:paraId="1CBEBD3F" w14:textId="5ED28C7D" w:rsidR="00AF1AEC" w:rsidRDefault="00AF1AEC" w:rsidP="006D5E87">
            <w:pPr>
              <w:pStyle w:val="Glossarytabletext"/>
              <w:rPr>
                <w:lang w:val="en-US" w:eastAsia="en-US"/>
              </w:rPr>
            </w:pPr>
            <w:r>
              <w:rPr>
                <w:lang w:val="en-US" w:eastAsia="en-US"/>
              </w:rPr>
              <w:t>CIV</w:t>
            </w:r>
          </w:p>
        </w:tc>
        <w:tc>
          <w:tcPr>
            <w:tcW w:w="3885" w:type="dxa"/>
          </w:tcPr>
          <w:p w14:paraId="5C6EE4E3" w14:textId="4E6487BA" w:rsidR="00AF1AEC" w:rsidRDefault="00AF1AEC" w:rsidP="006D5E87">
            <w:pPr>
              <w:pStyle w:val="Glossarytabletext"/>
              <w:rPr>
                <w:lang w:val="en-US" w:eastAsia="en-US"/>
              </w:rPr>
            </w:pPr>
            <w:r>
              <w:rPr>
                <w:lang w:val="en-US" w:eastAsia="en-US"/>
              </w:rPr>
              <w:t>Collective investment vehicle</w:t>
            </w:r>
          </w:p>
        </w:tc>
      </w:tr>
      <w:tr w:rsidR="000223DC" w:rsidRPr="002C43E8" w14:paraId="56754DA7" w14:textId="77777777" w:rsidTr="006D5E87">
        <w:tc>
          <w:tcPr>
            <w:tcW w:w="2721" w:type="dxa"/>
          </w:tcPr>
          <w:p w14:paraId="391597B6" w14:textId="77777777" w:rsidR="000223DC" w:rsidRPr="002C43E8" w:rsidRDefault="001D3F21" w:rsidP="006D5E87">
            <w:pPr>
              <w:pStyle w:val="Glossarytabletext"/>
              <w:rPr>
                <w:lang w:val="en-US" w:eastAsia="en-US"/>
              </w:rPr>
            </w:pPr>
            <w:r>
              <w:rPr>
                <w:lang w:val="en-US" w:eastAsia="en-US"/>
              </w:rPr>
              <w:t>CCIV</w:t>
            </w:r>
          </w:p>
        </w:tc>
        <w:tc>
          <w:tcPr>
            <w:tcW w:w="3885" w:type="dxa"/>
          </w:tcPr>
          <w:p w14:paraId="14248B30" w14:textId="473392D1" w:rsidR="00435431" w:rsidRDefault="001D3F21" w:rsidP="006D5E87">
            <w:pPr>
              <w:pStyle w:val="Glossarytabletext"/>
              <w:rPr>
                <w:lang w:val="en-US" w:eastAsia="en-US"/>
              </w:rPr>
            </w:pPr>
            <w:r>
              <w:rPr>
                <w:lang w:val="en-US" w:eastAsia="en-US"/>
              </w:rPr>
              <w:t>Corporate collective investment vehicle</w:t>
            </w:r>
          </w:p>
          <w:p w14:paraId="0C69EB52" w14:textId="3ADEB30A" w:rsidR="000223DC" w:rsidRPr="002C43E8" w:rsidRDefault="00435431" w:rsidP="004832B3">
            <w:pPr>
              <w:pStyle w:val="Glossarytabletext"/>
              <w:rPr>
                <w:lang w:val="en-US" w:eastAsia="en-US"/>
              </w:rPr>
            </w:pPr>
            <w:r w:rsidRPr="00490578">
              <w:rPr>
                <w:lang w:val="en-US" w:eastAsia="en-US"/>
              </w:rPr>
              <w:t>A reference to ‘CCIV’ in the explanatory materials is a reference to both retail and wholesale CCIV</w:t>
            </w:r>
            <w:r w:rsidR="008D465A">
              <w:rPr>
                <w:lang w:val="en-US" w:eastAsia="en-US"/>
              </w:rPr>
              <w:t>s unless otherwise specified.</w:t>
            </w:r>
          </w:p>
        </w:tc>
      </w:tr>
      <w:tr w:rsidR="00236BD0" w:rsidRPr="002C43E8" w14:paraId="7E01243A" w14:textId="77777777" w:rsidTr="006D5E87">
        <w:tc>
          <w:tcPr>
            <w:tcW w:w="2721" w:type="dxa"/>
          </w:tcPr>
          <w:p w14:paraId="41208217" w14:textId="3D846E73" w:rsidR="00236BD0" w:rsidRDefault="00236BD0" w:rsidP="006D5E87">
            <w:pPr>
              <w:pStyle w:val="Glossarytabletext"/>
              <w:rPr>
                <w:lang w:val="en-US" w:eastAsia="en-US"/>
              </w:rPr>
            </w:pPr>
            <w:r>
              <w:rPr>
                <w:lang w:val="en-US" w:eastAsia="en-US"/>
              </w:rPr>
              <w:t>ITAA 1997</w:t>
            </w:r>
          </w:p>
        </w:tc>
        <w:tc>
          <w:tcPr>
            <w:tcW w:w="3885" w:type="dxa"/>
          </w:tcPr>
          <w:p w14:paraId="172B9508" w14:textId="1C8E12AA" w:rsidR="00236BD0" w:rsidRDefault="00236BD0" w:rsidP="006D5E87">
            <w:pPr>
              <w:pStyle w:val="Glossarytabletext"/>
              <w:rPr>
                <w:lang w:val="en-US" w:eastAsia="en-US"/>
              </w:rPr>
            </w:pPr>
            <w:r>
              <w:rPr>
                <w:i/>
                <w:lang w:val="en-US" w:eastAsia="en-US"/>
              </w:rPr>
              <w:t>Income Tax Assessment Act 1997</w:t>
            </w:r>
          </w:p>
        </w:tc>
      </w:tr>
      <w:tr w:rsidR="00AF1AEC" w:rsidRPr="002C43E8" w14:paraId="542EB250" w14:textId="77777777" w:rsidTr="006D5E87">
        <w:tc>
          <w:tcPr>
            <w:tcW w:w="2721" w:type="dxa"/>
          </w:tcPr>
          <w:p w14:paraId="09EF2F2F" w14:textId="5276DF3C" w:rsidR="00AF1AEC" w:rsidRDefault="00AF1AEC" w:rsidP="006D5E87">
            <w:pPr>
              <w:pStyle w:val="Glossarytabletext"/>
              <w:rPr>
                <w:lang w:val="en-US" w:eastAsia="en-US"/>
              </w:rPr>
            </w:pPr>
            <w:r>
              <w:rPr>
                <w:lang w:val="en-US" w:eastAsia="en-US"/>
              </w:rPr>
              <w:t>MIS</w:t>
            </w:r>
          </w:p>
        </w:tc>
        <w:tc>
          <w:tcPr>
            <w:tcW w:w="3885" w:type="dxa"/>
          </w:tcPr>
          <w:p w14:paraId="37F1D96B" w14:textId="355EDC49" w:rsidR="00AF1AEC" w:rsidRPr="000776F3" w:rsidRDefault="00AF1AEC" w:rsidP="006D5E87">
            <w:pPr>
              <w:pStyle w:val="Glossarytabletext"/>
              <w:rPr>
                <w:lang w:val="en-US" w:eastAsia="en-US"/>
              </w:rPr>
            </w:pPr>
            <w:r>
              <w:rPr>
                <w:lang w:val="en-US" w:eastAsia="en-US"/>
              </w:rPr>
              <w:t>Managed investment scheme</w:t>
            </w:r>
          </w:p>
        </w:tc>
      </w:tr>
      <w:tr w:rsidR="00AC303A" w:rsidRPr="002C43E8" w14:paraId="04D18927" w14:textId="77777777" w:rsidTr="006D5E87">
        <w:tc>
          <w:tcPr>
            <w:tcW w:w="2721" w:type="dxa"/>
          </w:tcPr>
          <w:p w14:paraId="3B866BAD" w14:textId="03094E91" w:rsidR="00AC303A" w:rsidRDefault="00853531" w:rsidP="006D5E87">
            <w:pPr>
              <w:pStyle w:val="Glossarytabletext"/>
              <w:rPr>
                <w:lang w:val="en-US" w:eastAsia="en-US"/>
              </w:rPr>
            </w:pPr>
            <w:r>
              <w:rPr>
                <w:lang w:val="en-US" w:eastAsia="en-US"/>
              </w:rPr>
              <w:t>OEIC</w:t>
            </w:r>
          </w:p>
        </w:tc>
        <w:tc>
          <w:tcPr>
            <w:tcW w:w="3885" w:type="dxa"/>
          </w:tcPr>
          <w:p w14:paraId="2EDD8F5C" w14:textId="60E270A5" w:rsidR="00AC303A" w:rsidRDefault="00853531" w:rsidP="00853531">
            <w:pPr>
              <w:pStyle w:val="Glossarytabletext"/>
              <w:rPr>
                <w:lang w:val="en-US" w:eastAsia="en-US"/>
              </w:rPr>
            </w:pPr>
            <w:r>
              <w:t>A</w:t>
            </w:r>
            <w:r w:rsidR="00D40C2E">
              <w:t xml:space="preserve"> company that is an</w:t>
            </w:r>
            <w:r>
              <w:t xml:space="preserve"> </w:t>
            </w:r>
            <w:r w:rsidRPr="00712B4B">
              <w:t xml:space="preserve">Open-Ended Investment </w:t>
            </w:r>
            <w:r w:rsidRPr="00D40C2E">
              <w:t>Compan</w:t>
            </w:r>
            <w:r w:rsidR="00D40C2E" w:rsidRPr="00D40C2E">
              <w:t>y</w:t>
            </w:r>
            <w:r w:rsidRPr="00D40C2E">
              <w:t xml:space="preserve"> </w:t>
            </w:r>
            <w:r>
              <w:t xml:space="preserve">regulated under </w:t>
            </w:r>
            <w:r w:rsidR="004A7FC7">
              <w:t xml:space="preserve">legislation of </w:t>
            </w:r>
            <w:r>
              <w:t xml:space="preserve">the United </w:t>
            </w:r>
            <w:r w:rsidR="004A7FC7">
              <w:t>Kingdom.</w:t>
            </w:r>
          </w:p>
        </w:tc>
      </w:tr>
      <w:tr w:rsidR="000776F3" w:rsidRPr="002C43E8" w14:paraId="4F75518D" w14:textId="77777777" w:rsidTr="006D5E87">
        <w:tc>
          <w:tcPr>
            <w:tcW w:w="2721" w:type="dxa"/>
          </w:tcPr>
          <w:p w14:paraId="4096D4D3" w14:textId="5A39DBE8" w:rsidR="000776F3" w:rsidRDefault="000776F3" w:rsidP="006D5E87">
            <w:pPr>
              <w:pStyle w:val="Glossarytabletext"/>
              <w:rPr>
                <w:lang w:val="en-US" w:eastAsia="en-US"/>
              </w:rPr>
            </w:pPr>
            <w:r>
              <w:rPr>
                <w:lang w:val="en-US" w:eastAsia="en-US"/>
              </w:rPr>
              <w:t>PDS</w:t>
            </w:r>
          </w:p>
        </w:tc>
        <w:tc>
          <w:tcPr>
            <w:tcW w:w="3885" w:type="dxa"/>
          </w:tcPr>
          <w:p w14:paraId="756F7200" w14:textId="67D2D2E1" w:rsidR="000776F3" w:rsidRPr="000776F3" w:rsidRDefault="000776F3" w:rsidP="006D5E87">
            <w:pPr>
              <w:pStyle w:val="Glossarytabletext"/>
              <w:rPr>
                <w:lang w:val="en-US" w:eastAsia="en-US"/>
              </w:rPr>
            </w:pPr>
            <w:r w:rsidRPr="000776F3">
              <w:rPr>
                <w:lang w:val="en-US" w:eastAsia="en-US"/>
              </w:rPr>
              <w:t>Product disclosure statement</w:t>
            </w:r>
          </w:p>
        </w:tc>
      </w:tr>
      <w:tr w:rsidR="000223DC" w:rsidRPr="002C43E8" w14:paraId="055F1C67" w14:textId="77777777" w:rsidTr="006D5E87">
        <w:tc>
          <w:tcPr>
            <w:tcW w:w="2721" w:type="dxa"/>
          </w:tcPr>
          <w:p w14:paraId="2584EF0C" w14:textId="4F2F4A29" w:rsidR="000223DC" w:rsidRPr="002C43E8" w:rsidRDefault="00B34E26" w:rsidP="006D5E87">
            <w:pPr>
              <w:pStyle w:val="Glossarytabletext"/>
              <w:rPr>
                <w:lang w:val="en-US" w:eastAsia="en-US"/>
              </w:rPr>
            </w:pPr>
            <w:r>
              <w:rPr>
                <w:lang w:val="en-US" w:eastAsia="en-US"/>
              </w:rPr>
              <w:t>The Act</w:t>
            </w:r>
          </w:p>
        </w:tc>
        <w:tc>
          <w:tcPr>
            <w:tcW w:w="3885" w:type="dxa"/>
          </w:tcPr>
          <w:p w14:paraId="77D36F3B" w14:textId="58BB5E4A" w:rsidR="000223DC" w:rsidRPr="002C43E8" w:rsidRDefault="00B34E26" w:rsidP="006D5E87">
            <w:pPr>
              <w:pStyle w:val="Glossarytabletext"/>
              <w:rPr>
                <w:lang w:val="en-US" w:eastAsia="en-US"/>
              </w:rPr>
            </w:pPr>
            <w:r w:rsidRPr="002A112E">
              <w:rPr>
                <w:i/>
                <w:lang w:val="en-US" w:eastAsia="en-US"/>
              </w:rPr>
              <w:t>Corporations Act 2001</w:t>
            </w:r>
          </w:p>
        </w:tc>
      </w:tr>
      <w:tr w:rsidR="000223DC" w:rsidRPr="002C43E8" w14:paraId="0E544C27" w14:textId="77777777" w:rsidTr="006D5E87">
        <w:tc>
          <w:tcPr>
            <w:tcW w:w="2721" w:type="dxa"/>
          </w:tcPr>
          <w:p w14:paraId="2CD15989" w14:textId="7D060D42" w:rsidR="000223DC" w:rsidRPr="002C43E8" w:rsidRDefault="00AF4C8F" w:rsidP="006D5E87">
            <w:pPr>
              <w:pStyle w:val="Glossarytabletext"/>
              <w:rPr>
                <w:lang w:val="en-US" w:eastAsia="en-US"/>
              </w:rPr>
            </w:pPr>
            <w:r>
              <w:rPr>
                <w:lang w:val="en-US" w:eastAsia="en-US"/>
              </w:rPr>
              <w:t>The Bill</w:t>
            </w:r>
          </w:p>
        </w:tc>
        <w:tc>
          <w:tcPr>
            <w:tcW w:w="3885" w:type="dxa"/>
          </w:tcPr>
          <w:p w14:paraId="7664A67F" w14:textId="190EFCE8" w:rsidR="000223DC" w:rsidRPr="002C43E8" w:rsidRDefault="00490578" w:rsidP="006D5E87">
            <w:pPr>
              <w:pStyle w:val="Glossarytabletext"/>
              <w:rPr>
                <w:lang w:val="en-US" w:eastAsia="en-US"/>
              </w:rPr>
            </w:pPr>
            <w:r>
              <w:rPr>
                <w:lang w:val="en-US" w:eastAsia="en-US"/>
              </w:rPr>
              <w:t xml:space="preserve">Exposure draft of the </w:t>
            </w:r>
            <w:r w:rsidR="00AF4C8F" w:rsidRPr="00490578">
              <w:rPr>
                <w:i/>
                <w:lang w:val="en-US" w:eastAsia="en-US"/>
              </w:rPr>
              <w:t>Treasury Laws Amendment (Corporate Collective Investment Vehicle) Bill 2017</w:t>
            </w:r>
          </w:p>
        </w:tc>
      </w:tr>
      <w:tr w:rsidR="00352753" w:rsidRPr="002C43E8" w14:paraId="38F828C1" w14:textId="77777777" w:rsidTr="006D5E87">
        <w:tc>
          <w:tcPr>
            <w:tcW w:w="2721" w:type="dxa"/>
          </w:tcPr>
          <w:p w14:paraId="28F01873" w14:textId="2C66B681" w:rsidR="00352753" w:rsidRDefault="00352753" w:rsidP="006D5E87">
            <w:pPr>
              <w:pStyle w:val="Glossarytabletext"/>
              <w:rPr>
                <w:lang w:val="en-US" w:eastAsia="en-US"/>
              </w:rPr>
            </w:pPr>
            <w:r>
              <w:rPr>
                <w:lang w:val="en-US" w:eastAsia="en-US"/>
              </w:rPr>
              <w:t>UCITS</w:t>
            </w:r>
            <w:r w:rsidR="00065E33">
              <w:rPr>
                <w:lang w:val="en-US" w:eastAsia="en-US"/>
              </w:rPr>
              <w:t xml:space="preserve"> fund</w:t>
            </w:r>
          </w:p>
        </w:tc>
        <w:tc>
          <w:tcPr>
            <w:tcW w:w="3885" w:type="dxa"/>
          </w:tcPr>
          <w:p w14:paraId="1DE6C3F4" w14:textId="6A0863FF" w:rsidR="00352753" w:rsidRDefault="00065E33" w:rsidP="000B3A29">
            <w:pPr>
              <w:pStyle w:val="Glossarytabletext"/>
              <w:rPr>
                <w:lang w:val="en-US" w:eastAsia="en-US"/>
              </w:rPr>
            </w:pPr>
            <w:r>
              <w:t>A collective investment vehicle that complies</w:t>
            </w:r>
            <w:r w:rsidR="00352753">
              <w:t xml:space="preserve"> with the Undertakings for Collective Investment in Transferable Securities (UCITS) Directive</w:t>
            </w:r>
            <w:r>
              <w:t xml:space="preserve"> (a regulatory framework adopted by the European Union).</w:t>
            </w:r>
          </w:p>
        </w:tc>
      </w:tr>
    </w:tbl>
    <w:p w14:paraId="52FA2AF1" w14:textId="77777777" w:rsidR="000223DC" w:rsidRDefault="000223DC" w:rsidP="006D5E87">
      <w:pPr>
        <w:sectPr w:rsidR="000223DC" w:rsidSect="006D5E87">
          <w:headerReference w:type="even" r:id="rId25"/>
          <w:headerReference w:type="default" r:id="rId26"/>
          <w:footerReference w:type="even" r:id="rId27"/>
          <w:footerReference w:type="default" r:id="rId28"/>
          <w:footerReference w:type="first" r:id="rId29"/>
          <w:type w:val="oddPage"/>
          <w:pgSz w:w="11906" w:h="16838" w:code="9"/>
          <w:pgMar w:top="2466" w:right="2098" w:bottom="2466" w:left="2098" w:header="1559" w:footer="1899" w:gutter="0"/>
          <w:pgNumType w:start="1"/>
          <w:cols w:space="708"/>
          <w:titlePg/>
          <w:docGrid w:linePitch="360"/>
        </w:sectPr>
      </w:pPr>
    </w:p>
    <w:p w14:paraId="624E30EC" w14:textId="77777777" w:rsidR="000223DC" w:rsidRPr="00433FD9" w:rsidRDefault="000223DC" w:rsidP="006D5E87"/>
    <w:p w14:paraId="6CB7B19D" w14:textId="7308FD40" w:rsidR="000223DC" w:rsidRPr="00F51A71" w:rsidRDefault="000223DC" w:rsidP="006D5E87">
      <w:pPr>
        <w:pStyle w:val="ChapterHeading"/>
        <w:tabs>
          <w:tab w:val="clear" w:pos="1134"/>
          <w:tab w:val="num" w:pos="360"/>
        </w:tabs>
      </w:pPr>
      <w:r w:rsidRPr="00F51A71">
        <w:br/>
      </w:r>
      <w:bookmarkStart w:id="9" w:name="_Toc487789241"/>
      <w:bookmarkStart w:id="10" w:name="_Toc490215643"/>
      <w:bookmarkStart w:id="11" w:name="_Toc490217591"/>
      <w:bookmarkStart w:id="12" w:name="_Toc490223764"/>
      <w:bookmarkStart w:id="13" w:name="_Toc490245439"/>
      <w:bookmarkStart w:id="14" w:name="_Toc490758903"/>
      <w:bookmarkStart w:id="15" w:name="_Toc490759096"/>
      <w:bookmarkStart w:id="16" w:name="_Toc490812080"/>
      <w:bookmarkStart w:id="17" w:name="_Toc490814938"/>
      <w:r w:rsidR="00C86675">
        <w:t>Introduction</w:t>
      </w:r>
      <w:bookmarkEnd w:id="9"/>
      <w:bookmarkEnd w:id="10"/>
      <w:bookmarkEnd w:id="11"/>
      <w:bookmarkEnd w:id="12"/>
      <w:bookmarkEnd w:id="13"/>
      <w:bookmarkEnd w:id="14"/>
      <w:bookmarkEnd w:id="15"/>
      <w:bookmarkEnd w:id="16"/>
      <w:bookmarkEnd w:id="17"/>
    </w:p>
    <w:p w14:paraId="5E25B2BE" w14:textId="77777777" w:rsidR="000223DC" w:rsidRDefault="000223DC" w:rsidP="006D5E87">
      <w:pPr>
        <w:pStyle w:val="Heading2"/>
      </w:pPr>
      <w:r>
        <w:t>Outline of chapter</w:t>
      </w:r>
    </w:p>
    <w:p w14:paraId="02414BA7" w14:textId="5EF129B7" w:rsidR="00063EAF" w:rsidRDefault="00781C62" w:rsidP="006D5E87">
      <w:pPr>
        <w:pStyle w:val="base-text-paragraph"/>
      </w:pPr>
      <w:r>
        <w:t xml:space="preserve">The exposure draft of the </w:t>
      </w:r>
      <w:r>
        <w:rPr>
          <w:i/>
        </w:rPr>
        <w:t xml:space="preserve">Treasury Laws Amendment (Corporate Collective Investment Vehicle) Bill 2017 </w:t>
      </w:r>
      <w:r>
        <w:t>(the Bill)</w:t>
      </w:r>
      <w:r>
        <w:rPr>
          <w:i/>
        </w:rPr>
        <w:t xml:space="preserve"> </w:t>
      </w:r>
      <w:r>
        <w:t>inserts</w:t>
      </w:r>
      <w:r>
        <w:rPr>
          <w:i/>
        </w:rPr>
        <w:t xml:space="preserve"> </w:t>
      </w:r>
      <w:r w:rsidR="00063EAF">
        <w:t xml:space="preserve">Chapter 7A </w:t>
      </w:r>
      <w:r>
        <w:t xml:space="preserve">into the </w:t>
      </w:r>
      <w:r>
        <w:rPr>
          <w:i/>
        </w:rPr>
        <w:t xml:space="preserve">Corporations Act 2001 </w:t>
      </w:r>
      <w:r>
        <w:t>(the Act). Chapter 7A establishes the regulatory framework for corporate collective investment vehicles (CCIVs).</w:t>
      </w:r>
    </w:p>
    <w:p w14:paraId="03252A9C" w14:textId="565092C9" w:rsidR="00781C62" w:rsidRDefault="001C3B13" w:rsidP="006D5E87">
      <w:pPr>
        <w:pStyle w:val="base-text-paragraph"/>
      </w:pPr>
      <w:r>
        <w:t>This c</w:t>
      </w:r>
      <w:r w:rsidR="00781C62">
        <w:t xml:space="preserve">hapter </w:t>
      </w:r>
      <w:r w:rsidR="00F17689">
        <w:t>of the explanatory materials</w:t>
      </w:r>
      <w:r w:rsidR="00781C62">
        <w:t xml:space="preserve"> discusses the policy context for the establishment of CCIVs</w:t>
      </w:r>
      <w:r w:rsidR="005118DE">
        <w:t xml:space="preserve"> and provides an overview of the regulatory framework. </w:t>
      </w:r>
    </w:p>
    <w:p w14:paraId="2CC954A5" w14:textId="77777777" w:rsidR="000223DC" w:rsidRDefault="000223DC" w:rsidP="006D5E87">
      <w:pPr>
        <w:pStyle w:val="Heading2"/>
      </w:pPr>
      <w:r>
        <w:t>Context of amendments</w:t>
      </w:r>
    </w:p>
    <w:p w14:paraId="3D28E790" w14:textId="238A903D" w:rsidR="00B70C7D" w:rsidRDefault="00B70C7D" w:rsidP="00333993">
      <w:pPr>
        <w:pStyle w:val="Heading3"/>
      </w:pPr>
      <w:r>
        <w:t>History</w:t>
      </w:r>
    </w:p>
    <w:p w14:paraId="2925A07C" w14:textId="255185B3" w:rsidR="00B70C7D" w:rsidRDefault="00824EF9" w:rsidP="00333993">
      <w:pPr>
        <w:pStyle w:val="base-text-paragraph"/>
      </w:pPr>
      <w:r>
        <w:t xml:space="preserve">In November 2009, </w:t>
      </w:r>
      <w:r w:rsidR="00340D1B">
        <w:t xml:space="preserve">the </w:t>
      </w:r>
      <w:r>
        <w:t>Australian Financial C</w:t>
      </w:r>
      <w:r w:rsidR="00340D1B">
        <w:t>entre Forum</w:t>
      </w:r>
      <w:r>
        <w:t xml:space="preserve"> released </w:t>
      </w:r>
      <w:r w:rsidR="002358DF">
        <w:t xml:space="preserve">the </w:t>
      </w:r>
      <w:r w:rsidR="002358DF" w:rsidRPr="00333993">
        <w:rPr>
          <w:i/>
        </w:rPr>
        <w:t>Australia as a Financial Centre: Building on our Strengths</w:t>
      </w:r>
      <w:r w:rsidR="002358DF">
        <w:t xml:space="preserve"> report (</w:t>
      </w:r>
      <w:r w:rsidR="00333993">
        <w:t xml:space="preserve">the </w:t>
      </w:r>
      <w:r w:rsidR="002358DF">
        <w:t xml:space="preserve">Johnson report). The Johnson report </w:t>
      </w:r>
      <w:r w:rsidR="00CB15C8">
        <w:t xml:space="preserve">made a number of policy recommendations </w:t>
      </w:r>
      <w:r w:rsidR="00906F55">
        <w:t>aimed at increasing</w:t>
      </w:r>
      <w:r w:rsidR="00CB15C8">
        <w:t xml:space="preserve"> Australia’s cross-border trade in financial services and improv</w:t>
      </w:r>
      <w:r w:rsidR="00906F55">
        <w:t>ing</w:t>
      </w:r>
      <w:r w:rsidR="00CB15C8">
        <w:t xml:space="preserve"> the competitiveness and efficiency of the financial sector.</w:t>
      </w:r>
    </w:p>
    <w:p w14:paraId="6689C1FA" w14:textId="4382DDA6" w:rsidR="00E66922" w:rsidRDefault="00CB15C8" w:rsidP="00333993">
      <w:pPr>
        <w:pStyle w:val="base-text-paragraph"/>
      </w:pPr>
      <w:r>
        <w:t xml:space="preserve">In relation to funds management, the Johnson report recommended the establishment of an Investment Manager Regime (IMR), the </w:t>
      </w:r>
      <w:r w:rsidR="00782241">
        <w:t>introduction</w:t>
      </w:r>
      <w:r>
        <w:t xml:space="preserve"> of the Asia Region Funds Passport</w:t>
      </w:r>
      <w:r w:rsidR="00782241">
        <w:t xml:space="preserve"> (Passport)</w:t>
      </w:r>
      <w:r>
        <w:t xml:space="preserve">, and the </w:t>
      </w:r>
      <w:r w:rsidR="00782241">
        <w:t>development</w:t>
      </w:r>
      <w:r w:rsidR="00C55F0E">
        <w:t xml:space="preserve"> of</w:t>
      </w:r>
      <w:r w:rsidR="00782241">
        <w:t xml:space="preserve"> </w:t>
      </w:r>
      <w:r>
        <w:t xml:space="preserve">new </w:t>
      </w:r>
      <w:r w:rsidR="00782241">
        <w:t>collective investment vehicle</w:t>
      </w:r>
      <w:r w:rsidR="00C55F0E">
        <w:t>s</w:t>
      </w:r>
      <w:r w:rsidR="00556F03">
        <w:t xml:space="preserve"> (CIVs)</w:t>
      </w:r>
      <w:r w:rsidR="007771E1">
        <w:t>.</w:t>
      </w:r>
    </w:p>
    <w:p w14:paraId="0DF07B17" w14:textId="3F65712A" w:rsidR="00FF4AB0" w:rsidRDefault="00CC10D1" w:rsidP="00333993">
      <w:pPr>
        <w:pStyle w:val="base-text-paragraph"/>
      </w:pPr>
      <w:r>
        <w:t xml:space="preserve">The IMR </w:t>
      </w:r>
      <w:r w:rsidR="00514166">
        <w:t xml:space="preserve">improves Australia’s competitiveness as a financial centre by </w:t>
      </w:r>
      <w:r>
        <w:t>clarif</w:t>
      </w:r>
      <w:r w:rsidR="00514166">
        <w:t>ying</w:t>
      </w:r>
      <w:r>
        <w:t xml:space="preserve"> that investments by non-residents in foreign assets will be </w:t>
      </w:r>
      <w:r w:rsidR="002A7F60">
        <w:t xml:space="preserve">generally </w:t>
      </w:r>
      <w:r>
        <w:t xml:space="preserve">exempt from tax in Australia. </w:t>
      </w:r>
      <w:r w:rsidR="003A2791">
        <w:t>The IMR generally applies from the 2015-16 income year</w:t>
      </w:r>
      <w:r>
        <w:t>.</w:t>
      </w:r>
    </w:p>
    <w:p w14:paraId="2683CC10" w14:textId="0E7DF6EF" w:rsidR="00FF4AB0" w:rsidRPr="00333993" w:rsidRDefault="00FF4AB0" w:rsidP="00333993">
      <w:pPr>
        <w:pStyle w:val="base-text-paragraph"/>
      </w:pPr>
      <w:r>
        <w:t xml:space="preserve">The Passport will provide a multilateral framework which allows eligible funds to be marketed across member countries, with </w:t>
      </w:r>
      <w:r w:rsidR="00CA5378">
        <w:t>limited</w:t>
      </w:r>
      <w:r>
        <w:t xml:space="preserve"> extra regulatory requirements. The Passport is intended to support </w:t>
      </w:r>
      <w:r>
        <w:lastRenderedPageBreak/>
        <w:t xml:space="preserve">the </w:t>
      </w:r>
      <w:r w:rsidR="00CA5378">
        <w:t>development of an Asia-wide managed funds industry through improved market access and regulatory harmonisation.</w:t>
      </w:r>
    </w:p>
    <w:p w14:paraId="4E611A1F" w14:textId="1176E932" w:rsidR="00CB15C8" w:rsidRDefault="007771E1" w:rsidP="00333993">
      <w:pPr>
        <w:pStyle w:val="base-text-paragraph"/>
      </w:pPr>
      <w:r w:rsidRPr="00CA5378">
        <w:t>The Johnson report</w:t>
      </w:r>
      <w:r w:rsidR="00CA5378" w:rsidRPr="00333993">
        <w:t xml:space="preserve"> also</w:t>
      </w:r>
      <w:r w:rsidRPr="00CA5378">
        <w:t xml:space="preserve"> identified </w:t>
      </w:r>
      <w:r w:rsidR="00CA5378" w:rsidRPr="00333993">
        <w:t>Australia’s</w:t>
      </w:r>
      <w:r w:rsidRPr="00CA5378">
        <w:t xml:space="preserve"> need for</w:t>
      </w:r>
      <w:r w:rsidR="00782241" w:rsidRPr="00CA5378">
        <w:t xml:space="preserve"> </w:t>
      </w:r>
      <w:r w:rsidR="00DD0603">
        <w:t xml:space="preserve">a </w:t>
      </w:r>
      <w:r w:rsidR="00B27C3D">
        <w:t>CIV</w:t>
      </w:r>
      <w:r w:rsidR="00782241" w:rsidRPr="00CA5378">
        <w:t xml:space="preserve"> that provides</w:t>
      </w:r>
      <w:r w:rsidR="00782241" w:rsidRPr="002A7F60">
        <w:t xml:space="preserve"> flow-through tax treatment</w:t>
      </w:r>
      <w:r w:rsidRPr="002A7F60">
        <w:t xml:space="preserve">, maintains investor </w:t>
      </w:r>
      <w:r w:rsidRPr="003E4609">
        <w:t>protection,</w:t>
      </w:r>
      <w:r w:rsidR="00782241" w:rsidRPr="003E4609">
        <w:t xml:space="preserve"> and is more internationally recognisable than </w:t>
      </w:r>
      <w:r w:rsidR="00F17689">
        <w:t>the</w:t>
      </w:r>
      <w:r w:rsidR="00782241" w:rsidRPr="003E4609">
        <w:t xml:space="preserve"> </w:t>
      </w:r>
      <w:r w:rsidR="00F17689">
        <w:t>managed investment scheme (</w:t>
      </w:r>
      <w:r w:rsidR="00782241" w:rsidRPr="003E4609">
        <w:t xml:space="preserve">Australia’s current trust-based </w:t>
      </w:r>
      <w:r w:rsidR="00DD0603">
        <w:t>CIV</w:t>
      </w:r>
      <w:r w:rsidR="00F17689">
        <w:t>)</w:t>
      </w:r>
      <w:r w:rsidR="00782241">
        <w:t xml:space="preserve">. </w:t>
      </w:r>
      <w:r w:rsidR="003E4609">
        <w:t>In order to</w:t>
      </w:r>
      <w:r w:rsidR="005C7DE9">
        <w:t xml:space="preserve"> address this gap, the report </w:t>
      </w:r>
      <w:r w:rsidR="00883D96">
        <w:t xml:space="preserve">recommended that the Board of Taxation review the scope for providing a broader range of </w:t>
      </w:r>
      <w:r w:rsidR="00556F03">
        <w:t>CIVs that would be subject to flow-through taxation.</w:t>
      </w:r>
    </w:p>
    <w:p w14:paraId="64CD2997" w14:textId="19DCE9C0" w:rsidR="003E4609" w:rsidRDefault="00883D96" w:rsidP="00333993">
      <w:pPr>
        <w:pStyle w:val="base-text-paragraph"/>
      </w:pPr>
      <w:r>
        <w:t xml:space="preserve">The Government </w:t>
      </w:r>
      <w:r w:rsidR="00FB58C0">
        <w:t>accepted</w:t>
      </w:r>
      <w:r>
        <w:t xml:space="preserve"> this recommendation and the </w:t>
      </w:r>
      <w:r w:rsidR="005C7DE9">
        <w:t xml:space="preserve">subsequent </w:t>
      </w:r>
      <w:r w:rsidR="005C7DE9" w:rsidRPr="00333993">
        <w:rPr>
          <w:i/>
        </w:rPr>
        <w:t>Review of Tax Arrangements Applying to Collective Investment Vehicles</w:t>
      </w:r>
      <w:r w:rsidR="005C7DE9">
        <w:t xml:space="preserve"> </w:t>
      </w:r>
      <w:proofErr w:type="gramStart"/>
      <w:r w:rsidR="005C7DE9">
        <w:t>was</w:t>
      </w:r>
      <w:proofErr w:type="gramEnd"/>
      <w:r w:rsidR="005C7DE9">
        <w:t xml:space="preserve"> released </w:t>
      </w:r>
      <w:r>
        <w:t xml:space="preserve">by the Board of Taxation </w:t>
      </w:r>
      <w:r w:rsidR="005C7DE9">
        <w:t>in December 2011.</w:t>
      </w:r>
      <w:r w:rsidR="00524307">
        <w:t xml:space="preserve"> The </w:t>
      </w:r>
      <w:r w:rsidR="006E2F18">
        <w:t>review</w:t>
      </w:r>
      <w:r w:rsidR="00524307">
        <w:t xml:space="preserve"> </w:t>
      </w:r>
      <w:r w:rsidR="006E2F18">
        <w:t xml:space="preserve">recommended the creation of new CIVs which </w:t>
      </w:r>
      <w:r w:rsidR="002143C5">
        <w:t>provide t</w:t>
      </w:r>
      <w:r w:rsidR="006E2F18">
        <w:t xml:space="preserve">ax neutral outcomes for investors. The report also recommended that overseas experience in offshore jurisdictions, such as </w:t>
      </w:r>
      <w:r w:rsidR="002143C5">
        <w:t>Ireland</w:t>
      </w:r>
      <w:r w:rsidR="006E2F18">
        <w:t xml:space="preserve"> and </w:t>
      </w:r>
      <w:r w:rsidR="002143C5">
        <w:t>Luxembourg</w:t>
      </w:r>
      <w:r w:rsidR="006E2F18">
        <w:t>, inform the design of the new CIVs.</w:t>
      </w:r>
    </w:p>
    <w:p w14:paraId="2E004350" w14:textId="4B002246" w:rsidR="00EC7E69" w:rsidRDefault="00156D9F" w:rsidP="00333993">
      <w:pPr>
        <w:pStyle w:val="base-text-paragraph"/>
      </w:pPr>
      <w:r>
        <w:t>In the 2016-17</w:t>
      </w:r>
      <w:r w:rsidR="00EC7E69">
        <w:t xml:space="preserve"> Budget, </w:t>
      </w:r>
      <w:r w:rsidR="00AA05C8">
        <w:t xml:space="preserve">as part of the </w:t>
      </w:r>
      <w:r w:rsidR="00422319">
        <w:t>Ten Year Enterprise Tax P</w:t>
      </w:r>
      <w:r w:rsidR="00732355">
        <w:t>lan,</w:t>
      </w:r>
      <w:r w:rsidR="00AA05C8">
        <w:t xml:space="preserve"> </w:t>
      </w:r>
      <w:r w:rsidR="00EC7E69">
        <w:t>t</w:t>
      </w:r>
      <w:r w:rsidR="005E01F2">
        <w:t xml:space="preserve">he Government announced </w:t>
      </w:r>
      <w:r w:rsidR="00496D56">
        <w:t>it would introduce</w:t>
      </w:r>
      <w:r w:rsidR="005E01F2">
        <w:t xml:space="preserve"> tax and regulatory framework</w:t>
      </w:r>
      <w:r w:rsidR="00422319">
        <w:t>s</w:t>
      </w:r>
      <w:r w:rsidR="005E01F2">
        <w:t xml:space="preserve"> for </w:t>
      </w:r>
      <w:r w:rsidR="00EC7E69">
        <w:t xml:space="preserve">two new types of </w:t>
      </w:r>
      <w:r w:rsidR="00556F03">
        <w:t>CIVs</w:t>
      </w:r>
      <w:r w:rsidR="00EC7E69">
        <w:t xml:space="preserve">, the CCIV and the limited partnership CIV. </w:t>
      </w:r>
      <w:r w:rsidR="001946DA">
        <w:t xml:space="preserve">This Bill </w:t>
      </w:r>
      <w:r w:rsidR="00B27C3D">
        <w:t xml:space="preserve">establishes the regulatory framework for </w:t>
      </w:r>
      <w:r w:rsidR="003445B5">
        <w:t>CCIVs</w:t>
      </w:r>
      <w:r w:rsidR="001946DA">
        <w:t>.</w:t>
      </w:r>
    </w:p>
    <w:p w14:paraId="659BE76A" w14:textId="6387BABC" w:rsidR="005D64A3" w:rsidRDefault="005D64A3" w:rsidP="00712B4B">
      <w:pPr>
        <w:pStyle w:val="Heading3"/>
      </w:pPr>
      <w:r>
        <w:t>Policy objectives</w:t>
      </w:r>
    </w:p>
    <w:p w14:paraId="0482C4A1" w14:textId="5F2FA1C2" w:rsidR="00AC44C1" w:rsidRDefault="00AC44C1" w:rsidP="006D5E87">
      <w:pPr>
        <w:pStyle w:val="base-text-paragraph"/>
      </w:pPr>
      <w:r>
        <w:t xml:space="preserve">In developing the CCIV framework, </w:t>
      </w:r>
      <w:r w:rsidR="00AB7816">
        <w:t xml:space="preserve">a key </w:t>
      </w:r>
      <w:r>
        <w:t xml:space="preserve">policy objective has been </w:t>
      </w:r>
      <w:r w:rsidR="00AB7816">
        <w:t xml:space="preserve">to </w:t>
      </w:r>
      <w:r>
        <w:t>increas</w:t>
      </w:r>
      <w:r w:rsidR="00AB7816">
        <w:t>e</w:t>
      </w:r>
      <w:r>
        <w:t xml:space="preserve"> the competitiveness of Australia’s managed fund industry through the introduction of internationally recognisable investment products.</w:t>
      </w:r>
    </w:p>
    <w:p w14:paraId="213A4164" w14:textId="38B20DAF" w:rsidR="00917FAE" w:rsidRDefault="00917FAE" w:rsidP="00917FAE">
      <w:pPr>
        <w:pStyle w:val="base-text-paragraph"/>
      </w:pPr>
      <w:r>
        <w:t>To this end</w:t>
      </w:r>
      <w:r w:rsidR="00CE0547">
        <w:t xml:space="preserve">, the </w:t>
      </w:r>
      <w:r w:rsidR="00C3731D">
        <w:t xml:space="preserve">Government has analysed the </w:t>
      </w:r>
      <w:r w:rsidR="00CE0547">
        <w:t xml:space="preserve">regulatory regimes of leading fund domiciles, target export markets, and </w:t>
      </w:r>
      <w:r w:rsidR="00EE2884">
        <w:t>major financial centres in our region</w:t>
      </w:r>
      <w:r w:rsidR="00CE0547">
        <w:t xml:space="preserve">. </w:t>
      </w:r>
      <w:r w:rsidR="00FB58C0">
        <w:t xml:space="preserve">European economies are the most common </w:t>
      </w:r>
      <w:r w:rsidR="003445B5">
        <w:t xml:space="preserve">global </w:t>
      </w:r>
      <w:r w:rsidR="00FB58C0">
        <w:t>domiciles for cross-border funds</w:t>
      </w:r>
      <w:r w:rsidR="003445B5">
        <w:t xml:space="preserve"> management</w:t>
      </w:r>
      <w:r w:rsidR="00FB58C0">
        <w:t xml:space="preserve">. Funds managed in Europe </w:t>
      </w:r>
      <w:r w:rsidR="00761FEB">
        <w:t xml:space="preserve">are subject to the </w:t>
      </w:r>
      <w:r w:rsidR="00FB58C0">
        <w:t>Undertakings for Collective Investment in Transferable Securities (UCITS) Directive</w:t>
      </w:r>
      <w:r w:rsidR="006B229C">
        <w:t xml:space="preserve"> and </w:t>
      </w:r>
      <w:r w:rsidR="006A0EF0">
        <w:t>operate with a corporate structure</w:t>
      </w:r>
      <w:r w:rsidR="00FB58C0">
        <w:t>.</w:t>
      </w:r>
    </w:p>
    <w:p w14:paraId="110687CA" w14:textId="21C3BFFA" w:rsidR="00A9391B" w:rsidRDefault="00917FAE">
      <w:pPr>
        <w:pStyle w:val="base-text-paragraph"/>
      </w:pPr>
      <w:r w:rsidRPr="00FD09B2">
        <w:t xml:space="preserve">Currently, </w:t>
      </w:r>
      <w:r w:rsidR="008612A1">
        <w:t>Australian funds management</w:t>
      </w:r>
      <w:r w:rsidR="00F26A87">
        <w:t xml:space="preserve"> is generally conducted through a</w:t>
      </w:r>
      <w:r w:rsidRPr="00FD09B2">
        <w:t xml:space="preserve"> managed investment </w:t>
      </w:r>
      <w:r>
        <w:t>scheme (MIS)</w:t>
      </w:r>
      <w:r w:rsidRPr="00FD09B2">
        <w:t xml:space="preserve">, which </w:t>
      </w:r>
      <w:r>
        <w:t>has a trust-</w:t>
      </w:r>
      <w:r w:rsidRPr="00FD09B2">
        <w:t>based structure.</w:t>
      </w:r>
      <w:r>
        <w:t xml:space="preserve"> </w:t>
      </w:r>
      <w:r w:rsidR="00FA29EE">
        <w:t xml:space="preserve">Like UCITS funds, </w:t>
      </w:r>
      <w:r>
        <w:t>CCIV</w:t>
      </w:r>
      <w:r w:rsidR="00FA29EE">
        <w:t>s</w:t>
      </w:r>
      <w:r>
        <w:t xml:space="preserve"> </w:t>
      </w:r>
      <w:r w:rsidR="00FA29EE">
        <w:t xml:space="preserve">will </w:t>
      </w:r>
      <w:r w:rsidR="00FF23F2">
        <w:t xml:space="preserve">operate with a </w:t>
      </w:r>
      <w:r>
        <w:t xml:space="preserve">corporate structure, meaning </w:t>
      </w:r>
      <w:r w:rsidR="00FF23F2">
        <w:t>they</w:t>
      </w:r>
      <w:r>
        <w:t xml:space="preserve"> </w:t>
      </w:r>
      <w:r w:rsidR="00FF23F2">
        <w:t>will have</w:t>
      </w:r>
      <w:r>
        <w:t xml:space="preserve"> the legal form of a company limited by shares with most of the powers, rights, duties and characteristic</w:t>
      </w:r>
      <w:r w:rsidR="00211D7D">
        <w:t>s</w:t>
      </w:r>
      <w:r>
        <w:t xml:space="preserve"> of a public company.</w:t>
      </w:r>
    </w:p>
    <w:p w14:paraId="545BDBCA" w14:textId="6DA8A5A5" w:rsidR="00BE6985" w:rsidRDefault="00C3731D">
      <w:pPr>
        <w:pStyle w:val="base-text-paragraph"/>
      </w:pPr>
      <w:r w:rsidRPr="00333993">
        <w:lastRenderedPageBreak/>
        <w:t xml:space="preserve">The introduction of the CCIV is also intended to support the </w:t>
      </w:r>
      <w:r>
        <w:t>establishment</w:t>
      </w:r>
      <w:r w:rsidRPr="00333993">
        <w:t xml:space="preserve"> of the Passport as it will provide Australian fund managers with a vehicle that is compliant with Passport requirements and is </w:t>
      </w:r>
      <w:r>
        <w:t>similar to the European-</w:t>
      </w:r>
      <w:r w:rsidRPr="00333993">
        <w:t xml:space="preserve">style </w:t>
      </w:r>
      <w:r w:rsidR="003445B5">
        <w:t xml:space="preserve">corporate </w:t>
      </w:r>
      <w:r w:rsidRPr="00333993">
        <w:t xml:space="preserve">funds already popular in </w:t>
      </w:r>
      <w:r w:rsidR="00D710D8">
        <w:t xml:space="preserve">parts of </w:t>
      </w:r>
      <w:r w:rsidRPr="00333993">
        <w:t>Asia.</w:t>
      </w:r>
    </w:p>
    <w:p w14:paraId="4FDA96F4" w14:textId="79E7A43F" w:rsidR="00001BAA" w:rsidRDefault="00FA1CA5">
      <w:pPr>
        <w:pStyle w:val="base-text-paragraph"/>
      </w:pPr>
      <w:r>
        <w:t>The legislation</w:t>
      </w:r>
      <w:r w:rsidR="00BE6985">
        <w:t xml:space="preserve"> also advances the more general objective of </w:t>
      </w:r>
      <w:r w:rsidR="00434BA1">
        <w:t xml:space="preserve">global </w:t>
      </w:r>
      <w:r w:rsidR="00BE6985">
        <w:t xml:space="preserve">regulatory </w:t>
      </w:r>
      <w:r w:rsidR="003445B5">
        <w:t>alignment</w:t>
      </w:r>
      <w:r w:rsidR="00BE6985">
        <w:t xml:space="preserve">. </w:t>
      </w:r>
      <w:r w:rsidR="001D600A">
        <w:t>T</w:t>
      </w:r>
      <w:r w:rsidR="00BE6985">
        <w:t xml:space="preserve">he introduction of the CCIV </w:t>
      </w:r>
      <w:r w:rsidR="008612A1">
        <w:t xml:space="preserve">advances this objective </w:t>
      </w:r>
      <w:r w:rsidR="001D600A">
        <w:t>by helping to create</w:t>
      </w:r>
      <w:r w:rsidR="008612A1">
        <w:t xml:space="preserve"> </w:t>
      </w:r>
      <w:r w:rsidR="00BE6985">
        <w:t>a cohesive regional</w:t>
      </w:r>
      <w:r w:rsidR="00044D6E">
        <w:t xml:space="preserve"> </w:t>
      </w:r>
      <w:r w:rsidR="00D17683">
        <w:t xml:space="preserve">managed </w:t>
      </w:r>
      <w:r w:rsidR="00044D6E">
        <w:t xml:space="preserve">funds </w:t>
      </w:r>
      <w:r w:rsidR="00BE6985">
        <w:t xml:space="preserve">industry and </w:t>
      </w:r>
      <w:r w:rsidR="00044D6E">
        <w:t>facilitate more efficient participation in the global market-place.</w:t>
      </w:r>
    </w:p>
    <w:p w14:paraId="5245E4A9" w14:textId="6586DAED" w:rsidR="00001BAA" w:rsidRDefault="003445B5">
      <w:pPr>
        <w:pStyle w:val="base-text-paragraph"/>
      </w:pPr>
      <w:r>
        <w:t>Aligning</w:t>
      </w:r>
      <w:r w:rsidR="00AB7816">
        <w:t xml:space="preserve"> Australia’s</w:t>
      </w:r>
      <w:r w:rsidR="00001BAA">
        <w:t xml:space="preserve"> regulatory framework with well-developed international regimes will lower the barriers to </w:t>
      </w:r>
      <w:r>
        <w:t>entry</w:t>
      </w:r>
      <w:r w:rsidR="00001BAA">
        <w:t xml:space="preserve"> </w:t>
      </w:r>
      <w:r>
        <w:t xml:space="preserve">for new </w:t>
      </w:r>
      <w:r w:rsidR="00001BAA">
        <w:t>fund managers</w:t>
      </w:r>
      <w:r>
        <w:t xml:space="preserve"> seeking to operate in Australia</w:t>
      </w:r>
      <w:r w:rsidR="00001BAA">
        <w:t xml:space="preserve">. This will increase competition and allow Australian consumers greater product choice, including exposure to new asset classes. </w:t>
      </w:r>
      <w:r w:rsidR="0087473B">
        <w:t>Th</w:t>
      </w:r>
      <w:r w:rsidR="00FA1CA5">
        <w:t>e legislation</w:t>
      </w:r>
      <w:r w:rsidR="00070B51">
        <w:t xml:space="preserve"> will also lower barriers </w:t>
      </w:r>
      <w:r>
        <w:t xml:space="preserve">to </w:t>
      </w:r>
      <w:r w:rsidR="00070B51">
        <w:t xml:space="preserve">entry </w:t>
      </w:r>
      <w:r>
        <w:t xml:space="preserve">for </w:t>
      </w:r>
      <w:r w:rsidR="00070B51">
        <w:t>service providers</w:t>
      </w:r>
      <w:r>
        <w:t xml:space="preserve">, such as providers of </w:t>
      </w:r>
      <w:r w:rsidR="005A5F60">
        <w:t>deposita</w:t>
      </w:r>
      <w:r>
        <w:t>ry services</w:t>
      </w:r>
      <w:r w:rsidR="00070B51">
        <w:t xml:space="preserve">. </w:t>
      </w:r>
      <w:r w:rsidR="00387D57">
        <w:t>Making it easier for</w:t>
      </w:r>
      <w:r w:rsidR="00070B51">
        <w:t xml:space="preserve"> entities presently offering depositary services </w:t>
      </w:r>
      <w:r w:rsidR="00387D57">
        <w:t xml:space="preserve">in other countries </w:t>
      </w:r>
      <w:r w:rsidR="00070B51">
        <w:t xml:space="preserve">to </w:t>
      </w:r>
      <w:r w:rsidR="00387D57">
        <w:t xml:space="preserve">apply </w:t>
      </w:r>
      <w:r w:rsidR="00070B51">
        <w:t xml:space="preserve">their existing business practices will encourage them to </w:t>
      </w:r>
      <w:r w:rsidR="00387D57">
        <w:t>offer</w:t>
      </w:r>
      <w:r w:rsidR="00070B51">
        <w:t xml:space="preserve"> services in Australia</w:t>
      </w:r>
      <w:r w:rsidR="00387D57">
        <w:t>, either</w:t>
      </w:r>
      <w:r w:rsidR="00070B51">
        <w:t xml:space="preserve"> through existing subsidiaries or </w:t>
      </w:r>
      <w:r w:rsidR="00387D57">
        <w:t xml:space="preserve">by newly </w:t>
      </w:r>
      <w:r w:rsidR="00070B51">
        <w:t>entering the market.</w:t>
      </w:r>
    </w:p>
    <w:p w14:paraId="283F6C36" w14:textId="47E4021D" w:rsidR="00001BAA" w:rsidRDefault="00001BAA">
      <w:pPr>
        <w:pStyle w:val="base-text-paragraph"/>
      </w:pPr>
      <w:r>
        <w:t xml:space="preserve">By </w:t>
      </w:r>
      <w:r w:rsidR="00D75440">
        <w:t>introducing</w:t>
      </w:r>
      <w:r>
        <w:t xml:space="preserve"> regulatory structures that are similar to overseas regimes, </w:t>
      </w:r>
      <w:r w:rsidR="00FA1CA5">
        <w:t>the legislation</w:t>
      </w:r>
      <w:r>
        <w:t xml:space="preserve"> should also make substituted compliance processes simpler for Australian fund managers seeking to offer products overseas.</w:t>
      </w:r>
    </w:p>
    <w:p w14:paraId="75EAAF4C" w14:textId="3FC3F26E" w:rsidR="003B3BA5" w:rsidRDefault="00EE2884" w:rsidP="00712B4B">
      <w:pPr>
        <w:pStyle w:val="Heading3"/>
      </w:pPr>
      <w:r>
        <w:t>R</w:t>
      </w:r>
      <w:r w:rsidR="005D64A3">
        <w:t>egulatory framework</w:t>
      </w:r>
    </w:p>
    <w:p w14:paraId="4BCA4AA5" w14:textId="7E20EAFD" w:rsidR="00EF0B36" w:rsidRDefault="003B3BA5" w:rsidP="003B3BA5">
      <w:pPr>
        <w:pStyle w:val="base-text-paragraph"/>
      </w:pPr>
      <w:r>
        <w:t xml:space="preserve">The CCIV regulatory framework </w:t>
      </w:r>
      <w:r w:rsidR="00561446">
        <w:t>utilises</w:t>
      </w:r>
      <w:r w:rsidR="00066609">
        <w:t xml:space="preserve"> </w:t>
      </w:r>
      <w:r>
        <w:t>a conventional company limited by shares</w:t>
      </w:r>
      <w:r w:rsidR="00535C69">
        <w:t xml:space="preserve"> </w:t>
      </w:r>
      <w:r w:rsidR="008B3612">
        <w:t xml:space="preserve">but is modelled on </w:t>
      </w:r>
      <w:r w:rsidR="00EE1F23">
        <w:t xml:space="preserve">the United Kingdom’s </w:t>
      </w:r>
      <w:r w:rsidR="00EE1F23" w:rsidRPr="00F72C33">
        <w:t>Open-Ended Investment Companies</w:t>
      </w:r>
      <w:r w:rsidR="00EE1F23">
        <w:t xml:space="preserve"> (OEIC) regime </w:t>
      </w:r>
      <w:r w:rsidR="00535C69">
        <w:t>so that it is recognisable to offshore investors and fund managers</w:t>
      </w:r>
      <w:r w:rsidR="008B3612">
        <w:t xml:space="preserve">. </w:t>
      </w:r>
    </w:p>
    <w:p w14:paraId="7FD4EBE8" w14:textId="16E04113" w:rsidR="003B3BA5" w:rsidRDefault="00EF0B36" w:rsidP="003B3BA5">
      <w:pPr>
        <w:pStyle w:val="base-text-paragraph"/>
      </w:pPr>
      <w:r>
        <w:t xml:space="preserve">As a company, </w:t>
      </w:r>
      <w:r w:rsidR="00F17689">
        <w:t xml:space="preserve">a </w:t>
      </w:r>
      <w:r>
        <w:t xml:space="preserve">CCIV will generally be subject to the ordinary company rules under the Act unless otherwise specified. However, </w:t>
      </w:r>
      <w:r w:rsidR="00535C69">
        <w:t>f</w:t>
      </w:r>
      <w:r w:rsidR="008B3612">
        <w:t xml:space="preserve">eatures of the MIS regime have </w:t>
      </w:r>
      <w:r w:rsidR="00535C69">
        <w:t xml:space="preserve">also </w:t>
      </w:r>
      <w:r w:rsidR="008B3612">
        <w:t>been incorporated into the design of CCIVs</w:t>
      </w:r>
      <w:r w:rsidR="008B3612" w:rsidDel="008B3612">
        <w:t xml:space="preserve"> </w:t>
      </w:r>
      <w:r>
        <w:t>to the extent that they are consistent with th</w:t>
      </w:r>
      <w:r w:rsidR="00185A05">
        <w:t>e</w:t>
      </w:r>
      <w:r>
        <w:t xml:space="preserve"> policy objective</w:t>
      </w:r>
      <w:r w:rsidR="000E7424">
        <w:t>. In doing so, regulatory parity is</w:t>
      </w:r>
      <w:r w:rsidR="004318D2">
        <w:t xml:space="preserve"> maintain</w:t>
      </w:r>
      <w:r w:rsidR="000E7424">
        <w:t>ed</w:t>
      </w:r>
      <w:r w:rsidR="00B15459">
        <w:t xml:space="preserve"> (to the extent possible) between the existing MIS </w:t>
      </w:r>
      <w:r w:rsidR="00535C69">
        <w:t xml:space="preserve">framework </w:t>
      </w:r>
      <w:r w:rsidR="00B15459">
        <w:t>and the C</w:t>
      </w:r>
      <w:r w:rsidR="008E17C7">
        <w:t>CIV</w:t>
      </w:r>
      <w:r w:rsidR="00C75245">
        <w:t xml:space="preserve"> </w:t>
      </w:r>
      <w:r w:rsidR="005D64A3">
        <w:t>framework</w:t>
      </w:r>
      <w:r w:rsidR="00535C69">
        <w:t>.</w:t>
      </w:r>
      <w:r w:rsidR="0063127E">
        <w:t xml:space="preserve"> </w:t>
      </w:r>
      <w:r w:rsidR="00535C69">
        <w:t>This</w:t>
      </w:r>
      <w:r w:rsidR="00FA1CA5">
        <w:t xml:space="preserve"> </w:t>
      </w:r>
      <w:r w:rsidR="00535C69">
        <w:t xml:space="preserve">will </w:t>
      </w:r>
      <w:r w:rsidR="00FA1CA5">
        <w:t>ensure efficient operation of the domestic funds management industry</w:t>
      </w:r>
      <w:r w:rsidR="00535C69">
        <w:t xml:space="preserve"> and ease of transition for fund managers wishing to </w:t>
      </w:r>
      <w:proofErr w:type="gramStart"/>
      <w:r w:rsidR="00535C69">
        <w:t>migrate</w:t>
      </w:r>
      <w:proofErr w:type="gramEnd"/>
      <w:r w:rsidR="00535C69">
        <w:t xml:space="preserve"> members from a MIS to a CCIV</w:t>
      </w:r>
      <w:r w:rsidR="008E17C7">
        <w:t>.</w:t>
      </w:r>
    </w:p>
    <w:p w14:paraId="266B110E" w14:textId="0AC30DC6" w:rsidR="003B3BA5" w:rsidRDefault="003B3BA5" w:rsidP="003B3BA5">
      <w:pPr>
        <w:pStyle w:val="base-text-paragraph"/>
      </w:pPr>
      <w:r w:rsidRPr="00E63180">
        <w:t xml:space="preserve">For example, a CCIV must have share capital but </w:t>
      </w:r>
      <w:r w:rsidR="000E7424" w:rsidRPr="00E63180">
        <w:t xml:space="preserve">the CCIV can issue </w:t>
      </w:r>
      <w:r w:rsidRPr="00E63180">
        <w:t xml:space="preserve">some </w:t>
      </w:r>
      <w:r w:rsidR="000E7424" w:rsidRPr="00E63180">
        <w:t xml:space="preserve">or all </w:t>
      </w:r>
      <w:r w:rsidRPr="00E63180">
        <w:t xml:space="preserve">of </w:t>
      </w:r>
      <w:r w:rsidR="000E7424" w:rsidRPr="00E63180">
        <w:t xml:space="preserve">its </w:t>
      </w:r>
      <w:r w:rsidRPr="00E63180">
        <w:t xml:space="preserve">shares as </w:t>
      </w:r>
      <w:r w:rsidR="00F02099" w:rsidRPr="00E63180">
        <w:t xml:space="preserve">shares </w:t>
      </w:r>
      <w:r w:rsidRPr="00E63180">
        <w:t xml:space="preserve">redeemable at the </w:t>
      </w:r>
      <w:r w:rsidR="003D079A" w:rsidRPr="00E63180">
        <w:t>member</w:t>
      </w:r>
      <w:r w:rsidRPr="00E63180">
        <w:t>’s option</w:t>
      </w:r>
      <w:r w:rsidR="002E6848" w:rsidRPr="00E63180">
        <w:t>. This feature is</w:t>
      </w:r>
      <w:r w:rsidRPr="00E63180">
        <w:t xml:space="preserve"> similar to a member’s right to withdraw from a </w:t>
      </w:r>
      <w:r w:rsidRPr="00E63180">
        <w:lastRenderedPageBreak/>
        <w:t xml:space="preserve">registered scheme. </w:t>
      </w:r>
      <w:r>
        <w:t>Further, while other types of companies are required to appoint natural person directors</w:t>
      </w:r>
      <w:r w:rsidR="002E6848">
        <w:t>,</w:t>
      </w:r>
      <w:r>
        <w:t xml:space="preserve"> a CCIV must have a single corporate director</w:t>
      </w:r>
      <w:r w:rsidR="00395ED8">
        <w:t xml:space="preserve">, which is </w:t>
      </w:r>
      <w:r w:rsidR="00F02099">
        <w:t xml:space="preserve">consistent with the OEIC model and </w:t>
      </w:r>
      <w:r w:rsidR="00395ED8">
        <w:t>also</w:t>
      </w:r>
      <w:r w:rsidR="00F02099">
        <w:t xml:space="preserve"> </w:t>
      </w:r>
      <w:r>
        <w:t xml:space="preserve">similar to the responsible entity of a </w:t>
      </w:r>
      <w:r w:rsidR="00185A05">
        <w:t>registered scheme</w:t>
      </w:r>
      <w:r>
        <w:t>.</w:t>
      </w:r>
    </w:p>
    <w:p w14:paraId="0E9B38F3" w14:textId="1ECB8B0F" w:rsidR="004E7029" w:rsidRDefault="004E7029" w:rsidP="004E7029">
      <w:pPr>
        <w:pStyle w:val="base-text-paragraph"/>
      </w:pPr>
      <w:r>
        <w:t xml:space="preserve">The CCIV </w:t>
      </w:r>
      <w:r w:rsidR="00B85EF5">
        <w:t>framework</w:t>
      </w:r>
      <w:r>
        <w:t xml:space="preserve"> retains </w:t>
      </w:r>
      <w:r w:rsidR="00F02099">
        <w:t>and expands the</w:t>
      </w:r>
      <w:r w:rsidR="00395ED8">
        <w:t xml:space="preserve"> retail</w:t>
      </w:r>
      <w:r w:rsidR="00F02099">
        <w:t xml:space="preserve"> investor protections of </w:t>
      </w:r>
      <w:r w:rsidR="00714218">
        <w:t>a</w:t>
      </w:r>
      <w:r w:rsidR="00F02099">
        <w:t xml:space="preserve"> </w:t>
      </w:r>
      <w:r w:rsidR="00185A05">
        <w:t>registered scheme</w:t>
      </w:r>
      <w:r w:rsidR="00F02099">
        <w:t xml:space="preserve"> </w:t>
      </w:r>
      <w:r w:rsidR="00395ED8">
        <w:t>while also replicating</w:t>
      </w:r>
      <w:r w:rsidR="00064076">
        <w:t xml:space="preserve"> </w:t>
      </w:r>
      <w:r>
        <w:t xml:space="preserve">the flexibility and light touch regulatory philosophy </w:t>
      </w:r>
      <w:r w:rsidR="00395ED8">
        <w:t>applying to</w:t>
      </w:r>
      <w:r>
        <w:t xml:space="preserve"> </w:t>
      </w:r>
      <w:r w:rsidR="00185A05">
        <w:t xml:space="preserve">wholesale </w:t>
      </w:r>
      <w:proofErr w:type="spellStart"/>
      <w:r>
        <w:t>MIS</w:t>
      </w:r>
      <w:r w:rsidR="002E6848">
        <w:t>s.</w:t>
      </w:r>
      <w:proofErr w:type="spellEnd"/>
      <w:r w:rsidR="002E6848">
        <w:t xml:space="preserve"> This reflects</w:t>
      </w:r>
      <w:r w:rsidR="00F02099">
        <w:t xml:space="preserve"> that </w:t>
      </w:r>
      <w:r>
        <w:t xml:space="preserve">sophisticated investors are better able to negotiate bespoke contractual protections </w:t>
      </w:r>
      <w:r w:rsidR="00F02099">
        <w:t xml:space="preserve">and </w:t>
      </w:r>
      <w:r>
        <w:t xml:space="preserve">assess </w:t>
      </w:r>
      <w:r w:rsidR="00F02099">
        <w:t xml:space="preserve">investment </w:t>
      </w:r>
      <w:r>
        <w:t>risk</w:t>
      </w:r>
      <w:r w:rsidR="00F02099">
        <w:t>s</w:t>
      </w:r>
      <w:r>
        <w:t xml:space="preserve"> </w:t>
      </w:r>
      <w:r w:rsidR="00F02099">
        <w:t>than retail investors</w:t>
      </w:r>
      <w:r>
        <w:t>.</w:t>
      </w:r>
    </w:p>
    <w:p w14:paraId="2E31F9CE" w14:textId="49A22978" w:rsidR="00227EF5" w:rsidRDefault="00227EF5" w:rsidP="00712B4B">
      <w:pPr>
        <w:pStyle w:val="Heading5"/>
      </w:pPr>
      <w:r>
        <w:t>Flow-through taxation</w:t>
      </w:r>
    </w:p>
    <w:p w14:paraId="0E400DEE" w14:textId="4C2F12B8" w:rsidR="00CE0547" w:rsidRDefault="00506231" w:rsidP="006D5E87">
      <w:pPr>
        <w:pStyle w:val="base-text-paragraph"/>
      </w:pPr>
      <w:r>
        <w:t xml:space="preserve">The taxation arrangements applying to Attribution Managed Investment Trusts </w:t>
      </w:r>
      <w:r w:rsidR="002E6D29">
        <w:t>(AMIT</w:t>
      </w:r>
      <w:r w:rsidR="0035561B">
        <w:t>s</w:t>
      </w:r>
      <w:r w:rsidR="002E6D29">
        <w:t xml:space="preserve">) </w:t>
      </w:r>
      <w:r>
        <w:t>will be extended to CCIVs, subject to meeting certain eligibility criteria.</w:t>
      </w:r>
      <w:r w:rsidR="00227EF5">
        <w:t xml:space="preserve"> </w:t>
      </w:r>
      <w:r w:rsidR="002E6D29" w:rsidRPr="00712B4B">
        <w:t>Exposure draft</w:t>
      </w:r>
      <w:r w:rsidRPr="00712B4B">
        <w:t xml:space="preserve"> legislation addressing the taxation treatment of CCIVs will be released at a later date.</w:t>
      </w:r>
      <w:r w:rsidR="00066609">
        <w:t xml:space="preserve"> </w:t>
      </w:r>
    </w:p>
    <w:p w14:paraId="1474D73B" w14:textId="69E0BDFF" w:rsidR="00590658" w:rsidRDefault="00590658" w:rsidP="00C360BD">
      <w:pPr>
        <w:pStyle w:val="Heading3"/>
      </w:pPr>
      <w:r>
        <w:t>Note on consequential amendments</w:t>
      </w:r>
    </w:p>
    <w:p w14:paraId="617DC1FC" w14:textId="1424B46D" w:rsidR="00590658" w:rsidRDefault="00590658" w:rsidP="00712B4B">
      <w:pPr>
        <w:pStyle w:val="base-text-paragraph"/>
      </w:pPr>
      <w:r>
        <w:t xml:space="preserve">This exposure draft </w:t>
      </w:r>
      <w:r w:rsidR="00040D8D">
        <w:t xml:space="preserve">of the Bill </w:t>
      </w:r>
      <w:r>
        <w:t>contains the core features of the CCIV regulatory framework.</w:t>
      </w:r>
    </w:p>
    <w:p w14:paraId="6171BF75" w14:textId="78FACB55" w:rsidR="00590658" w:rsidRDefault="00590658" w:rsidP="00712B4B">
      <w:pPr>
        <w:pStyle w:val="base-text-paragraph"/>
      </w:pPr>
      <w:r>
        <w:t xml:space="preserve">Consequential amendments will be required to allow any person interacting with a CCIV </w:t>
      </w:r>
      <w:r w:rsidR="00EE1F23">
        <w:t xml:space="preserve">(as well as Courts and regulators) </w:t>
      </w:r>
      <w:r>
        <w:t xml:space="preserve">to </w:t>
      </w:r>
      <w:r w:rsidR="00EE1F23">
        <w:t xml:space="preserve">have clarity as to </w:t>
      </w:r>
      <w:r>
        <w:t xml:space="preserve">which </w:t>
      </w:r>
      <w:r w:rsidR="00EE1F23">
        <w:t xml:space="preserve">other </w:t>
      </w:r>
      <w:r>
        <w:t>parts of the Act and other laws apply to a CCIV</w:t>
      </w:r>
      <w:r w:rsidR="00EE1F23">
        <w:t xml:space="preserve"> or which have been modified because it is a company limited by shares but operating as a collective for passive investment purposes</w:t>
      </w:r>
      <w:r>
        <w:t>.</w:t>
      </w:r>
    </w:p>
    <w:p w14:paraId="792EE287" w14:textId="77777777" w:rsidR="00590658" w:rsidRDefault="00590658" w:rsidP="00712B4B">
      <w:pPr>
        <w:pStyle w:val="base-text-paragraph"/>
      </w:pPr>
      <w:r>
        <w:t>An exposure draft of the consequential amendments will be released for consultation in the coming months.</w:t>
      </w:r>
    </w:p>
    <w:p w14:paraId="16B5564C" w14:textId="77777777" w:rsidR="00590658" w:rsidRDefault="00590658" w:rsidP="00712B4B">
      <w:pPr>
        <w:pStyle w:val="base-text-paragraph"/>
      </w:pPr>
      <w:r>
        <w:t>The intended approach includes:</w:t>
      </w:r>
    </w:p>
    <w:p w14:paraId="45BC61D3" w14:textId="77777777" w:rsidR="00590658" w:rsidRDefault="00590658" w:rsidP="00712B4B">
      <w:pPr>
        <w:pStyle w:val="exampledotpoint1"/>
        <w:rPr>
          <w:sz w:val="22"/>
          <w:szCs w:val="22"/>
        </w:rPr>
      </w:pPr>
      <w:r>
        <w:rPr>
          <w:sz w:val="22"/>
          <w:szCs w:val="22"/>
        </w:rPr>
        <w:t>d</w:t>
      </w:r>
      <w:r w:rsidRPr="00712B4B">
        <w:rPr>
          <w:sz w:val="22"/>
          <w:szCs w:val="22"/>
        </w:rPr>
        <w:t xml:space="preserve">eveloping an insolvency regime </w:t>
      </w:r>
      <w:r>
        <w:rPr>
          <w:sz w:val="22"/>
          <w:szCs w:val="22"/>
        </w:rPr>
        <w:t>which may include features of Chapter 5; and</w:t>
      </w:r>
    </w:p>
    <w:p w14:paraId="6701A8AD" w14:textId="0BF59F1A" w:rsidR="00590658" w:rsidRDefault="00590658" w:rsidP="00712B4B">
      <w:pPr>
        <w:pStyle w:val="exampledotpoint1"/>
        <w:rPr>
          <w:sz w:val="22"/>
          <w:szCs w:val="22"/>
        </w:rPr>
      </w:pPr>
      <w:proofErr w:type="gramStart"/>
      <w:r>
        <w:rPr>
          <w:sz w:val="22"/>
          <w:szCs w:val="22"/>
        </w:rPr>
        <w:t>generally</w:t>
      </w:r>
      <w:proofErr w:type="gramEnd"/>
      <w:r>
        <w:rPr>
          <w:sz w:val="22"/>
          <w:szCs w:val="22"/>
        </w:rPr>
        <w:t xml:space="preserve"> applying the provisions of Chapter 6 and Chapter 7 to retail CCIVs.</w:t>
      </w:r>
    </w:p>
    <w:p w14:paraId="781412D0" w14:textId="45A03BBC" w:rsidR="00982497" w:rsidRDefault="00EA4B97" w:rsidP="00E63180">
      <w:pPr>
        <w:pStyle w:val="base-text-paragraph"/>
      </w:pPr>
      <w:r>
        <w:t>Penalties (and related matters) for breaches of provisions in Chapter 7A are still under consideration and will be included in the next exposure draft of the Bill.</w:t>
      </w:r>
    </w:p>
    <w:p w14:paraId="242AB7EA" w14:textId="77777777" w:rsidR="0081132C" w:rsidRDefault="0081132C" w:rsidP="0081132C">
      <w:pPr>
        <w:pStyle w:val="Heading2"/>
      </w:pPr>
      <w:r>
        <w:lastRenderedPageBreak/>
        <w:t>Summary of new law</w:t>
      </w:r>
    </w:p>
    <w:p w14:paraId="496EEC3C" w14:textId="6D1A6098" w:rsidR="00AE43CF" w:rsidRDefault="0081132C" w:rsidP="0081132C">
      <w:pPr>
        <w:pStyle w:val="base-text-paragraph"/>
      </w:pPr>
      <w:r>
        <w:t>The</w:t>
      </w:r>
      <w:r w:rsidR="009F34AB">
        <w:t xml:space="preserve"> list below sets out the</w:t>
      </w:r>
      <w:r>
        <w:t xml:space="preserve"> </w:t>
      </w:r>
      <w:r w:rsidR="00B04558">
        <w:t xml:space="preserve">core </w:t>
      </w:r>
      <w:r>
        <w:t xml:space="preserve">features of the regulatory </w:t>
      </w:r>
      <w:r w:rsidR="00714218">
        <w:t xml:space="preserve">framework </w:t>
      </w:r>
      <w:r w:rsidR="009F34AB">
        <w:t>for CCIVs.</w:t>
      </w:r>
    </w:p>
    <w:p w14:paraId="45EAC179" w14:textId="29252CB3" w:rsidR="006759ED" w:rsidRDefault="006759ED" w:rsidP="00712B4B">
      <w:pPr>
        <w:pStyle w:val="dotpoint"/>
      </w:pPr>
      <w:r>
        <w:t>A company may register as a CCIV if</w:t>
      </w:r>
      <w:r w:rsidR="00685FFF">
        <w:t xml:space="preserve"> </w:t>
      </w:r>
      <w:r>
        <w:t>the company is a company limited by shares and</w:t>
      </w:r>
      <w:r w:rsidR="00685FFF">
        <w:t xml:space="preserve"> operated by a single corporate director.</w:t>
      </w:r>
    </w:p>
    <w:p w14:paraId="6FA5B2D0" w14:textId="5EF0DDF8" w:rsidR="00BF3C89" w:rsidRDefault="00685FFF" w:rsidP="00712B4B">
      <w:pPr>
        <w:pStyle w:val="dotpoint"/>
      </w:pPr>
      <w:r>
        <w:t>The</w:t>
      </w:r>
      <w:r w:rsidR="00BF3C89" w:rsidRPr="006759ED">
        <w:t xml:space="preserve"> corporate director must be a public company that holds an Australian financial services licence </w:t>
      </w:r>
      <w:r w:rsidR="000C2FCD">
        <w:t xml:space="preserve">(AFSL) </w:t>
      </w:r>
      <w:r w:rsidR="00BF3C89" w:rsidRPr="006759ED">
        <w:t>authorising it to operate a CCIV</w:t>
      </w:r>
      <w:r>
        <w:t>.</w:t>
      </w:r>
    </w:p>
    <w:p w14:paraId="54C0826C" w14:textId="0FD66212" w:rsidR="00276B06" w:rsidRDefault="00276B06" w:rsidP="00276B06">
      <w:pPr>
        <w:pStyle w:val="dotpoint"/>
      </w:pPr>
      <w:r>
        <w:t>A CCIV must not have any officers or employees other than the corporate director.</w:t>
      </w:r>
    </w:p>
    <w:p w14:paraId="0695A8F6" w14:textId="3200F915" w:rsidR="00BF3C89" w:rsidRDefault="00685FFF" w:rsidP="00712B4B">
      <w:pPr>
        <w:pStyle w:val="dotpoint"/>
      </w:pPr>
      <w:r>
        <w:t>T</w:t>
      </w:r>
      <w:r w:rsidR="00BF3C89" w:rsidRPr="006759ED">
        <w:t xml:space="preserve">he corporate director owes duties to the </w:t>
      </w:r>
      <w:r w:rsidR="000C2FCD">
        <w:t>members</w:t>
      </w:r>
      <w:r w:rsidR="000C2FCD" w:rsidRPr="006759ED">
        <w:t xml:space="preserve"> </w:t>
      </w:r>
      <w:r w:rsidR="00BF3C89" w:rsidRPr="006759ED">
        <w:t xml:space="preserve">of the CCIV and these duties will take precedence over the duties the corporate director owes to its </w:t>
      </w:r>
      <w:r w:rsidR="00922253">
        <w:t xml:space="preserve">own </w:t>
      </w:r>
      <w:r w:rsidR="00BF3C89" w:rsidRPr="006759ED">
        <w:t>shareholders</w:t>
      </w:r>
      <w:r>
        <w:t>.</w:t>
      </w:r>
      <w:r w:rsidR="00BF3C89" w:rsidRPr="006759ED">
        <w:t xml:space="preserve"> </w:t>
      </w:r>
    </w:p>
    <w:p w14:paraId="0EDD942D" w14:textId="413B8956" w:rsidR="00BF3C89" w:rsidRDefault="006759ED" w:rsidP="00BF3C89">
      <w:pPr>
        <w:pStyle w:val="dotpoint"/>
      </w:pPr>
      <w:r>
        <w:t>A CCIV</w:t>
      </w:r>
      <w:r w:rsidR="00BF3C89">
        <w:t xml:space="preserve"> must have at least one sub-fund</w:t>
      </w:r>
      <w:r>
        <w:t xml:space="preserve"> at all times</w:t>
      </w:r>
      <w:r w:rsidR="00F56B5A">
        <w:t>.</w:t>
      </w:r>
    </w:p>
    <w:p w14:paraId="12A0CEF7" w14:textId="10F17A3F" w:rsidR="00F0649C" w:rsidRDefault="00F0649C" w:rsidP="00F0649C">
      <w:pPr>
        <w:pStyle w:val="dotpoint"/>
      </w:pPr>
      <w:r>
        <w:t xml:space="preserve">A CCIV may be </w:t>
      </w:r>
      <w:proofErr w:type="gramStart"/>
      <w:r>
        <w:t>open- or close</w:t>
      </w:r>
      <w:r w:rsidRPr="006D5E87">
        <w:t>d</w:t>
      </w:r>
      <w:r>
        <w:t>-ended</w:t>
      </w:r>
      <w:proofErr w:type="gramEnd"/>
      <w:r w:rsidR="00066609">
        <w:t>.</w:t>
      </w:r>
    </w:p>
    <w:p w14:paraId="60045341" w14:textId="20EBC593" w:rsidR="00AF1AEC" w:rsidRDefault="00F0649C" w:rsidP="00BF3C89">
      <w:pPr>
        <w:pStyle w:val="dotpoint"/>
      </w:pPr>
      <w:r>
        <w:t>A CCIV</w:t>
      </w:r>
      <w:r w:rsidR="00A0273A">
        <w:t xml:space="preserve"> must have a constitution</w:t>
      </w:r>
      <w:r w:rsidR="00F56B5A" w:rsidRPr="00F56B5A">
        <w:t xml:space="preserve"> </w:t>
      </w:r>
      <w:r w:rsidR="00F56B5A">
        <w:t xml:space="preserve">that includes certain prescribed content requirements if the CCIV is </w:t>
      </w:r>
      <w:proofErr w:type="gramStart"/>
      <w:r w:rsidR="00F56B5A">
        <w:t>a retail</w:t>
      </w:r>
      <w:proofErr w:type="gramEnd"/>
      <w:r w:rsidR="00F56B5A">
        <w:t xml:space="preserve"> CCIV.</w:t>
      </w:r>
      <w:r w:rsidR="00685FFF">
        <w:t xml:space="preserve"> </w:t>
      </w:r>
      <w:proofErr w:type="gramStart"/>
      <w:r w:rsidR="00685FFF">
        <w:t>A retail</w:t>
      </w:r>
      <w:proofErr w:type="gramEnd"/>
      <w:r w:rsidR="00685FFF">
        <w:t xml:space="preserve"> CCIV must also have a compliance plan.</w:t>
      </w:r>
    </w:p>
    <w:p w14:paraId="251D084C" w14:textId="572B53D1" w:rsidR="00F0649C" w:rsidRDefault="00F0649C" w:rsidP="00F0649C">
      <w:pPr>
        <w:pStyle w:val="dotpoint"/>
      </w:pPr>
      <w:proofErr w:type="gramStart"/>
      <w:r>
        <w:t>A retail</w:t>
      </w:r>
      <w:proofErr w:type="gramEnd"/>
      <w:r>
        <w:t xml:space="preserve"> CCIV must have a depositary</w:t>
      </w:r>
      <w:r w:rsidR="00F56B5A">
        <w:t xml:space="preserve"> that</w:t>
      </w:r>
      <w:r w:rsidR="00685FFF">
        <w:t xml:space="preserve"> holds the assets of the CCIV on trust for the CCIV and</w:t>
      </w:r>
      <w:r w:rsidR="00685FFF" w:rsidRPr="00685FFF">
        <w:t xml:space="preserve"> </w:t>
      </w:r>
      <w:r w:rsidR="00D90E7D">
        <w:t>supervises</w:t>
      </w:r>
      <w:r w:rsidR="00922253">
        <w:t xml:space="preserve"> </w:t>
      </w:r>
      <w:r w:rsidR="00685FFF">
        <w:t>certain aspects of the corporate director’s responsibilities</w:t>
      </w:r>
      <w:r w:rsidR="00922253">
        <w:t xml:space="preserve"> for the benefit of members</w:t>
      </w:r>
      <w:r w:rsidR="00685FFF">
        <w:t>.</w:t>
      </w:r>
      <w:r w:rsidR="00697F18">
        <w:t xml:space="preserve"> A wholesale CCIV may </w:t>
      </w:r>
      <w:r w:rsidR="00276B06">
        <w:t xml:space="preserve">choose </w:t>
      </w:r>
      <w:r w:rsidR="00697F18">
        <w:t xml:space="preserve">to have a depositary. </w:t>
      </w:r>
    </w:p>
    <w:p w14:paraId="5227246B" w14:textId="18FBBFC5" w:rsidR="00276B06" w:rsidRDefault="00276B06" w:rsidP="00276B06">
      <w:pPr>
        <w:pStyle w:val="dotpoint"/>
      </w:pPr>
      <w:r>
        <w:rPr>
          <w:rStyle w:val="Referencingstyle"/>
          <w:b w:val="0"/>
          <w:i w:val="0"/>
          <w:sz w:val="22"/>
        </w:rPr>
        <w:t xml:space="preserve">The </w:t>
      </w:r>
      <w:r w:rsidR="00D90E7D">
        <w:rPr>
          <w:rStyle w:val="Referencingstyle"/>
          <w:b w:val="0"/>
          <w:i w:val="0"/>
          <w:sz w:val="22"/>
        </w:rPr>
        <w:t xml:space="preserve">corporate director or </w:t>
      </w:r>
      <w:r>
        <w:rPr>
          <w:rStyle w:val="Referencingstyle"/>
          <w:b w:val="0"/>
          <w:i w:val="0"/>
          <w:sz w:val="22"/>
        </w:rPr>
        <w:t>depositary may appoint an agent or otherwise engage a person to do anything it is authorised to do in connection with the CCIV</w:t>
      </w:r>
      <w:r w:rsidR="00D90E7D">
        <w:rPr>
          <w:rStyle w:val="Referencingstyle"/>
          <w:b w:val="0"/>
          <w:i w:val="0"/>
          <w:sz w:val="22"/>
        </w:rPr>
        <w:t xml:space="preserve"> (except for the depositary’s supervisory role over the corporate director).</w:t>
      </w:r>
    </w:p>
    <w:p w14:paraId="46DE979D" w14:textId="77777777" w:rsidR="00096804" w:rsidRDefault="00435431" w:rsidP="00BF3C89">
      <w:pPr>
        <w:pStyle w:val="dotpoint"/>
      </w:pPr>
      <w:r>
        <w:t>A retail CCIV is subject to the full regulatory framework for CCIVs whereas a wholesale CCIV</w:t>
      </w:r>
      <w:r w:rsidR="00714218">
        <w:t xml:space="preserve"> </w:t>
      </w:r>
      <w:r>
        <w:t>is subject to minimal requirements.</w:t>
      </w:r>
    </w:p>
    <w:p w14:paraId="60BC48C6" w14:textId="64BA65AA" w:rsidR="00435431" w:rsidRDefault="008C1365" w:rsidP="00E63180">
      <w:pPr>
        <w:pStyle w:val="base-text-paragraph"/>
      </w:pPr>
      <w:r>
        <w:t xml:space="preserve">The </w:t>
      </w:r>
      <w:r w:rsidR="00096804">
        <w:t xml:space="preserve">Appendix contains a diagram </w:t>
      </w:r>
      <w:r w:rsidR="00D755E0">
        <w:t xml:space="preserve">that demonstrates </w:t>
      </w:r>
      <w:r w:rsidR="0009256E">
        <w:t>the</w:t>
      </w:r>
      <w:r w:rsidR="00096804">
        <w:t xml:space="preserve"> </w:t>
      </w:r>
      <w:r w:rsidR="00D755E0">
        <w:t xml:space="preserve">full regulatory framework as it applies to retail CCIVs. </w:t>
      </w:r>
    </w:p>
    <w:p w14:paraId="7918BBAF" w14:textId="77777777" w:rsidR="004A7FC7" w:rsidRDefault="004A7FC7" w:rsidP="00712B4B">
      <w:pPr>
        <w:pStyle w:val="Heading2"/>
      </w:pPr>
      <w:r>
        <w:lastRenderedPageBreak/>
        <w:t>Object and outline of new Chapter</w:t>
      </w:r>
    </w:p>
    <w:p w14:paraId="600631F8" w14:textId="0D25FFF8" w:rsidR="005522DE" w:rsidRPr="00E63180" w:rsidRDefault="005522DE">
      <w:pPr>
        <w:pStyle w:val="base-text-paragraph"/>
        <w:rPr>
          <w:b/>
        </w:rPr>
      </w:pPr>
      <w:r>
        <w:t>Part 1 of Chapter 7A sets out the object</w:t>
      </w:r>
      <w:r w:rsidR="0082754B">
        <w:t>s</w:t>
      </w:r>
      <w:r>
        <w:t xml:space="preserve"> and </w:t>
      </w:r>
      <w:r w:rsidR="0082754B">
        <w:t xml:space="preserve">simplified </w:t>
      </w:r>
      <w:r>
        <w:t xml:space="preserve">outline of the Chapter. </w:t>
      </w:r>
    </w:p>
    <w:p w14:paraId="274998EC" w14:textId="6F79EAF0" w:rsidR="004A7FC7" w:rsidRPr="004A7FC7" w:rsidRDefault="004A7FC7">
      <w:pPr>
        <w:pStyle w:val="base-text-paragraph"/>
        <w:rPr>
          <w:rStyle w:val="Referencingstyle"/>
          <w:i w:val="0"/>
          <w:sz w:val="22"/>
        </w:rPr>
      </w:pPr>
      <w:r>
        <w:t>The objects of Chapter 7A are to</w:t>
      </w:r>
      <w:r w:rsidRPr="00920288">
        <w:t xml:space="preserve"> </w:t>
      </w:r>
      <w:r>
        <w:t xml:space="preserve">establish a regulatory framework for forming and operating CCIVs in a way that </w:t>
      </w:r>
      <w:r w:rsidRPr="002808C0">
        <w:t>is fair, efficient and competitive</w:t>
      </w:r>
      <w:r>
        <w:t xml:space="preserve">, and </w:t>
      </w:r>
      <w:r w:rsidR="00326828">
        <w:t>which</w:t>
      </w:r>
      <w:r>
        <w:t xml:space="preserve"> complements the</w:t>
      </w:r>
      <w:r w:rsidR="00326828">
        <w:t xml:space="preserve"> retail</w:t>
      </w:r>
      <w:r>
        <w:t xml:space="preserve"> investor protection rules in Chapter 7 of the Act to promote confident and informed investors in CCIVs. </w:t>
      </w:r>
      <w:r>
        <w:rPr>
          <w:rStyle w:val="Referencingstyle"/>
        </w:rPr>
        <w:t xml:space="preserve">[Schedule </w:t>
      </w:r>
      <w:r w:rsidR="00CF28F1">
        <w:rPr>
          <w:rStyle w:val="Referencingstyle"/>
        </w:rPr>
        <w:t>1</w:t>
      </w:r>
      <w:r>
        <w:rPr>
          <w:rStyle w:val="Referencingstyle"/>
        </w:rPr>
        <w:t xml:space="preserve">, Part </w:t>
      </w:r>
      <w:r w:rsidR="00CF28F1">
        <w:rPr>
          <w:rStyle w:val="Referencingstyle"/>
        </w:rPr>
        <w:t>1, item 1, section 1136</w:t>
      </w:r>
      <w:r>
        <w:rPr>
          <w:rStyle w:val="Referencingstyle"/>
        </w:rPr>
        <w:t>]</w:t>
      </w:r>
    </w:p>
    <w:p w14:paraId="4D7C5F63" w14:textId="4D633ADF" w:rsidR="004A7FC7" w:rsidRDefault="004A7FC7" w:rsidP="004A7FC7">
      <w:pPr>
        <w:pStyle w:val="base-text-paragraph"/>
      </w:pPr>
      <w:r>
        <w:t xml:space="preserve">The </w:t>
      </w:r>
      <w:r w:rsidR="0082754B">
        <w:t>simplified</w:t>
      </w:r>
      <w:r>
        <w:t xml:space="preserve"> outline of Chapter 7A shows how the </w:t>
      </w:r>
      <w:r w:rsidR="005522DE">
        <w:t>C</w:t>
      </w:r>
      <w:r>
        <w:t>hapter is structured. Part 2 establishes rules governing the internal structure and operation of CCIVs</w:t>
      </w:r>
      <w:r w:rsidR="005522DE">
        <w:t xml:space="preserve"> </w:t>
      </w:r>
      <w:r>
        <w:t xml:space="preserve">and Part 3 </w:t>
      </w:r>
      <w:r w:rsidR="00326828">
        <w:t xml:space="preserve">sets out </w:t>
      </w:r>
      <w:r>
        <w:t>additional protections</w:t>
      </w:r>
      <w:r w:rsidR="00326828">
        <w:t xml:space="preserve"> </w:t>
      </w:r>
      <w:r>
        <w:t>applicable to retail CCIVs.</w:t>
      </w:r>
      <w:r w:rsidR="005522DE" w:rsidRPr="005522DE">
        <w:rPr>
          <w:rStyle w:val="Referencingstyle"/>
        </w:rPr>
        <w:t xml:space="preserve"> </w:t>
      </w:r>
      <w:r w:rsidR="005522DE">
        <w:rPr>
          <w:rStyle w:val="Referencingstyle"/>
        </w:rPr>
        <w:t>[Schedule 1, Part 1, item 1, section 1136A]</w:t>
      </w:r>
    </w:p>
    <w:p w14:paraId="1EA29CF2" w14:textId="30F8DBA2" w:rsidR="005010F5" w:rsidRDefault="005010F5" w:rsidP="004A7FC7">
      <w:pPr>
        <w:pStyle w:val="base-text-paragraph"/>
      </w:pPr>
      <w:r>
        <w:t xml:space="preserve">The </w:t>
      </w:r>
      <w:r w:rsidR="00DE579F">
        <w:t xml:space="preserve">chapter </w:t>
      </w:r>
      <w:r>
        <w:t xml:space="preserve">outline also provides that a CCIV is a type of company limited by shares and draws attention </w:t>
      </w:r>
      <w:r w:rsidR="004A7FC7">
        <w:t>to the particular taxation arrangements applying to CCIVs.</w:t>
      </w:r>
      <w:r w:rsidR="005522DE" w:rsidRPr="005522DE">
        <w:rPr>
          <w:rStyle w:val="Referencingstyle"/>
        </w:rPr>
        <w:t xml:space="preserve"> </w:t>
      </w:r>
      <w:r w:rsidR="005522DE">
        <w:rPr>
          <w:rStyle w:val="Referencingstyle"/>
        </w:rPr>
        <w:t xml:space="preserve"> [Schedule 1, Part 1, item 1, section 1136A]</w:t>
      </w:r>
    </w:p>
    <w:p w14:paraId="37644802" w14:textId="560EAF77" w:rsidR="004A7FC7" w:rsidRPr="00452217" w:rsidRDefault="004A7FC7" w:rsidP="004A7FC7">
      <w:pPr>
        <w:pStyle w:val="base-text-paragraph"/>
        <w:rPr>
          <w:rStyle w:val="Referencingstyle"/>
          <w:b w:val="0"/>
          <w:i w:val="0"/>
          <w:sz w:val="22"/>
        </w:rPr>
      </w:pPr>
      <w:r>
        <w:t>The taxation arrangements applying to attribution managed investment trusts (AMITs)</w:t>
      </w:r>
      <w:r w:rsidR="00863A85">
        <w:t>,</w:t>
      </w:r>
      <w:r>
        <w:t xml:space="preserve"> </w:t>
      </w:r>
      <w:r w:rsidR="00863A85">
        <w:t xml:space="preserve">contained in Division 276 of the </w:t>
      </w:r>
      <w:r w:rsidR="00863A85" w:rsidRPr="005010F5">
        <w:rPr>
          <w:i/>
        </w:rPr>
        <w:t>Income Tax Assessment Act 1997</w:t>
      </w:r>
      <w:r w:rsidR="00863A85">
        <w:t xml:space="preserve"> (ITAA 1997), </w:t>
      </w:r>
      <w:r>
        <w:t xml:space="preserve">will be extended to CCIVs, subject to meeting certain requirements including widely held requirements, not closely held requirements and restrictions on carrying on an active business. These requirements will operate alongside the regulatory requirements contained in Chapter 7A. The Government will consult separately on the proposed taxation arrangements for CCIVs. </w:t>
      </w:r>
    </w:p>
    <w:p w14:paraId="3C20DC1E" w14:textId="76F9060D" w:rsidR="00344CD5" w:rsidRDefault="00714218" w:rsidP="005E6E75">
      <w:pPr>
        <w:pStyle w:val="base-text-paragraph"/>
        <w:numPr>
          <w:ilvl w:val="1"/>
          <w:numId w:val="48"/>
        </w:numPr>
        <w:tabs>
          <w:tab w:val="clear" w:pos="1844"/>
          <w:tab w:val="num" w:pos="1985"/>
        </w:tabs>
        <w:ind w:left="1134"/>
      </w:pPr>
      <w:r>
        <w:t xml:space="preserve">Legislative references </w:t>
      </w:r>
      <w:r w:rsidR="005522DE">
        <w:t xml:space="preserve">in these explanatory materials </w:t>
      </w:r>
      <w:r>
        <w:t xml:space="preserve">are to the </w:t>
      </w:r>
      <w:r w:rsidRPr="00C876B7">
        <w:rPr>
          <w:i/>
        </w:rPr>
        <w:t>Corporations Act 2001</w:t>
      </w:r>
      <w:r>
        <w:t xml:space="preserve"> unless otherwise specified.</w:t>
      </w:r>
    </w:p>
    <w:p w14:paraId="4680C187" w14:textId="77777777" w:rsidR="00344CD5" w:rsidRDefault="00344CD5" w:rsidP="00022F85">
      <w:pPr>
        <w:pStyle w:val="base-text-paragraph"/>
        <w:numPr>
          <w:ilvl w:val="0"/>
          <w:numId w:val="0"/>
        </w:numPr>
        <w:ind w:left="1134"/>
      </w:pPr>
    </w:p>
    <w:p w14:paraId="51CBB33A" w14:textId="77777777" w:rsidR="000223DC" w:rsidRDefault="000223DC" w:rsidP="006D5E87">
      <w:pPr>
        <w:sectPr w:rsidR="000223DC" w:rsidSect="006D5E87">
          <w:headerReference w:type="even" r:id="rId30"/>
          <w:headerReference w:type="default" r:id="rId31"/>
          <w:footerReference w:type="even" r:id="rId32"/>
          <w:footerReference w:type="default" r:id="rId33"/>
          <w:footerReference w:type="first" r:id="rId34"/>
          <w:type w:val="oddPage"/>
          <w:pgSz w:w="11906" w:h="16838" w:code="9"/>
          <w:pgMar w:top="2466" w:right="2098" w:bottom="2466" w:left="2098" w:header="1559" w:footer="1899" w:gutter="0"/>
          <w:cols w:space="708"/>
          <w:titlePg/>
          <w:docGrid w:linePitch="360"/>
        </w:sectPr>
      </w:pPr>
    </w:p>
    <w:p w14:paraId="0EA7AAB7" w14:textId="1568E710" w:rsidR="000223DC" w:rsidRPr="00F51A71" w:rsidRDefault="000223DC" w:rsidP="006D5E87">
      <w:pPr>
        <w:pStyle w:val="ChapterHeading"/>
        <w:tabs>
          <w:tab w:val="clear" w:pos="1134"/>
          <w:tab w:val="num" w:pos="360"/>
        </w:tabs>
      </w:pPr>
      <w:r w:rsidRPr="00F51A71">
        <w:lastRenderedPageBreak/>
        <w:br/>
      </w:r>
      <w:bookmarkStart w:id="18" w:name="_Toc487789242"/>
      <w:bookmarkStart w:id="19" w:name="_Toc490215644"/>
      <w:bookmarkStart w:id="20" w:name="_Toc490217592"/>
      <w:bookmarkStart w:id="21" w:name="_Toc490223765"/>
      <w:bookmarkStart w:id="22" w:name="_Toc490245440"/>
      <w:bookmarkStart w:id="23" w:name="_Toc490758904"/>
      <w:bookmarkStart w:id="24" w:name="_Toc490759097"/>
      <w:bookmarkStart w:id="25" w:name="_Toc490812081"/>
      <w:bookmarkStart w:id="26" w:name="_Toc490814939"/>
      <w:r w:rsidR="004B74E5">
        <w:t>Basic features of a CCIV</w:t>
      </w:r>
      <w:bookmarkEnd w:id="18"/>
      <w:bookmarkEnd w:id="19"/>
      <w:bookmarkEnd w:id="20"/>
      <w:bookmarkEnd w:id="21"/>
      <w:bookmarkEnd w:id="22"/>
      <w:bookmarkEnd w:id="23"/>
      <w:bookmarkEnd w:id="24"/>
      <w:bookmarkEnd w:id="25"/>
      <w:bookmarkEnd w:id="26"/>
      <w:r w:rsidR="00AE43CF">
        <w:t xml:space="preserve"> </w:t>
      </w:r>
    </w:p>
    <w:p w14:paraId="514CDE82" w14:textId="77777777" w:rsidR="000223DC" w:rsidRDefault="000223DC" w:rsidP="006D5E87">
      <w:pPr>
        <w:pStyle w:val="Heading2"/>
      </w:pPr>
      <w:r>
        <w:t>Outline of chapter</w:t>
      </w:r>
    </w:p>
    <w:p w14:paraId="3D818D5B" w14:textId="607EA3E2" w:rsidR="000C2FCD" w:rsidRDefault="00403D08" w:rsidP="004B74E5">
      <w:pPr>
        <w:pStyle w:val="base-text-paragraph"/>
      </w:pPr>
      <w:r>
        <w:t xml:space="preserve">Schedule 1 to the </w:t>
      </w:r>
      <w:r w:rsidR="000720BB">
        <w:t xml:space="preserve">Bill inserts </w:t>
      </w:r>
      <w:r w:rsidR="000C2FCD">
        <w:t>Chapter 7A</w:t>
      </w:r>
      <w:r w:rsidR="000720BB">
        <w:t xml:space="preserve"> into the</w:t>
      </w:r>
      <w:r w:rsidR="000720BB">
        <w:rPr>
          <w:i/>
        </w:rPr>
        <w:t xml:space="preserve"> </w:t>
      </w:r>
      <w:r w:rsidR="000720BB">
        <w:t>Act</w:t>
      </w:r>
      <w:r w:rsidR="000720BB">
        <w:rPr>
          <w:i/>
        </w:rPr>
        <w:t xml:space="preserve"> </w:t>
      </w:r>
      <w:r w:rsidR="000720BB">
        <w:t>to establish</w:t>
      </w:r>
      <w:r w:rsidR="000C2FCD">
        <w:t xml:space="preserve"> the regulatory framework for CCIVs.</w:t>
      </w:r>
    </w:p>
    <w:p w14:paraId="461CFDC2" w14:textId="4B76E9EF" w:rsidR="002E2D2F" w:rsidRDefault="000720BB" w:rsidP="000720BB">
      <w:pPr>
        <w:pStyle w:val="base-text-paragraph"/>
      </w:pPr>
      <w:r>
        <w:t xml:space="preserve">This </w:t>
      </w:r>
      <w:r w:rsidDel="00532F6F">
        <w:t xml:space="preserve">chapter </w:t>
      </w:r>
      <w:r>
        <w:t xml:space="preserve">of the explanatory materials </w:t>
      </w:r>
      <w:r w:rsidR="00B44E73">
        <w:t>outlines the basic features of a CCIV</w:t>
      </w:r>
      <w:r w:rsidR="0007048E">
        <w:t xml:space="preserve">, </w:t>
      </w:r>
      <w:r w:rsidR="00532F6F">
        <w:t>including the</w:t>
      </w:r>
      <w:r w:rsidR="001E2D3D">
        <w:t>:</w:t>
      </w:r>
    </w:p>
    <w:p w14:paraId="77603C7F" w14:textId="4A182C8B" w:rsidR="00441137" w:rsidRDefault="00072DC6" w:rsidP="00441137">
      <w:pPr>
        <w:pStyle w:val="dotpoint"/>
      </w:pPr>
      <w:r>
        <w:t>basic requirements to register as a CCIV;</w:t>
      </w:r>
    </w:p>
    <w:p w14:paraId="715996D8" w14:textId="2BF95C1A" w:rsidR="002C0CDF" w:rsidRDefault="002C0CDF" w:rsidP="00441137">
      <w:pPr>
        <w:pStyle w:val="dotpoint"/>
      </w:pPr>
      <w:r>
        <w:t>difference between retail CCIVs and wholesale CCIVs;</w:t>
      </w:r>
    </w:p>
    <w:p w14:paraId="173FC6E0" w14:textId="2FE34534" w:rsidR="00B44E73" w:rsidRDefault="00072DC6" w:rsidP="00712B4B">
      <w:pPr>
        <w:pStyle w:val="dotpoint"/>
      </w:pPr>
      <w:r>
        <w:t>requirement that a CCIV must</w:t>
      </w:r>
      <w:r w:rsidR="00B44E73">
        <w:t xml:space="preserve"> have a constitution</w:t>
      </w:r>
      <w:r w:rsidR="002C0CDF">
        <w:t xml:space="preserve"> </w:t>
      </w:r>
      <w:r>
        <w:t xml:space="preserve">and that </w:t>
      </w:r>
      <w:r w:rsidR="00B44E73">
        <w:t>a retail CCIV’s constitution must make provision for certain matters</w:t>
      </w:r>
      <w:r w:rsidR="001E2D3D">
        <w:t>;</w:t>
      </w:r>
      <w:r w:rsidR="002C0CDF">
        <w:t xml:space="preserve"> and</w:t>
      </w:r>
    </w:p>
    <w:p w14:paraId="6C4CDD52" w14:textId="5C7765BD" w:rsidR="0007048E" w:rsidRDefault="00072DC6" w:rsidP="002C0CDF">
      <w:pPr>
        <w:pStyle w:val="dotpoint"/>
      </w:pPr>
      <w:proofErr w:type="gramStart"/>
      <w:r>
        <w:t>requirement</w:t>
      </w:r>
      <w:proofErr w:type="gramEnd"/>
      <w:r>
        <w:t xml:space="preserve"> that </w:t>
      </w:r>
      <w:r w:rsidR="00B44E73">
        <w:t>a retail CCIV must have a compliance plan</w:t>
      </w:r>
      <w:r w:rsidR="002C0CDF">
        <w:t>.</w:t>
      </w:r>
    </w:p>
    <w:p w14:paraId="3A5A0FE8" w14:textId="77777777" w:rsidR="00C876B7" w:rsidRDefault="00C876B7" w:rsidP="00C876B7">
      <w:pPr>
        <w:pStyle w:val="Heading2"/>
      </w:pPr>
      <w:r>
        <w:t>Detailed explanation of new law</w:t>
      </w:r>
    </w:p>
    <w:p w14:paraId="0F5148B9" w14:textId="6D2A2ED5" w:rsidR="002A3320" w:rsidRDefault="000E473E" w:rsidP="00920288">
      <w:pPr>
        <w:pStyle w:val="Heading3"/>
      </w:pPr>
      <w:r>
        <w:t>A n</w:t>
      </w:r>
      <w:r w:rsidR="002A3320">
        <w:t>ew type of company</w:t>
      </w:r>
    </w:p>
    <w:p w14:paraId="2E64C472" w14:textId="6B86EFDB" w:rsidR="00C50FE2" w:rsidRPr="00227EF5" w:rsidRDefault="00C50FE2" w:rsidP="00C50FE2">
      <w:pPr>
        <w:pStyle w:val="base-text-paragraph"/>
        <w:rPr>
          <w:rStyle w:val="Referencingstyle"/>
          <w:b w:val="0"/>
          <w:i w:val="0"/>
          <w:sz w:val="22"/>
        </w:rPr>
      </w:pPr>
      <w:r>
        <w:t xml:space="preserve">‘Corporate collective investment vehicle’, or </w:t>
      </w:r>
      <w:r w:rsidR="00227EF5">
        <w:t>‘</w:t>
      </w:r>
      <w:r>
        <w:t>CCIV</w:t>
      </w:r>
      <w:r w:rsidR="00227EF5">
        <w:t>’</w:t>
      </w:r>
      <w:r>
        <w:t xml:space="preserve">, is defined as a company that is registered as a CCIV under the Act. Defining a CCIV in this way reflects the fact that registration as a CCIV is a voluntary election. </w:t>
      </w:r>
      <w:r>
        <w:rPr>
          <w:rStyle w:val="Referencingstyle"/>
        </w:rPr>
        <w:t xml:space="preserve">[Schedule </w:t>
      </w:r>
      <w:r w:rsidR="00CF28F1">
        <w:rPr>
          <w:rStyle w:val="Referencingstyle"/>
        </w:rPr>
        <w:t>1</w:t>
      </w:r>
      <w:r>
        <w:rPr>
          <w:rStyle w:val="Referencingstyle"/>
        </w:rPr>
        <w:t xml:space="preserve">, Part </w:t>
      </w:r>
      <w:r w:rsidR="00403D08">
        <w:rPr>
          <w:rStyle w:val="Referencingstyle"/>
        </w:rPr>
        <w:t>2</w:t>
      </w:r>
      <w:r>
        <w:rPr>
          <w:rStyle w:val="Referencingstyle"/>
        </w:rPr>
        <w:t xml:space="preserve">, item </w:t>
      </w:r>
      <w:r w:rsidR="00403D08">
        <w:rPr>
          <w:rStyle w:val="Referencingstyle"/>
        </w:rPr>
        <w:t>3</w:t>
      </w:r>
      <w:r>
        <w:rPr>
          <w:rStyle w:val="Referencingstyle"/>
        </w:rPr>
        <w:t xml:space="preserve">, the definitions of ‘CCIV’ and ‘corporate collective investment vehicle’ in section 9] </w:t>
      </w:r>
    </w:p>
    <w:p w14:paraId="3F305481" w14:textId="35C35FF8" w:rsidR="000D3AFF" w:rsidRPr="00227EF5" w:rsidRDefault="000D3AFF" w:rsidP="00C50FE2">
      <w:pPr>
        <w:pStyle w:val="base-text-paragraph"/>
        <w:rPr>
          <w:rStyle w:val="Referencingstyle"/>
          <w:b w:val="0"/>
          <w:i w:val="0"/>
          <w:sz w:val="22"/>
        </w:rPr>
      </w:pPr>
      <w:r>
        <w:rPr>
          <w:rStyle w:val="Referencingstyle"/>
          <w:b w:val="0"/>
          <w:i w:val="0"/>
          <w:sz w:val="22"/>
        </w:rPr>
        <w:t xml:space="preserve">As a CCIV is a company, it is included in the table of types of companies that are registrable under the Act in subsection 112(1). </w:t>
      </w:r>
      <w:r>
        <w:rPr>
          <w:rStyle w:val="Referencingstyle"/>
        </w:rPr>
        <w:t>[</w:t>
      </w:r>
      <w:r w:rsidR="00403D08">
        <w:rPr>
          <w:rStyle w:val="Referencingstyle"/>
        </w:rPr>
        <w:t>Schedule 1, Part 2, items 1</w:t>
      </w:r>
      <w:r w:rsidR="008955AC">
        <w:rPr>
          <w:rStyle w:val="Referencingstyle"/>
        </w:rPr>
        <w:t>4</w:t>
      </w:r>
      <w:r w:rsidR="00403D08">
        <w:rPr>
          <w:rStyle w:val="Referencingstyle"/>
        </w:rPr>
        <w:t xml:space="preserve"> to 1</w:t>
      </w:r>
      <w:r w:rsidR="008955AC">
        <w:rPr>
          <w:rStyle w:val="Referencingstyle"/>
        </w:rPr>
        <w:t>6</w:t>
      </w:r>
      <w:r w:rsidR="00403D08">
        <w:rPr>
          <w:rStyle w:val="Referencingstyle"/>
        </w:rPr>
        <w:t xml:space="preserve">, the table in </w:t>
      </w:r>
      <w:r>
        <w:rPr>
          <w:rStyle w:val="Referencingstyle"/>
        </w:rPr>
        <w:t>subsection 112(1) and the notes to subsection 112(1)]</w:t>
      </w:r>
    </w:p>
    <w:p w14:paraId="456C8E03" w14:textId="77777777" w:rsidR="00227EF5" w:rsidRDefault="00227EF5" w:rsidP="00227EF5">
      <w:pPr>
        <w:pStyle w:val="Heading4"/>
      </w:pPr>
      <w:r>
        <w:t xml:space="preserve">Basic registration requirements </w:t>
      </w:r>
    </w:p>
    <w:p w14:paraId="6AD12726" w14:textId="797DFF19" w:rsidR="00C50FE2" w:rsidRDefault="00C50FE2" w:rsidP="00C50FE2">
      <w:pPr>
        <w:pStyle w:val="base-text-paragraph"/>
      </w:pPr>
      <w:r>
        <w:t>A company may register as a CCIV if it satisfies the basic requirements for registration. These are</w:t>
      </w:r>
      <w:r w:rsidR="00451E6D">
        <w:t xml:space="preserve"> that</w:t>
      </w:r>
      <w:r>
        <w:t>:</w:t>
      </w:r>
    </w:p>
    <w:p w14:paraId="74D7BF8F" w14:textId="20234DAA" w:rsidR="00C50FE2" w:rsidRDefault="00C50FE2" w:rsidP="00C50FE2">
      <w:pPr>
        <w:pStyle w:val="dotpoint"/>
      </w:pPr>
      <w:r>
        <w:t xml:space="preserve">the company </w:t>
      </w:r>
      <w:r w:rsidR="00451E6D">
        <w:t>is</w:t>
      </w:r>
      <w:r>
        <w:t xml:space="preserve"> limited by shares; and</w:t>
      </w:r>
    </w:p>
    <w:p w14:paraId="13DCBA3A" w14:textId="4E0B5CC9" w:rsidR="00C50FE2" w:rsidRDefault="00C50FE2" w:rsidP="00C50FE2">
      <w:pPr>
        <w:pStyle w:val="dotpoint"/>
      </w:pPr>
      <w:proofErr w:type="gramStart"/>
      <w:r>
        <w:lastRenderedPageBreak/>
        <w:t>the</w:t>
      </w:r>
      <w:proofErr w:type="gramEnd"/>
      <w:r>
        <w:t xml:space="preserve"> director of the company </w:t>
      </w:r>
      <w:r w:rsidR="00451E6D">
        <w:t>is</w:t>
      </w:r>
      <w:r w:rsidR="00532F6F">
        <w:t xml:space="preserve"> </w:t>
      </w:r>
      <w:r>
        <w:t>a public company that holds an Australian financial services licence authorising it to operate a CCIV</w:t>
      </w:r>
      <w:r w:rsidR="005E2A8B">
        <w:t>.</w:t>
      </w:r>
      <w:r>
        <w:t xml:space="preserve"> </w:t>
      </w:r>
      <w:r w:rsidR="00403D08">
        <w:rPr>
          <w:rStyle w:val="Referencingstyle"/>
        </w:rPr>
        <w:t>[Schedule 1, Part 1, item 1, s</w:t>
      </w:r>
      <w:r w:rsidR="00BE3EA3">
        <w:rPr>
          <w:rStyle w:val="Referencingstyle"/>
        </w:rPr>
        <w:t>ubs</w:t>
      </w:r>
      <w:r w:rsidR="00403D08">
        <w:rPr>
          <w:rStyle w:val="Referencingstyle"/>
        </w:rPr>
        <w:t>ection 1137(1)]</w:t>
      </w:r>
    </w:p>
    <w:p w14:paraId="15E0FE7E" w14:textId="24F366F5" w:rsidR="00C50FE2" w:rsidRPr="0056728C" w:rsidRDefault="00C50FE2" w:rsidP="00C50FE2">
      <w:pPr>
        <w:pStyle w:val="base-text-paragraph"/>
      </w:pPr>
      <w:r w:rsidRPr="0056728C">
        <w:t>A foreign company registered under Division 2 of Part 5B.2 may not be registered as a CCIV.</w:t>
      </w:r>
      <w:r>
        <w:t xml:space="preserve"> </w:t>
      </w:r>
      <w:r>
        <w:rPr>
          <w:rStyle w:val="Referencingstyle"/>
        </w:rPr>
        <w:t>[</w:t>
      </w:r>
      <w:r w:rsidR="00403D08">
        <w:rPr>
          <w:rStyle w:val="Referencingstyle"/>
        </w:rPr>
        <w:t>Schedule 1, Part 1, item 1</w:t>
      </w:r>
      <w:r w:rsidR="00AB06ED">
        <w:rPr>
          <w:rStyle w:val="Referencingstyle"/>
        </w:rPr>
        <w:t xml:space="preserve">, </w:t>
      </w:r>
      <w:r w:rsidR="00403D08">
        <w:rPr>
          <w:rStyle w:val="Referencingstyle"/>
        </w:rPr>
        <w:t>s</w:t>
      </w:r>
      <w:r w:rsidR="00BE3EA3">
        <w:rPr>
          <w:rStyle w:val="Referencingstyle"/>
        </w:rPr>
        <w:t>ubs</w:t>
      </w:r>
      <w:r w:rsidR="00403D08">
        <w:rPr>
          <w:rStyle w:val="Referencingstyle"/>
        </w:rPr>
        <w:t>ection 1137</w:t>
      </w:r>
      <w:r>
        <w:rPr>
          <w:rStyle w:val="Referencingstyle"/>
        </w:rPr>
        <w:t>(2)]</w:t>
      </w:r>
    </w:p>
    <w:p w14:paraId="738FDCD2" w14:textId="77777777" w:rsidR="00C50FE2" w:rsidRDefault="00C50FE2" w:rsidP="00C50FE2">
      <w:pPr>
        <w:pStyle w:val="Heading4"/>
      </w:pPr>
      <w:r>
        <w:t>Process for registration</w:t>
      </w:r>
    </w:p>
    <w:p w14:paraId="71175534" w14:textId="263CBE8C" w:rsidR="00C50FE2" w:rsidRPr="005C2F2D" w:rsidRDefault="00C50FE2" w:rsidP="00C50FE2">
      <w:pPr>
        <w:pStyle w:val="base-text-paragraph"/>
      </w:pPr>
      <w:r>
        <w:t xml:space="preserve">The process for </w:t>
      </w:r>
      <w:r w:rsidR="004618C7">
        <w:t xml:space="preserve">registering a CCIV is still under </w:t>
      </w:r>
      <w:r w:rsidR="007437F7">
        <w:t xml:space="preserve">consideration and </w:t>
      </w:r>
      <w:r>
        <w:t xml:space="preserve">will be </w:t>
      </w:r>
      <w:r w:rsidR="007437F7">
        <w:t xml:space="preserve">included </w:t>
      </w:r>
      <w:r w:rsidR="00547B0F">
        <w:t>in</w:t>
      </w:r>
      <w:r>
        <w:t xml:space="preserve"> </w:t>
      </w:r>
      <w:r w:rsidR="00532F6F">
        <w:t>the next</w:t>
      </w:r>
      <w:r>
        <w:t xml:space="preserve"> exposure draft</w:t>
      </w:r>
      <w:r w:rsidR="007437F7">
        <w:t xml:space="preserve"> of the Bill</w:t>
      </w:r>
      <w:r>
        <w:t>.</w:t>
      </w:r>
    </w:p>
    <w:p w14:paraId="3E304D23" w14:textId="77777777" w:rsidR="00CE3DE5" w:rsidRDefault="00CE3DE5" w:rsidP="00CE3DE5">
      <w:pPr>
        <w:pStyle w:val="Heading3"/>
      </w:pPr>
      <w:r>
        <w:t>Application of CCIV regulatory framework to retail CCIVs and wholesale CCIVs</w:t>
      </w:r>
    </w:p>
    <w:p w14:paraId="54C0E192" w14:textId="1BB5B8A4" w:rsidR="00CC4BFA" w:rsidRDefault="00CE3DE5" w:rsidP="00CE3DE5">
      <w:pPr>
        <w:pStyle w:val="base-text-paragraph"/>
      </w:pPr>
      <w:r>
        <w:t xml:space="preserve">The distinction between retail CCIVs and wholesale CCIVs is an important one. This is because retail CCIVs </w:t>
      </w:r>
      <w:proofErr w:type="gramStart"/>
      <w:r>
        <w:t>are</w:t>
      </w:r>
      <w:proofErr w:type="gramEnd"/>
      <w:r>
        <w:t xml:space="preserve"> subject to the full regulatory framework </w:t>
      </w:r>
      <w:r w:rsidR="00532F6F">
        <w:t>in Chapter 7A</w:t>
      </w:r>
      <w:r>
        <w:t xml:space="preserve"> whereas wholesale CCIVs are subject to </w:t>
      </w:r>
      <w:r w:rsidR="00532F6F">
        <w:t>few</w:t>
      </w:r>
      <w:r w:rsidR="00040D8D">
        <w:t>er</w:t>
      </w:r>
      <w:r>
        <w:t xml:space="preserve"> requirements.</w:t>
      </w:r>
      <w:r w:rsidR="00040D8D">
        <w:t xml:space="preserve"> </w:t>
      </w:r>
      <w:r w:rsidR="00CC4BFA">
        <w:t xml:space="preserve">While Parts 1 and 2 of Chapter 7A apply to both retail and wholesale CCIVs, Part 3 (which contains additional investor protections) generally does not apply to wholesale CCIVs. </w:t>
      </w:r>
      <w:r w:rsidR="00220B3D">
        <w:rPr>
          <w:rStyle w:val="Referencingstyle"/>
        </w:rPr>
        <w:t>[Schedule 1, Part 1, item 1, section 1154]</w:t>
      </w:r>
    </w:p>
    <w:p w14:paraId="02C49C26" w14:textId="1F579169" w:rsidR="00066609" w:rsidRDefault="00CE3DE5" w:rsidP="00CE3DE5">
      <w:pPr>
        <w:pStyle w:val="base-text-paragraph"/>
      </w:pPr>
      <w:r>
        <w:t xml:space="preserve">This matches the general approach of the MIS regime under which only retail MIS </w:t>
      </w:r>
      <w:r w:rsidR="00547B0F">
        <w:t>are</w:t>
      </w:r>
      <w:r>
        <w:t xml:space="preserve"> </w:t>
      </w:r>
      <w:r w:rsidR="00933C6B">
        <w:t>subject to the full regulatory requirements as registered schemes</w:t>
      </w:r>
      <w:r>
        <w:t>.</w:t>
      </w:r>
      <w:r w:rsidR="00220B3D">
        <w:t xml:space="preserve"> Unlike the MIS regime, all CCIVs (including wholesale CCIVs) are required to be registered. </w:t>
      </w:r>
      <w:r w:rsidR="004E14B4">
        <w:t>I</w:t>
      </w:r>
      <w:r w:rsidR="008501E4">
        <w:t xml:space="preserve">t is intended that these </w:t>
      </w:r>
      <w:r w:rsidR="00796944">
        <w:t>regulatory requirements</w:t>
      </w:r>
      <w:r w:rsidR="00F85EA5">
        <w:t xml:space="preserve"> will</w:t>
      </w:r>
      <w:r w:rsidR="008501E4">
        <w:t xml:space="preserve"> be flexible and light-touch</w:t>
      </w:r>
      <w:r w:rsidR="00451E6D">
        <w:t xml:space="preserve"> where appropriate</w:t>
      </w:r>
      <w:r w:rsidR="004E14B4">
        <w:t xml:space="preserve">, in conformity with existing policy settings for </w:t>
      </w:r>
      <w:r w:rsidR="00F85EA5">
        <w:t>CIVs</w:t>
      </w:r>
      <w:r w:rsidR="004E14B4">
        <w:t xml:space="preserve"> generally</w:t>
      </w:r>
      <w:r w:rsidR="008501E4">
        <w:t>.</w:t>
      </w:r>
    </w:p>
    <w:p w14:paraId="10A57F47" w14:textId="7D72393D" w:rsidR="00CE3DE5" w:rsidRDefault="00CE3DE5" w:rsidP="00CE3DE5">
      <w:pPr>
        <w:pStyle w:val="base-text-paragraph"/>
      </w:pPr>
      <w:r>
        <w:t xml:space="preserve">The table </w:t>
      </w:r>
      <w:r w:rsidR="009842C1">
        <w:t xml:space="preserve">below </w:t>
      </w:r>
      <w:r w:rsidR="004E14B4">
        <w:t xml:space="preserve">sets out </w:t>
      </w:r>
      <w:r>
        <w:t>these differences.</w:t>
      </w:r>
    </w:p>
    <w:p w14:paraId="38108176" w14:textId="77777777" w:rsidR="00CE3DE5" w:rsidRDefault="00CE3DE5" w:rsidP="00040D8D">
      <w:pPr>
        <w:pStyle w:val="TableHeadingoutsidetable"/>
        <w:keepNext w:val="0"/>
      </w:pPr>
      <w:r>
        <w:t xml:space="preserve"> Comparison of regulatory requirements for retail CCIVs and wholesale CCIVs</w:t>
      </w:r>
    </w:p>
    <w:tbl>
      <w:tblPr>
        <w:tblStyle w:val="TableGrid"/>
        <w:tblW w:w="0" w:type="auto"/>
        <w:tblInd w:w="1134" w:type="dxa"/>
        <w:tblLook w:val="04A0" w:firstRow="1" w:lastRow="0" w:firstColumn="1" w:lastColumn="0" w:noHBand="0" w:noVBand="1"/>
      </w:tblPr>
      <w:tblGrid>
        <w:gridCol w:w="1526"/>
        <w:gridCol w:w="2551"/>
        <w:gridCol w:w="2715"/>
      </w:tblGrid>
      <w:tr w:rsidR="00CE3DE5" w:rsidRPr="00977D20" w14:paraId="666D8766" w14:textId="77777777" w:rsidTr="00040D8D">
        <w:trPr>
          <w:tblHeader/>
        </w:trPr>
        <w:tc>
          <w:tcPr>
            <w:tcW w:w="1526" w:type="dxa"/>
          </w:tcPr>
          <w:p w14:paraId="6C436E52" w14:textId="77777777" w:rsidR="00CE3DE5" w:rsidRPr="00977D20" w:rsidRDefault="00CE3DE5" w:rsidP="00040D8D">
            <w:pPr>
              <w:pStyle w:val="base-text-paragraph"/>
              <w:numPr>
                <w:ilvl w:val="0"/>
                <w:numId w:val="0"/>
              </w:numPr>
              <w:jc w:val="center"/>
              <w:rPr>
                <w:b/>
                <w:sz w:val="20"/>
              </w:rPr>
            </w:pPr>
            <w:r w:rsidRPr="00977D20">
              <w:rPr>
                <w:b/>
                <w:sz w:val="20"/>
              </w:rPr>
              <w:t>Regulatory requirement</w:t>
            </w:r>
          </w:p>
        </w:tc>
        <w:tc>
          <w:tcPr>
            <w:tcW w:w="2551" w:type="dxa"/>
          </w:tcPr>
          <w:p w14:paraId="71EC338D" w14:textId="77777777" w:rsidR="00CE3DE5" w:rsidRPr="00977D20" w:rsidRDefault="00CE3DE5" w:rsidP="00040D8D">
            <w:pPr>
              <w:pStyle w:val="base-text-paragraph"/>
              <w:numPr>
                <w:ilvl w:val="0"/>
                <w:numId w:val="0"/>
              </w:numPr>
              <w:jc w:val="center"/>
              <w:rPr>
                <w:b/>
                <w:sz w:val="20"/>
              </w:rPr>
            </w:pPr>
            <w:r w:rsidRPr="00977D20">
              <w:rPr>
                <w:b/>
                <w:sz w:val="20"/>
              </w:rPr>
              <w:t>Retail CCIV</w:t>
            </w:r>
          </w:p>
        </w:tc>
        <w:tc>
          <w:tcPr>
            <w:tcW w:w="2715" w:type="dxa"/>
          </w:tcPr>
          <w:p w14:paraId="0D829A7E" w14:textId="77777777" w:rsidR="00CE3DE5" w:rsidRPr="00977D20" w:rsidRDefault="00CE3DE5" w:rsidP="00040D8D">
            <w:pPr>
              <w:pStyle w:val="base-text-paragraph"/>
              <w:numPr>
                <w:ilvl w:val="0"/>
                <w:numId w:val="0"/>
              </w:numPr>
              <w:jc w:val="center"/>
              <w:rPr>
                <w:b/>
                <w:sz w:val="20"/>
              </w:rPr>
            </w:pPr>
            <w:r w:rsidRPr="00977D20">
              <w:rPr>
                <w:b/>
                <w:sz w:val="20"/>
              </w:rPr>
              <w:t>Wholesale CCIV</w:t>
            </w:r>
          </w:p>
        </w:tc>
      </w:tr>
      <w:tr w:rsidR="00CE3DE5" w:rsidRPr="00977D20" w14:paraId="666C28AF" w14:textId="77777777" w:rsidTr="00CE3DE5">
        <w:tc>
          <w:tcPr>
            <w:tcW w:w="1526" w:type="dxa"/>
          </w:tcPr>
          <w:p w14:paraId="12F033AB" w14:textId="77777777" w:rsidR="00CE3DE5" w:rsidRPr="00977D20" w:rsidRDefault="00CE3DE5" w:rsidP="00040D8D">
            <w:pPr>
              <w:pStyle w:val="base-text-paragraph"/>
              <w:numPr>
                <w:ilvl w:val="0"/>
                <w:numId w:val="0"/>
              </w:numPr>
              <w:jc w:val="center"/>
              <w:rPr>
                <w:b/>
                <w:sz w:val="20"/>
              </w:rPr>
            </w:pPr>
            <w:r w:rsidRPr="00977D20">
              <w:rPr>
                <w:b/>
                <w:sz w:val="20"/>
              </w:rPr>
              <w:t>Registration</w:t>
            </w:r>
          </w:p>
        </w:tc>
        <w:tc>
          <w:tcPr>
            <w:tcW w:w="2551" w:type="dxa"/>
          </w:tcPr>
          <w:p w14:paraId="23FAD1E8" w14:textId="77777777" w:rsidR="00CE3DE5" w:rsidRPr="00977D20" w:rsidRDefault="00CE3DE5" w:rsidP="00040D8D">
            <w:pPr>
              <w:pStyle w:val="base-text-paragraph"/>
              <w:numPr>
                <w:ilvl w:val="0"/>
                <w:numId w:val="0"/>
              </w:numPr>
              <w:jc w:val="center"/>
              <w:rPr>
                <w:sz w:val="20"/>
              </w:rPr>
            </w:pPr>
            <w:r w:rsidRPr="00977D20">
              <w:rPr>
                <w:sz w:val="20"/>
              </w:rPr>
              <w:t>Yes</w:t>
            </w:r>
          </w:p>
        </w:tc>
        <w:tc>
          <w:tcPr>
            <w:tcW w:w="2715" w:type="dxa"/>
          </w:tcPr>
          <w:p w14:paraId="68538041" w14:textId="77777777" w:rsidR="00CE3DE5" w:rsidRPr="00977D20" w:rsidRDefault="00CE3DE5" w:rsidP="00040D8D">
            <w:pPr>
              <w:pStyle w:val="base-text-paragraph"/>
              <w:numPr>
                <w:ilvl w:val="0"/>
                <w:numId w:val="0"/>
              </w:numPr>
              <w:jc w:val="center"/>
              <w:rPr>
                <w:sz w:val="20"/>
              </w:rPr>
            </w:pPr>
            <w:r w:rsidRPr="00977D20">
              <w:rPr>
                <w:sz w:val="20"/>
              </w:rPr>
              <w:t>Yes</w:t>
            </w:r>
          </w:p>
        </w:tc>
      </w:tr>
      <w:tr w:rsidR="00CE3DE5" w:rsidRPr="00977D20" w14:paraId="39049F45" w14:textId="77777777" w:rsidTr="00CE3DE5">
        <w:tc>
          <w:tcPr>
            <w:tcW w:w="1526" w:type="dxa"/>
          </w:tcPr>
          <w:p w14:paraId="5E61B111" w14:textId="77777777" w:rsidR="00CE3DE5" w:rsidRPr="00977D20" w:rsidRDefault="00CE3DE5" w:rsidP="00040D8D">
            <w:pPr>
              <w:pStyle w:val="base-text-paragraph"/>
              <w:numPr>
                <w:ilvl w:val="0"/>
                <w:numId w:val="0"/>
              </w:numPr>
              <w:jc w:val="center"/>
              <w:rPr>
                <w:b/>
                <w:sz w:val="20"/>
              </w:rPr>
            </w:pPr>
            <w:r w:rsidRPr="00977D20">
              <w:rPr>
                <w:b/>
                <w:sz w:val="20"/>
              </w:rPr>
              <w:t>Corporate director</w:t>
            </w:r>
          </w:p>
        </w:tc>
        <w:tc>
          <w:tcPr>
            <w:tcW w:w="2551" w:type="dxa"/>
          </w:tcPr>
          <w:p w14:paraId="64D2BDCD" w14:textId="44001514" w:rsidR="00CE3DE5" w:rsidRPr="00977D20" w:rsidRDefault="00CE3DE5" w:rsidP="00040D8D">
            <w:pPr>
              <w:pStyle w:val="base-text-paragraph"/>
              <w:numPr>
                <w:ilvl w:val="0"/>
                <w:numId w:val="0"/>
              </w:numPr>
              <w:jc w:val="center"/>
              <w:rPr>
                <w:sz w:val="20"/>
              </w:rPr>
            </w:pPr>
            <w:r w:rsidRPr="00977D20">
              <w:rPr>
                <w:sz w:val="20"/>
              </w:rPr>
              <w:t>Yes. Must have a corporate director, and the corporate director (and officers and employees of the corporate di</w:t>
            </w:r>
            <w:r w:rsidR="00EB13F1">
              <w:rPr>
                <w:sz w:val="20"/>
              </w:rPr>
              <w:t xml:space="preserve">rector) owe specific statutory </w:t>
            </w:r>
            <w:proofErr w:type="gramStart"/>
            <w:r w:rsidRPr="00977D20">
              <w:rPr>
                <w:sz w:val="20"/>
              </w:rPr>
              <w:t>duties</w:t>
            </w:r>
            <w:r w:rsidR="0023519E">
              <w:rPr>
                <w:sz w:val="20"/>
              </w:rPr>
              <w:t>.</w:t>
            </w:r>
            <w:proofErr w:type="gramEnd"/>
          </w:p>
        </w:tc>
        <w:tc>
          <w:tcPr>
            <w:tcW w:w="2715" w:type="dxa"/>
          </w:tcPr>
          <w:p w14:paraId="03C85F82" w14:textId="2D6FBF08" w:rsidR="00CE3DE5" w:rsidRPr="00977D20" w:rsidRDefault="00CE3DE5" w:rsidP="00040D8D">
            <w:pPr>
              <w:pStyle w:val="base-text-paragraph"/>
              <w:numPr>
                <w:ilvl w:val="0"/>
                <w:numId w:val="0"/>
              </w:numPr>
              <w:jc w:val="center"/>
              <w:rPr>
                <w:sz w:val="20"/>
              </w:rPr>
            </w:pPr>
            <w:r w:rsidRPr="00977D20">
              <w:rPr>
                <w:sz w:val="20"/>
              </w:rPr>
              <w:t>Yes. Must have a corpor</w:t>
            </w:r>
            <w:r w:rsidR="00EB13F1">
              <w:rPr>
                <w:sz w:val="20"/>
              </w:rPr>
              <w:t xml:space="preserve">ate director, but </w:t>
            </w:r>
            <w:r w:rsidRPr="00977D20">
              <w:rPr>
                <w:sz w:val="20"/>
              </w:rPr>
              <w:t>the corporate director (</w:t>
            </w:r>
            <w:r w:rsidR="004A5F7A">
              <w:rPr>
                <w:sz w:val="20"/>
              </w:rPr>
              <w:t>and</w:t>
            </w:r>
            <w:r w:rsidRPr="00977D20">
              <w:rPr>
                <w:sz w:val="20"/>
              </w:rPr>
              <w:t xml:space="preserve"> officers and employees of the corporate director)</w:t>
            </w:r>
            <w:r w:rsidR="00547B0F">
              <w:rPr>
                <w:sz w:val="20"/>
              </w:rPr>
              <w:t xml:space="preserve"> do not owe </w:t>
            </w:r>
            <w:r w:rsidR="0023519E">
              <w:rPr>
                <w:sz w:val="20"/>
              </w:rPr>
              <w:t xml:space="preserve">specific </w:t>
            </w:r>
            <w:r w:rsidR="00547B0F">
              <w:rPr>
                <w:sz w:val="20"/>
              </w:rPr>
              <w:t xml:space="preserve">statutory </w:t>
            </w:r>
            <w:proofErr w:type="gramStart"/>
            <w:r w:rsidR="00547B0F">
              <w:rPr>
                <w:sz w:val="20"/>
              </w:rPr>
              <w:t>duties</w:t>
            </w:r>
            <w:r w:rsidR="0023519E">
              <w:rPr>
                <w:sz w:val="20"/>
              </w:rPr>
              <w:t>.</w:t>
            </w:r>
            <w:proofErr w:type="gramEnd"/>
          </w:p>
        </w:tc>
      </w:tr>
      <w:tr w:rsidR="00CE3DE5" w:rsidRPr="00977D20" w14:paraId="2299E562" w14:textId="77777777" w:rsidTr="00CE3DE5">
        <w:tc>
          <w:tcPr>
            <w:tcW w:w="1526" w:type="dxa"/>
          </w:tcPr>
          <w:p w14:paraId="015EF7E1" w14:textId="77777777" w:rsidR="00CE3DE5" w:rsidRPr="00977D20" w:rsidRDefault="00CE3DE5" w:rsidP="00040D8D">
            <w:pPr>
              <w:pStyle w:val="base-text-paragraph"/>
              <w:numPr>
                <w:ilvl w:val="0"/>
                <w:numId w:val="0"/>
              </w:numPr>
              <w:jc w:val="center"/>
              <w:rPr>
                <w:b/>
                <w:sz w:val="20"/>
              </w:rPr>
            </w:pPr>
            <w:r w:rsidRPr="00977D20">
              <w:rPr>
                <w:b/>
                <w:sz w:val="20"/>
              </w:rPr>
              <w:lastRenderedPageBreak/>
              <w:t>Depositary</w:t>
            </w:r>
          </w:p>
        </w:tc>
        <w:tc>
          <w:tcPr>
            <w:tcW w:w="2551" w:type="dxa"/>
          </w:tcPr>
          <w:p w14:paraId="3358361A" w14:textId="77777777" w:rsidR="00CE3DE5" w:rsidRPr="00977D20" w:rsidRDefault="00CE3DE5" w:rsidP="00040D8D">
            <w:pPr>
              <w:pStyle w:val="base-text-paragraph"/>
              <w:numPr>
                <w:ilvl w:val="0"/>
                <w:numId w:val="0"/>
              </w:numPr>
              <w:jc w:val="center"/>
              <w:rPr>
                <w:sz w:val="20"/>
              </w:rPr>
            </w:pPr>
            <w:r w:rsidRPr="00977D20">
              <w:rPr>
                <w:sz w:val="20"/>
              </w:rPr>
              <w:t>Yes</w:t>
            </w:r>
          </w:p>
        </w:tc>
        <w:tc>
          <w:tcPr>
            <w:tcW w:w="2715" w:type="dxa"/>
          </w:tcPr>
          <w:p w14:paraId="5A20423C" w14:textId="77777777" w:rsidR="00CE3DE5" w:rsidRPr="00977D20" w:rsidRDefault="00CE3DE5" w:rsidP="00040D8D">
            <w:pPr>
              <w:pStyle w:val="base-text-paragraph"/>
              <w:numPr>
                <w:ilvl w:val="0"/>
                <w:numId w:val="0"/>
              </w:numPr>
              <w:jc w:val="center"/>
              <w:rPr>
                <w:sz w:val="20"/>
              </w:rPr>
            </w:pPr>
            <w:r w:rsidRPr="00977D20">
              <w:rPr>
                <w:sz w:val="20"/>
              </w:rPr>
              <w:t>No, but may choose to have a depositary.</w:t>
            </w:r>
          </w:p>
        </w:tc>
      </w:tr>
      <w:tr w:rsidR="00CE3DE5" w:rsidRPr="00977D20" w14:paraId="2554DF9B" w14:textId="77777777" w:rsidTr="00CE3DE5">
        <w:tc>
          <w:tcPr>
            <w:tcW w:w="1526" w:type="dxa"/>
          </w:tcPr>
          <w:p w14:paraId="050199DA" w14:textId="77777777" w:rsidR="00CE3DE5" w:rsidRPr="00977D20" w:rsidRDefault="00CE3DE5" w:rsidP="00040D8D">
            <w:pPr>
              <w:pStyle w:val="base-text-paragraph"/>
              <w:numPr>
                <w:ilvl w:val="0"/>
                <w:numId w:val="0"/>
              </w:numPr>
              <w:jc w:val="center"/>
              <w:rPr>
                <w:b/>
                <w:sz w:val="20"/>
              </w:rPr>
            </w:pPr>
            <w:r w:rsidRPr="00977D20">
              <w:rPr>
                <w:b/>
                <w:sz w:val="20"/>
              </w:rPr>
              <w:t>At least one sub-fund</w:t>
            </w:r>
          </w:p>
        </w:tc>
        <w:tc>
          <w:tcPr>
            <w:tcW w:w="2551" w:type="dxa"/>
          </w:tcPr>
          <w:p w14:paraId="2977EAFB" w14:textId="77777777" w:rsidR="00CE3DE5" w:rsidRPr="00977D20" w:rsidRDefault="00CE3DE5" w:rsidP="00040D8D">
            <w:pPr>
              <w:pStyle w:val="base-text-paragraph"/>
              <w:numPr>
                <w:ilvl w:val="0"/>
                <w:numId w:val="0"/>
              </w:numPr>
              <w:jc w:val="center"/>
              <w:rPr>
                <w:sz w:val="20"/>
              </w:rPr>
            </w:pPr>
            <w:r w:rsidRPr="00977D20">
              <w:rPr>
                <w:sz w:val="20"/>
              </w:rPr>
              <w:t>Yes</w:t>
            </w:r>
          </w:p>
        </w:tc>
        <w:tc>
          <w:tcPr>
            <w:tcW w:w="2715" w:type="dxa"/>
          </w:tcPr>
          <w:p w14:paraId="787E6E28" w14:textId="77777777" w:rsidR="00CE3DE5" w:rsidRPr="00977D20" w:rsidRDefault="00CE3DE5" w:rsidP="00040D8D">
            <w:pPr>
              <w:pStyle w:val="base-text-paragraph"/>
              <w:numPr>
                <w:ilvl w:val="0"/>
                <w:numId w:val="0"/>
              </w:numPr>
              <w:jc w:val="center"/>
              <w:rPr>
                <w:sz w:val="20"/>
              </w:rPr>
            </w:pPr>
            <w:r w:rsidRPr="00977D20">
              <w:rPr>
                <w:sz w:val="20"/>
              </w:rPr>
              <w:t>Yes</w:t>
            </w:r>
          </w:p>
        </w:tc>
      </w:tr>
      <w:tr w:rsidR="00CE3DE5" w:rsidRPr="00977D20" w14:paraId="14C6D255" w14:textId="77777777" w:rsidTr="00CE3DE5">
        <w:tc>
          <w:tcPr>
            <w:tcW w:w="1526" w:type="dxa"/>
          </w:tcPr>
          <w:p w14:paraId="44130683" w14:textId="77777777" w:rsidR="00CE3DE5" w:rsidRPr="00977D20" w:rsidRDefault="00CE3DE5" w:rsidP="00040D8D">
            <w:pPr>
              <w:pStyle w:val="base-text-paragraph"/>
              <w:numPr>
                <w:ilvl w:val="0"/>
                <w:numId w:val="0"/>
              </w:numPr>
              <w:jc w:val="center"/>
              <w:rPr>
                <w:b/>
                <w:sz w:val="20"/>
              </w:rPr>
            </w:pPr>
            <w:r w:rsidRPr="00977D20">
              <w:rPr>
                <w:b/>
                <w:sz w:val="20"/>
              </w:rPr>
              <w:t>Share capital</w:t>
            </w:r>
          </w:p>
        </w:tc>
        <w:tc>
          <w:tcPr>
            <w:tcW w:w="2551" w:type="dxa"/>
          </w:tcPr>
          <w:p w14:paraId="28EDBB30" w14:textId="77777777" w:rsidR="00CE3DE5" w:rsidRPr="00977D20" w:rsidRDefault="00CE3DE5" w:rsidP="00040D8D">
            <w:pPr>
              <w:pStyle w:val="base-text-paragraph"/>
              <w:numPr>
                <w:ilvl w:val="0"/>
                <w:numId w:val="0"/>
              </w:numPr>
              <w:jc w:val="center"/>
              <w:rPr>
                <w:sz w:val="20"/>
              </w:rPr>
            </w:pPr>
            <w:r w:rsidRPr="00977D20">
              <w:rPr>
                <w:sz w:val="20"/>
              </w:rPr>
              <w:t>Yes</w:t>
            </w:r>
          </w:p>
        </w:tc>
        <w:tc>
          <w:tcPr>
            <w:tcW w:w="2715" w:type="dxa"/>
          </w:tcPr>
          <w:p w14:paraId="4332F3FC" w14:textId="79A466DF" w:rsidR="00CE3DE5" w:rsidRPr="00977D20" w:rsidRDefault="00CE3DE5" w:rsidP="00040D8D">
            <w:pPr>
              <w:pStyle w:val="base-text-paragraph"/>
              <w:numPr>
                <w:ilvl w:val="0"/>
                <w:numId w:val="0"/>
              </w:numPr>
              <w:jc w:val="center"/>
              <w:rPr>
                <w:sz w:val="20"/>
              </w:rPr>
            </w:pPr>
            <w:r w:rsidRPr="00977D20">
              <w:rPr>
                <w:sz w:val="20"/>
              </w:rPr>
              <w:t>Yes</w:t>
            </w:r>
            <w:r w:rsidR="009842C1">
              <w:rPr>
                <w:sz w:val="20"/>
              </w:rPr>
              <w:t>, with some exemptions</w:t>
            </w:r>
          </w:p>
        </w:tc>
      </w:tr>
      <w:tr w:rsidR="00CE3DE5" w:rsidRPr="00977D20" w14:paraId="650DD898" w14:textId="77777777" w:rsidTr="00CE3DE5">
        <w:tc>
          <w:tcPr>
            <w:tcW w:w="1526" w:type="dxa"/>
          </w:tcPr>
          <w:p w14:paraId="2A7FBACE" w14:textId="77777777" w:rsidR="00CE3DE5" w:rsidRPr="00977D20" w:rsidRDefault="00CE3DE5" w:rsidP="00040D8D">
            <w:pPr>
              <w:pStyle w:val="base-text-paragraph"/>
              <w:numPr>
                <w:ilvl w:val="0"/>
                <w:numId w:val="0"/>
              </w:numPr>
              <w:jc w:val="center"/>
              <w:rPr>
                <w:b/>
                <w:sz w:val="20"/>
              </w:rPr>
            </w:pPr>
            <w:r w:rsidRPr="00977D20">
              <w:rPr>
                <w:b/>
                <w:sz w:val="20"/>
              </w:rPr>
              <w:t>Constitution</w:t>
            </w:r>
          </w:p>
        </w:tc>
        <w:tc>
          <w:tcPr>
            <w:tcW w:w="2551" w:type="dxa"/>
          </w:tcPr>
          <w:p w14:paraId="012E45F5" w14:textId="77777777" w:rsidR="00CE3DE5" w:rsidRPr="00977D20" w:rsidRDefault="00CE3DE5" w:rsidP="00040D8D">
            <w:pPr>
              <w:pStyle w:val="base-text-paragraph"/>
              <w:numPr>
                <w:ilvl w:val="0"/>
                <w:numId w:val="0"/>
              </w:numPr>
              <w:jc w:val="center"/>
              <w:rPr>
                <w:sz w:val="20"/>
              </w:rPr>
            </w:pPr>
            <w:r w:rsidRPr="00977D20">
              <w:rPr>
                <w:sz w:val="20"/>
              </w:rPr>
              <w:t>Yes. Must have a constitution, and the constitution must make adequate provision for certain matters.</w:t>
            </w:r>
          </w:p>
        </w:tc>
        <w:tc>
          <w:tcPr>
            <w:tcW w:w="2715" w:type="dxa"/>
          </w:tcPr>
          <w:p w14:paraId="673E88AA" w14:textId="77777777" w:rsidR="00CE3DE5" w:rsidRPr="00977D20" w:rsidRDefault="00CE3DE5" w:rsidP="00040D8D">
            <w:pPr>
              <w:pStyle w:val="base-text-paragraph"/>
              <w:numPr>
                <w:ilvl w:val="0"/>
                <w:numId w:val="0"/>
              </w:numPr>
              <w:jc w:val="center"/>
              <w:rPr>
                <w:sz w:val="20"/>
              </w:rPr>
            </w:pPr>
            <w:r w:rsidRPr="00977D20">
              <w:rPr>
                <w:sz w:val="20"/>
              </w:rPr>
              <w:t>Yes. Must have a constitution but no prescribed contents.</w:t>
            </w:r>
          </w:p>
        </w:tc>
      </w:tr>
      <w:tr w:rsidR="00CE3DE5" w:rsidRPr="00977D20" w14:paraId="3C66886F" w14:textId="77777777" w:rsidTr="00CE3DE5">
        <w:tc>
          <w:tcPr>
            <w:tcW w:w="1526" w:type="dxa"/>
          </w:tcPr>
          <w:p w14:paraId="5F3B27AB" w14:textId="77777777" w:rsidR="00CE3DE5" w:rsidRPr="00977D20" w:rsidRDefault="00CE3DE5" w:rsidP="00040D8D">
            <w:pPr>
              <w:pStyle w:val="base-text-paragraph"/>
              <w:numPr>
                <w:ilvl w:val="0"/>
                <w:numId w:val="0"/>
              </w:numPr>
              <w:jc w:val="center"/>
              <w:rPr>
                <w:b/>
                <w:sz w:val="20"/>
              </w:rPr>
            </w:pPr>
            <w:r w:rsidRPr="00977D20">
              <w:rPr>
                <w:b/>
                <w:sz w:val="20"/>
              </w:rPr>
              <w:t>Compliance plan</w:t>
            </w:r>
          </w:p>
        </w:tc>
        <w:tc>
          <w:tcPr>
            <w:tcW w:w="2551" w:type="dxa"/>
          </w:tcPr>
          <w:p w14:paraId="7B6DACE6" w14:textId="77777777" w:rsidR="00CE3DE5" w:rsidRPr="00977D20" w:rsidRDefault="00CE3DE5" w:rsidP="00040D8D">
            <w:pPr>
              <w:pStyle w:val="base-text-paragraph"/>
              <w:numPr>
                <w:ilvl w:val="0"/>
                <w:numId w:val="0"/>
              </w:numPr>
              <w:jc w:val="center"/>
              <w:rPr>
                <w:sz w:val="20"/>
              </w:rPr>
            </w:pPr>
            <w:r w:rsidRPr="00977D20">
              <w:rPr>
                <w:sz w:val="20"/>
              </w:rPr>
              <w:t>Yes</w:t>
            </w:r>
          </w:p>
        </w:tc>
        <w:tc>
          <w:tcPr>
            <w:tcW w:w="2715" w:type="dxa"/>
          </w:tcPr>
          <w:p w14:paraId="398EF555" w14:textId="77777777" w:rsidR="00CE3DE5" w:rsidRPr="00977D20" w:rsidRDefault="00CE3DE5" w:rsidP="00040D8D">
            <w:pPr>
              <w:pStyle w:val="base-text-paragraph"/>
              <w:numPr>
                <w:ilvl w:val="0"/>
                <w:numId w:val="0"/>
              </w:numPr>
              <w:jc w:val="center"/>
              <w:rPr>
                <w:sz w:val="20"/>
              </w:rPr>
            </w:pPr>
            <w:r w:rsidRPr="00977D20">
              <w:rPr>
                <w:sz w:val="20"/>
              </w:rPr>
              <w:t>No</w:t>
            </w:r>
          </w:p>
        </w:tc>
      </w:tr>
    </w:tbl>
    <w:p w14:paraId="6A9022A5" w14:textId="77777777" w:rsidR="00CE3DE5" w:rsidRDefault="00CE3DE5" w:rsidP="00AB06ED">
      <w:pPr>
        <w:pStyle w:val="Heading4"/>
        <w:spacing w:before="240"/>
      </w:pPr>
      <w:r>
        <w:t>Meaning of ‘retail CCIV’ and ‘wholesale CCIV’</w:t>
      </w:r>
    </w:p>
    <w:p w14:paraId="368E08D5" w14:textId="64489E13" w:rsidR="00CE3DE5" w:rsidRDefault="00CE3DE5" w:rsidP="00CE3DE5">
      <w:pPr>
        <w:pStyle w:val="base-text-paragraph"/>
      </w:pPr>
      <w:r>
        <w:t xml:space="preserve">A CCIV is </w:t>
      </w:r>
      <w:r w:rsidR="009842C1">
        <w:t xml:space="preserve">deemed to be </w:t>
      </w:r>
      <w:r>
        <w:t xml:space="preserve">a wholesale CCIV if it </w:t>
      </w:r>
      <w:r w:rsidR="009842C1">
        <w:t xml:space="preserve">does </w:t>
      </w:r>
      <w:r>
        <w:t xml:space="preserve">not </w:t>
      </w:r>
      <w:r w:rsidR="009842C1">
        <w:t xml:space="preserve">meet the definition of </w:t>
      </w:r>
      <w:proofErr w:type="gramStart"/>
      <w:r>
        <w:t>a retail</w:t>
      </w:r>
      <w:proofErr w:type="gramEnd"/>
      <w:r>
        <w:t xml:space="preserve"> CCIV. </w:t>
      </w:r>
      <w:r>
        <w:rPr>
          <w:rStyle w:val="Referencingstyle"/>
        </w:rPr>
        <w:t>[</w:t>
      </w:r>
      <w:r w:rsidR="00BE3EA3">
        <w:rPr>
          <w:rStyle w:val="Referencingstyle"/>
        </w:rPr>
        <w:t>Schedule 1, Parts 1 and 2</w:t>
      </w:r>
      <w:r w:rsidR="00796944">
        <w:rPr>
          <w:rStyle w:val="Referencingstyle"/>
        </w:rPr>
        <w:t>, item</w:t>
      </w:r>
      <w:r w:rsidR="00BE3EA3">
        <w:rPr>
          <w:rStyle w:val="Referencingstyle"/>
        </w:rPr>
        <w:t>s</w:t>
      </w:r>
      <w:r w:rsidR="00796944">
        <w:rPr>
          <w:rStyle w:val="Referencingstyle"/>
        </w:rPr>
        <w:t xml:space="preserve"> 1</w:t>
      </w:r>
      <w:r w:rsidR="00BE3EA3">
        <w:rPr>
          <w:rStyle w:val="Referencingstyle"/>
        </w:rPr>
        <w:t xml:space="preserve"> and 1</w:t>
      </w:r>
      <w:r w:rsidR="008955AC">
        <w:rPr>
          <w:rStyle w:val="Referencingstyle"/>
        </w:rPr>
        <w:t>3</w:t>
      </w:r>
      <w:r w:rsidR="00AB06ED">
        <w:rPr>
          <w:rStyle w:val="Referencingstyle"/>
        </w:rPr>
        <w:t xml:space="preserve">, </w:t>
      </w:r>
      <w:r w:rsidR="003F0E7B">
        <w:rPr>
          <w:rStyle w:val="Referencingstyle"/>
        </w:rPr>
        <w:t xml:space="preserve">the definition of ‘wholesale CCIV’ in section 9 and </w:t>
      </w:r>
      <w:r w:rsidR="00BE3EA3">
        <w:rPr>
          <w:rStyle w:val="Referencingstyle"/>
        </w:rPr>
        <w:t xml:space="preserve">subsection </w:t>
      </w:r>
      <w:r w:rsidR="002C5BB3">
        <w:rPr>
          <w:rStyle w:val="Referencingstyle"/>
        </w:rPr>
        <w:t>1154A</w:t>
      </w:r>
      <w:r>
        <w:rPr>
          <w:rStyle w:val="Referencingstyle"/>
        </w:rPr>
        <w:t>(1)]</w:t>
      </w:r>
    </w:p>
    <w:p w14:paraId="56F106BC" w14:textId="2477A117" w:rsidR="009522EB" w:rsidRDefault="00CE3DE5" w:rsidP="00CE3DE5">
      <w:pPr>
        <w:pStyle w:val="base-text-paragraph"/>
      </w:pPr>
      <w:r>
        <w:t>A CCIV is a retail CCIV if</w:t>
      </w:r>
      <w:r w:rsidR="009522EB">
        <w:t>:</w:t>
      </w:r>
      <w:r w:rsidR="002C5BB3">
        <w:t xml:space="preserve"> </w:t>
      </w:r>
    </w:p>
    <w:p w14:paraId="79206D6E" w14:textId="220AE009" w:rsidR="009522EB" w:rsidRDefault="00CE3DE5" w:rsidP="00712B4B">
      <w:pPr>
        <w:pStyle w:val="dotpoint"/>
      </w:pPr>
      <w:r>
        <w:t xml:space="preserve">it has a </w:t>
      </w:r>
      <w:r w:rsidR="009842C1">
        <w:t xml:space="preserve">member </w:t>
      </w:r>
      <w:r w:rsidR="00395A27">
        <w:t>who</w:t>
      </w:r>
      <w:r>
        <w:t xml:space="preserve"> acquired one or more shares in the company as a retail client</w:t>
      </w:r>
      <w:r w:rsidR="009522EB">
        <w:t xml:space="preserve"> or an indirect retail client; </w:t>
      </w:r>
      <w:r>
        <w:t>or</w:t>
      </w:r>
    </w:p>
    <w:p w14:paraId="734BE4A4" w14:textId="16416AF3" w:rsidR="009522EB" w:rsidRDefault="009522EB" w:rsidP="00712B4B">
      <w:pPr>
        <w:pStyle w:val="dotpoint"/>
      </w:pPr>
      <w:proofErr w:type="gramStart"/>
      <w:r>
        <w:t>the</w:t>
      </w:r>
      <w:proofErr w:type="gramEnd"/>
      <w:r>
        <w:t xml:space="preserve"> CCIV was promoted by a professional promoter to a retail client.</w:t>
      </w:r>
    </w:p>
    <w:p w14:paraId="01F594A5" w14:textId="66B0B029" w:rsidR="00CE3DE5" w:rsidRDefault="009522EB" w:rsidP="009522EB">
      <w:pPr>
        <w:pStyle w:val="dotpoint"/>
        <w:numPr>
          <w:ilvl w:val="0"/>
          <w:numId w:val="0"/>
        </w:numPr>
        <w:ind w:left="1984"/>
      </w:pPr>
      <w:r>
        <w:rPr>
          <w:rStyle w:val="Referencingstyle"/>
        </w:rPr>
        <w:t>[</w:t>
      </w:r>
      <w:r w:rsidR="00BE3EA3">
        <w:rPr>
          <w:rStyle w:val="Referencingstyle"/>
        </w:rPr>
        <w:t>Schedule 1, Parts 1 and 2</w:t>
      </w:r>
      <w:r w:rsidR="002C5BB3">
        <w:rPr>
          <w:rStyle w:val="Referencingstyle"/>
        </w:rPr>
        <w:t>, item</w:t>
      </w:r>
      <w:r w:rsidR="00BE3EA3">
        <w:rPr>
          <w:rStyle w:val="Referencingstyle"/>
        </w:rPr>
        <w:t>s</w:t>
      </w:r>
      <w:r w:rsidR="002C5BB3">
        <w:rPr>
          <w:rStyle w:val="Referencingstyle"/>
        </w:rPr>
        <w:t xml:space="preserve"> 1</w:t>
      </w:r>
      <w:r w:rsidR="00BE3EA3">
        <w:rPr>
          <w:rStyle w:val="Referencingstyle"/>
        </w:rPr>
        <w:t xml:space="preserve"> and </w:t>
      </w:r>
      <w:r w:rsidR="004042A0">
        <w:rPr>
          <w:rStyle w:val="Referencingstyle"/>
        </w:rPr>
        <w:t>8</w:t>
      </w:r>
      <w:r w:rsidR="002C5BB3">
        <w:rPr>
          <w:rStyle w:val="Referencingstyle"/>
        </w:rPr>
        <w:t>,</w:t>
      </w:r>
      <w:r w:rsidR="00BE3EA3">
        <w:rPr>
          <w:rStyle w:val="Referencingstyle"/>
        </w:rPr>
        <w:t xml:space="preserve"> </w:t>
      </w:r>
      <w:r w:rsidR="003F0E7B">
        <w:rPr>
          <w:rStyle w:val="Referencingstyle"/>
        </w:rPr>
        <w:t xml:space="preserve">the definition of ‘retail CCIV’ in section 9 and </w:t>
      </w:r>
      <w:r w:rsidR="00BE3EA3">
        <w:rPr>
          <w:rStyle w:val="Referencingstyle"/>
        </w:rPr>
        <w:t xml:space="preserve">subsections </w:t>
      </w:r>
      <w:proofErr w:type="gramStart"/>
      <w:r w:rsidR="00BE3EA3">
        <w:rPr>
          <w:rStyle w:val="Referencingstyle"/>
        </w:rPr>
        <w:t>1154A(</w:t>
      </w:r>
      <w:proofErr w:type="gramEnd"/>
      <w:r w:rsidR="00BE3EA3">
        <w:rPr>
          <w:rStyle w:val="Referencingstyle"/>
        </w:rPr>
        <w:t>2) and (3)</w:t>
      </w:r>
      <w:r w:rsidR="00CE3DE5">
        <w:rPr>
          <w:rStyle w:val="Referencingstyle"/>
        </w:rPr>
        <w:t>]</w:t>
      </w:r>
    </w:p>
    <w:p w14:paraId="4436F9B7" w14:textId="23630477" w:rsidR="009522EB" w:rsidRDefault="00CE3DE5" w:rsidP="00CE3DE5">
      <w:pPr>
        <w:pStyle w:val="base-text-paragraph"/>
      </w:pPr>
      <w:r>
        <w:t xml:space="preserve">A </w:t>
      </w:r>
      <w:r w:rsidR="009A0E45">
        <w:t xml:space="preserve">member of a CCIV </w:t>
      </w:r>
      <w:r>
        <w:t xml:space="preserve">will be a retail client if they are a retail client within the meaning of Chapter 7. </w:t>
      </w:r>
      <w:r>
        <w:rPr>
          <w:rStyle w:val="Referencingstyle"/>
        </w:rPr>
        <w:t>[</w:t>
      </w:r>
      <w:r w:rsidR="00BE3EA3">
        <w:rPr>
          <w:rStyle w:val="Referencingstyle"/>
        </w:rPr>
        <w:t>Schedule 1, Part 1, item 1</w:t>
      </w:r>
      <w:r w:rsidR="00AB06ED">
        <w:rPr>
          <w:rStyle w:val="Referencingstyle"/>
        </w:rPr>
        <w:t xml:space="preserve">, </w:t>
      </w:r>
      <w:r w:rsidR="00452217">
        <w:rPr>
          <w:rStyle w:val="Referencingstyle"/>
        </w:rPr>
        <w:t xml:space="preserve">paragraphs 1154A(2)(b) and </w:t>
      </w:r>
      <w:r w:rsidR="00BE3EA3">
        <w:rPr>
          <w:rStyle w:val="Referencingstyle"/>
        </w:rPr>
        <w:t>(3)(a)</w:t>
      </w:r>
      <w:r>
        <w:rPr>
          <w:rStyle w:val="Referencingstyle"/>
        </w:rPr>
        <w:t>]</w:t>
      </w:r>
    </w:p>
    <w:p w14:paraId="3553138F" w14:textId="28AF0E77" w:rsidR="00C001DA" w:rsidRDefault="00C001DA" w:rsidP="00CE3DE5">
      <w:pPr>
        <w:pStyle w:val="base-text-paragraph"/>
      </w:pPr>
      <w:r>
        <w:t xml:space="preserve">Chapter 7 contains different tests for determining whether </w:t>
      </w:r>
      <w:r w:rsidR="00CE3DE5">
        <w:t>a person is a retail client depend</w:t>
      </w:r>
      <w:r>
        <w:t>ing</w:t>
      </w:r>
      <w:r w:rsidR="00CE3DE5">
        <w:t xml:space="preserve"> on </w:t>
      </w:r>
      <w:r w:rsidR="009A0E45">
        <w:t>whether the product is a</w:t>
      </w:r>
      <w:r>
        <w:t xml:space="preserve"> </w:t>
      </w:r>
      <w:r w:rsidR="00CE3DE5">
        <w:t>general insurance product</w:t>
      </w:r>
      <w:r>
        <w:t>,</w:t>
      </w:r>
      <w:r w:rsidR="00CE3DE5">
        <w:t xml:space="preserve"> </w:t>
      </w:r>
      <w:proofErr w:type="gramStart"/>
      <w:r w:rsidR="009A0E45">
        <w:t xml:space="preserve">a </w:t>
      </w:r>
      <w:r w:rsidR="00CE3DE5">
        <w:t>superannuation</w:t>
      </w:r>
      <w:proofErr w:type="gramEnd"/>
      <w:r w:rsidR="00CE3DE5">
        <w:t xml:space="preserve"> and retireme</w:t>
      </w:r>
      <w:r w:rsidR="002C1AAA">
        <w:t>nt savings account product</w:t>
      </w:r>
      <w:r>
        <w:t>,</w:t>
      </w:r>
      <w:r w:rsidR="002C1AAA">
        <w:t xml:space="preserve"> or</w:t>
      </w:r>
      <w:r w:rsidR="00CE3DE5">
        <w:t xml:space="preserve"> </w:t>
      </w:r>
      <w:r>
        <w:t>any</w:t>
      </w:r>
      <w:r w:rsidR="00CE3DE5">
        <w:t xml:space="preserve"> other kind of financial product.</w:t>
      </w:r>
    </w:p>
    <w:p w14:paraId="0FC7C33C" w14:textId="4249FF77" w:rsidR="00CE3DE5" w:rsidRDefault="00CE3DE5" w:rsidP="00CE3DE5">
      <w:pPr>
        <w:pStyle w:val="base-text-paragraph"/>
      </w:pPr>
      <w:r>
        <w:t xml:space="preserve">A </w:t>
      </w:r>
      <w:r w:rsidR="009A0E45">
        <w:t xml:space="preserve">member </w:t>
      </w:r>
      <w:r>
        <w:t>will be an indirect retail client</w:t>
      </w:r>
      <w:r w:rsidR="002C1AAA">
        <w:t xml:space="preserve"> </w:t>
      </w:r>
      <w:r>
        <w:t xml:space="preserve">where the </w:t>
      </w:r>
      <w:r w:rsidR="009A0E45">
        <w:t xml:space="preserve">member </w:t>
      </w:r>
      <w:r>
        <w:t xml:space="preserve">acquires one or more shares in the company under a custodial </w:t>
      </w:r>
      <w:r>
        <w:lastRenderedPageBreak/>
        <w:t xml:space="preserve">arrangement (within the meaning of section 1012IA) and </w:t>
      </w:r>
      <w:r w:rsidR="00C001DA">
        <w:t>the Act</w:t>
      </w:r>
      <w:r>
        <w:t xml:space="preserve"> required the provider to give the </w:t>
      </w:r>
      <w:r w:rsidR="009A0E45">
        <w:t xml:space="preserve">member </w:t>
      </w:r>
      <w:r>
        <w:t xml:space="preserve">a </w:t>
      </w:r>
      <w:r w:rsidR="00C001DA">
        <w:t>Product Disclosure Statement (PDS)</w:t>
      </w:r>
      <w:r>
        <w:t xml:space="preserve"> before the acquisition occurred. </w:t>
      </w:r>
      <w:r w:rsidR="00BE3EA3">
        <w:rPr>
          <w:rStyle w:val="Referencingstyle"/>
        </w:rPr>
        <w:t>[Schedule 1, Part 1, item 1, paragraph 1154A(3)(b)]</w:t>
      </w:r>
    </w:p>
    <w:p w14:paraId="7D999C80" w14:textId="1D4F692C" w:rsidR="00CE3DE5" w:rsidRDefault="00145F5B" w:rsidP="00CE3DE5">
      <w:pPr>
        <w:pStyle w:val="base-text-paragraph"/>
      </w:pPr>
      <w:r>
        <w:t>I</w:t>
      </w:r>
      <w:r w:rsidR="00CE3DE5">
        <w:t>ndirect retail clients</w:t>
      </w:r>
      <w:r>
        <w:t xml:space="preserve"> are captured within</w:t>
      </w:r>
      <w:r w:rsidR="00CE3DE5">
        <w:t xml:space="preserve"> the meaning of a retail CCIV </w:t>
      </w:r>
      <w:r w:rsidR="003059D1">
        <w:t>so as to</w:t>
      </w:r>
      <w:r w:rsidR="00CE3DE5">
        <w:t xml:space="preserve"> avoid a CCIV being treated as a wholesale CCIV (and being subject to a lighter regulatory framework) where they have no </w:t>
      </w:r>
      <w:r w:rsidR="002C1AAA">
        <w:t xml:space="preserve">retail </w:t>
      </w:r>
      <w:r w:rsidR="00CE3DE5">
        <w:t>clients within the meaning of Chapter 7, but have acquired retail clients indirectly through custodial arrangements within the meaning of section 1012IA.</w:t>
      </w:r>
    </w:p>
    <w:p w14:paraId="490DA176" w14:textId="7D3E2857" w:rsidR="00C001DA" w:rsidRPr="00C001DA" w:rsidRDefault="00CE3DE5" w:rsidP="00CE3DE5">
      <w:pPr>
        <w:pStyle w:val="base-text-paragraph"/>
        <w:rPr>
          <w:rStyle w:val="Referencingstyle"/>
          <w:b w:val="0"/>
          <w:i w:val="0"/>
          <w:sz w:val="22"/>
        </w:rPr>
      </w:pPr>
      <w:r>
        <w:t xml:space="preserve">A CCIV is promoted by a professional promoter if it </w:t>
      </w:r>
      <w:r w:rsidR="00C001DA">
        <w:t>is</w:t>
      </w:r>
      <w:r>
        <w:t xml:space="preserve"> promoted by a person</w:t>
      </w:r>
      <w:r w:rsidR="00145F5B">
        <w:t xml:space="preserve"> (</w:t>
      </w:r>
      <w:r>
        <w:t>or an associate of a person</w:t>
      </w:r>
      <w:r w:rsidR="00145F5B">
        <w:t>)</w:t>
      </w:r>
      <w:r>
        <w:t xml:space="preserve"> who was</w:t>
      </w:r>
      <w:r w:rsidR="00145F5B">
        <w:t>, at the time the</w:t>
      </w:r>
      <w:r>
        <w:t xml:space="preserve"> CCIV was promoted</w:t>
      </w:r>
      <w:r w:rsidR="00145F5B">
        <w:t>,</w:t>
      </w:r>
      <w:r>
        <w:t xml:space="preserve"> in the business of promoting CCIVs</w:t>
      </w:r>
      <w:r w:rsidR="00D66A6B">
        <w:t xml:space="preserve"> to </w:t>
      </w:r>
      <w:r w:rsidR="00452217">
        <w:t>persons who are</w:t>
      </w:r>
      <w:r w:rsidR="00145F5B">
        <w:t xml:space="preserve"> currently or prospectively</w:t>
      </w:r>
      <w:r w:rsidR="00452217">
        <w:t xml:space="preserve"> </w:t>
      </w:r>
      <w:r w:rsidR="00D66A6B">
        <w:t>retail clients</w:t>
      </w:r>
      <w:r w:rsidR="009F0AC4">
        <w:t xml:space="preserve"> (within the meaning of Chapter 7)</w:t>
      </w:r>
      <w:r>
        <w:t xml:space="preserve">. </w:t>
      </w:r>
      <w:r>
        <w:rPr>
          <w:rStyle w:val="Referencingstyle"/>
        </w:rPr>
        <w:t>[</w:t>
      </w:r>
      <w:r w:rsidR="00452217">
        <w:rPr>
          <w:rStyle w:val="Referencingstyle"/>
        </w:rPr>
        <w:t>Schedule 1, Part 1, item 1</w:t>
      </w:r>
      <w:r w:rsidR="00AB06ED">
        <w:rPr>
          <w:rStyle w:val="Referencingstyle"/>
        </w:rPr>
        <w:t xml:space="preserve">, </w:t>
      </w:r>
      <w:r w:rsidR="00452217">
        <w:rPr>
          <w:rStyle w:val="Referencingstyle"/>
        </w:rPr>
        <w:t>paragraph 1154A</w:t>
      </w:r>
      <w:r>
        <w:rPr>
          <w:rStyle w:val="Referencingstyle"/>
        </w:rPr>
        <w:t>(2)(b)]</w:t>
      </w:r>
      <w:r w:rsidR="000412A1">
        <w:rPr>
          <w:rStyle w:val="Referencingstyle"/>
        </w:rPr>
        <w:t xml:space="preserve"> </w:t>
      </w:r>
    </w:p>
    <w:p w14:paraId="0915D430" w14:textId="4D80E0B7" w:rsidR="00CE3DE5" w:rsidRDefault="00CA769D" w:rsidP="00CE3DE5">
      <w:pPr>
        <w:pStyle w:val="base-text-paragraph"/>
      </w:pPr>
      <w:r>
        <w:t xml:space="preserve">This </w:t>
      </w:r>
      <w:r w:rsidR="00C001DA">
        <w:t>limb is</w:t>
      </w:r>
      <w:r>
        <w:t xml:space="preserve"> intended to capture </w:t>
      </w:r>
      <w:r w:rsidR="00D66A6B">
        <w:t xml:space="preserve">the situation where </w:t>
      </w:r>
      <w:r>
        <w:t xml:space="preserve">a person intends to sell shares </w:t>
      </w:r>
      <w:r w:rsidR="00D66A6B">
        <w:t xml:space="preserve">in the CCIV </w:t>
      </w:r>
      <w:r>
        <w:t xml:space="preserve">to retail clients </w:t>
      </w:r>
      <w:r w:rsidR="00D66A6B">
        <w:t>but has not yet done so.</w:t>
      </w:r>
      <w:r w:rsidR="000412A1">
        <w:t xml:space="preserve"> In this situation, the CCIV should be registered as </w:t>
      </w:r>
      <w:proofErr w:type="gramStart"/>
      <w:r w:rsidR="000412A1">
        <w:t>a retail</w:t>
      </w:r>
      <w:proofErr w:type="gramEnd"/>
      <w:r w:rsidR="000412A1">
        <w:t xml:space="preserve"> CCIV despite it not yet having any retail clients or indirect retail clients.</w:t>
      </w:r>
    </w:p>
    <w:p w14:paraId="61A20B18" w14:textId="3AB7E093" w:rsidR="00720B08" w:rsidRDefault="00720B08" w:rsidP="00CE3DE5">
      <w:pPr>
        <w:pStyle w:val="base-text-paragraph"/>
      </w:pPr>
      <w:r>
        <w:t xml:space="preserve">Importantly, this test is confined to a professional promoter to retail clients, rather than a professional promoter of CCIVs generally </w:t>
      </w:r>
      <w:r w:rsidR="00A048B2">
        <w:t>so that</w:t>
      </w:r>
      <w:r>
        <w:t xml:space="preserve"> professional promoter</w:t>
      </w:r>
      <w:r w:rsidR="00A048B2">
        <w:t>s of</w:t>
      </w:r>
      <w:r>
        <w:t xml:space="preserve"> wholesale CCIV</w:t>
      </w:r>
      <w:r w:rsidR="00A048B2">
        <w:t xml:space="preserve">s are not </w:t>
      </w:r>
      <w:r w:rsidR="00452217">
        <w:t xml:space="preserve">so </w:t>
      </w:r>
      <w:r w:rsidR="00A048B2">
        <w:t>restricted</w:t>
      </w:r>
      <w:r>
        <w:t>.</w:t>
      </w:r>
    </w:p>
    <w:p w14:paraId="2579E851" w14:textId="25593B30" w:rsidR="00CE3DE5" w:rsidRDefault="00CE3DE5" w:rsidP="00CE3DE5">
      <w:pPr>
        <w:pStyle w:val="base-text-paragraph"/>
      </w:pPr>
      <w:r>
        <w:t xml:space="preserve">Defining ‘retail CCIV’ and ‘wholesale CCIV’ </w:t>
      </w:r>
      <w:r w:rsidR="00452217">
        <w:t>is necessary as,</w:t>
      </w:r>
      <w:r>
        <w:t xml:space="preserve"> </w:t>
      </w:r>
      <w:r w:rsidR="000F656A">
        <w:t xml:space="preserve">unlike </w:t>
      </w:r>
      <w:r w:rsidR="00452217">
        <w:t xml:space="preserve">the </w:t>
      </w:r>
      <w:r w:rsidR="000F656A">
        <w:t>MIS</w:t>
      </w:r>
      <w:r w:rsidR="00452217">
        <w:t xml:space="preserve"> regime,</w:t>
      </w:r>
      <w:r>
        <w:t xml:space="preserve"> all CCIVs must be registered </w:t>
      </w:r>
      <w:r w:rsidR="000F656A">
        <w:t>irrespective of whether they are</w:t>
      </w:r>
      <w:r>
        <w:t xml:space="preserve"> </w:t>
      </w:r>
      <w:r w:rsidR="00452217">
        <w:t>retail or wholesale</w:t>
      </w:r>
      <w:r>
        <w:t xml:space="preserve">. </w:t>
      </w:r>
    </w:p>
    <w:p w14:paraId="2151C0D4" w14:textId="1EB1E03E" w:rsidR="003E076B" w:rsidRDefault="00CE3DE5" w:rsidP="003E076B">
      <w:pPr>
        <w:pStyle w:val="base-text-paragraph"/>
      </w:pPr>
      <w:r>
        <w:t xml:space="preserve">The test for defining </w:t>
      </w:r>
      <w:proofErr w:type="gramStart"/>
      <w:r>
        <w:t>a retail</w:t>
      </w:r>
      <w:proofErr w:type="gramEnd"/>
      <w:r>
        <w:t xml:space="preserve"> CCIV </w:t>
      </w:r>
      <w:r w:rsidR="00145F5B">
        <w:t xml:space="preserve">is </w:t>
      </w:r>
      <w:r w:rsidR="00032889">
        <w:t>modelled on</w:t>
      </w:r>
      <w:r>
        <w:t xml:space="preserve"> </w:t>
      </w:r>
      <w:r w:rsidR="00CB7989">
        <w:t xml:space="preserve">the test in section 601ED for determining </w:t>
      </w:r>
      <w:r w:rsidR="00452217">
        <w:t>when a MIS</w:t>
      </w:r>
      <w:r w:rsidR="00C001DA">
        <w:t xml:space="preserve"> </w:t>
      </w:r>
      <w:r w:rsidR="00CB7989">
        <w:t>must be registered. H</w:t>
      </w:r>
      <w:r>
        <w:t>owever</w:t>
      </w:r>
      <w:r w:rsidR="00CB7989">
        <w:t xml:space="preserve">, </w:t>
      </w:r>
      <w:r w:rsidR="00032889">
        <w:t>some adjustments have been made</w:t>
      </w:r>
      <w:r>
        <w:t xml:space="preserve"> to reflect the mandatory registration requirement for all CCIVs</w:t>
      </w:r>
      <w:r w:rsidR="00CB7989">
        <w:t xml:space="preserve"> and</w:t>
      </w:r>
      <w:r w:rsidR="00C001DA">
        <w:t xml:space="preserve"> to</w:t>
      </w:r>
      <w:r w:rsidR="00CB7989">
        <w:t xml:space="preserve"> create a simpler test</w:t>
      </w:r>
      <w:r w:rsidR="003E076B">
        <w:t xml:space="preserve">. </w:t>
      </w:r>
    </w:p>
    <w:p w14:paraId="50D22BB7" w14:textId="3F278599" w:rsidR="00CE3DE5" w:rsidRDefault="00CE3DE5" w:rsidP="003E076B">
      <w:pPr>
        <w:pStyle w:val="base-text-paragraph"/>
      </w:pPr>
      <w:r>
        <w:t xml:space="preserve">A key difference is that having one retail client </w:t>
      </w:r>
      <w:r w:rsidR="003E076B">
        <w:t xml:space="preserve">is </w:t>
      </w:r>
      <w:r>
        <w:t>sufficient for a CCIV to b</w:t>
      </w:r>
      <w:r w:rsidR="00CA769D">
        <w:t xml:space="preserve">e </w:t>
      </w:r>
      <w:r w:rsidR="000F656A">
        <w:t xml:space="preserve">deemed </w:t>
      </w:r>
      <w:proofErr w:type="gramStart"/>
      <w:r w:rsidR="00CA769D">
        <w:t>a retail</w:t>
      </w:r>
      <w:proofErr w:type="gramEnd"/>
      <w:r w:rsidR="00CA769D">
        <w:t xml:space="preserve"> CCIV.</w:t>
      </w:r>
    </w:p>
    <w:p w14:paraId="29E3DF7A" w14:textId="6E912811" w:rsidR="00CE3DE5" w:rsidRDefault="00CE3DE5" w:rsidP="00CE3DE5">
      <w:pPr>
        <w:pStyle w:val="base-text-paragraph"/>
      </w:pPr>
      <w:r>
        <w:t>A</w:t>
      </w:r>
      <w:r w:rsidR="00CC4BFA">
        <w:t xml:space="preserve"> further</w:t>
      </w:r>
      <w:r>
        <w:t xml:space="preserve"> difference is that the</w:t>
      </w:r>
      <w:r w:rsidR="000F656A">
        <w:t>re is no</w:t>
      </w:r>
      <w:r>
        <w:t xml:space="preserve"> numerical</w:t>
      </w:r>
      <w:r w:rsidR="00CC4BFA">
        <w:t xml:space="preserve"> </w:t>
      </w:r>
      <w:r w:rsidR="003E076B">
        <w:t xml:space="preserve">member </w:t>
      </w:r>
      <w:r w:rsidR="00CC4BFA">
        <w:t xml:space="preserve">threshold </w:t>
      </w:r>
      <w:r w:rsidR="008501E4">
        <w:t>for registration</w:t>
      </w:r>
      <w:r w:rsidR="00CC4BFA">
        <w:t xml:space="preserve"> as a CCIV. While the numerical test in section 601ED is useful for MISs where it is intended to exclude small funds from the requirement to register, it has less utility in the ‘opt-in’ CCIV regulatory framework where registration is mandatory</w:t>
      </w:r>
      <w:r w:rsidR="00427505">
        <w:t xml:space="preserve"> for both retail and wholesale CCIVs</w:t>
      </w:r>
      <w:r w:rsidR="00CC4BFA">
        <w:t xml:space="preserve">. </w:t>
      </w:r>
    </w:p>
    <w:p w14:paraId="2601168D" w14:textId="6A3D01CA" w:rsidR="00CE3DE5" w:rsidRPr="00AA3027" w:rsidRDefault="00A2613D" w:rsidP="00CE3DE5">
      <w:pPr>
        <w:pStyle w:val="base-text-paragraph"/>
      </w:pPr>
      <w:r w:rsidRPr="00712B4B">
        <w:lastRenderedPageBreak/>
        <w:t>In th</w:t>
      </w:r>
      <w:r w:rsidR="00C001DA" w:rsidRPr="00712B4B">
        <w:t>ese</w:t>
      </w:r>
      <w:r w:rsidRPr="00712B4B">
        <w:t xml:space="preserve"> explanatory </w:t>
      </w:r>
      <w:r w:rsidR="00C001DA" w:rsidRPr="00712B4B">
        <w:t>materials</w:t>
      </w:r>
      <w:r w:rsidRPr="00712B4B">
        <w:t xml:space="preserve">, </w:t>
      </w:r>
      <w:r w:rsidR="00C001DA" w:rsidRPr="00712B4B">
        <w:t xml:space="preserve">a </w:t>
      </w:r>
      <w:r w:rsidRPr="00712B4B">
        <w:t xml:space="preserve">reference to a ‘CCIV’ </w:t>
      </w:r>
      <w:r w:rsidR="00C001DA" w:rsidRPr="00712B4B">
        <w:t>is a reference to</w:t>
      </w:r>
      <w:r w:rsidRPr="00712B4B">
        <w:t xml:space="preserve"> both retail and wholesale CCIVs. </w:t>
      </w:r>
      <w:r w:rsidR="00C001DA" w:rsidRPr="00712B4B">
        <w:t xml:space="preserve">Where a provision applies only to </w:t>
      </w:r>
      <w:r w:rsidR="00726A7F" w:rsidRPr="00712B4B">
        <w:t xml:space="preserve">either </w:t>
      </w:r>
      <w:proofErr w:type="gramStart"/>
      <w:r w:rsidR="00C001DA" w:rsidRPr="00712B4B">
        <w:t>a retail</w:t>
      </w:r>
      <w:proofErr w:type="gramEnd"/>
      <w:r w:rsidR="00C001DA" w:rsidRPr="00712B4B">
        <w:t xml:space="preserve"> CCIV or a wholesale CCIV, this will be specified.</w:t>
      </w:r>
    </w:p>
    <w:p w14:paraId="46AC6304" w14:textId="011D93B8" w:rsidR="009B6678" w:rsidRDefault="00DC521A" w:rsidP="00DC521A">
      <w:pPr>
        <w:pStyle w:val="Heading3"/>
      </w:pPr>
      <w:r>
        <w:t xml:space="preserve">Constitution </w:t>
      </w:r>
    </w:p>
    <w:p w14:paraId="151A8FCC" w14:textId="417A9FF6" w:rsidR="0078514B" w:rsidRPr="0078514B" w:rsidRDefault="00895EBF" w:rsidP="00941CDF">
      <w:pPr>
        <w:pStyle w:val="base-text-paragraph"/>
        <w:rPr>
          <w:rStyle w:val="Referencingstyle"/>
          <w:b w:val="0"/>
          <w:i w:val="0"/>
          <w:sz w:val="22"/>
        </w:rPr>
      </w:pPr>
      <w:r>
        <w:t xml:space="preserve">A CCIV </w:t>
      </w:r>
      <w:r w:rsidR="000D23AA">
        <w:t>must have a constitution</w:t>
      </w:r>
      <w:r w:rsidR="009A23F1">
        <w:t xml:space="preserve"> </w:t>
      </w:r>
      <w:r w:rsidR="000D23AA">
        <w:t xml:space="preserve">and a </w:t>
      </w:r>
      <w:r w:rsidR="000D23AA" w:rsidRPr="00712B4B">
        <w:t>copy of the</w:t>
      </w:r>
      <w:r w:rsidR="000D23AA">
        <w:t xml:space="preserve"> constitution must be lodged with ASIC with the application to register the company as a CCIV. </w:t>
      </w:r>
      <w:r w:rsidR="000D23AA">
        <w:rPr>
          <w:rStyle w:val="Referencingstyle"/>
        </w:rPr>
        <w:t>[</w:t>
      </w:r>
      <w:r w:rsidR="00CC4BFA">
        <w:rPr>
          <w:rStyle w:val="Referencingstyle"/>
        </w:rPr>
        <w:t>Schedule 1, Part 1, item 1</w:t>
      </w:r>
      <w:r w:rsidR="00427505">
        <w:rPr>
          <w:rStyle w:val="Referencingstyle"/>
        </w:rPr>
        <w:t>, section 1137A</w:t>
      </w:r>
      <w:r w:rsidR="000D23AA">
        <w:rPr>
          <w:rStyle w:val="Referencingstyle"/>
        </w:rPr>
        <w:t>]</w:t>
      </w:r>
    </w:p>
    <w:p w14:paraId="5B241843" w14:textId="5DDDF741" w:rsidR="00A406BE" w:rsidRPr="0078514B" w:rsidRDefault="0078514B" w:rsidP="00017151">
      <w:pPr>
        <w:pStyle w:val="base-text-paragraph"/>
        <w:rPr>
          <w:rStyle w:val="Referencingstyle"/>
          <w:b w:val="0"/>
          <w:i w:val="0"/>
          <w:sz w:val="22"/>
        </w:rPr>
      </w:pPr>
      <w:r>
        <w:t xml:space="preserve">The constitution governs the internal </w:t>
      </w:r>
      <w:r w:rsidR="000D5560">
        <w:t xml:space="preserve">operation </w:t>
      </w:r>
      <w:r>
        <w:t xml:space="preserve">of the CCIV and acts as a statutory contract between the CCIV, each member and the corporate director. </w:t>
      </w:r>
      <w:r w:rsidR="000D5560">
        <w:t>T</w:t>
      </w:r>
      <w:r w:rsidR="006C4CB6">
        <w:t xml:space="preserve">he replaceable rules </w:t>
      </w:r>
      <w:r w:rsidR="000D5560">
        <w:t xml:space="preserve">for companies contained in Part 2B.4 </w:t>
      </w:r>
      <w:r w:rsidR="003059D1">
        <w:t xml:space="preserve">of the Act </w:t>
      </w:r>
      <w:r w:rsidR="000D5560">
        <w:t>may not be adopted for</w:t>
      </w:r>
      <w:r w:rsidR="00895EBF">
        <w:t xml:space="preserve"> a CCIV</w:t>
      </w:r>
      <w:r w:rsidR="000D5560">
        <w:rPr>
          <w:rStyle w:val="Referencingstyle"/>
          <w:b w:val="0"/>
          <w:i w:val="0"/>
          <w:sz w:val="22"/>
        </w:rPr>
        <w:t>; t</w:t>
      </w:r>
      <w:r w:rsidR="000D5560" w:rsidRPr="008D465A">
        <w:rPr>
          <w:rStyle w:val="Referencingstyle"/>
          <w:b w:val="0"/>
          <w:i w:val="0"/>
          <w:sz w:val="22"/>
        </w:rPr>
        <w:t xml:space="preserve">he </w:t>
      </w:r>
      <w:r w:rsidR="000D5560">
        <w:rPr>
          <w:rStyle w:val="Referencingstyle"/>
          <w:b w:val="0"/>
          <w:i w:val="0"/>
          <w:sz w:val="22"/>
        </w:rPr>
        <w:t xml:space="preserve">other </w:t>
      </w:r>
      <w:r w:rsidR="000D5560" w:rsidRPr="008D465A">
        <w:rPr>
          <w:rStyle w:val="Referencingstyle"/>
          <w:b w:val="0"/>
          <w:i w:val="0"/>
          <w:sz w:val="22"/>
        </w:rPr>
        <w:t>requirements of Part</w:t>
      </w:r>
      <w:r w:rsidR="000D5560">
        <w:rPr>
          <w:rStyle w:val="Referencingstyle"/>
          <w:b w:val="0"/>
          <w:i w:val="0"/>
          <w:sz w:val="22"/>
        </w:rPr>
        <w:t> </w:t>
      </w:r>
      <w:r w:rsidR="000D5560" w:rsidRPr="008D465A">
        <w:rPr>
          <w:rStyle w:val="Referencingstyle"/>
          <w:b w:val="0"/>
          <w:i w:val="0"/>
          <w:sz w:val="22"/>
        </w:rPr>
        <w:t xml:space="preserve">2B.4 </w:t>
      </w:r>
      <w:r w:rsidR="000D5560">
        <w:rPr>
          <w:rStyle w:val="Referencingstyle"/>
          <w:b w:val="0"/>
          <w:i w:val="0"/>
          <w:sz w:val="22"/>
        </w:rPr>
        <w:t xml:space="preserve">concerning company constitutions </w:t>
      </w:r>
      <w:r w:rsidR="00E053CA">
        <w:rPr>
          <w:rStyle w:val="Referencingstyle"/>
          <w:b w:val="0"/>
          <w:i w:val="0"/>
          <w:sz w:val="22"/>
        </w:rPr>
        <w:t>do</w:t>
      </w:r>
      <w:r w:rsidR="000D5560" w:rsidRPr="008D465A">
        <w:rPr>
          <w:rStyle w:val="Referencingstyle"/>
          <w:b w:val="0"/>
          <w:i w:val="0"/>
          <w:sz w:val="22"/>
        </w:rPr>
        <w:t xml:space="preserve"> apply</w:t>
      </w:r>
      <w:r w:rsidR="00895EBF">
        <w:t>.</w:t>
      </w:r>
      <w:r w:rsidR="00A406BE" w:rsidRPr="00A406BE">
        <w:rPr>
          <w:rStyle w:val="Referencingstyle"/>
        </w:rPr>
        <w:t xml:space="preserve"> </w:t>
      </w:r>
      <w:r w:rsidR="009B4D70">
        <w:rPr>
          <w:rStyle w:val="Referencingstyle"/>
        </w:rPr>
        <w:t>[</w:t>
      </w:r>
      <w:r w:rsidR="00427505">
        <w:rPr>
          <w:rStyle w:val="Referencingstyle"/>
        </w:rPr>
        <w:t>Schedule 1, Part 2, item 1</w:t>
      </w:r>
      <w:r w:rsidR="008955AC">
        <w:rPr>
          <w:rStyle w:val="Referencingstyle"/>
        </w:rPr>
        <w:t>7</w:t>
      </w:r>
      <w:r w:rsidR="00427505">
        <w:rPr>
          <w:rStyle w:val="Referencingstyle"/>
        </w:rPr>
        <w:t xml:space="preserve">, </w:t>
      </w:r>
      <w:r w:rsidR="009B4D70">
        <w:rPr>
          <w:rStyle w:val="Referencingstyle"/>
        </w:rPr>
        <w:t>subparagraph 135(1</w:t>
      </w:r>
      <w:proofErr w:type="gramStart"/>
      <w:r w:rsidR="009B4D70">
        <w:rPr>
          <w:rStyle w:val="Referencingstyle"/>
        </w:rPr>
        <w:t>)(</w:t>
      </w:r>
      <w:proofErr w:type="gramEnd"/>
      <w:r w:rsidR="009B4D70">
        <w:rPr>
          <w:rStyle w:val="Referencingstyle"/>
        </w:rPr>
        <w:t>a)(</w:t>
      </w:r>
      <w:proofErr w:type="spellStart"/>
      <w:r w:rsidR="009B4D70">
        <w:rPr>
          <w:rStyle w:val="Referencingstyle"/>
        </w:rPr>
        <w:t>i</w:t>
      </w:r>
      <w:proofErr w:type="spellEnd"/>
      <w:r w:rsidR="009B4D70">
        <w:rPr>
          <w:rStyle w:val="Referencingstyle"/>
        </w:rPr>
        <w:t>)]</w:t>
      </w:r>
      <w:r w:rsidR="00017151" w:rsidRPr="008D465A">
        <w:rPr>
          <w:rStyle w:val="Referencingstyle"/>
          <w:b w:val="0"/>
          <w:i w:val="0"/>
          <w:sz w:val="22"/>
        </w:rPr>
        <w:t>.</w:t>
      </w:r>
    </w:p>
    <w:p w14:paraId="30F2D1D3" w14:textId="115CEF0B" w:rsidR="006C4CB6" w:rsidRDefault="000C2A07" w:rsidP="00941CDF">
      <w:pPr>
        <w:pStyle w:val="base-text-paragraph"/>
      </w:pPr>
      <w:bookmarkStart w:id="27" w:name="_Ref489283583"/>
      <w:bookmarkStart w:id="28" w:name="_Ref490560581"/>
      <w:r>
        <w:t>The</w:t>
      </w:r>
      <w:r w:rsidR="0063127E">
        <w:t xml:space="preserve"> </w:t>
      </w:r>
      <w:r>
        <w:t xml:space="preserve">content </w:t>
      </w:r>
      <w:r w:rsidR="00951AC5">
        <w:t xml:space="preserve">of </w:t>
      </w:r>
      <w:r>
        <w:t>constitution</w:t>
      </w:r>
      <w:r w:rsidR="00951AC5">
        <w:t>s</w:t>
      </w:r>
      <w:r>
        <w:t xml:space="preserve"> </w:t>
      </w:r>
      <w:r w:rsidR="00E053CA">
        <w:t>of</w:t>
      </w:r>
      <w:r w:rsidR="00951AC5">
        <w:t xml:space="preserve"> </w:t>
      </w:r>
      <w:r>
        <w:t>wholesale CCIV</w:t>
      </w:r>
      <w:r w:rsidR="00951AC5">
        <w:t>s are not prescribed</w:t>
      </w:r>
      <w:r w:rsidR="00E053CA">
        <w:t>, whereas c</w:t>
      </w:r>
      <w:r w:rsidR="00A406BE">
        <w:t>onstitution</w:t>
      </w:r>
      <w:r w:rsidR="00951AC5">
        <w:t>s</w:t>
      </w:r>
      <w:r w:rsidR="00427505">
        <w:t xml:space="preserve"> of </w:t>
      </w:r>
      <w:r w:rsidR="009A23F1">
        <w:t xml:space="preserve">retail </w:t>
      </w:r>
      <w:r w:rsidR="00A406BE">
        <w:t>CCIV</w:t>
      </w:r>
      <w:r w:rsidR="00951AC5">
        <w:t>s must</w:t>
      </w:r>
      <w:r w:rsidR="00A406BE">
        <w:t xml:space="preserve"> </w:t>
      </w:r>
      <w:r w:rsidR="00895EBF">
        <w:t>make adequate provision for</w:t>
      </w:r>
      <w:r w:rsidR="00A406BE">
        <w:t>:</w:t>
      </w:r>
      <w:bookmarkEnd w:id="27"/>
      <w:bookmarkEnd w:id="28"/>
    </w:p>
    <w:p w14:paraId="31B3AE80" w14:textId="6848DF3F" w:rsidR="00895EBF" w:rsidRDefault="00895EBF" w:rsidP="00895EBF">
      <w:pPr>
        <w:pStyle w:val="dotpoint"/>
      </w:pPr>
      <w:r>
        <w:t>the consideration that is t</w:t>
      </w:r>
      <w:r w:rsidR="00C76F2A">
        <w:t>o be paid to acquire a share</w:t>
      </w:r>
      <w:r>
        <w:t xml:space="preserve"> in the CCIV</w:t>
      </w:r>
      <w:r w:rsidR="00F8469B">
        <w:t>;</w:t>
      </w:r>
    </w:p>
    <w:p w14:paraId="74CF7DC3" w14:textId="068F39A4" w:rsidR="00F8469B" w:rsidRDefault="00F8469B" w:rsidP="00895EBF">
      <w:pPr>
        <w:pStyle w:val="dotpoint"/>
      </w:pPr>
      <w:r>
        <w:t>the powers of the corporate director in relation to making investment</w:t>
      </w:r>
      <w:r w:rsidR="00C76F2A">
        <w:t>s of, or otherwise dealing with</w:t>
      </w:r>
      <w:r w:rsidR="00427505">
        <w:t>,</w:t>
      </w:r>
      <w:r w:rsidR="00C76F2A">
        <w:t xml:space="preserve"> assets of the CCIV; </w:t>
      </w:r>
      <w:r w:rsidR="004530AF">
        <w:t>and</w:t>
      </w:r>
    </w:p>
    <w:p w14:paraId="33FA4E1D" w14:textId="354B21C2" w:rsidR="000C2A07" w:rsidRDefault="00C76F2A" w:rsidP="00C508F5">
      <w:pPr>
        <w:pStyle w:val="dotpoint"/>
      </w:pPr>
      <w:proofErr w:type="gramStart"/>
      <w:r>
        <w:t>the</w:t>
      </w:r>
      <w:proofErr w:type="gramEnd"/>
      <w:r>
        <w:t xml:space="preserve"> establishment of sub-funds, and classes of shares referable to sub-funds.</w:t>
      </w:r>
    </w:p>
    <w:p w14:paraId="0995157B" w14:textId="540B2DD5" w:rsidR="00F8469B" w:rsidRPr="00C76F2A" w:rsidRDefault="00E53C7E" w:rsidP="00712B4B">
      <w:pPr>
        <w:pStyle w:val="dotpoint"/>
        <w:numPr>
          <w:ilvl w:val="0"/>
          <w:numId w:val="0"/>
        </w:numPr>
        <w:ind w:left="1984"/>
        <w:rPr>
          <w:rStyle w:val="Referencingstyle"/>
          <w:b w:val="0"/>
          <w:i w:val="0"/>
          <w:sz w:val="22"/>
        </w:rPr>
      </w:pPr>
      <w:r>
        <w:rPr>
          <w:rStyle w:val="Referencingstyle"/>
        </w:rPr>
        <w:t>[</w:t>
      </w:r>
      <w:r w:rsidR="00427505">
        <w:rPr>
          <w:rStyle w:val="Referencingstyle"/>
        </w:rPr>
        <w:t>Schedule 1, Part 1, item 1</w:t>
      </w:r>
      <w:r w:rsidR="000C2A07">
        <w:rPr>
          <w:rStyle w:val="Referencingstyle"/>
        </w:rPr>
        <w:t>,</w:t>
      </w:r>
      <w:r w:rsidR="00427505">
        <w:rPr>
          <w:rStyle w:val="Referencingstyle"/>
        </w:rPr>
        <w:t xml:space="preserve"> subsection 1155</w:t>
      </w:r>
      <w:r>
        <w:rPr>
          <w:rStyle w:val="Referencingstyle"/>
        </w:rPr>
        <w:t>(1)]</w:t>
      </w:r>
    </w:p>
    <w:p w14:paraId="1F0E5814" w14:textId="3D968D2A" w:rsidR="00460A35" w:rsidRPr="003924AC" w:rsidRDefault="00460A35" w:rsidP="00F8469B">
      <w:pPr>
        <w:pStyle w:val="base-text-paragraph"/>
        <w:rPr>
          <w:rStyle w:val="Referencingstyle"/>
          <w:b w:val="0"/>
          <w:i w:val="0"/>
          <w:sz w:val="22"/>
        </w:rPr>
      </w:pPr>
      <w:bookmarkStart w:id="29" w:name="_Ref489283591"/>
      <w:bookmarkStart w:id="30" w:name="_Ref490560589"/>
      <w:r>
        <w:t xml:space="preserve">Further, if the corporate director </w:t>
      </w:r>
      <w:r w:rsidR="00A2613D">
        <w:t xml:space="preserve">of </w:t>
      </w:r>
      <w:proofErr w:type="gramStart"/>
      <w:r w:rsidR="00A2613D">
        <w:t>a retail</w:t>
      </w:r>
      <w:proofErr w:type="gramEnd"/>
      <w:r w:rsidR="00A2613D">
        <w:t xml:space="preserve"> CCIV </w:t>
      </w:r>
      <w:r>
        <w:t xml:space="preserve">is to have rights to be paid fees or be indemnified out of </w:t>
      </w:r>
      <w:r w:rsidR="00C76F2A">
        <w:t>assets of a sub-fund of the CCIV</w:t>
      </w:r>
      <w:r>
        <w:t xml:space="preserve">, or </w:t>
      </w:r>
      <w:r w:rsidR="00987EAD">
        <w:t xml:space="preserve">the </w:t>
      </w:r>
      <w:r>
        <w:t>power to borrow or raise money f</w:t>
      </w:r>
      <w:r w:rsidR="00987EAD">
        <w:t>or the purposes of the CCIV, the</w:t>
      </w:r>
      <w:r>
        <w:t>n these rights and powers must be specified in the constitution.</w:t>
      </w:r>
      <w:r w:rsidR="00987EAD">
        <w:t xml:space="preserve"> </w:t>
      </w:r>
      <w:r w:rsidR="00987EAD">
        <w:rPr>
          <w:rStyle w:val="Referencingstyle"/>
        </w:rPr>
        <w:t>[</w:t>
      </w:r>
      <w:r w:rsidR="00427505">
        <w:rPr>
          <w:rStyle w:val="Referencingstyle"/>
        </w:rPr>
        <w:t>Schedule 1, Part 1, item 1</w:t>
      </w:r>
      <w:r w:rsidR="000C2A07">
        <w:rPr>
          <w:rStyle w:val="Referencingstyle"/>
        </w:rPr>
        <w:t xml:space="preserve">, </w:t>
      </w:r>
      <w:r w:rsidR="00427505">
        <w:rPr>
          <w:rStyle w:val="Referencingstyle"/>
        </w:rPr>
        <w:t>subsections 1155</w:t>
      </w:r>
      <w:r w:rsidR="006C7BFC">
        <w:rPr>
          <w:rStyle w:val="Referencingstyle"/>
        </w:rPr>
        <w:t>(2) and (3)]</w:t>
      </w:r>
      <w:bookmarkEnd w:id="29"/>
      <w:bookmarkEnd w:id="30"/>
    </w:p>
    <w:p w14:paraId="728A7796" w14:textId="53B25F4B" w:rsidR="000C2A07" w:rsidRDefault="003924AC" w:rsidP="003924AC">
      <w:pPr>
        <w:pStyle w:val="base-text-paragraph"/>
      </w:pPr>
      <w:r>
        <w:t xml:space="preserve">These requirements </w:t>
      </w:r>
      <w:r w:rsidR="00C508F5">
        <w:t xml:space="preserve">are </w:t>
      </w:r>
      <w:r>
        <w:t xml:space="preserve">based </w:t>
      </w:r>
      <w:r w:rsidR="00EA3279">
        <w:t>on</w:t>
      </w:r>
      <w:r w:rsidR="003D3814">
        <w:t xml:space="preserve"> the requirements for constitutions of registered </w:t>
      </w:r>
      <w:r w:rsidR="002808C0">
        <w:t>scheme</w:t>
      </w:r>
      <w:r w:rsidR="003D3814">
        <w:t>s, contained in</w:t>
      </w:r>
      <w:r w:rsidR="00EA3279">
        <w:t xml:space="preserve"> </w:t>
      </w:r>
      <w:r>
        <w:t>section 601GA.</w:t>
      </w:r>
      <w:r w:rsidR="000736C7">
        <w:t xml:space="preserve"> </w:t>
      </w:r>
      <w:r w:rsidR="00EB23E9">
        <w:t>However, u</w:t>
      </w:r>
      <w:r w:rsidR="000736C7">
        <w:t xml:space="preserve">nlike section 601GA, a </w:t>
      </w:r>
      <w:r w:rsidR="00EB23E9">
        <w:t xml:space="preserve">retail </w:t>
      </w:r>
      <w:r w:rsidR="000736C7">
        <w:t xml:space="preserve">CCIV’s constitution </w:t>
      </w:r>
      <w:r w:rsidR="00EB23E9">
        <w:t xml:space="preserve">does not need to </w:t>
      </w:r>
      <w:r w:rsidR="000736C7">
        <w:t>set out a complaint resolution mechanism</w:t>
      </w:r>
      <w:r w:rsidR="00EB23E9">
        <w:t xml:space="preserve"> as t</w:t>
      </w:r>
      <w:r w:rsidR="000736C7">
        <w:t xml:space="preserve">his is </w:t>
      </w:r>
      <w:r w:rsidR="000C2A07">
        <w:t>adequately</w:t>
      </w:r>
      <w:r w:rsidR="00CB0AB7">
        <w:t xml:space="preserve"> </w:t>
      </w:r>
      <w:r w:rsidR="000736C7">
        <w:t xml:space="preserve">provided for by subsection </w:t>
      </w:r>
      <w:proofErr w:type="gramStart"/>
      <w:r w:rsidR="000736C7">
        <w:t>912A(</w:t>
      </w:r>
      <w:proofErr w:type="gramEnd"/>
      <w:r w:rsidR="000736C7">
        <w:t xml:space="preserve">2). </w:t>
      </w:r>
    </w:p>
    <w:p w14:paraId="606913BA" w14:textId="1E5AE220" w:rsidR="003924AC" w:rsidRDefault="000C2A07" w:rsidP="003924AC">
      <w:pPr>
        <w:pStyle w:val="base-text-paragraph"/>
      </w:pPr>
      <w:r>
        <w:t xml:space="preserve">There is no equivalent provision to subsection </w:t>
      </w:r>
      <w:proofErr w:type="gramStart"/>
      <w:r>
        <w:t>601GA(</w:t>
      </w:r>
      <w:proofErr w:type="gramEnd"/>
      <w:r>
        <w:t xml:space="preserve">4) (winding up arrangements) as the external administration regime for </w:t>
      </w:r>
      <w:r>
        <w:lastRenderedPageBreak/>
        <w:t xml:space="preserve">CCIVs will be prescribed by legislation. These provisions </w:t>
      </w:r>
      <w:r w:rsidR="003D3814">
        <w:t xml:space="preserve">are still under development and </w:t>
      </w:r>
      <w:r>
        <w:t xml:space="preserve">will be consulted on as part of </w:t>
      </w:r>
      <w:r w:rsidR="006B4163">
        <w:t>the next</w:t>
      </w:r>
      <w:r>
        <w:t xml:space="preserve"> exposure draft</w:t>
      </w:r>
      <w:r w:rsidR="003D3814">
        <w:t xml:space="preserve"> of the Bill</w:t>
      </w:r>
      <w:r>
        <w:t xml:space="preserve">. </w:t>
      </w:r>
    </w:p>
    <w:p w14:paraId="73AE1DB4" w14:textId="74228010" w:rsidR="003924AC" w:rsidRPr="000B1862" w:rsidRDefault="003924AC" w:rsidP="00F8469B">
      <w:pPr>
        <w:pStyle w:val="base-text-paragraph"/>
        <w:rPr>
          <w:rStyle w:val="Referencingstyle"/>
          <w:b w:val="0"/>
          <w:i w:val="0"/>
          <w:sz w:val="22"/>
        </w:rPr>
      </w:pPr>
      <w:r>
        <w:t xml:space="preserve">The constitution of </w:t>
      </w:r>
      <w:proofErr w:type="gramStart"/>
      <w:r>
        <w:t xml:space="preserve">a </w:t>
      </w:r>
      <w:r w:rsidR="00EA03BE" w:rsidRPr="00712B4B">
        <w:t>retail</w:t>
      </w:r>
      <w:proofErr w:type="gramEnd"/>
      <w:r w:rsidR="00EA03BE">
        <w:t xml:space="preserve"> </w:t>
      </w:r>
      <w:r>
        <w:t>CCIV must also provide for redemption of share capital i</w:t>
      </w:r>
      <w:r w:rsidR="006C7BFC">
        <w:t xml:space="preserve">f </w:t>
      </w:r>
      <w:r>
        <w:t xml:space="preserve">all or some of the shares in </w:t>
      </w:r>
      <w:r w:rsidR="00017151">
        <w:t>the</w:t>
      </w:r>
      <w:r>
        <w:t xml:space="preserve"> CCIV are </w:t>
      </w:r>
      <w:r w:rsidR="00E053CA">
        <w:t>redeemable</w:t>
      </w:r>
      <w:r>
        <w:t xml:space="preserve"> at the </w:t>
      </w:r>
      <w:r w:rsidR="00017151">
        <w:t xml:space="preserve">member’s </w:t>
      </w:r>
      <w:r>
        <w:t xml:space="preserve">option. This is further discussed at </w:t>
      </w:r>
      <w:r w:rsidRPr="00110225">
        <w:t>paragraph</w:t>
      </w:r>
      <w:r w:rsidR="005B5A84" w:rsidRPr="00110225">
        <w:t xml:space="preserve"> </w:t>
      </w:r>
      <w:r w:rsidR="005B5A84" w:rsidRPr="00110225">
        <w:fldChar w:fldCharType="begin"/>
      </w:r>
      <w:r w:rsidR="005B5A84" w:rsidRPr="00110225">
        <w:instrText xml:space="preserve"> REF _Ref490745474 \r \h </w:instrText>
      </w:r>
      <w:r w:rsidR="00110225">
        <w:instrText xml:space="preserve"> \* MERGEFORMAT </w:instrText>
      </w:r>
      <w:r w:rsidR="005B5A84" w:rsidRPr="00110225">
        <w:fldChar w:fldCharType="separate"/>
      </w:r>
      <w:r w:rsidR="004C78A6">
        <w:t>5.47</w:t>
      </w:r>
      <w:r w:rsidR="005B5A84" w:rsidRPr="00110225">
        <w:fldChar w:fldCharType="end"/>
      </w:r>
      <w:r w:rsidR="005B5A84" w:rsidRPr="00110225">
        <w:t xml:space="preserve"> </w:t>
      </w:r>
      <w:r w:rsidRPr="00110225">
        <w:t>below.</w:t>
      </w:r>
      <w:r>
        <w:t xml:space="preserve"> </w:t>
      </w:r>
      <w:r w:rsidR="00427505">
        <w:rPr>
          <w:rStyle w:val="Referencingstyle"/>
        </w:rPr>
        <w:t>[Schedule 1</w:t>
      </w:r>
      <w:r>
        <w:rPr>
          <w:rStyle w:val="Referencingstyle"/>
        </w:rPr>
        <w:t>, P</w:t>
      </w:r>
      <w:r w:rsidR="00427505">
        <w:rPr>
          <w:rStyle w:val="Referencingstyle"/>
        </w:rPr>
        <w:t>art 1, item 1</w:t>
      </w:r>
      <w:r>
        <w:rPr>
          <w:rStyle w:val="Referencingstyle"/>
        </w:rPr>
        <w:t xml:space="preserve">, </w:t>
      </w:r>
      <w:r w:rsidR="00427505">
        <w:rPr>
          <w:rStyle w:val="Referencingstyle"/>
        </w:rPr>
        <w:t>section 115</w:t>
      </w:r>
      <w:r w:rsidR="005B5A84">
        <w:rPr>
          <w:rStyle w:val="Referencingstyle"/>
        </w:rPr>
        <w:t>9</w:t>
      </w:r>
      <w:r>
        <w:rPr>
          <w:rStyle w:val="Referencingstyle"/>
        </w:rPr>
        <w:t>]</w:t>
      </w:r>
    </w:p>
    <w:p w14:paraId="3A6C75E4" w14:textId="14C8FF21" w:rsidR="000B1862" w:rsidRDefault="000B1862" w:rsidP="00F8469B">
      <w:pPr>
        <w:pStyle w:val="base-text-paragraph"/>
      </w:pPr>
      <w:r>
        <w:t xml:space="preserve">It is a duty of the corporate director </w:t>
      </w:r>
      <w:r w:rsidR="00CB0AB7">
        <w:t xml:space="preserve">of a retail CCIV </w:t>
      </w:r>
      <w:r>
        <w:t xml:space="preserve">to ensure that </w:t>
      </w:r>
      <w:r w:rsidR="00CB0AB7">
        <w:t>a retail</w:t>
      </w:r>
      <w:r>
        <w:t xml:space="preserve"> CCIV’s constitution meets the requirements of Part 2B.4</w:t>
      </w:r>
      <w:r w:rsidR="0007704C">
        <w:t xml:space="preserve"> of the Act</w:t>
      </w:r>
      <w:r>
        <w:t xml:space="preserve"> (to the extent they </w:t>
      </w:r>
      <w:r w:rsidR="00CA5B7A">
        <w:t>apply</w:t>
      </w:r>
      <w:r>
        <w:t xml:space="preserve">) and </w:t>
      </w:r>
      <w:r w:rsidR="00CA5B7A">
        <w:t xml:space="preserve">the specific requirements outlined </w:t>
      </w:r>
      <w:r w:rsidR="007D1BD6">
        <w:t xml:space="preserve">at </w:t>
      </w:r>
      <w:r w:rsidR="007D1BD6" w:rsidRPr="00110225">
        <w:t xml:space="preserve">paragraphs </w:t>
      </w:r>
      <w:r w:rsidR="007D1BD6" w:rsidRPr="00110225">
        <w:fldChar w:fldCharType="begin"/>
      </w:r>
      <w:r w:rsidR="007D1BD6" w:rsidRPr="00110225">
        <w:instrText xml:space="preserve"> REF _Ref490560581 \r \h  \* MERGEFORMAT </w:instrText>
      </w:r>
      <w:r w:rsidR="007D1BD6" w:rsidRPr="00110225">
        <w:fldChar w:fldCharType="separate"/>
      </w:r>
      <w:r w:rsidR="004C78A6">
        <w:t>2.27</w:t>
      </w:r>
      <w:r w:rsidR="007D1BD6" w:rsidRPr="00110225">
        <w:fldChar w:fldCharType="end"/>
      </w:r>
      <w:r w:rsidR="007D1BD6" w:rsidRPr="00110225">
        <w:t xml:space="preserve"> to </w:t>
      </w:r>
      <w:r w:rsidR="007D1BD6" w:rsidRPr="00110225">
        <w:fldChar w:fldCharType="begin"/>
      </w:r>
      <w:r w:rsidR="007D1BD6" w:rsidRPr="00110225">
        <w:instrText xml:space="preserve"> REF _Ref490560589 \r \h  \* MERGEFORMAT </w:instrText>
      </w:r>
      <w:r w:rsidR="007D1BD6" w:rsidRPr="00110225">
        <w:fldChar w:fldCharType="separate"/>
      </w:r>
      <w:r w:rsidR="004C78A6">
        <w:t>2.28</w:t>
      </w:r>
      <w:r w:rsidR="007D1BD6" w:rsidRPr="00110225">
        <w:fldChar w:fldCharType="end"/>
      </w:r>
      <w:r w:rsidR="00CA5B7A" w:rsidRPr="00110225">
        <w:t>.</w:t>
      </w:r>
      <w:r>
        <w:t xml:space="preserve"> </w:t>
      </w:r>
      <w:r w:rsidR="00427505">
        <w:rPr>
          <w:rStyle w:val="Referencingstyle"/>
        </w:rPr>
        <w:t>[Schedule 1, Part 1</w:t>
      </w:r>
      <w:r w:rsidR="00CA5B7A">
        <w:rPr>
          <w:rStyle w:val="Referencingstyle"/>
        </w:rPr>
        <w:t>, ite</w:t>
      </w:r>
      <w:r w:rsidR="00427505">
        <w:rPr>
          <w:rStyle w:val="Referencingstyle"/>
        </w:rPr>
        <w:t>m 1</w:t>
      </w:r>
      <w:r w:rsidR="00CA5B7A">
        <w:rPr>
          <w:rStyle w:val="Referencingstyle"/>
        </w:rPr>
        <w:t>,</w:t>
      </w:r>
      <w:r w:rsidR="00427505">
        <w:rPr>
          <w:rStyle w:val="Referencingstyle"/>
        </w:rPr>
        <w:t xml:space="preserve"> paragraph 1156</w:t>
      </w:r>
      <w:r w:rsidR="00CA5B7A">
        <w:rPr>
          <w:rStyle w:val="Referencingstyle"/>
        </w:rPr>
        <w:t>(f)]</w:t>
      </w:r>
    </w:p>
    <w:p w14:paraId="39E74320" w14:textId="74995107" w:rsidR="00E53C7E" w:rsidRDefault="00E53C7E" w:rsidP="00E53C7E">
      <w:pPr>
        <w:pStyle w:val="Heading4"/>
      </w:pPr>
      <w:r>
        <w:t>Changing the constitution</w:t>
      </w:r>
    </w:p>
    <w:p w14:paraId="3ED9EBDB" w14:textId="6ABB9D67" w:rsidR="00C508F5" w:rsidRPr="00F51923" w:rsidRDefault="00C508F5" w:rsidP="00E53C7E">
      <w:pPr>
        <w:pStyle w:val="base-text-paragraph"/>
        <w:rPr>
          <w:rStyle w:val="Referencingstyle"/>
          <w:b w:val="0"/>
          <w:i w:val="0"/>
          <w:sz w:val="22"/>
        </w:rPr>
      </w:pPr>
      <w:r>
        <w:t>The constitution of a CCIV may be modified, or repealed and replaced with a new constitution</w:t>
      </w:r>
      <w:r w:rsidR="00E053CA">
        <w:t>,</w:t>
      </w:r>
      <w:r>
        <w:t xml:space="preserve"> by special resolution of </w:t>
      </w:r>
      <w:r w:rsidR="00E053CA">
        <w:t xml:space="preserve">the CCIV’s </w:t>
      </w:r>
      <w:r w:rsidR="00017151">
        <w:t xml:space="preserve">members </w:t>
      </w:r>
      <w:r>
        <w:t>or by the corporate director. The corporate director may only change the constitution</w:t>
      </w:r>
      <w:r w:rsidR="00E053CA">
        <w:t xml:space="preserve"> on its own initiative</w:t>
      </w:r>
      <w:r>
        <w:t xml:space="preserve"> if </w:t>
      </w:r>
      <w:r w:rsidR="005B5A84">
        <w:t>it</w:t>
      </w:r>
      <w:r>
        <w:t xml:space="preserve"> reasonably considers the change will not adversely affect </w:t>
      </w:r>
      <w:r w:rsidR="00017151">
        <w:t>members</w:t>
      </w:r>
      <w:r>
        <w:t xml:space="preserve">’ rights. </w:t>
      </w:r>
      <w:r w:rsidR="001B73CF">
        <w:rPr>
          <w:rStyle w:val="Referencingstyle"/>
        </w:rPr>
        <w:t xml:space="preserve">[Schedule </w:t>
      </w:r>
      <w:r w:rsidR="007D1BD6">
        <w:rPr>
          <w:rStyle w:val="Referencingstyle"/>
        </w:rPr>
        <w:t>1 Part 1, item 1</w:t>
      </w:r>
      <w:r>
        <w:rPr>
          <w:rStyle w:val="Referencingstyle"/>
        </w:rPr>
        <w:t>,</w:t>
      </w:r>
      <w:r w:rsidR="007D1BD6">
        <w:rPr>
          <w:rStyle w:val="Referencingstyle"/>
        </w:rPr>
        <w:t xml:space="preserve"> subsection 1155A</w:t>
      </w:r>
      <w:r w:rsidR="00017151">
        <w:rPr>
          <w:rStyle w:val="Referencingstyle"/>
        </w:rPr>
        <w:t>(1)</w:t>
      </w:r>
      <w:r>
        <w:rPr>
          <w:rStyle w:val="Referencingstyle"/>
        </w:rPr>
        <w:t>]</w:t>
      </w:r>
    </w:p>
    <w:p w14:paraId="7B153F3D" w14:textId="14D8AB97" w:rsidR="00017151" w:rsidRDefault="00C508F5" w:rsidP="00017151">
      <w:pPr>
        <w:pStyle w:val="base-text-paragraph"/>
      </w:pPr>
      <w:r>
        <w:t>The corporate director must lodge with ASIC a copy of the modification or the new constitution</w:t>
      </w:r>
      <w:r w:rsidR="00E053CA">
        <w:t>, which</w:t>
      </w:r>
      <w:r>
        <w:t xml:space="preserve"> only takes effect upon lodgement. </w:t>
      </w:r>
      <w:r w:rsidR="007D1BD6">
        <w:rPr>
          <w:rStyle w:val="Referencingstyle"/>
        </w:rPr>
        <w:t>[Schedule 1, Part 1, item 1</w:t>
      </w:r>
      <w:r w:rsidR="00017151">
        <w:rPr>
          <w:rStyle w:val="Referencingstyle"/>
        </w:rPr>
        <w:t>,</w:t>
      </w:r>
      <w:r w:rsidR="007D1BD6">
        <w:rPr>
          <w:rStyle w:val="Referencingstyle"/>
        </w:rPr>
        <w:t>subsection 1155A</w:t>
      </w:r>
      <w:r w:rsidR="00017151">
        <w:rPr>
          <w:rStyle w:val="Referencingstyle"/>
        </w:rPr>
        <w:t>(2)]</w:t>
      </w:r>
    </w:p>
    <w:p w14:paraId="4E91DD7E" w14:textId="692855AB" w:rsidR="00C508F5" w:rsidRDefault="00C508F5" w:rsidP="00E53C7E">
      <w:pPr>
        <w:pStyle w:val="base-text-paragraph"/>
      </w:pPr>
      <w:r>
        <w:t>These requirements are based o</w:t>
      </w:r>
      <w:r w:rsidR="00EA3279">
        <w:t>n</w:t>
      </w:r>
      <w:r>
        <w:t xml:space="preserve"> </w:t>
      </w:r>
      <w:r w:rsidR="007A45A6">
        <w:t xml:space="preserve">the requirements for </w:t>
      </w:r>
      <w:r w:rsidR="00DB6A4E">
        <w:t xml:space="preserve">changing the constitution of a </w:t>
      </w:r>
      <w:r w:rsidR="007A45A6">
        <w:t>registered scheme</w:t>
      </w:r>
      <w:r w:rsidR="00DB6A4E">
        <w:t xml:space="preserve"> contained</w:t>
      </w:r>
      <w:r w:rsidR="007A45A6">
        <w:t xml:space="preserve"> in </w:t>
      </w:r>
      <w:r>
        <w:t xml:space="preserve">section 601GC. </w:t>
      </w:r>
    </w:p>
    <w:p w14:paraId="5069ACF8" w14:textId="66B8A35A" w:rsidR="00DC521A" w:rsidRDefault="00DC521A" w:rsidP="00E53C7E">
      <w:pPr>
        <w:pStyle w:val="Heading3"/>
      </w:pPr>
      <w:r>
        <w:t>Compliance plan</w:t>
      </w:r>
    </w:p>
    <w:p w14:paraId="4BA99B30" w14:textId="71CE7041" w:rsidR="0068134D" w:rsidRDefault="001750DF" w:rsidP="0068134D">
      <w:pPr>
        <w:pStyle w:val="Heading4"/>
      </w:pPr>
      <w:r>
        <w:t>Documenting the compliance plan</w:t>
      </w:r>
      <w:r w:rsidR="006B4163">
        <w:t xml:space="preserve"> for retail CCIVs</w:t>
      </w:r>
    </w:p>
    <w:p w14:paraId="1826CDFD" w14:textId="1093E500" w:rsidR="002138BB" w:rsidRDefault="00BB5442" w:rsidP="00BB5442">
      <w:pPr>
        <w:pStyle w:val="base-text-paragraph"/>
      </w:pPr>
      <w:bookmarkStart w:id="31" w:name="_Ref490572231"/>
      <w:proofErr w:type="gramStart"/>
      <w:r>
        <w:t xml:space="preserve">A </w:t>
      </w:r>
      <w:r w:rsidR="002138BB">
        <w:t>retail</w:t>
      </w:r>
      <w:proofErr w:type="gramEnd"/>
      <w:r w:rsidR="002138BB">
        <w:t xml:space="preserve"> </w:t>
      </w:r>
      <w:r>
        <w:t>CCIV must have a compliance plan</w:t>
      </w:r>
      <w:r w:rsidR="008177D2">
        <w:rPr>
          <w:rStyle w:val="Referencingstyle"/>
          <w:b w:val="0"/>
          <w:i w:val="0"/>
          <w:sz w:val="22"/>
        </w:rPr>
        <w:t xml:space="preserve">. </w:t>
      </w:r>
      <w:r w:rsidR="007D1BD6">
        <w:rPr>
          <w:rStyle w:val="Referencingstyle"/>
        </w:rPr>
        <w:t>[Schedule 1, Part 1, item 1</w:t>
      </w:r>
      <w:r w:rsidR="002138BB">
        <w:rPr>
          <w:rStyle w:val="Referencingstyle"/>
        </w:rPr>
        <w:t>,</w:t>
      </w:r>
      <w:r w:rsidR="007D1BD6">
        <w:rPr>
          <w:rStyle w:val="Referencingstyle"/>
        </w:rPr>
        <w:t xml:space="preserve"> section 1161</w:t>
      </w:r>
      <w:r w:rsidR="002138BB">
        <w:rPr>
          <w:rStyle w:val="Referencingstyle"/>
        </w:rPr>
        <w:t>]</w:t>
      </w:r>
      <w:r w:rsidR="008177D2">
        <w:rPr>
          <w:rStyle w:val="Referencingstyle"/>
          <w:b w:val="0"/>
          <w:i w:val="0"/>
          <w:sz w:val="22"/>
        </w:rPr>
        <w:t>.</w:t>
      </w:r>
      <w:bookmarkEnd w:id="31"/>
    </w:p>
    <w:p w14:paraId="459F3646" w14:textId="0C96FB8A" w:rsidR="00C508F5" w:rsidRDefault="002138BB" w:rsidP="00BB5442">
      <w:pPr>
        <w:pStyle w:val="base-text-paragraph"/>
      </w:pPr>
      <w:r>
        <w:t>A</w:t>
      </w:r>
      <w:r w:rsidR="00C508F5" w:rsidRPr="00712B4B">
        <w:t xml:space="preserve"> copy of</w:t>
      </w:r>
      <w:r w:rsidR="00C508F5">
        <w:t xml:space="preserve"> the compliance plan must be lodged with ASIC with the application to register the company as a CCIV. </w:t>
      </w:r>
      <w:r w:rsidR="00CA5B7A">
        <w:t xml:space="preserve">The copy that is lodged with ASIC must be signed by all of the directors of the corporate director. </w:t>
      </w:r>
      <w:r w:rsidR="00CA5B7A">
        <w:rPr>
          <w:rStyle w:val="Referencingstyle"/>
        </w:rPr>
        <w:t>[</w:t>
      </w:r>
      <w:r w:rsidR="007D1BD6">
        <w:rPr>
          <w:rStyle w:val="Referencingstyle"/>
        </w:rPr>
        <w:t>Schedule 1, Part 1</w:t>
      </w:r>
      <w:r w:rsidR="000C2A07">
        <w:rPr>
          <w:rStyle w:val="Referencingstyle"/>
        </w:rPr>
        <w:t xml:space="preserve">, item </w:t>
      </w:r>
      <w:r w:rsidR="007D1BD6">
        <w:rPr>
          <w:rStyle w:val="Referencingstyle"/>
        </w:rPr>
        <w:t>1</w:t>
      </w:r>
      <w:r w:rsidR="000C2A07">
        <w:rPr>
          <w:rStyle w:val="Referencingstyle"/>
        </w:rPr>
        <w:t xml:space="preserve">, </w:t>
      </w:r>
      <w:r w:rsidR="007D1BD6">
        <w:rPr>
          <w:rStyle w:val="Referencingstyle"/>
        </w:rPr>
        <w:t>sections 1161 and 1161C</w:t>
      </w:r>
      <w:r w:rsidR="00CA5B7A">
        <w:rPr>
          <w:rStyle w:val="Referencingstyle"/>
        </w:rPr>
        <w:t>]</w:t>
      </w:r>
      <w:r>
        <w:rPr>
          <w:rStyle w:val="Referencingstyle"/>
        </w:rPr>
        <w:t xml:space="preserve"> </w:t>
      </w:r>
    </w:p>
    <w:p w14:paraId="36353035" w14:textId="60447094" w:rsidR="002B332A" w:rsidRDefault="000B1862" w:rsidP="002B332A">
      <w:pPr>
        <w:pStyle w:val="base-text-paragraph"/>
      </w:pPr>
      <w:r>
        <w:t>The compliance plan must set</w:t>
      </w:r>
      <w:r w:rsidR="00BB5442">
        <w:t xml:space="preserve"> out adequate measures </w:t>
      </w:r>
      <w:r w:rsidR="001E0600">
        <w:t>to be applied by the</w:t>
      </w:r>
      <w:r w:rsidR="00BB5442">
        <w:t xml:space="preserve"> corporate director in operating the CCIV to ensure compliance with the Act and th</w:t>
      </w:r>
      <w:r w:rsidR="007C6BF9">
        <w:t>at</w:t>
      </w:r>
      <w:r w:rsidR="00BB5442">
        <w:t xml:space="preserve"> CCIV’s constitution. </w:t>
      </w:r>
      <w:r w:rsidR="00BB5442">
        <w:rPr>
          <w:rStyle w:val="Referencingstyle"/>
        </w:rPr>
        <w:t>[</w:t>
      </w:r>
      <w:r w:rsidR="000C2A07">
        <w:rPr>
          <w:rStyle w:val="Referencingstyle"/>
        </w:rPr>
        <w:t>Sched</w:t>
      </w:r>
      <w:r w:rsidR="007D1BD6">
        <w:rPr>
          <w:rStyle w:val="Referencingstyle"/>
        </w:rPr>
        <w:t>ule 1, Part 1, item 1</w:t>
      </w:r>
      <w:r w:rsidR="000C2A07">
        <w:rPr>
          <w:rStyle w:val="Referencingstyle"/>
        </w:rPr>
        <w:t xml:space="preserve">, </w:t>
      </w:r>
      <w:r w:rsidR="007D1BD6">
        <w:rPr>
          <w:rStyle w:val="Referencingstyle"/>
        </w:rPr>
        <w:t>section 1161A</w:t>
      </w:r>
      <w:r w:rsidR="00BB5442">
        <w:rPr>
          <w:rStyle w:val="Referencingstyle"/>
        </w:rPr>
        <w:t>]</w:t>
      </w:r>
    </w:p>
    <w:p w14:paraId="36D9B7CA" w14:textId="4C5BD7D2" w:rsidR="006D55A9" w:rsidRPr="008177D2" w:rsidRDefault="006D55A9" w:rsidP="006D55A9">
      <w:pPr>
        <w:pStyle w:val="base-text-paragraph"/>
        <w:rPr>
          <w:rStyle w:val="Referencingstyle"/>
          <w:b w:val="0"/>
          <w:i w:val="0"/>
          <w:sz w:val="22"/>
        </w:rPr>
      </w:pPr>
      <w:r>
        <w:lastRenderedPageBreak/>
        <w:t xml:space="preserve">The corporate director </w:t>
      </w:r>
      <w:r w:rsidR="00650DDD">
        <w:t xml:space="preserve">has a duty to ensure the adequacy of </w:t>
      </w:r>
      <w:r>
        <w:t xml:space="preserve">the CCIV’s compliance plan </w:t>
      </w:r>
      <w:r w:rsidR="00650DDD">
        <w:t xml:space="preserve">and to comply </w:t>
      </w:r>
      <w:r>
        <w:t>with the compliance plan.</w:t>
      </w:r>
      <w:r>
        <w:rPr>
          <w:rStyle w:val="Referencingstyle"/>
        </w:rPr>
        <w:t xml:space="preserve"> [S</w:t>
      </w:r>
      <w:r w:rsidR="00650DDD">
        <w:rPr>
          <w:rStyle w:val="Referencingstyle"/>
        </w:rPr>
        <w:t>chedule 1, Part 1, item 1</w:t>
      </w:r>
      <w:r w:rsidR="007D1BD6">
        <w:rPr>
          <w:rStyle w:val="Referencingstyle"/>
        </w:rPr>
        <w:t>, paragraphs 1156</w:t>
      </w:r>
      <w:r>
        <w:rPr>
          <w:rStyle w:val="Referencingstyle"/>
        </w:rPr>
        <w:t>(g) and (</w:t>
      </w:r>
      <w:r w:rsidR="005B5A84">
        <w:rPr>
          <w:rStyle w:val="Referencingstyle"/>
        </w:rPr>
        <w:t>h</w:t>
      </w:r>
      <w:r>
        <w:rPr>
          <w:rStyle w:val="Referencingstyle"/>
        </w:rPr>
        <w:t>)]</w:t>
      </w:r>
    </w:p>
    <w:p w14:paraId="41230B38" w14:textId="3A5F0EF4" w:rsidR="008177D2" w:rsidDel="002138BB" w:rsidRDefault="008177D2" w:rsidP="008177D2">
      <w:pPr>
        <w:pStyle w:val="base-text-paragraph"/>
      </w:pPr>
      <w:r>
        <w:t>T</w:t>
      </w:r>
      <w:r w:rsidDel="002138BB">
        <w:t>he corporate director</w:t>
      </w:r>
      <w:r>
        <w:t>’s duty</w:t>
      </w:r>
      <w:r w:rsidDel="002138BB">
        <w:t xml:space="preserve"> </w:t>
      </w:r>
      <w:r>
        <w:t>to</w:t>
      </w:r>
      <w:r w:rsidDel="002138BB">
        <w:t xml:space="preserve"> ensure the adequacy of compliance measures</w:t>
      </w:r>
      <w:r>
        <w:t xml:space="preserve"> is consistent with</w:t>
      </w:r>
      <w:r w:rsidDel="002138BB">
        <w:t xml:space="preserve"> other jurisdictions. For example, UCITS </w:t>
      </w:r>
      <w:r>
        <w:t>funds</w:t>
      </w:r>
      <w:r w:rsidDel="002138BB">
        <w:t xml:space="preserve"> must have adequate internal control mechanisms designed to secure compliance with decisions and procedures at all levels of the management company.</w:t>
      </w:r>
    </w:p>
    <w:p w14:paraId="4A544949" w14:textId="14B1DAC1" w:rsidR="00E419F7" w:rsidRDefault="0002778C" w:rsidP="007460AA">
      <w:pPr>
        <w:pStyle w:val="base-text-paragraph"/>
      </w:pPr>
      <w:r>
        <w:t>Unlike the compliance plan requirements for registered schemes contained in sections 601HA to 601HF, there are no prescribed content requirements for the compliance plan</w:t>
      </w:r>
      <w:r w:rsidR="001E0600">
        <w:t>s</w:t>
      </w:r>
      <w:r>
        <w:t xml:space="preserve"> of </w:t>
      </w:r>
      <w:r w:rsidR="00650DDD">
        <w:t xml:space="preserve">retail </w:t>
      </w:r>
      <w:r>
        <w:t>CCIV</w:t>
      </w:r>
      <w:r w:rsidR="00650DDD">
        <w:t>s</w:t>
      </w:r>
      <w:r>
        <w:t xml:space="preserve">. </w:t>
      </w:r>
      <w:r w:rsidR="009726D5">
        <w:t xml:space="preserve">This </w:t>
      </w:r>
      <w:r w:rsidR="007460AA">
        <w:t xml:space="preserve">is intended to improve administrative efficiency and reduce cost to members through a more flexible and outcomes-focused approach. </w:t>
      </w:r>
    </w:p>
    <w:p w14:paraId="3F9B073D" w14:textId="6301128A" w:rsidR="00E419F7" w:rsidRDefault="00E419F7" w:rsidP="00E419F7">
      <w:pPr>
        <w:pStyle w:val="base-text-paragraph"/>
      </w:pPr>
      <w:r>
        <w:t>The legislative requirements will be supported by ASIC guidance as to the content of compliance plans, including the need to identify non</w:t>
      </w:r>
      <w:r>
        <w:noBreakHyphen/>
        <w:t xml:space="preserve">compliance risks specific to the CCIV and measures for mitigating those risks, and that the compliance plan is tailored to suit the nature, scale, complexity and assets of the CCIV. An adequate compliance plan should be reasonably likely to allow potential breaches of the Act or the CCIV’s constitution to be detected in advance.  </w:t>
      </w:r>
    </w:p>
    <w:p w14:paraId="1C7AA75B" w14:textId="3B3115F2" w:rsidR="007460AA" w:rsidRPr="007460AA" w:rsidRDefault="007460AA" w:rsidP="007460AA">
      <w:pPr>
        <w:pStyle w:val="base-text-paragraph"/>
        <w:rPr>
          <w:rStyle w:val="Referencingstyle"/>
          <w:b w:val="0"/>
          <w:i w:val="0"/>
          <w:sz w:val="22"/>
        </w:rPr>
      </w:pPr>
      <w:r>
        <w:t xml:space="preserve">The compliance plan forms a part of the overall compliance management system that the corporate director, as an AFSL holder, should implement to meet its obligations under section 912A. </w:t>
      </w:r>
    </w:p>
    <w:p w14:paraId="4ABDF822" w14:textId="00DDBD50" w:rsidR="006D55A9" w:rsidRPr="006D55A9" w:rsidRDefault="007460AA" w:rsidP="00BB5442">
      <w:pPr>
        <w:pStyle w:val="base-text-paragraph"/>
        <w:rPr>
          <w:rStyle w:val="Referencingstyle"/>
          <w:b w:val="0"/>
          <w:i w:val="0"/>
          <w:sz w:val="22"/>
        </w:rPr>
      </w:pPr>
      <w:r>
        <w:t>Similar to the registered scheme requirements, i</w:t>
      </w:r>
      <w:r w:rsidR="00B26547">
        <w:t>f the corporate director is also the</w:t>
      </w:r>
      <w:r w:rsidR="00FB202B">
        <w:t xml:space="preserve"> corporate director of another CCIV, it may lodge with ASIC a compliance plan </w:t>
      </w:r>
      <w:r w:rsidR="00B26547">
        <w:t xml:space="preserve">for the CCIV </w:t>
      </w:r>
      <w:r w:rsidR="00FB202B">
        <w:t>that</w:t>
      </w:r>
      <w:r w:rsidR="00B26547">
        <w:t xml:space="preserve"> incorporate</w:t>
      </w:r>
      <w:r w:rsidR="00383FB1">
        <w:t>s</w:t>
      </w:r>
      <w:r w:rsidR="00FB202B">
        <w:t xml:space="preserve"> </w:t>
      </w:r>
      <w:r w:rsidR="00383FB1">
        <w:t>by reference</w:t>
      </w:r>
      <w:r w:rsidR="00164E76">
        <w:t xml:space="preserve"> elements of</w:t>
      </w:r>
      <w:r w:rsidR="00383FB1">
        <w:t xml:space="preserve"> </w:t>
      </w:r>
      <w:r w:rsidR="00156D77">
        <w:t>the compliance plan</w:t>
      </w:r>
      <w:r w:rsidR="00164E76">
        <w:t xml:space="preserve"> </w:t>
      </w:r>
      <w:r w:rsidR="00D4331B">
        <w:t xml:space="preserve">for </w:t>
      </w:r>
      <w:r w:rsidR="00164E76">
        <w:t>the other CCIV</w:t>
      </w:r>
      <w:r w:rsidR="00FB202B">
        <w:t>.</w:t>
      </w:r>
      <w:r w:rsidR="00156D77">
        <w:t xml:space="preserve"> </w:t>
      </w:r>
      <w:r w:rsidR="002264CB">
        <w:rPr>
          <w:rStyle w:val="Referencingstyle"/>
        </w:rPr>
        <w:t>[</w:t>
      </w:r>
      <w:r w:rsidR="00D476A0">
        <w:rPr>
          <w:rStyle w:val="Referencingstyle"/>
        </w:rPr>
        <w:t xml:space="preserve">Schedule </w:t>
      </w:r>
      <w:r w:rsidR="00C63CFC">
        <w:rPr>
          <w:rStyle w:val="Referencingstyle"/>
        </w:rPr>
        <w:t>1, Part 1, item 1</w:t>
      </w:r>
      <w:r w:rsidR="00D476A0">
        <w:rPr>
          <w:rStyle w:val="Referencingstyle"/>
        </w:rPr>
        <w:t xml:space="preserve">, </w:t>
      </w:r>
      <w:r w:rsidR="00C63CFC">
        <w:rPr>
          <w:rStyle w:val="Referencingstyle"/>
        </w:rPr>
        <w:t>section 1161B</w:t>
      </w:r>
      <w:r w:rsidR="002264CB">
        <w:rPr>
          <w:rStyle w:val="Referencingstyle"/>
        </w:rPr>
        <w:t xml:space="preserve">] </w:t>
      </w:r>
    </w:p>
    <w:p w14:paraId="67374F86" w14:textId="55B44874" w:rsidR="00156D77" w:rsidRPr="0007222A" w:rsidRDefault="00383FB1" w:rsidP="00BB5442">
      <w:pPr>
        <w:pStyle w:val="base-text-paragraph"/>
        <w:rPr>
          <w:rStyle w:val="Referencingstyle"/>
          <w:b w:val="0"/>
          <w:i w:val="0"/>
          <w:sz w:val="22"/>
        </w:rPr>
      </w:pPr>
      <w:r>
        <w:t>If</w:t>
      </w:r>
      <w:r w:rsidR="006D55A9">
        <w:t xml:space="preserve"> this approach is adopted, </w:t>
      </w:r>
      <w:r w:rsidR="00B26547" w:rsidRPr="00D310A8">
        <w:t>ASIC may require the</w:t>
      </w:r>
      <w:r w:rsidR="00B26547">
        <w:t xml:space="preserve"> corporate director to lodge a consolidated copy of the CCIV’s compliance plan</w:t>
      </w:r>
      <w:r w:rsidR="002264CB">
        <w:t xml:space="preserve"> that sets</w:t>
      </w:r>
      <w:r w:rsidR="00B26547">
        <w:t xml:space="preserve"> out the full text of provisions taken to be included in th</w:t>
      </w:r>
      <w:r w:rsidR="002264CB">
        <w:t xml:space="preserve">e plan. </w:t>
      </w:r>
      <w:r w:rsidR="002264CB">
        <w:rPr>
          <w:rStyle w:val="Referencingstyle"/>
        </w:rPr>
        <w:t>[</w:t>
      </w:r>
      <w:r w:rsidR="00C63CFC">
        <w:rPr>
          <w:rStyle w:val="Referencingstyle"/>
        </w:rPr>
        <w:t>Schedule 1, Part 1, item 1</w:t>
      </w:r>
      <w:r w:rsidR="002165E9">
        <w:rPr>
          <w:rStyle w:val="Referencingstyle"/>
        </w:rPr>
        <w:t>,</w:t>
      </w:r>
      <w:r w:rsidR="00C63CFC">
        <w:rPr>
          <w:rStyle w:val="Referencingstyle"/>
        </w:rPr>
        <w:t xml:space="preserve"> section</w:t>
      </w:r>
      <w:r w:rsidR="002165E9">
        <w:rPr>
          <w:rStyle w:val="Referencingstyle"/>
        </w:rPr>
        <w:t xml:space="preserve"> </w:t>
      </w:r>
      <w:r w:rsidR="00C63CFC">
        <w:rPr>
          <w:rStyle w:val="Referencingstyle"/>
        </w:rPr>
        <w:t>1161F</w:t>
      </w:r>
      <w:r w:rsidR="002264CB">
        <w:rPr>
          <w:rStyle w:val="Referencingstyle"/>
        </w:rPr>
        <w:t>]</w:t>
      </w:r>
    </w:p>
    <w:p w14:paraId="2880A96E" w14:textId="004C724C" w:rsidR="00270685" w:rsidRPr="00270685" w:rsidRDefault="002264CB" w:rsidP="00156D77">
      <w:pPr>
        <w:pStyle w:val="base-text-paragraph"/>
        <w:rPr>
          <w:rStyle w:val="Referencingstyle"/>
          <w:b w:val="0"/>
          <w:i w:val="0"/>
          <w:sz w:val="22"/>
        </w:rPr>
      </w:pPr>
      <w:r>
        <w:t xml:space="preserve">ASIC may </w:t>
      </w:r>
      <w:r w:rsidR="00D4331B">
        <w:t xml:space="preserve">also </w:t>
      </w:r>
      <w:r>
        <w:t>direct</w:t>
      </w:r>
      <w:r w:rsidR="00C63CFC">
        <w:t xml:space="preserve"> (in writing)</w:t>
      </w:r>
      <w:r>
        <w:t xml:space="preserve"> the corporate director of a CCIV to give it information about arrangements contained in the compliance plan. </w:t>
      </w:r>
      <w:r w:rsidR="00270685">
        <w:rPr>
          <w:rStyle w:val="Referencingstyle"/>
        </w:rPr>
        <w:t>[</w:t>
      </w:r>
      <w:r w:rsidR="00C63CFC">
        <w:rPr>
          <w:rStyle w:val="Referencingstyle"/>
        </w:rPr>
        <w:t>Schedule 1, Part 1, item 1</w:t>
      </w:r>
      <w:r w:rsidR="002165E9">
        <w:rPr>
          <w:rStyle w:val="Referencingstyle"/>
        </w:rPr>
        <w:t xml:space="preserve">, </w:t>
      </w:r>
      <w:r w:rsidR="00C63CFC">
        <w:rPr>
          <w:rStyle w:val="Referencingstyle"/>
        </w:rPr>
        <w:t>section 1161D</w:t>
      </w:r>
      <w:r w:rsidR="00270685">
        <w:rPr>
          <w:rStyle w:val="Referencingstyle"/>
        </w:rPr>
        <w:t>]</w:t>
      </w:r>
    </w:p>
    <w:p w14:paraId="4176212C" w14:textId="41AAB7E0" w:rsidR="00FB202B" w:rsidRDefault="00270685" w:rsidP="00156D77">
      <w:pPr>
        <w:pStyle w:val="base-text-paragraph"/>
      </w:pPr>
      <w:r>
        <w:t>The corporate director of a CCIV may modify the CCIV’s compliance plan or repeal and replace it. ASIC may also direct the corporate director to modify the CCIV’s compliance plan. If the compliance plan is modified or replaced</w:t>
      </w:r>
      <w:r w:rsidR="00DB0495">
        <w:t>,</w:t>
      </w:r>
      <w:r>
        <w:t xml:space="preserve"> the corporate director must lodge a copy of</w:t>
      </w:r>
      <w:r w:rsidR="001D3D73">
        <w:t xml:space="preserve"> the</w:t>
      </w:r>
      <w:r>
        <w:t xml:space="preserve"> </w:t>
      </w:r>
      <w:r w:rsidR="001D3D73">
        <w:t xml:space="preserve">modified or new </w:t>
      </w:r>
      <w:r>
        <w:t xml:space="preserve">compliance plan (signed by all the directors </w:t>
      </w:r>
      <w:r>
        <w:lastRenderedPageBreak/>
        <w:t>of the corporate director) with ASIC within 14 days.</w:t>
      </w:r>
      <w:r w:rsidR="001D3D73">
        <w:t xml:space="preserve"> </w:t>
      </w:r>
      <w:r w:rsidR="001D3D73">
        <w:rPr>
          <w:rStyle w:val="Referencingstyle"/>
        </w:rPr>
        <w:t>[</w:t>
      </w:r>
      <w:r w:rsidR="007460AA">
        <w:rPr>
          <w:rStyle w:val="Referencingstyle"/>
        </w:rPr>
        <w:t>Schedule 1, Part 1, item 1</w:t>
      </w:r>
      <w:r w:rsidR="002165E9">
        <w:rPr>
          <w:rStyle w:val="Referencingstyle"/>
        </w:rPr>
        <w:t xml:space="preserve">, </w:t>
      </w:r>
      <w:r w:rsidR="007460AA">
        <w:rPr>
          <w:rStyle w:val="Referencingstyle"/>
        </w:rPr>
        <w:t>section 1161E</w:t>
      </w:r>
      <w:r w:rsidR="001D3D73">
        <w:rPr>
          <w:rStyle w:val="Referencingstyle"/>
        </w:rPr>
        <w:t>]</w:t>
      </w:r>
      <w:r>
        <w:t xml:space="preserve"> </w:t>
      </w:r>
    </w:p>
    <w:p w14:paraId="000ABE1A" w14:textId="689A42F1" w:rsidR="000E473E" w:rsidRDefault="00DB0495" w:rsidP="00F421D5">
      <w:pPr>
        <w:pStyle w:val="base-text-paragraph"/>
      </w:pPr>
      <w:bookmarkStart w:id="32" w:name="_Ref489280473"/>
      <w:bookmarkStart w:id="33" w:name="_Ref490572241"/>
      <w:r>
        <w:t>In contrast to the requirements for registered schemes,</w:t>
      </w:r>
      <w:r w:rsidR="00B43A13">
        <w:t xml:space="preserve"> t</w:t>
      </w:r>
      <w:r w:rsidR="000E473E">
        <w:t xml:space="preserve">here is no requirement for the corporate director </w:t>
      </w:r>
      <w:r w:rsidR="00A30FCB">
        <w:t xml:space="preserve">of </w:t>
      </w:r>
      <w:proofErr w:type="gramStart"/>
      <w:r w:rsidR="00A30FCB">
        <w:t>a retail</w:t>
      </w:r>
      <w:proofErr w:type="gramEnd"/>
      <w:r w:rsidR="00A30FCB">
        <w:t xml:space="preserve"> CCIV </w:t>
      </w:r>
      <w:r w:rsidR="000E473E">
        <w:t>to establish a compliance committee</w:t>
      </w:r>
      <w:r>
        <w:t xml:space="preserve"> to provide oversight of the operations of the CCIV</w:t>
      </w:r>
      <w:r w:rsidR="000E473E">
        <w:t xml:space="preserve">. Instead, at least half of the directors of the corporate director </w:t>
      </w:r>
      <w:r w:rsidR="007652F1">
        <w:t xml:space="preserve">of </w:t>
      </w:r>
      <w:proofErr w:type="gramStart"/>
      <w:r w:rsidR="007652F1">
        <w:t>a retail</w:t>
      </w:r>
      <w:proofErr w:type="gramEnd"/>
      <w:r w:rsidR="007652F1">
        <w:t xml:space="preserve"> CCIV </w:t>
      </w:r>
      <w:r w:rsidR="000E473E">
        <w:t xml:space="preserve">must be external directors. </w:t>
      </w:r>
      <w:r>
        <w:t>Thi</w:t>
      </w:r>
      <w:r w:rsidR="00B43A13">
        <w:t>s</w:t>
      </w:r>
      <w:r>
        <w:t xml:space="preserve"> applies generally in respect of all retail CCIVs and</w:t>
      </w:r>
      <w:r w:rsidR="00B43A13">
        <w:t xml:space="preserve"> aligns </w:t>
      </w:r>
      <w:r w:rsidR="000E473E">
        <w:t xml:space="preserve">with the circumstances in which a responsible entity of a registered scheme is relieved of the requirement to have a compliance committee under Part 5C.5. </w:t>
      </w:r>
      <w:r w:rsidR="000F144D" w:rsidRPr="00BD3AAC">
        <w:t>Th</w:t>
      </w:r>
      <w:r w:rsidR="002165E9" w:rsidRPr="00BD3AAC">
        <w:t>e</w:t>
      </w:r>
      <w:r w:rsidR="000F144D" w:rsidRPr="00BD3AAC">
        <w:t xml:space="preserve"> </w:t>
      </w:r>
      <w:r w:rsidRPr="00712B4B">
        <w:t xml:space="preserve">requirement for </w:t>
      </w:r>
      <w:r w:rsidR="00BD3AAC" w:rsidRPr="00712B4B">
        <w:t xml:space="preserve">the corporate director of </w:t>
      </w:r>
      <w:proofErr w:type="gramStart"/>
      <w:r w:rsidR="00BD3AAC" w:rsidRPr="00712B4B">
        <w:t xml:space="preserve">a </w:t>
      </w:r>
      <w:r w:rsidRPr="00712B4B">
        <w:t>retail</w:t>
      </w:r>
      <w:proofErr w:type="gramEnd"/>
      <w:r w:rsidRPr="00712B4B">
        <w:t xml:space="preserve"> CCIV to have </w:t>
      </w:r>
      <w:r w:rsidR="000F144D" w:rsidRPr="00BD3AAC">
        <w:t>external directors</w:t>
      </w:r>
      <w:r w:rsidR="002165E9" w:rsidRPr="00BD3AAC">
        <w:t xml:space="preserve"> </w:t>
      </w:r>
      <w:r w:rsidR="000F144D" w:rsidRPr="00BD3AAC">
        <w:t xml:space="preserve">is </w:t>
      </w:r>
      <w:r w:rsidR="00C51C6F" w:rsidRPr="00BD3AAC">
        <w:t xml:space="preserve">discussed in further detail </w:t>
      </w:r>
      <w:r w:rsidR="00C51C6F" w:rsidRPr="00110225">
        <w:t xml:space="preserve">at </w:t>
      </w:r>
      <w:r w:rsidR="00A30FCB" w:rsidRPr="00110225">
        <w:t xml:space="preserve">paragraphs </w:t>
      </w:r>
      <w:r w:rsidR="00A30FCB" w:rsidRPr="00110225">
        <w:fldChar w:fldCharType="begin"/>
      </w:r>
      <w:r w:rsidR="00A30FCB" w:rsidRPr="00110225">
        <w:instrText xml:space="preserve"> REF _Ref490572089 \r \h  \* MERGEFORMAT </w:instrText>
      </w:r>
      <w:r w:rsidR="00A30FCB" w:rsidRPr="00110225">
        <w:fldChar w:fldCharType="separate"/>
      </w:r>
      <w:r w:rsidR="004C78A6">
        <w:t>3.65</w:t>
      </w:r>
      <w:r w:rsidR="00A30FCB" w:rsidRPr="00110225">
        <w:fldChar w:fldCharType="end"/>
      </w:r>
      <w:r w:rsidR="001B73CF" w:rsidRPr="00110225">
        <w:t xml:space="preserve"> </w:t>
      </w:r>
      <w:r w:rsidR="00A30FCB" w:rsidRPr="00110225">
        <w:t xml:space="preserve">to </w:t>
      </w:r>
      <w:bookmarkEnd w:id="32"/>
      <w:r w:rsidR="00BD3AAC" w:rsidRPr="00110225">
        <w:fldChar w:fldCharType="begin"/>
      </w:r>
      <w:r w:rsidR="00BD3AAC" w:rsidRPr="00110225">
        <w:instrText xml:space="preserve"> REF _Ref490162767 \r \h  \* MERGEFORMAT </w:instrText>
      </w:r>
      <w:r w:rsidR="00BD3AAC" w:rsidRPr="00110225">
        <w:fldChar w:fldCharType="separate"/>
      </w:r>
      <w:r w:rsidR="004C78A6">
        <w:t>3.71</w:t>
      </w:r>
      <w:r w:rsidR="00BD3AAC" w:rsidRPr="00110225">
        <w:fldChar w:fldCharType="end"/>
      </w:r>
      <w:r w:rsidR="00C51C6F" w:rsidRPr="00110225">
        <w:t>.</w:t>
      </w:r>
      <w:bookmarkEnd w:id="33"/>
      <w:r w:rsidR="00C51C6F" w:rsidRPr="009C05BC">
        <w:t xml:space="preserve"> </w:t>
      </w:r>
    </w:p>
    <w:p w14:paraId="039290DB" w14:textId="00F92065" w:rsidR="0068134D" w:rsidRDefault="001750DF" w:rsidP="001750DF">
      <w:pPr>
        <w:pStyle w:val="Heading4"/>
      </w:pPr>
      <w:r w:rsidRPr="001750DF">
        <w:t>Auditing the compliance plan</w:t>
      </w:r>
    </w:p>
    <w:p w14:paraId="7A3EF42C" w14:textId="5E7E7A0F" w:rsidR="00BB7B67" w:rsidRDefault="00BB7B67" w:rsidP="00BB7B67">
      <w:pPr>
        <w:pStyle w:val="Heading5"/>
      </w:pPr>
      <w:r>
        <w:t>The audit report</w:t>
      </w:r>
    </w:p>
    <w:p w14:paraId="3A3E3EB9" w14:textId="0C8FB957" w:rsidR="001750DF" w:rsidRDefault="00F5352A" w:rsidP="001750DF">
      <w:pPr>
        <w:pStyle w:val="base-text-paragraph"/>
      </w:pPr>
      <w:r w:rsidRPr="00F5352A">
        <w:t xml:space="preserve">The corporate director </w:t>
      </w:r>
      <w:r w:rsidR="00C201AC">
        <w:t xml:space="preserve">of </w:t>
      </w:r>
      <w:proofErr w:type="gramStart"/>
      <w:r w:rsidR="00C201AC">
        <w:t>a retail</w:t>
      </w:r>
      <w:proofErr w:type="gramEnd"/>
      <w:r w:rsidR="00C201AC">
        <w:t xml:space="preserve"> CCIV </w:t>
      </w:r>
      <w:r w:rsidRPr="00F5352A">
        <w:t xml:space="preserve">must </w:t>
      </w:r>
      <w:r w:rsidR="00D5291A">
        <w:t>engage an auditor to conduct an annual audit of the compliance plan and report whether</w:t>
      </w:r>
      <w:r w:rsidR="00BB7B67">
        <w:t xml:space="preserve">, in the auditor’s opinion, </w:t>
      </w:r>
      <w:r w:rsidR="00D5291A">
        <w:t>the corporate director has complied with the CCIV’s compliance plan and</w:t>
      </w:r>
      <w:r w:rsidR="00045548">
        <w:t xml:space="preserve"> that</w:t>
      </w:r>
      <w:r w:rsidR="00D5291A">
        <w:t xml:space="preserve"> the plan continues to meet </w:t>
      </w:r>
      <w:r w:rsidR="00B447D4">
        <w:t xml:space="preserve">the </w:t>
      </w:r>
      <w:r w:rsidR="00D5291A">
        <w:t>requirements</w:t>
      </w:r>
      <w:r w:rsidR="00B447D4">
        <w:t xml:space="preserve"> for compliance plans </w:t>
      </w:r>
      <w:r w:rsidR="00A30FCB">
        <w:t xml:space="preserve">discussed above at </w:t>
      </w:r>
      <w:r w:rsidR="00A30FCB" w:rsidRPr="00110225">
        <w:t xml:space="preserve">paragraphs </w:t>
      </w:r>
      <w:r w:rsidR="00A30FCB" w:rsidRPr="00110225">
        <w:fldChar w:fldCharType="begin"/>
      </w:r>
      <w:r w:rsidR="00A30FCB" w:rsidRPr="00110225">
        <w:instrText xml:space="preserve"> REF _Ref490572231 \r \h </w:instrText>
      </w:r>
      <w:r w:rsidR="00C201AC" w:rsidRPr="00110225">
        <w:instrText xml:space="preserve"> \* MERGEFORMAT </w:instrText>
      </w:r>
      <w:r w:rsidR="00A30FCB" w:rsidRPr="00110225">
        <w:fldChar w:fldCharType="separate"/>
      </w:r>
      <w:r w:rsidR="004C78A6">
        <w:t>2.36</w:t>
      </w:r>
      <w:r w:rsidR="00A30FCB" w:rsidRPr="00110225">
        <w:fldChar w:fldCharType="end"/>
      </w:r>
      <w:r w:rsidR="00A30FCB" w:rsidRPr="00110225">
        <w:t xml:space="preserve"> to </w:t>
      </w:r>
      <w:r w:rsidR="00A30FCB" w:rsidRPr="00110225">
        <w:fldChar w:fldCharType="begin"/>
      </w:r>
      <w:r w:rsidR="00A30FCB" w:rsidRPr="00110225">
        <w:instrText xml:space="preserve"> REF _Ref490572241 \r \h </w:instrText>
      </w:r>
      <w:r w:rsidR="00C201AC" w:rsidRPr="00110225">
        <w:instrText xml:space="preserve"> \* MERGEFORMAT </w:instrText>
      </w:r>
      <w:r w:rsidR="00A30FCB" w:rsidRPr="00110225">
        <w:fldChar w:fldCharType="separate"/>
      </w:r>
      <w:r w:rsidR="004C78A6">
        <w:t>2.48</w:t>
      </w:r>
      <w:r w:rsidR="00A30FCB" w:rsidRPr="00110225">
        <w:fldChar w:fldCharType="end"/>
      </w:r>
      <w:r w:rsidR="00D5291A">
        <w:t xml:space="preserve">. </w:t>
      </w:r>
      <w:r w:rsidR="001A2FB7">
        <w:t xml:space="preserve">The corporate director </w:t>
      </w:r>
      <w:r w:rsidR="00C335F6">
        <w:t xml:space="preserve">can also </w:t>
      </w:r>
      <w:r w:rsidR="001A2FB7">
        <w:t xml:space="preserve">arrange for the auditor to carry out additional audits. </w:t>
      </w:r>
      <w:r w:rsidR="001A2FB7">
        <w:rPr>
          <w:rStyle w:val="Referencingstyle"/>
        </w:rPr>
        <w:t>[</w:t>
      </w:r>
      <w:r w:rsidR="00A30FCB">
        <w:rPr>
          <w:rStyle w:val="Referencingstyle"/>
        </w:rPr>
        <w:t>Schedule 1, Part 1, item 1</w:t>
      </w:r>
      <w:r w:rsidR="002165E9">
        <w:rPr>
          <w:rStyle w:val="Referencingstyle"/>
        </w:rPr>
        <w:t xml:space="preserve">, </w:t>
      </w:r>
      <w:r w:rsidR="00A30FCB">
        <w:rPr>
          <w:rStyle w:val="Referencingstyle"/>
        </w:rPr>
        <w:t>subsection</w:t>
      </w:r>
      <w:r w:rsidR="00C201AC">
        <w:rPr>
          <w:rStyle w:val="Referencingstyle"/>
        </w:rPr>
        <w:t>s</w:t>
      </w:r>
      <w:r w:rsidR="00A30FCB">
        <w:rPr>
          <w:rStyle w:val="Referencingstyle"/>
        </w:rPr>
        <w:t xml:space="preserve"> 1162(1) and </w:t>
      </w:r>
      <w:r w:rsidR="001A2FB7">
        <w:rPr>
          <w:rStyle w:val="Referencingstyle"/>
        </w:rPr>
        <w:t xml:space="preserve">(4), </w:t>
      </w:r>
      <w:r w:rsidR="00A30FCB">
        <w:rPr>
          <w:rStyle w:val="Referencingstyle"/>
        </w:rPr>
        <w:t xml:space="preserve">and </w:t>
      </w:r>
      <w:r w:rsidR="00C201AC">
        <w:rPr>
          <w:rStyle w:val="Referencingstyle"/>
        </w:rPr>
        <w:t>1162A</w:t>
      </w:r>
      <w:r w:rsidR="001A2FB7">
        <w:rPr>
          <w:rStyle w:val="Referencingstyle"/>
        </w:rPr>
        <w:t>(1)]</w:t>
      </w:r>
      <w:r w:rsidR="001A2FB7">
        <w:t xml:space="preserve"> </w:t>
      </w:r>
    </w:p>
    <w:p w14:paraId="0A6F1D4C" w14:textId="00C60378" w:rsidR="00D5291A" w:rsidRDefault="00D5291A" w:rsidP="001750DF">
      <w:pPr>
        <w:pStyle w:val="base-text-paragraph"/>
      </w:pPr>
      <w:r>
        <w:t xml:space="preserve">The auditor of the compliance plan must be a registered company auditor, an audit firm or an authorised audit company and must not be: </w:t>
      </w:r>
    </w:p>
    <w:p w14:paraId="36597919" w14:textId="477FC34C" w:rsidR="00D5291A" w:rsidRDefault="00D5291A" w:rsidP="00D5291A">
      <w:pPr>
        <w:pStyle w:val="dotpoint"/>
      </w:pPr>
      <w:r>
        <w:t xml:space="preserve">the corporate director (or an associate of the corporate director); </w:t>
      </w:r>
    </w:p>
    <w:p w14:paraId="75DB477D" w14:textId="0B741700" w:rsidR="00D5291A" w:rsidRDefault="00D5291A" w:rsidP="00D5291A">
      <w:pPr>
        <w:pStyle w:val="dotpoint"/>
      </w:pPr>
      <w:r w:rsidRPr="00A408C4">
        <w:t>the depositary (or an associate of the depositary);</w:t>
      </w:r>
      <w:r>
        <w:t xml:space="preserve"> </w:t>
      </w:r>
    </w:p>
    <w:p w14:paraId="13A92F60" w14:textId="17BC303F" w:rsidR="00D5291A" w:rsidRDefault="00D5291A" w:rsidP="00D5291A">
      <w:pPr>
        <w:pStyle w:val="dotpoint"/>
      </w:pPr>
      <w:r>
        <w:t>an agent holdings assets of the CCIV on behalf of the depositary (or an associate of the agent); or</w:t>
      </w:r>
    </w:p>
    <w:p w14:paraId="7F27DD93" w14:textId="182BCF28" w:rsidR="00F97624" w:rsidRDefault="00D5291A" w:rsidP="00D5291A">
      <w:pPr>
        <w:pStyle w:val="dotpoint"/>
      </w:pPr>
      <w:proofErr w:type="gramStart"/>
      <w:r>
        <w:t>the</w:t>
      </w:r>
      <w:proofErr w:type="gramEnd"/>
      <w:r>
        <w:t xml:space="preserve"> auditor of the corporate director’s </w:t>
      </w:r>
      <w:r w:rsidR="00AB3AB5">
        <w:t xml:space="preserve">own statutory </w:t>
      </w:r>
      <w:r>
        <w:t>financial statements (</w:t>
      </w:r>
      <w:r w:rsidR="00045548">
        <w:t>however,</w:t>
      </w:r>
      <w:r w:rsidR="00AB3AB5">
        <w:t xml:space="preserve"> in this instance only, the CCIV compliance plan auditor may be from the same audit firm as the auditor of the corporate director</w:t>
      </w:r>
      <w:r w:rsidR="00F97624">
        <w:t>).</w:t>
      </w:r>
    </w:p>
    <w:p w14:paraId="61CF7297" w14:textId="175DE032" w:rsidR="00D5291A" w:rsidRDefault="00F97624" w:rsidP="00F97624">
      <w:pPr>
        <w:pStyle w:val="dotpoint"/>
        <w:numPr>
          <w:ilvl w:val="0"/>
          <w:numId w:val="0"/>
        </w:numPr>
        <w:ind w:left="1984"/>
      </w:pPr>
      <w:r>
        <w:rPr>
          <w:rStyle w:val="Referencingstyle"/>
        </w:rPr>
        <w:t>[S</w:t>
      </w:r>
      <w:r w:rsidR="00C201AC">
        <w:rPr>
          <w:rStyle w:val="Referencingstyle"/>
        </w:rPr>
        <w:t>chedule 1</w:t>
      </w:r>
      <w:r w:rsidR="002165E9">
        <w:rPr>
          <w:rStyle w:val="Referencingstyle"/>
        </w:rPr>
        <w:t>, Par</w:t>
      </w:r>
      <w:r w:rsidR="00C201AC">
        <w:rPr>
          <w:rStyle w:val="Referencingstyle"/>
        </w:rPr>
        <w:t>t 1, item 1</w:t>
      </w:r>
      <w:r w:rsidR="002165E9">
        <w:rPr>
          <w:rStyle w:val="Referencingstyle"/>
        </w:rPr>
        <w:t xml:space="preserve">, </w:t>
      </w:r>
      <w:r w:rsidR="00C201AC">
        <w:rPr>
          <w:rStyle w:val="Referencingstyle"/>
        </w:rPr>
        <w:t>subsections 1162</w:t>
      </w:r>
      <w:r w:rsidR="00D5291A">
        <w:rPr>
          <w:rStyle w:val="Referencingstyle"/>
        </w:rPr>
        <w:t>(1) to (3)]</w:t>
      </w:r>
    </w:p>
    <w:p w14:paraId="48A96996" w14:textId="36911872" w:rsidR="00D65A4B" w:rsidRDefault="00D65A4B" w:rsidP="001750DF">
      <w:pPr>
        <w:pStyle w:val="base-text-paragraph"/>
      </w:pPr>
      <w:r>
        <w:t>Th</w:t>
      </w:r>
      <w:r w:rsidR="00352753">
        <w:t>e</w:t>
      </w:r>
      <w:r w:rsidR="00B447D4">
        <w:t>se requirements are designed</w:t>
      </w:r>
      <w:r>
        <w:t xml:space="preserve"> to </w:t>
      </w:r>
      <w:r w:rsidR="00F97624">
        <w:t>en</w:t>
      </w:r>
      <w:r>
        <w:t xml:space="preserve">sure the </w:t>
      </w:r>
      <w:r w:rsidR="00AB3AB5">
        <w:t xml:space="preserve">compliance plan </w:t>
      </w:r>
      <w:r>
        <w:t xml:space="preserve">auditor </w:t>
      </w:r>
      <w:r w:rsidR="00B447D4">
        <w:t>is</w:t>
      </w:r>
      <w:r>
        <w:t xml:space="preserve"> independent</w:t>
      </w:r>
      <w:r w:rsidR="00B447D4">
        <w:t xml:space="preserve"> of the corporate director</w:t>
      </w:r>
      <w:r>
        <w:t>.</w:t>
      </w:r>
    </w:p>
    <w:p w14:paraId="0B4AD64F" w14:textId="63B6F1BE" w:rsidR="00D5291A" w:rsidRPr="00C335F6" w:rsidRDefault="00C201AC" w:rsidP="001750DF">
      <w:pPr>
        <w:pStyle w:val="base-text-paragraph"/>
        <w:rPr>
          <w:rStyle w:val="Referencingstyle"/>
          <w:b w:val="0"/>
          <w:i w:val="0"/>
          <w:sz w:val="22"/>
        </w:rPr>
      </w:pPr>
      <w:r>
        <w:lastRenderedPageBreak/>
        <w:t>The</w:t>
      </w:r>
      <w:r w:rsidR="001A2FB7">
        <w:t xml:space="preserve"> auditor of the compliance plan </w:t>
      </w:r>
      <w:r w:rsidR="00045548">
        <w:t>must be given</w:t>
      </w:r>
      <w:r w:rsidR="001A2FB7">
        <w:t xml:space="preserve"> right of access at all reasonable times to the books of the CCIV and assistance from officers of the corporate director</w:t>
      </w:r>
      <w:r w:rsidR="00C335F6">
        <w:t xml:space="preserve">. </w:t>
      </w:r>
      <w:r w:rsidR="00C335F6">
        <w:rPr>
          <w:rStyle w:val="Referencingstyle"/>
        </w:rPr>
        <w:t>[</w:t>
      </w:r>
      <w:r>
        <w:rPr>
          <w:rStyle w:val="Referencingstyle"/>
        </w:rPr>
        <w:t>Schedule 1, Part 1, item 1</w:t>
      </w:r>
      <w:r w:rsidR="002165E9">
        <w:rPr>
          <w:rStyle w:val="Referencingstyle"/>
        </w:rPr>
        <w:t>,</w:t>
      </w:r>
      <w:r w:rsidR="00352753">
        <w:rPr>
          <w:rStyle w:val="Referencingstyle"/>
        </w:rPr>
        <w:t xml:space="preserve"> </w:t>
      </w:r>
      <w:r>
        <w:rPr>
          <w:rStyle w:val="Referencingstyle"/>
        </w:rPr>
        <w:t>subsections 1162A</w:t>
      </w:r>
      <w:r w:rsidR="00C335F6">
        <w:rPr>
          <w:rStyle w:val="Referencingstyle"/>
        </w:rPr>
        <w:t>(2) and (3)]</w:t>
      </w:r>
    </w:p>
    <w:p w14:paraId="0A933D56" w14:textId="4D7DA9FB" w:rsidR="00C335F6" w:rsidRDefault="00C335F6" w:rsidP="00C335F6">
      <w:pPr>
        <w:pStyle w:val="base-text-paragraph"/>
      </w:pPr>
      <w:r>
        <w:t xml:space="preserve">The auditor’s report of the compliance plan must be lodged with ASIC at the same time as the financial statements and reports of the CCIV. </w:t>
      </w:r>
      <w:r>
        <w:rPr>
          <w:rStyle w:val="Referencingstyle"/>
        </w:rPr>
        <w:t>[</w:t>
      </w:r>
      <w:r w:rsidR="00C201AC">
        <w:rPr>
          <w:rStyle w:val="Referencingstyle"/>
        </w:rPr>
        <w:t>Schedule 1</w:t>
      </w:r>
      <w:r w:rsidR="002165E9">
        <w:rPr>
          <w:rStyle w:val="Referencingstyle"/>
        </w:rPr>
        <w:t>, Pa</w:t>
      </w:r>
      <w:r w:rsidR="00C201AC">
        <w:rPr>
          <w:rStyle w:val="Referencingstyle"/>
        </w:rPr>
        <w:t>rt 1, item 1</w:t>
      </w:r>
      <w:r w:rsidR="002165E9">
        <w:rPr>
          <w:rStyle w:val="Referencingstyle"/>
        </w:rPr>
        <w:t>,</w:t>
      </w:r>
      <w:r w:rsidR="00C201AC">
        <w:rPr>
          <w:rStyle w:val="Referencingstyle"/>
        </w:rPr>
        <w:t xml:space="preserve"> subsection 1162A</w:t>
      </w:r>
      <w:r>
        <w:rPr>
          <w:rStyle w:val="Referencingstyle"/>
        </w:rPr>
        <w:t>(4)]</w:t>
      </w:r>
    </w:p>
    <w:p w14:paraId="64570033" w14:textId="7C64F969" w:rsidR="00C335F6" w:rsidRPr="00BB7B67" w:rsidRDefault="00C335F6" w:rsidP="00C335F6">
      <w:pPr>
        <w:pStyle w:val="base-text-paragraph"/>
        <w:rPr>
          <w:rStyle w:val="Referencingstyle"/>
          <w:b w:val="0"/>
          <w:i w:val="0"/>
          <w:sz w:val="22"/>
        </w:rPr>
      </w:pPr>
      <w:r>
        <w:t>The auditor of the compliance plan has qualified privilege in respect of statement</w:t>
      </w:r>
      <w:r w:rsidR="00AB3AB5">
        <w:t>s</w:t>
      </w:r>
      <w:r>
        <w:t xml:space="preserve"> made in the audit report</w:t>
      </w:r>
      <w:r w:rsidR="00352753">
        <w:t>.</w:t>
      </w:r>
      <w:r>
        <w:t xml:space="preserve"> </w:t>
      </w:r>
      <w:r>
        <w:rPr>
          <w:rStyle w:val="Referencingstyle"/>
        </w:rPr>
        <w:t>[</w:t>
      </w:r>
      <w:r w:rsidR="00C201AC">
        <w:rPr>
          <w:rStyle w:val="Referencingstyle"/>
        </w:rPr>
        <w:t>Schedule 1, Part 1, item 1</w:t>
      </w:r>
      <w:r w:rsidR="002165E9">
        <w:rPr>
          <w:rStyle w:val="Referencingstyle"/>
        </w:rPr>
        <w:t>,</w:t>
      </w:r>
      <w:r w:rsidR="00352753">
        <w:rPr>
          <w:rStyle w:val="Referencingstyle"/>
        </w:rPr>
        <w:t xml:space="preserve"> </w:t>
      </w:r>
      <w:r w:rsidR="00C201AC">
        <w:rPr>
          <w:rStyle w:val="Referencingstyle"/>
        </w:rPr>
        <w:t>subsection 1162A</w:t>
      </w:r>
      <w:r>
        <w:rPr>
          <w:rStyle w:val="Referencingstyle"/>
        </w:rPr>
        <w:t>(5)]</w:t>
      </w:r>
    </w:p>
    <w:p w14:paraId="7127F1DE" w14:textId="5C263353" w:rsidR="00BB7B67" w:rsidRDefault="00BB7B67" w:rsidP="00BB7B67">
      <w:pPr>
        <w:pStyle w:val="base-text-paragraph"/>
      </w:pPr>
      <w:r>
        <w:t>The</w:t>
      </w:r>
      <w:r w:rsidR="00352753">
        <w:t xml:space="preserve"> </w:t>
      </w:r>
      <w:r>
        <w:t>requirements</w:t>
      </w:r>
      <w:r w:rsidR="00352753">
        <w:t xml:space="preserve"> for auditing the compliance plan</w:t>
      </w:r>
      <w:r w:rsidR="00B447D4">
        <w:t xml:space="preserve"> of </w:t>
      </w:r>
      <w:proofErr w:type="gramStart"/>
      <w:r w:rsidR="00B447D4">
        <w:t xml:space="preserve">a </w:t>
      </w:r>
      <w:r w:rsidR="00C201AC">
        <w:t>retail</w:t>
      </w:r>
      <w:proofErr w:type="gramEnd"/>
      <w:r w:rsidR="00C201AC">
        <w:t xml:space="preserve"> </w:t>
      </w:r>
      <w:r w:rsidR="00B447D4">
        <w:t>CCIV</w:t>
      </w:r>
      <w:r>
        <w:t xml:space="preserve"> are substantially similar to </w:t>
      </w:r>
      <w:r w:rsidR="00352753">
        <w:t xml:space="preserve">the requirements for </w:t>
      </w:r>
      <w:r w:rsidR="00B447D4">
        <w:t xml:space="preserve">compliance plans of </w:t>
      </w:r>
      <w:r w:rsidR="00352753">
        <w:t xml:space="preserve">registered schemes </w:t>
      </w:r>
      <w:r w:rsidR="00B447D4">
        <w:t xml:space="preserve">contained </w:t>
      </w:r>
      <w:r w:rsidR="00352753">
        <w:t xml:space="preserve">in </w:t>
      </w:r>
      <w:r w:rsidR="00BD6E3C">
        <w:t>section 601HG</w:t>
      </w:r>
      <w:r>
        <w:t>.</w:t>
      </w:r>
    </w:p>
    <w:p w14:paraId="6F53CBF3" w14:textId="0343AFF8" w:rsidR="00F97624" w:rsidRDefault="00F97624">
      <w:pPr>
        <w:pStyle w:val="base-text-paragraph"/>
      </w:pPr>
      <w:r>
        <w:t xml:space="preserve">The </w:t>
      </w:r>
      <w:r w:rsidR="00B447D4">
        <w:t xml:space="preserve">compliance plan </w:t>
      </w:r>
      <w:r>
        <w:t xml:space="preserve">audit </w:t>
      </w:r>
      <w:r w:rsidR="00B447D4">
        <w:t>requirement</w:t>
      </w:r>
      <w:r>
        <w:t xml:space="preserve"> </w:t>
      </w:r>
      <w:r w:rsidR="00B447D4">
        <w:t>ensures</w:t>
      </w:r>
      <w:r>
        <w:t xml:space="preserve"> there is an independent</w:t>
      </w:r>
      <w:r w:rsidR="00AB3AB5">
        <w:t>,</w:t>
      </w:r>
      <w:r>
        <w:t xml:space="preserve"> </w:t>
      </w:r>
      <w:r w:rsidR="00AB3AB5">
        <w:t xml:space="preserve">annual compliance review </w:t>
      </w:r>
      <w:r>
        <w:t xml:space="preserve">process </w:t>
      </w:r>
      <w:r w:rsidR="00D04E80">
        <w:t xml:space="preserve">to </w:t>
      </w:r>
      <w:r>
        <w:t xml:space="preserve">assist the corporate director and its </w:t>
      </w:r>
      <w:r w:rsidR="00AB3AB5">
        <w:t xml:space="preserve">officers </w:t>
      </w:r>
      <w:r>
        <w:t xml:space="preserve">in monitoring and managing compliance risks. </w:t>
      </w:r>
      <w:r w:rsidR="00AB3AB5">
        <w:t>This role</w:t>
      </w:r>
      <w:r w:rsidR="00F85E4F">
        <w:t xml:space="preserve"> is in addition to the </w:t>
      </w:r>
      <w:r w:rsidR="002B079B">
        <w:t>deposita</w:t>
      </w:r>
      <w:r w:rsidR="00F85E4F">
        <w:t xml:space="preserve">ry’s </w:t>
      </w:r>
      <w:r w:rsidR="00AB3AB5">
        <w:t xml:space="preserve">oversight </w:t>
      </w:r>
      <w:r>
        <w:t xml:space="preserve">responsibility in respect of </w:t>
      </w:r>
      <w:r w:rsidR="00AB3AB5">
        <w:t xml:space="preserve">certain </w:t>
      </w:r>
      <w:r>
        <w:t xml:space="preserve">corporate director </w:t>
      </w:r>
      <w:r w:rsidR="00AB3AB5">
        <w:t>decisions</w:t>
      </w:r>
      <w:r>
        <w:t>. Th</w:t>
      </w:r>
      <w:r w:rsidR="00F85E4F">
        <w:t>is</w:t>
      </w:r>
      <w:r>
        <w:t xml:space="preserve"> parallels the UCITS regime in which the UCITS fund must have a management company with an internal audit function to evaluate the adequacy of its internal control mechanisms </w:t>
      </w:r>
      <w:r w:rsidR="00B447D4">
        <w:t>as well as</w:t>
      </w:r>
      <w:r>
        <w:t xml:space="preserve"> a depositary. </w:t>
      </w:r>
    </w:p>
    <w:p w14:paraId="09AF821F" w14:textId="1B416569" w:rsidR="00C335F6" w:rsidRDefault="00BB7B67" w:rsidP="00BB7B67">
      <w:pPr>
        <w:pStyle w:val="Heading5"/>
      </w:pPr>
      <w:r>
        <w:t>Changing the auditor</w:t>
      </w:r>
    </w:p>
    <w:p w14:paraId="4E61DBFD" w14:textId="7EA448D8" w:rsidR="00BB7B67" w:rsidRDefault="00BB7B67" w:rsidP="00BB7B67">
      <w:pPr>
        <w:pStyle w:val="base-text-paragraph"/>
      </w:pPr>
      <w:r>
        <w:t xml:space="preserve">The auditor of the compliance plan may be removed by </w:t>
      </w:r>
      <w:r w:rsidR="00DD6890">
        <w:t xml:space="preserve">the corporate director or </w:t>
      </w:r>
      <w:r w:rsidR="00001797">
        <w:t>may resign on its own initiative</w:t>
      </w:r>
      <w:r w:rsidR="00DD6890">
        <w:t xml:space="preserve">. </w:t>
      </w:r>
    </w:p>
    <w:p w14:paraId="2D40B9C6" w14:textId="52361190" w:rsidR="00DD6890" w:rsidRDefault="00DD6890" w:rsidP="00BB7B67">
      <w:pPr>
        <w:pStyle w:val="base-text-paragraph"/>
      </w:pPr>
      <w:r>
        <w:t xml:space="preserve">The corporate director </w:t>
      </w:r>
      <w:r w:rsidRPr="00712B4B">
        <w:t>must</w:t>
      </w:r>
      <w:r>
        <w:t xml:space="preserve"> remove the auditor if it is no longer eligible to act as the auditor of the compliance plan and </w:t>
      </w:r>
      <w:r w:rsidRPr="00712B4B">
        <w:t>may</w:t>
      </w:r>
      <w:r>
        <w:t xml:space="preserve"> remove the auditor for other reasons if ASIC consents to the removal. </w:t>
      </w:r>
      <w:r>
        <w:rPr>
          <w:rStyle w:val="Referencingstyle"/>
        </w:rPr>
        <w:t>[</w:t>
      </w:r>
      <w:r w:rsidR="007F1F06">
        <w:rPr>
          <w:rStyle w:val="Referencingstyle"/>
        </w:rPr>
        <w:t>Schedule 1, Part 1, item 1</w:t>
      </w:r>
      <w:r w:rsidR="002165E9">
        <w:rPr>
          <w:rStyle w:val="Referencingstyle"/>
        </w:rPr>
        <w:t>,</w:t>
      </w:r>
      <w:r w:rsidR="007F1F06">
        <w:rPr>
          <w:rStyle w:val="Referencingstyle"/>
        </w:rPr>
        <w:t xml:space="preserve"> subsection 1162B</w:t>
      </w:r>
      <w:r>
        <w:rPr>
          <w:rStyle w:val="Referencingstyle"/>
        </w:rPr>
        <w:t>(1)]</w:t>
      </w:r>
    </w:p>
    <w:p w14:paraId="5E14BC2E" w14:textId="62061D9F" w:rsidR="00DD6890" w:rsidRDefault="00DD6890" w:rsidP="00BB7B67">
      <w:pPr>
        <w:pStyle w:val="base-text-paragraph"/>
      </w:pPr>
      <w:r>
        <w:t>The auditor may</w:t>
      </w:r>
      <w:r w:rsidR="00F8531B">
        <w:t>,</w:t>
      </w:r>
      <w:r>
        <w:t xml:space="preserve"> </w:t>
      </w:r>
      <w:r w:rsidR="00F8531B">
        <w:t xml:space="preserve">by written application, </w:t>
      </w:r>
      <w:r>
        <w:t xml:space="preserve">resign </w:t>
      </w:r>
      <w:r w:rsidR="00F8531B">
        <w:t xml:space="preserve">subject to </w:t>
      </w:r>
      <w:r>
        <w:t>ASIC consent</w:t>
      </w:r>
      <w:r w:rsidR="00F8531B">
        <w:t>ing</w:t>
      </w:r>
      <w:r>
        <w:t xml:space="preserve"> to the resignation. ASIC must notify the auditor and the corporate director whether it consents to the auditor’s resignation as soon as practicable after receiving the application. </w:t>
      </w:r>
      <w:r w:rsidR="00F7318E">
        <w:rPr>
          <w:rStyle w:val="Referencingstyle"/>
        </w:rPr>
        <w:t>[</w:t>
      </w:r>
      <w:r w:rsidR="00FF4D1F">
        <w:rPr>
          <w:rStyle w:val="Referencingstyle"/>
        </w:rPr>
        <w:t>Schedule 1, Part 1, item 1</w:t>
      </w:r>
      <w:r w:rsidR="002165E9">
        <w:rPr>
          <w:rStyle w:val="Referencingstyle"/>
        </w:rPr>
        <w:t xml:space="preserve">, </w:t>
      </w:r>
      <w:r w:rsidR="00FF4D1F">
        <w:rPr>
          <w:rStyle w:val="Referencingstyle"/>
        </w:rPr>
        <w:t>subsections 1162B</w:t>
      </w:r>
      <w:r w:rsidR="00F7318E">
        <w:rPr>
          <w:rStyle w:val="Referencingstyle"/>
        </w:rPr>
        <w:t>(2) and (3)]</w:t>
      </w:r>
    </w:p>
    <w:p w14:paraId="72035BFA" w14:textId="27B63234" w:rsidR="00DD6890" w:rsidRPr="00DD6890" w:rsidRDefault="00F8531B" w:rsidP="00BB7B67">
      <w:pPr>
        <w:pStyle w:val="base-text-paragraph"/>
        <w:rPr>
          <w:rStyle w:val="Referencingstyle"/>
          <w:b w:val="0"/>
          <w:i w:val="0"/>
          <w:sz w:val="22"/>
        </w:rPr>
      </w:pPr>
      <w:r>
        <w:t>To encourage proper disclosure of an auditor’s reasons for resigning, a</w:t>
      </w:r>
      <w:r w:rsidR="00C47C5F">
        <w:t xml:space="preserve"> statement by the auditor</w:t>
      </w:r>
      <w:r w:rsidR="00617AC7">
        <w:t xml:space="preserve"> in its application or in answer to an inquiry by ASIC </w:t>
      </w:r>
      <w:r w:rsidR="00DD6890">
        <w:t xml:space="preserve">concerning the reasons for </w:t>
      </w:r>
      <w:r w:rsidR="00F7318E">
        <w:t>its resignation cannot be used as evidence</w:t>
      </w:r>
      <w:r w:rsidR="00DD6890">
        <w:t xml:space="preserve"> in civil or criminal proceedings </w:t>
      </w:r>
      <w:r w:rsidR="00CA3E44">
        <w:t>or as the basis</w:t>
      </w:r>
      <w:r w:rsidR="00F7318E">
        <w:t xml:space="preserve"> for prosecution, action or suit against the </w:t>
      </w:r>
      <w:r w:rsidR="00CA3E44">
        <w:t xml:space="preserve">auditor </w:t>
      </w:r>
      <w:r w:rsidR="00DD6890">
        <w:t>(</w:t>
      </w:r>
      <w:r w:rsidR="00F7318E">
        <w:t xml:space="preserve">other than in respect of a contravention </w:t>
      </w:r>
      <w:r w:rsidR="00DD6890">
        <w:t>relating to false or misleading statement</w:t>
      </w:r>
      <w:r w:rsidR="00F7318E">
        <w:t>s under</w:t>
      </w:r>
      <w:r w:rsidR="00DD6890">
        <w:t xml:space="preserve"> section </w:t>
      </w:r>
      <w:r w:rsidR="00DD6890">
        <w:lastRenderedPageBreak/>
        <w:t>1308).</w:t>
      </w:r>
      <w:r w:rsidR="00617AC7">
        <w:t xml:space="preserve"> A certificate by ASIC that the statement was made in the auditor’s application for resignation, or in answer to an inquiry by ASIC, is conclusive evidence that the statement was so made. </w:t>
      </w:r>
      <w:r w:rsidR="00DD6890">
        <w:rPr>
          <w:rStyle w:val="Referencingstyle"/>
        </w:rPr>
        <w:t>[</w:t>
      </w:r>
      <w:r w:rsidR="00FF4D1F">
        <w:rPr>
          <w:rStyle w:val="Referencingstyle"/>
        </w:rPr>
        <w:t>Schedule 1, Part 1, item 1</w:t>
      </w:r>
      <w:r w:rsidR="002165E9">
        <w:rPr>
          <w:rStyle w:val="Referencingstyle"/>
        </w:rPr>
        <w:t>,</w:t>
      </w:r>
      <w:r w:rsidR="00FF4D1F">
        <w:rPr>
          <w:rStyle w:val="Referencingstyle"/>
        </w:rPr>
        <w:t xml:space="preserve"> subsection 1162B</w:t>
      </w:r>
      <w:r w:rsidR="00DD6890">
        <w:rPr>
          <w:rStyle w:val="Referencingstyle"/>
        </w:rPr>
        <w:t>(</w:t>
      </w:r>
      <w:r w:rsidR="00F7318E">
        <w:rPr>
          <w:rStyle w:val="Referencingstyle"/>
        </w:rPr>
        <w:t>4)</w:t>
      </w:r>
      <w:r w:rsidR="00DD6890">
        <w:rPr>
          <w:rStyle w:val="Referencingstyle"/>
        </w:rPr>
        <w:t>]</w:t>
      </w:r>
    </w:p>
    <w:p w14:paraId="5BF986AC" w14:textId="496D74CD" w:rsidR="00DD6890" w:rsidRPr="004A26C5" w:rsidRDefault="00F7318E" w:rsidP="00BB7B67">
      <w:pPr>
        <w:pStyle w:val="base-text-paragraph"/>
        <w:rPr>
          <w:rStyle w:val="Referencingstyle"/>
          <w:b w:val="0"/>
          <w:i w:val="0"/>
          <w:sz w:val="22"/>
        </w:rPr>
      </w:pPr>
      <w:r>
        <w:t>The day on which the auditor’s resignation takes effect is either</w:t>
      </w:r>
      <w:r w:rsidR="00FF4D1F">
        <w:t>:</w:t>
      </w:r>
      <w:r>
        <w:t xml:space="preserve"> the day specified in the notice of resignation; or the day ASIC consents to the resignation; or the day fixed by ASIC for </w:t>
      </w:r>
      <w:r w:rsidR="00FF4D1F">
        <w:t xml:space="preserve">the </w:t>
      </w:r>
      <w:r>
        <w:t xml:space="preserve">resignation. </w:t>
      </w:r>
      <w:r w:rsidR="004A26C5">
        <w:rPr>
          <w:rStyle w:val="Referencingstyle"/>
        </w:rPr>
        <w:t>[</w:t>
      </w:r>
      <w:r w:rsidR="00FF4D1F">
        <w:rPr>
          <w:rStyle w:val="Referencingstyle"/>
        </w:rPr>
        <w:t>Schedule 1, Part 1, item 1</w:t>
      </w:r>
      <w:r w:rsidR="002165E9">
        <w:rPr>
          <w:rStyle w:val="Referencingstyle"/>
        </w:rPr>
        <w:t xml:space="preserve">, </w:t>
      </w:r>
      <w:r w:rsidR="00FF4D1F">
        <w:rPr>
          <w:rStyle w:val="Referencingstyle"/>
        </w:rPr>
        <w:t>subsection 1162B</w:t>
      </w:r>
      <w:r w:rsidR="004A26C5">
        <w:rPr>
          <w:rStyle w:val="Referencingstyle"/>
        </w:rPr>
        <w:t>(5)</w:t>
      </w:r>
      <w:r>
        <w:rPr>
          <w:rStyle w:val="Referencingstyle"/>
        </w:rPr>
        <w:t>]</w:t>
      </w:r>
    </w:p>
    <w:p w14:paraId="079CE0A0" w14:textId="7D7F7590" w:rsidR="004A26C5" w:rsidRDefault="004A26C5" w:rsidP="00BB7B67">
      <w:pPr>
        <w:pStyle w:val="base-text-paragraph"/>
      </w:pPr>
      <w:r>
        <w:t xml:space="preserve">If the auditor of the compliance plan changes, the corporate director must, </w:t>
      </w:r>
      <w:r w:rsidR="00215605">
        <w:t>within 7 days</w:t>
      </w:r>
      <w:r>
        <w:t xml:space="preserve">, </w:t>
      </w:r>
      <w:r w:rsidR="00001797">
        <w:t>write to</w:t>
      </w:r>
      <w:r w:rsidR="004F10CC">
        <w:t xml:space="preserve"> </w:t>
      </w:r>
      <w:r>
        <w:t xml:space="preserve">ASIC </w:t>
      </w:r>
      <w:r w:rsidR="00001797">
        <w:t xml:space="preserve">asking it </w:t>
      </w:r>
      <w:r>
        <w:t xml:space="preserve">to alter the record of the CCIV’s registration to show the name of the new auditor. </w:t>
      </w:r>
      <w:r w:rsidR="00DE0556">
        <w:t xml:space="preserve">ASIC must comply with the request if the change complies with the Act. </w:t>
      </w:r>
      <w:r>
        <w:rPr>
          <w:rStyle w:val="Referencingstyle"/>
        </w:rPr>
        <w:t>[</w:t>
      </w:r>
      <w:r w:rsidR="00FF4D1F">
        <w:rPr>
          <w:rStyle w:val="Referencingstyle"/>
        </w:rPr>
        <w:t>Schedule 1, Part 1, item 1</w:t>
      </w:r>
      <w:r w:rsidR="002165E9">
        <w:rPr>
          <w:rStyle w:val="Referencingstyle"/>
        </w:rPr>
        <w:t xml:space="preserve">, </w:t>
      </w:r>
      <w:r w:rsidR="00FF4D1F">
        <w:rPr>
          <w:rStyle w:val="Referencingstyle"/>
        </w:rPr>
        <w:t>section 1162C</w:t>
      </w:r>
      <w:r>
        <w:rPr>
          <w:rStyle w:val="Referencingstyle"/>
        </w:rPr>
        <w:t>]</w:t>
      </w:r>
    </w:p>
    <w:p w14:paraId="7157320A" w14:textId="3B1B2A9A" w:rsidR="00BB7B67" w:rsidRPr="00BB7B67" w:rsidRDefault="00F7318E" w:rsidP="00BB7B67">
      <w:pPr>
        <w:pStyle w:val="base-text-paragraph"/>
      </w:pPr>
      <w:r>
        <w:t>The</w:t>
      </w:r>
      <w:r w:rsidR="00F8531B">
        <w:t>se</w:t>
      </w:r>
      <w:r w:rsidR="00BB7B67">
        <w:t xml:space="preserve"> requirements are substantially similar to</w:t>
      </w:r>
      <w:r>
        <w:t xml:space="preserve"> th</w:t>
      </w:r>
      <w:r w:rsidR="00A17CD6">
        <w:t>e requirements for changing the auditor of a compliance plan for a registered scheme</w:t>
      </w:r>
      <w:r>
        <w:t xml:space="preserve"> in</w:t>
      </w:r>
      <w:r w:rsidR="00BB7B67">
        <w:t xml:space="preserve"> section 601HH. </w:t>
      </w:r>
    </w:p>
    <w:p w14:paraId="28C6ADB4" w14:textId="77777777" w:rsidR="00D939F3" w:rsidRDefault="00D939F3" w:rsidP="006E24FD">
      <w:pPr>
        <w:pStyle w:val="dotpoint"/>
        <w:numPr>
          <w:ilvl w:val="0"/>
          <w:numId w:val="0"/>
        </w:numPr>
      </w:pPr>
    </w:p>
    <w:p w14:paraId="22334BA5" w14:textId="1BDB9F18" w:rsidR="00DB10B6" w:rsidRDefault="00DB10B6" w:rsidP="006E24FD">
      <w:pPr>
        <w:pStyle w:val="dotpoint"/>
        <w:numPr>
          <w:ilvl w:val="0"/>
          <w:numId w:val="0"/>
        </w:numPr>
      </w:pPr>
    </w:p>
    <w:p w14:paraId="064EE609" w14:textId="605D29CD" w:rsidR="00D939F3" w:rsidRPr="00C76F2A" w:rsidRDefault="00D939F3" w:rsidP="006E24FD">
      <w:pPr>
        <w:pStyle w:val="dotpoint"/>
        <w:numPr>
          <w:ilvl w:val="0"/>
          <w:numId w:val="0"/>
        </w:numPr>
        <w:sectPr w:rsidR="00D939F3" w:rsidRPr="00C76F2A" w:rsidSect="006D5E87">
          <w:headerReference w:type="even" r:id="rId35"/>
          <w:headerReference w:type="default" r:id="rId36"/>
          <w:footerReference w:type="even" r:id="rId37"/>
          <w:footerReference w:type="default" r:id="rId38"/>
          <w:footerReference w:type="first" r:id="rId39"/>
          <w:type w:val="oddPage"/>
          <w:pgSz w:w="11906" w:h="16838" w:code="9"/>
          <w:pgMar w:top="2466" w:right="2098" w:bottom="2466" w:left="2098" w:header="1559" w:footer="1899" w:gutter="0"/>
          <w:cols w:space="708"/>
          <w:titlePg/>
          <w:docGrid w:linePitch="360"/>
        </w:sectPr>
      </w:pPr>
    </w:p>
    <w:p w14:paraId="6DB1D960" w14:textId="6F4BAB3C" w:rsidR="00D30AE4" w:rsidRPr="00F51A71" w:rsidRDefault="00D30AE4" w:rsidP="006D5E87">
      <w:pPr>
        <w:pStyle w:val="ChapterHeading"/>
        <w:tabs>
          <w:tab w:val="clear" w:pos="1134"/>
          <w:tab w:val="num" w:pos="360"/>
        </w:tabs>
      </w:pPr>
      <w:r w:rsidRPr="00F51A71">
        <w:lastRenderedPageBreak/>
        <w:br/>
      </w:r>
      <w:bookmarkStart w:id="34" w:name="_Toc487789243"/>
      <w:bookmarkStart w:id="35" w:name="_Toc490215645"/>
      <w:bookmarkStart w:id="36" w:name="_Toc490217593"/>
      <w:bookmarkStart w:id="37" w:name="_Toc490223766"/>
      <w:bookmarkStart w:id="38" w:name="_Toc490245441"/>
      <w:bookmarkStart w:id="39" w:name="_Toc490758905"/>
      <w:bookmarkStart w:id="40" w:name="_Toc490759098"/>
      <w:bookmarkStart w:id="41" w:name="_Toc490812082"/>
      <w:bookmarkStart w:id="42" w:name="_Toc490814940"/>
      <w:r w:rsidR="004B74E5">
        <w:t>Corporate director</w:t>
      </w:r>
      <w:bookmarkEnd w:id="34"/>
      <w:bookmarkEnd w:id="35"/>
      <w:bookmarkEnd w:id="36"/>
      <w:bookmarkEnd w:id="37"/>
      <w:bookmarkEnd w:id="38"/>
      <w:bookmarkEnd w:id="39"/>
      <w:bookmarkEnd w:id="40"/>
      <w:bookmarkEnd w:id="41"/>
      <w:bookmarkEnd w:id="42"/>
    </w:p>
    <w:p w14:paraId="5AED178F" w14:textId="77777777" w:rsidR="00D30AE4" w:rsidRDefault="00D30AE4" w:rsidP="006D5E87">
      <w:pPr>
        <w:pStyle w:val="Heading2"/>
      </w:pPr>
      <w:r>
        <w:t>Outline of chapter</w:t>
      </w:r>
    </w:p>
    <w:p w14:paraId="2898C9F1" w14:textId="1DCE1C7C" w:rsidR="005E2A8B" w:rsidRDefault="005E2A8B" w:rsidP="006D5E87">
      <w:pPr>
        <w:pStyle w:val="base-text-paragraph"/>
      </w:pPr>
      <w:r>
        <w:t xml:space="preserve">Division 2 of Part 2 </w:t>
      </w:r>
      <w:r w:rsidR="008F4511">
        <w:t>of Chapter 7A</w:t>
      </w:r>
      <w:r>
        <w:t xml:space="preserve"> </w:t>
      </w:r>
      <w:r w:rsidR="0021335C">
        <w:t>establishes the legislative framework for</w:t>
      </w:r>
      <w:r w:rsidR="002E0C2F">
        <w:t xml:space="preserve"> the</w:t>
      </w:r>
      <w:r>
        <w:t xml:space="preserve"> </w:t>
      </w:r>
      <w:r w:rsidR="0021335C">
        <w:t>single corporate director of a CCIV</w:t>
      </w:r>
      <w:r>
        <w:t xml:space="preserve">. </w:t>
      </w:r>
    </w:p>
    <w:p w14:paraId="54ADA124" w14:textId="07278E9A" w:rsidR="00D30AE4" w:rsidRDefault="005E2A8B" w:rsidP="006D5E87">
      <w:pPr>
        <w:pStyle w:val="base-text-paragraph"/>
      </w:pPr>
      <w:r>
        <w:t xml:space="preserve">Division 3 of Part 3 </w:t>
      </w:r>
      <w:r w:rsidR="008F4511">
        <w:t>of Chapter 7A</w:t>
      </w:r>
      <w:r>
        <w:t xml:space="preserve"> sets out the </w:t>
      </w:r>
      <w:r w:rsidR="00A91189">
        <w:t xml:space="preserve">powers, </w:t>
      </w:r>
      <w:r>
        <w:t xml:space="preserve">duties </w:t>
      </w:r>
      <w:r w:rsidR="00A91189">
        <w:t>and other requirements for</w:t>
      </w:r>
      <w:r>
        <w:t xml:space="preserve"> the corporate director of </w:t>
      </w:r>
      <w:proofErr w:type="gramStart"/>
      <w:r>
        <w:t>a retail</w:t>
      </w:r>
      <w:proofErr w:type="gramEnd"/>
      <w:r>
        <w:t xml:space="preserve"> CCIV.</w:t>
      </w:r>
    </w:p>
    <w:p w14:paraId="4CB1461E" w14:textId="77777777" w:rsidR="00CC32FB" w:rsidRDefault="00CC32FB" w:rsidP="00CC32FB">
      <w:pPr>
        <w:pStyle w:val="Heading2"/>
      </w:pPr>
      <w:r>
        <w:t>Context of amendments</w:t>
      </w:r>
    </w:p>
    <w:p w14:paraId="5BCD6DDE" w14:textId="0A87EA0A" w:rsidR="005E2A8B" w:rsidRDefault="005E2A8B" w:rsidP="00E154AC">
      <w:pPr>
        <w:pStyle w:val="base-text-paragraph"/>
      </w:pPr>
      <w:r>
        <w:t xml:space="preserve">The </w:t>
      </w:r>
      <w:r w:rsidR="00BB17F4">
        <w:t>requirement for a CCIV to have a single corporate director</w:t>
      </w:r>
      <w:r>
        <w:t xml:space="preserve"> </w:t>
      </w:r>
      <w:r w:rsidR="008F4511">
        <w:t xml:space="preserve">draws </w:t>
      </w:r>
      <w:r w:rsidR="00BB17F4">
        <w:t>on aspects of</w:t>
      </w:r>
      <w:r w:rsidR="001D4EDB">
        <w:t xml:space="preserve"> the United Kingdom’s OEIC regime. OEICs </w:t>
      </w:r>
      <w:r w:rsidR="00320934">
        <w:t xml:space="preserve">may </w:t>
      </w:r>
      <w:r w:rsidR="001D4EDB">
        <w:t xml:space="preserve">have either an authorised corporate director or a board of natural persons, but funds overwhelmingly choose to have an authorised corporate director for reasons of governance and cost-effectiveness. </w:t>
      </w:r>
    </w:p>
    <w:p w14:paraId="1AD2C887" w14:textId="0CDB8BE2" w:rsidR="001D4EDB" w:rsidRDefault="001D4EDB" w:rsidP="00E154AC">
      <w:pPr>
        <w:pStyle w:val="base-text-paragraph"/>
      </w:pPr>
      <w:r>
        <w:t xml:space="preserve">A single corporate director model </w:t>
      </w:r>
      <w:r w:rsidR="00BB17F4">
        <w:t xml:space="preserve">aligns with the existing responsible entity model for the operation of registered schemes and </w:t>
      </w:r>
      <w:r>
        <w:t xml:space="preserve">provides a simpler governance structure with clearer lines of responsibility than a board of </w:t>
      </w:r>
      <w:r w:rsidR="00BB17F4">
        <w:t xml:space="preserve">individual </w:t>
      </w:r>
      <w:r>
        <w:t xml:space="preserve">directors. </w:t>
      </w:r>
    </w:p>
    <w:p w14:paraId="24176343" w14:textId="06C531F0" w:rsidR="00725EC8" w:rsidRDefault="002E0C2F" w:rsidP="00725EC8">
      <w:pPr>
        <w:pStyle w:val="base-text-paragraph"/>
      </w:pPr>
      <w:r>
        <w:t xml:space="preserve">The single corporate director </w:t>
      </w:r>
      <w:r w:rsidR="00BB17F4">
        <w:t>must be</w:t>
      </w:r>
      <w:r>
        <w:t xml:space="preserve"> a separate company</w:t>
      </w:r>
      <w:r w:rsidR="00BB17F4">
        <w:t xml:space="preserve"> to the CCIV. </w:t>
      </w:r>
      <w:r w:rsidR="00E154AC">
        <w:t xml:space="preserve">As the sole director, the corporate director will be responsible for both the governance and operation of the CCIV. </w:t>
      </w:r>
    </w:p>
    <w:p w14:paraId="00AE5517" w14:textId="77777777" w:rsidR="00D30AE4" w:rsidRDefault="00D30AE4" w:rsidP="006D5E87">
      <w:pPr>
        <w:pStyle w:val="Heading2"/>
      </w:pPr>
      <w:r>
        <w:t>Summary of new law</w:t>
      </w:r>
    </w:p>
    <w:p w14:paraId="2D430E37" w14:textId="13B4F892" w:rsidR="0021335C" w:rsidRDefault="0021335C" w:rsidP="00304AC7">
      <w:pPr>
        <w:pStyle w:val="base-text-paragraph"/>
        <w:numPr>
          <w:ilvl w:val="1"/>
          <w:numId w:val="43"/>
        </w:numPr>
      </w:pPr>
      <w:r>
        <w:t xml:space="preserve">Division 2 of Part 2 </w:t>
      </w:r>
      <w:r w:rsidR="008F4511">
        <w:t>of Chapter 7A</w:t>
      </w:r>
      <w:r>
        <w:t xml:space="preserve"> establishes the legislative framework for the single corporate director of a CCIV. </w:t>
      </w:r>
    </w:p>
    <w:p w14:paraId="282DAE3D" w14:textId="3DD11E82" w:rsidR="002E0C2F" w:rsidRDefault="00BB2C1D" w:rsidP="007652F1">
      <w:pPr>
        <w:pStyle w:val="base-text-paragraph"/>
        <w:numPr>
          <w:ilvl w:val="1"/>
          <w:numId w:val="43"/>
        </w:numPr>
      </w:pPr>
      <w:r w:rsidRPr="001B704A">
        <w:t xml:space="preserve">Subdivision </w:t>
      </w:r>
      <w:proofErr w:type="gramStart"/>
      <w:r w:rsidRPr="001B704A">
        <w:t>A</w:t>
      </w:r>
      <w:proofErr w:type="gramEnd"/>
      <w:r w:rsidR="002E0C2F">
        <w:t xml:space="preserve"> </w:t>
      </w:r>
      <w:r w:rsidR="008F4511">
        <w:t>of Division 2</w:t>
      </w:r>
      <w:r w:rsidR="002E0C2F">
        <w:t xml:space="preserve"> </w:t>
      </w:r>
      <w:r w:rsidR="001B704A">
        <w:t>establishes the requirements of the single corporate director</w:t>
      </w:r>
      <w:r w:rsidR="002E0C2F">
        <w:t>. That is</w:t>
      </w:r>
      <w:r w:rsidR="007652F1">
        <w:t xml:space="preserve">, </w:t>
      </w:r>
      <w:r w:rsidR="002E0C2F">
        <w:t xml:space="preserve">the </w:t>
      </w:r>
      <w:r w:rsidR="001B704A">
        <w:t>basic requirements to be a corporate director</w:t>
      </w:r>
      <w:r w:rsidR="007652F1">
        <w:t xml:space="preserve"> and </w:t>
      </w:r>
      <w:r w:rsidR="002E0C2F">
        <w:t>the powers of the corporate director</w:t>
      </w:r>
      <w:r w:rsidR="007652F1">
        <w:t xml:space="preserve">. </w:t>
      </w:r>
    </w:p>
    <w:p w14:paraId="45195E5D" w14:textId="1A8C3081" w:rsidR="001B704A" w:rsidRDefault="001B704A" w:rsidP="006D5E87">
      <w:pPr>
        <w:pStyle w:val="base-text-paragraph"/>
      </w:pPr>
      <w:r>
        <w:t xml:space="preserve">Subdivision B of Division </w:t>
      </w:r>
      <w:r w:rsidR="008F4511">
        <w:t>2</w:t>
      </w:r>
      <w:r>
        <w:t xml:space="preserve"> sets out the rules for replacing the corporate director,</w:t>
      </w:r>
      <w:r w:rsidRPr="001B704A">
        <w:t xml:space="preserve"> </w:t>
      </w:r>
      <w:r>
        <w:t>whether by retirement or removal.</w:t>
      </w:r>
    </w:p>
    <w:p w14:paraId="7F9BA35E" w14:textId="378906A5" w:rsidR="0021335C" w:rsidRDefault="002E0C2F" w:rsidP="006D5E87">
      <w:pPr>
        <w:pStyle w:val="base-text-paragraph"/>
      </w:pPr>
      <w:r>
        <w:lastRenderedPageBreak/>
        <w:t xml:space="preserve">Division 3 of Part 3 of </w:t>
      </w:r>
      <w:r w:rsidR="008F4511">
        <w:t>Chapter 7A</w:t>
      </w:r>
      <w:r>
        <w:t xml:space="preserve"> sets out the duties owed by the corporate director of a retail CCIV</w:t>
      </w:r>
      <w:r w:rsidR="00375C68">
        <w:t xml:space="preserve">, including by its officers and employees. </w:t>
      </w:r>
      <w:r w:rsidR="007652F1" w:rsidRPr="007652F1">
        <w:t xml:space="preserve">It </w:t>
      </w:r>
      <w:r w:rsidR="00A91189">
        <w:t xml:space="preserve">also </w:t>
      </w:r>
      <w:r w:rsidR="00B52F22">
        <w:t>requires</w:t>
      </w:r>
      <w:r w:rsidR="00320934" w:rsidRPr="007652F1">
        <w:t xml:space="preserve"> </w:t>
      </w:r>
      <w:r w:rsidR="007652F1" w:rsidRPr="007652F1">
        <w:t xml:space="preserve">at least half of the directors of the corporate director </w:t>
      </w:r>
      <w:r w:rsidR="007652F1">
        <w:t xml:space="preserve">of </w:t>
      </w:r>
      <w:proofErr w:type="gramStart"/>
      <w:r w:rsidR="007652F1">
        <w:t>a retail</w:t>
      </w:r>
      <w:proofErr w:type="gramEnd"/>
      <w:r w:rsidR="007652F1">
        <w:t xml:space="preserve"> CCIV </w:t>
      </w:r>
      <w:r w:rsidR="00B52F22">
        <w:t>to be</w:t>
      </w:r>
      <w:r w:rsidR="00B52F22" w:rsidRPr="007652F1">
        <w:t xml:space="preserve"> </w:t>
      </w:r>
      <w:r w:rsidR="007652F1" w:rsidRPr="007652F1">
        <w:t>external directors.</w:t>
      </w:r>
      <w:r w:rsidR="00A91189" w:rsidRPr="00A91189">
        <w:t xml:space="preserve"> </w:t>
      </w:r>
      <w:r w:rsidR="00A91189">
        <w:t>These requirements do not apply to the corporate director of a wholesale CCIV.</w:t>
      </w:r>
    </w:p>
    <w:p w14:paraId="6932AF5E" w14:textId="77777777" w:rsidR="00D30AE4" w:rsidRDefault="00D30AE4" w:rsidP="006D5E87">
      <w:pPr>
        <w:pStyle w:val="Heading2"/>
      </w:pPr>
      <w:r>
        <w:t>Detailed explanation of new law</w:t>
      </w:r>
    </w:p>
    <w:p w14:paraId="483A3DB7" w14:textId="3C799E61" w:rsidR="004B74E5" w:rsidRDefault="00581984" w:rsidP="004B74E5">
      <w:pPr>
        <w:pStyle w:val="Heading3"/>
      </w:pPr>
      <w:r>
        <w:t>Requirement for</w:t>
      </w:r>
      <w:r w:rsidR="00101E84">
        <w:t xml:space="preserve"> </w:t>
      </w:r>
      <w:r w:rsidR="00E853F8">
        <w:t xml:space="preserve">single </w:t>
      </w:r>
      <w:r w:rsidR="00101E84">
        <w:t>corporate director</w:t>
      </w:r>
    </w:p>
    <w:p w14:paraId="1F713260" w14:textId="73AAB73E" w:rsidR="00EA7D61" w:rsidRPr="00EA7D61" w:rsidRDefault="00EA7D61" w:rsidP="00AE70FC">
      <w:pPr>
        <w:pStyle w:val="Heading4"/>
      </w:pPr>
      <w:r>
        <w:t xml:space="preserve">Basic requirements </w:t>
      </w:r>
    </w:p>
    <w:p w14:paraId="2F7A0D97" w14:textId="7DF61193" w:rsidR="004B74E5" w:rsidRPr="00A24808" w:rsidRDefault="004A691F" w:rsidP="00A24808">
      <w:pPr>
        <w:pStyle w:val="base-text-paragraph"/>
        <w:rPr>
          <w:rStyle w:val="Referencingstyle"/>
          <w:b w:val="0"/>
          <w:i w:val="0"/>
          <w:sz w:val="22"/>
        </w:rPr>
      </w:pPr>
      <w:r>
        <w:t xml:space="preserve">A CCIV must be operated by a single corporate director. </w:t>
      </w:r>
      <w:r w:rsidR="00A24808">
        <w:t xml:space="preserve">The corporate director of a CCIV must be </w:t>
      </w:r>
      <w:r w:rsidR="005379EC">
        <w:t xml:space="preserve">a </w:t>
      </w:r>
      <w:r w:rsidR="004B74E5">
        <w:t>public company that holds an Australian financial services licence au</w:t>
      </w:r>
      <w:r w:rsidR="00615713">
        <w:t xml:space="preserve">thorising it to operate a CCIV. </w:t>
      </w:r>
      <w:r w:rsidR="00615713">
        <w:rPr>
          <w:rStyle w:val="Referencingstyle"/>
        </w:rPr>
        <w:t>[</w:t>
      </w:r>
      <w:r w:rsidR="008E1F49">
        <w:rPr>
          <w:rStyle w:val="Referencingstyle"/>
        </w:rPr>
        <w:t xml:space="preserve">Schedule </w:t>
      </w:r>
      <w:r w:rsidR="008F4511">
        <w:rPr>
          <w:rStyle w:val="Referencingstyle"/>
        </w:rPr>
        <w:t>1, Parts 1 and 2, items 1 and 3</w:t>
      </w:r>
      <w:r w:rsidR="008E1F49">
        <w:rPr>
          <w:rStyle w:val="Referencingstyle"/>
        </w:rPr>
        <w:t xml:space="preserve">, </w:t>
      </w:r>
      <w:r w:rsidR="00CC094D">
        <w:rPr>
          <w:rStyle w:val="Referencingstyle"/>
        </w:rPr>
        <w:t xml:space="preserve">the definition of ‘corporate director’ in section 9, and </w:t>
      </w:r>
      <w:r w:rsidR="008F4511">
        <w:rPr>
          <w:rStyle w:val="Referencingstyle"/>
        </w:rPr>
        <w:t>subsections 1138(1) and (2</w:t>
      </w:r>
      <w:r w:rsidR="0035124C">
        <w:rPr>
          <w:rStyle w:val="Referencingstyle"/>
        </w:rPr>
        <w:t xml:space="preserve">) and </w:t>
      </w:r>
      <w:r w:rsidR="008F4511">
        <w:rPr>
          <w:rStyle w:val="Referencingstyle"/>
        </w:rPr>
        <w:t>1138A</w:t>
      </w:r>
      <w:r w:rsidR="00E853F8">
        <w:rPr>
          <w:rStyle w:val="Referencingstyle"/>
        </w:rPr>
        <w:t>(1)</w:t>
      </w:r>
      <w:r w:rsidR="00615713">
        <w:rPr>
          <w:rStyle w:val="Referencingstyle"/>
        </w:rPr>
        <w:t>]</w:t>
      </w:r>
      <w:r w:rsidR="00E4508C">
        <w:rPr>
          <w:rStyle w:val="Referencingstyle"/>
        </w:rPr>
        <w:t xml:space="preserve"> </w:t>
      </w:r>
    </w:p>
    <w:p w14:paraId="75C68F04" w14:textId="2C09BB50" w:rsidR="00A24808" w:rsidRPr="0056728C" w:rsidRDefault="00A24808" w:rsidP="00A24808">
      <w:pPr>
        <w:pStyle w:val="base-text-paragraph"/>
      </w:pPr>
      <w:r w:rsidRPr="0056728C">
        <w:t xml:space="preserve">A foreign company registered under Division 2 of Part 5B.2 may not be </w:t>
      </w:r>
      <w:r>
        <w:t xml:space="preserve">the corporate director of </w:t>
      </w:r>
      <w:r w:rsidR="008F4511">
        <w:t>a</w:t>
      </w:r>
      <w:r w:rsidRPr="0056728C">
        <w:t xml:space="preserve"> CCIV. </w:t>
      </w:r>
      <w:r w:rsidR="008F4511">
        <w:rPr>
          <w:rStyle w:val="Referencingstyle"/>
        </w:rPr>
        <w:t xml:space="preserve">[Schedule 1, Part 1, item 1, subsection 1138(3)] </w:t>
      </w:r>
      <w:r w:rsidR="005379EC">
        <w:t>This</w:t>
      </w:r>
      <w:r w:rsidR="004A691F">
        <w:t xml:space="preserve"> restriction</w:t>
      </w:r>
      <w:r w:rsidR="005379EC">
        <w:t xml:space="preserve"> is merely declaratory of </w:t>
      </w:r>
      <w:r w:rsidR="004A691F">
        <w:t xml:space="preserve">the </w:t>
      </w:r>
      <w:r w:rsidR="005379EC">
        <w:t xml:space="preserve">existing law </w:t>
      </w:r>
      <w:r w:rsidR="004A691F">
        <w:t xml:space="preserve">as </w:t>
      </w:r>
      <w:r w:rsidR="005379EC">
        <w:t>a public company can only be registered under Chapter 2A</w:t>
      </w:r>
      <w:r w:rsidR="00D1730D">
        <w:t xml:space="preserve"> or Part 5B.1</w:t>
      </w:r>
      <w:r w:rsidR="005379EC">
        <w:t>.</w:t>
      </w:r>
      <w:r w:rsidR="00451E11">
        <w:t xml:space="preserve"> </w:t>
      </w:r>
    </w:p>
    <w:p w14:paraId="45130A91" w14:textId="377B4A00" w:rsidR="00451E11" w:rsidRPr="008E1F49" w:rsidRDefault="00371E9E" w:rsidP="004B74E5">
      <w:pPr>
        <w:pStyle w:val="base-text-paragraph"/>
        <w:rPr>
          <w:rStyle w:val="Referencingstyle"/>
          <w:b w:val="0"/>
          <w:i w:val="0"/>
          <w:sz w:val="22"/>
        </w:rPr>
      </w:pPr>
      <w:r>
        <w:t>The corporate d</w:t>
      </w:r>
      <w:r w:rsidR="00451E11">
        <w:t xml:space="preserve">irector is </w:t>
      </w:r>
      <w:r w:rsidR="00B52F22">
        <w:t>the sole director of</w:t>
      </w:r>
      <w:r w:rsidR="00451E11">
        <w:t xml:space="preserve"> the CCIV</w:t>
      </w:r>
      <w:r w:rsidR="00262CFC">
        <w:t xml:space="preserve"> and the CCIV must not have any other officers or employees</w:t>
      </w:r>
      <w:r w:rsidR="00451E11">
        <w:t xml:space="preserve">. </w:t>
      </w:r>
      <w:r w:rsidR="00451E11">
        <w:rPr>
          <w:rStyle w:val="Referencingstyle"/>
        </w:rPr>
        <w:t>[</w:t>
      </w:r>
      <w:r w:rsidR="008F4511">
        <w:rPr>
          <w:rStyle w:val="Referencingstyle"/>
        </w:rPr>
        <w:t>Schedule 1, Part 1</w:t>
      </w:r>
      <w:r w:rsidR="008E1F49">
        <w:rPr>
          <w:rStyle w:val="Referencingstyle"/>
        </w:rPr>
        <w:t>, item</w:t>
      </w:r>
      <w:r w:rsidR="008F4511">
        <w:rPr>
          <w:rStyle w:val="Referencingstyle"/>
        </w:rPr>
        <w:t xml:space="preserve"> 1</w:t>
      </w:r>
      <w:r w:rsidR="008E1F49">
        <w:rPr>
          <w:rStyle w:val="Referencingstyle"/>
        </w:rPr>
        <w:t xml:space="preserve">, </w:t>
      </w:r>
      <w:r w:rsidR="00E315D4">
        <w:rPr>
          <w:rStyle w:val="Referencingstyle"/>
        </w:rPr>
        <w:t>subsection 1137B</w:t>
      </w:r>
      <w:r w:rsidR="00451E11">
        <w:rPr>
          <w:rStyle w:val="Referencingstyle"/>
        </w:rPr>
        <w:t>]</w:t>
      </w:r>
      <w:r w:rsidR="00262CFC">
        <w:rPr>
          <w:rStyle w:val="Referencingstyle"/>
        </w:rPr>
        <w:t xml:space="preserve"> </w:t>
      </w:r>
      <w:r w:rsidR="00262CFC" w:rsidRPr="00262CFC">
        <w:rPr>
          <w:rStyle w:val="Referencingstyle"/>
          <w:b w:val="0"/>
          <w:i w:val="0"/>
          <w:sz w:val="22"/>
        </w:rPr>
        <w:t>This ensure</w:t>
      </w:r>
      <w:r w:rsidR="00933A2F">
        <w:rPr>
          <w:rStyle w:val="Referencingstyle"/>
          <w:b w:val="0"/>
          <w:i w:val="0"/>
          <w:sz w:val="22"/>
        </w:rPr>
        <w:t>s</w:t>
      </w:r>
      <w:r w:rsidR="00262CFC" w:rsidRPr="00262CFC">
        <w:rPr>
          <w:rStyle w:val="Referencingstyle"/>
          <w:b w:val="0"/>
          <w:i w:val="0"/>
          <w:sz w:val="22"/>
        </w:rPr>
        <w:t xml:space="preserve"> that </w:t>
      </w:r>
      <w:r w:rsidR="00933A2F">
        <w:rPr>
          <w:rStyle w:val="Referencingstyle"/>
          <w:b w:val="0"/>
          <w:i w:val="0"/>
          <w:sz w:val="22"/>
        </w:rPr>
        <w:t>a</w:t>
      </w:r>
      <w:r w:rsidR="00262CFC" w:rsidRPr="00262CFC">
        <w:rPr>
          <w:rStyle w:val="Referencingstyle"/>
          <w:b w:val="0"/>
          <w:i w:val="0"/>
          <w:sz w:val="22"/>
        </w:rPr>
        <w:t xml:space="preserve"> CCIV does not </w:t>
      </w:r>
      <w:r w:rsidR="00262CFC">
        <w:rPr>
          <w:rStyle w:val="Referencingstyle"/>
          <w:b w:val="0"/>
          <w:i w:val="0"/>
          <w:sz w:val="22"/>
        </w:rPr>
        <w:t xml:space="preserve">undertake </w:t>
      </w:r>
      <w:r w:rsidR="00933A2F">
        <w:rPr>
          <w:rStyle w:val="Referencingstyle"/>
          <w:b w:val="0"/>
          <w:i w:val="0"/>
          <w:sz w:val="22"/>
        </w:rPr>
        <w:t xml:space="preserve">an active </w:t>
      </w:r>
      <w:r w:rsidR="00262CFC" w:rsidRPr="00262CFC">
        <w:rPr>
          <w:rStyle w:val="Referencingstyle"/>
          <w:b w:val="0"/>
          <w:i w:val="0"/>
          <w:sz w:val="22"/>
        </w:rPr>
        <w:t>business.</w:t>
      </w:r>
    </w:p>
    <w:p w14:paraId="10AC6D00" w14:textId="31618829" w:rsidR="00262CFC" w:rsidRDefault="00262CFC" w:rsidP="00262CFC">
      <w:pPr>
        <w:pStyle w:val="base-text-paragraph"/>
      </w:pPr>
      <w:r>
        <w:t xml:space="preserve">The corporate director of </w:t>
      </w:r>
      <w:proofErr w:type="gramStart"/>
      <w:r>
        <w:t>a retail</w:t>
      </w:r>
      <w:proofErr w:type="gramEnd"/>
      <w:r>
        <w:t xml:space="preserve"> CCIV owes specific statutory duties that are discussed below at </w:t>
      </w:r>
      <w:r w:rsidRPr="009D5DEB">
        <w:t xml:space="preserve">paragraphs </w:t>
      </w:r>
      <w:r w:rsidR="0053342D" w:rsidRPr="009D5DEB">
        <w:fldChar w:fldCharType="begin"/>
      </w:r>
      <w:r w:rsidR="0053342D" w:rsidRPr="009D5DEB">
        <w:instrText xml:space="preserve"> REF _Ref490122054 \r \h </w:instrText>
      </w:r>
      <w:r w:rsidR="00E315D4" w:rsidRPr="009D5DEB">
        <w:instrText xml:space="preserve"> \* MERGEFORMAT </w:instrText>
      </w:r>
      <w:r w:rsidR="0053342D" w:rsidRPr="009D5DEB">
        <w:fldChar w:fldCharType="separate"/>
      </w:r>
      <w:r w:rsidR="004C78A6">
        <w:t>3.55</w:t>
      </w:r>
      <w:r w:rsidR="0053342D" w:rsidRPr="009D5DEB">
        <w:fldChar w:fldCharType="end"/>
      </w:r>
      <w:r w:rsidRPr="009D5DEB">
        <w:t xml:space="preserve"> to</w:t>
      </w:r>
      <w:r w:rsidR="00940C6B">
        <w:t xml:space="preserve"> </w:t>
      </w:r>
      <w:r w:rsidR="00940C6B">
        <w:fldChar w:fldCharType="begin"/>
      </w:r>
      <w:r w:rsidR="00940C6B">
        <w:instrText xml:space="preserve"> REF _Ref490814254 \r \h </w:instrText>
      </w:r>
      <w:r w:rsidR="00940C6B">
        <w:fldChar w:fldCharType="separate"/>
      </w:r>
      <w:r w:rsidR="004C78A6">
        <w:t>3.64</w:t>
      </w:r>
      <w:r w:rsidR="00940C6B">
        <w:fldChar w:fldCharType="end"/>
      </w:r>
      <w:r w:rsidRPr="009D5DEB">
        <w:t>.</w:t>
      </w:r>
      <w:r>
        <w:t xml:space="preserve"> </w:t>
      </w:r>
    </w:p>
    <w:p w14:paraId="080F462C" w14:textId="4908A281" w:rsidR="00EA7D61" w:rsidRDefault="004A691F" w:rsidP="00AE70FC">
      <w:pPr>
        <w:pStyle w:val="Heading4"/>
      </w:pPr>
      <w:r>
        <w:t>Powers of corporate director</w:t>
      </w:r>
    </w:p>
    <w:p w14:paraId="2AD80684" w14:textId="0BD12DD2" w:rsidR="004A691F" w:rsidRPr="004A691F" w:rsidRDefault="004A691F" w:rsidP="00712B4B">
      <w:pPr>
        <w:pStyle w:val="base-text-paragraph"/>
      </w:pPr>
      <w:r>
        <w:t xml:space="preserve">The corporate director must operate the CCIV and perform the functions conferred on it by the CCIV’s constitution and the Act. </w:t>
      </w:r>
      <w:r w:rsidR="0096702A">
        <w:rPr>
          <w:rStyle w:val="Referencingstyle"/>
        </w:rPr>
        <w:t>[Schedule 1</w:t>
      </w:r>
      <w:r>
        <w:rPr>
          <w:rStyle w:val="Referencingstyle"/>
        </w:rPr>
        <w:t xml:space="preserve">, </w:t>
      </w:r>
      <w:r w:rsidR="0096702A">
        <w:rPr>
          <w:rStyle w:val="Referencingstyle"/>
        </w:rPr>
        <w:t>Part 1, item 1</w:t>
      </w:r>
      <w:r>
        <w:rPr>
          <w:rStyle w:val="Referencingstyle"/>
        </w:rPr>
        <w:t>,</w:t>
      </w:r>
      <w:r w:rsidR="0096702A">
        <w:rPr>
          <w:rStyle w:val="Referencingstyle"/>
        </w:rPr>
        <w:t xml:space="preserve"> subsection 1138A(1)</w:t>
      </w:r>
      <w:r>
        <w:rPr>
          <w:rStyle w:val="Referencingstyle"/>
        </w:rPr>
        <w:t>]</w:t>
      </w:r>
    </w:p>
    <w:p w14:paraId="39405BEB" w14:textId="43034B42" w:rsidR="00371E9E" w:rsidRPr="00451E11" w:rsidRDefault="00451E11" w:rsidP="004B74E5">
      <w:pPr>
        <w:pStyle w:val="base-text-paragraph"/>
        <w:rPr>
          <w:rStyle w:val="Referencingstyle"/>
          <w:b w:val="0"/>
          <w:i w:val="0"/>
          <w:sz w:val="22"/>
        </w:rPr>
      </w:pPr>
      <w:r>
        <w:t>The corporate director may appoint an agent or otherwise engage a person to do anything it is authorised to do in connection with the CCIV.</w:t>
      </w:r>
      <w:r w:rsidR="00F100A4">
        <w:t xml:space="preserve"> This allows the corporate director to engage specialist expertise to assist it in performing its functions.</w:t>
      </w:r>
      <w:r>
        <w:t xml:space="preserve"> However, the agent or person </w:t>
      </w:r>
      <w:r w:rsidR="004A691F">
        <w:t>must not be</w:t>
      </w:r>
      <w:r>
        <w:t xml:space="preserve"> the depositary of the CCIV</w:t>
      </w:r>
      <w:r w:rsidR="004A691F">
        <w:t>.</w:t>
      </w:r>
      <w:r w:rsidR="004A691F" w:rsidDel="004A691F">
        <w:t xml:space="preserve"> </w:t>
      </w:r>
      <w:r>
        <w:t xml:space="preserve"> </w:t>
      </w:r>
      <w:r>
        <w:rPr>
          <w:rStyle w:val="Referencingstyle"/>
        </w:rPr>
        <w:t>[</w:t>
      </w:r>
      <w:r w:rsidR="0096702A">
        <w:rPr>
          <w:rStyle w:val="Referencingstyle"/>
        </w:rPr>
        <w:t>Schedule 1, Part 1, item 1</w:t>
      </w:r>
      <w:r w:rsidR="008E1F49">
        <w:rPr>
          <w:rStyle w:val="Referencingstyle"/>
        </w:rPr>
        <w:t xml:space="preserve">, </w:t>
      </w:r>
      <w:r w:rsidR="0096702A">
        <w:rPr>
          <w:rStyle w:val="Referencingstyle"/>
        </w:rPr>
        <w:t>subsection 1138A</w:t>
      </w:r>
      <w:r>
        <w:rPr>
          <w:rStyle w:val="Referencingstyle"/>
        </w:rPr>
        <w:t>(2)]</w:t>
      </w:r>
    </w:p>
    <w:p w14:paraId="240CE709" w14:textId="0FD2ACDB" w:rsidR="00A7521A" w:rsidRPr="003E0DED" w:rsidRDefault="00B52F22" w:rsidP="00FD1E86">
      <w:pPr>
        <w:pStyle w:val="base-text-paragraph"/>
        <w:rPr>
          <w:rStyle w:val="Referencingstyle"/>
          <w:b w:val="0"/>
          <w:i w:val="0"/>
          <w:sz w:val="22"/>
        </w:rPr>
      </w:pPr>
      <w:r>
        <w:t>However, i</w:t>
      </w:r>
      <w:r w:rsidR="00FD1E86">
        <w:t>f the corporate director appoints an agent or otherwise engages a person</w:t>
      </w:r>
      <w:r w:rsidR="006A47DC">
        <w:t>,</w:t>
      </w:r>
      <w:r w:rsidR="00FD1E86">
        <w:t xml:space="preserve"> the corporate director </w:t>
      </w:r>
      <w:r w:rsidR="006A47DC">
        <w:t xml:space="preserve">still </w:t>
      </w:r>
      <w:r w:rsidR="00FD1E86">
        <w:t xml:space="preserve">remains ultimately </w:t>
      </w:r>
      <w:r w:rsidR="00FD1E86">
        <w:lastRenderedPageBreak/>
        <w:t xml:space="preserve">liable to </w:t>
      </w:r>
      <w:r w:rsidR="004A691F">
        <w:t>the CCIV</w:t>
      </w:r>
      <w:r w:rsidR="00FD1E86">
        <w:t xml:space="preserve">, even if the agent or person acts fraudulently or outside the scope of the authority or engagement. </w:t>
      </w:r>
      <w:r w:rsidR="00A7521A">
        <w:rPr>
          <w:rStyle w:val="Referencingstyle"/>
        </w:rPr>
        <w:t>[</w:t>
      </w:r>
      <w:r w:rsidR="0096702A">
        <w:rPr>
          <w:rStyle w:val="Referencingstyle"/>
        </w:rPr>
        <w:t>Schedule 1, Part 1, item 1</w:t>
      </w:r>
      <w:r w:rsidR="008E1F49">
        <w:rPr>
          <w:rStyle w:val="Referencingstyle"/>
        </w:rPr>
        <w:t>,</w:t>
      </w:r>
      <w:r w:rsidR="0096702A">
        <w:rPr>
          <w:rStyle w:val="Referencingstyle"/>
        </w:rPr>
        <w:t xml:space="preserve"> paragraph 1138A</w:t>
      </w:r>
      <w:r w:rsidR="00A7521A">
        <w:rPr>
          <w:rStyle w:val="Referencingstyle"/>
        </w:rPr>
        <w:t>(3)(a)]</w:t>
      </w:r>
    </w:p>
    <w:p w14:paraId="0561D68A" w14:textId="78A379C2" w:rsidR="003E0DED" w:rsidRDefault="006A47DC" w:rsidP="00FD1E86">
      <w:pPr>
        <w:pStyle w:val="base-text-paragraph"/>
      </w:pPr>
      <w:r>
        <w:rPr>
          <w:lang w:val="en-US"/>
        </w:rPr>
        <w:t xml:space="preserve">This means </w:t>
      </w:r>
      <w:r w:rsidR="008A3928" w:rsidRPr="008A3928">
        <w:rPr>
          <w:lang w:val="en-US"/>
        </w:rPr>
        <w:t xml:space="preserve">the </w:t>
      </w:r>
      <w:r w:rsidR="008A3928">
        <w:rPr>
          <w:lang w:val="en-US"/>
        </w:rPr>
        <w:t xml:space="preserve">corporate director </w:t>
      </w:r>
      <w:r w:rsidR="008A3928" w:rsidRPr="008A3928">
        <w:rPr>
          <w:lang w:val="en-US"/>
        </w:rPr>
        <w:t xml:space="preserve">is liable to </w:t>
      </w:r>
      <w:r w:rsidR="004A691F">
        <w:rPr>
          <w:lang w:val="en-US"/>
        </w:rPr>
        <w:t>the CCIV</w:t>
      </w:r>
      <w:r w:rsidR="008A3928" w:rsidRPr="008A3928">
        <w:rPr>
          <w:lang w:val="en-US"/>
        </w:rPr>
        <w:t xml:space="preserve"> for any act or omission in relat</w:t>
      </w:r>
      <w:r w:rsidR="008A3928">
        <w:rPr>
          <w:lang w:val="en-US"/>
        </w:rPr>
        <w:t xml:space="preserve">ion to the affairs of the </w:t>
      </w:r>
      <w:proofErr w:type="gramStart"/>
      <w:r w:rsidR="008A3928">
        <w:rPr>
          <w:lang w:val="en-US"/>
        </w:rPr>
        <w:t>CCIV</w:t>
      </w:r>
      <w:r>
        <w:rPr>
          <w:lang w:val="en-US"/>
        </w:rPr>
        <w:t>,</w:t>
      </w:r>
      <w:proofErr w:type="gramEnd"/>
      <w:r>
        <w:rPr>
          <w:lang w:val="en-US"/>
        </w:rPr>
        <w:t xml:space="preserve"> and t</w:t>
      </w:r>
      <w:r w:rsidR="008A3928">
        <w:rPr>
          <w:lang w:val="en-US"/>
        </w:rPr>
        <w:t xml:space="preserve">he onus </w:t>
      </w:r>
      <w:r>
        <w:rPr>
          <w:lang w:val="en-US"/>
        </w:rPr>
        <w:t xml:space="preserve">is </w:t>
      </w:r>
      <w:r w:rsidR="008A3928">
        <w:rPr>
          <w:lang w:val="en-US"/>
        </w:rPr>
        <w:t xml:space="preserve">upon the corporate director to make good to </w:t>
      </w:r>
      <w:r w:rsidR="004A691F">
        <w:rPr>
          <w:lang w:val="en-US"/>
        </w:rPr>
        <w:t xml:space="preserve">the CCIV </w:t>
      </w:r>
      <w:r w:rsidR="008A3928">
        <w:rPr>
          <w:lang w:val="en-US"/>
        </w:rPr>
        <w:t>any losses suffered</w:t>
      </w:r>
      <w:r w:rsidR="008A3928" w:rsidRPr="008A3928">
        <w:rPr>
          <w:lang w:val="en-US"/>
        </w:rPr>
        <w:t xml:space="preserve"> as a result of the conduct of persons engaged by the </w:t>
      </w:r>
      <w:r w:rsidR="008A3928">
        <w:rPr>
          <w:lang w:val="en-US"/>
        </w:rPr>
        <w:t>corporate director</w:t>
      </w:r>
      <w:r w:rsidR="008A3928" w:rsidRPr="008A3928">
        <w:rPr>
          <w:lang w:val="en-US"/>
        </w:rPr>
        <w:t xml:space="preserve"> in relation to the </w:t>
      </w:r>
      <w:r w:rsidR="008A3928">
        <w:rPr>
          <w:lang w:val="en-US"/>
        </w:rPr>
        <w:t>CCIV</w:t>
      </w:r>
      <w:r w:rsidR="008A3928" w:rsidRPr="008A3928">
        <w:rPr>
          <w:lang w:val="en-US"/>
        </w:rPr>
        <w:t xml:space="preserve">. The </w:t>
      </w:r>
      <w:r w:rsidR="008A3928">
        <w:rPr>
          <w:lang w:val="en-US"/>
        </w:rPr>
        <w:t xml:space="preserve">corporate director </w:t>
      </w:r>
      <w:r w:rsidR="008A3928" w:rsidRPr="008A3928">
        <w:rPr>
          <w:lang w:val="en-US"/>
        </w:rPr>
        <w:t xml:space="preserve">may in turn seek to recover its costs from the </w:t>
      </w:r>
      <w:r w:rsidR="007223A4">
        <w:rPr>
          <w:lang w:val="en-US"/>
        </w:rPr>
        <w:t xml:space="preserve">agent or engaged </w:t>
      </w:r>
      <w:r w:rsidR="008A3928" w:rsidRPr="008A3928">
        <w:rPr>
          <w:lang w:val="en-US"/>
        </w:rPr>
        <w:t>person.</w:t>
      </w:r>
    </w:p>
    <w:p w14:paraId="6DAFC1F1" w14:textId="4BDB842E" w:rsidR="00A7521A" w:rsidRDefault="007223A4" w:rsidP="00FD1E86">
      <w:pPr>
        <w:pStyle w:val="base-text-paragraph"/>
      </w:pPr>
      <w:r>
        <w:t>T</w:t>
      </w:r>
      <w:r w:rsidR="00A7521A">
        <w:t>he acts or omissions of the appointed agent or engaged person are relevant in determining whether the corporate director of a retail CCIV has properly performed its duties and is able to be paid fees, or be indemnified for liabilities or expenses incurred, out of the assets of a sub</w:t>
      </w:r>
      <w:r w:rsidR="0035124C">
        <w:noBreakHyphen/>
      </w:r>
      <w:r w:rsidR="00A7521A">
        <w:t xml:space="preserve">fund of the CCIV. </w:t>
      </w:r>
      <w:r w:rsidR="00A7521A">
        <w:rPr>
          <w:rStyle w:val="Referencingstyle"/>
        </w:rPr>
        <w:t>[</w:t>
      </w:r>
      <w:r w:rsidR="0035124C">
        <w:rPr>
          <w:rStyle w:val="Referencingstyle"/>
        </w:rPr>
        <w:t>Schedule 1, Part 1, item 1</w:t>
      </w:r>
      <w:r w:rsidR="008E1F49">
        <w:rPr>
          <w:rStyle w:val="Referencingstyle"/>
        </w:rPr>
        <w:t>,</w:t>
      </w:r>
      <w:r w:rsidR="0035124C">
        <w:rPr>
          <w:rStyle w:val="Referencingstyle"/>
        </w:rPr>
        <w:t xml:space="preserve"> paragraph 1138A</w:t>
      </w:r>
      <w:r w:rsidR="00A7521A">
        <w:rPr>
          <w:rStyle w:val="Referencingstyle"/>
        </w:rPr>
        <w:t xml:space="preserve">(3)(b)] </w:t>
      </w:r>
    </w:p>
    <w:p w14:paraId="243B41C3" w14:textId="042C1081" w:rsidR="00A7521A" w:rsidRPr="00AF39A2" w:rsidRDefault="00097819" w:rsidP="00FD1E86">
      <w:pPr>
        <w:pStyle w:val="base-text-paragraph"/>
        <w:rPr>
          <w:rStyle w:val="Referencingstyle"/>
          <w:b w:val="0"/>
          <w:i w:val="0"/>
          <w:sz w:val="22"/>
        </w:rPr>
      </w:pPr>
      <w:r>
        <w:t>Any s</w:t>
      </w:r>
      <w:r w:rsidR="00A7521A">
        <w:t xml:space="preserve">ub-agents </w:t>
      </w:r>
      <w:r>
        <w:t xml:space="preserve">appointed or otherwise engaged by an agent of the corporate director </w:t>
      </w:r>
      <w:r w:rsidR="00A7521A">
        <w:t>are to be treated as</w:t>
      </w:r>
      <w:r>
        <w:t xml:space="preserve"> if they were themselves</w:t>
      </w:r>
      <w:r w:rsidR="00A7521A">
        <w:t xml:space="preserve"> agents appointed by the corporate director. </w:t>
      </w:r>
      <w:r w:rsidR="00A7521A">
        <w:rPr>
          <w:rStyle w:val="Referencingstyle"/>
        </w:rPr>
        <w:t>[</w:t>
      </w:r>
      <w:r w:rsidR="0035124C">
        <w:rPr>
          <w:rStyle w:val="Referencingstyle"/>
        </w:rPr>
        <w:t>Schedule 1, Part 1, item 1</w:t>
      </w:r>
      <w:r w:rsidR="008E1F49">
        <w:rPr>
          <w:rStyle w:val="Referencingstyle"/>
        </w:rPr>
        <w:t xml:space="preserve">, </w:t>
      </w:r>
      <w:r w:rsidR="0035124C">
        <w:rPr>
          <w:rStyle w:val="Referencingstyle"/>
        </w:rPr>
        <w:t>subsection 1138A</w:t>
      </w:r>
      <w:r w:rsidR="00A7521A">
        <w:rPr>
          <w:rStyle w:val="Referencingstyle"/>
        </w:rPr>
        <w:t xml:space="preserve">(4)] </w:t>
      </w:r>
    </w:p>
    <w:p w14:paraId="04DCD556" w14:textId="7E363211" w:rsidR="00AF39A2" w:rsidRDefault="00097819" w:rsidP="00FD1E86">
      <w:pPr>
        <w:pStyle w:val="base-text-paragraph"/>
      </w:pPr>
      <w:r>
        <w:t>The rules concerning agents and sub-agents of a corporate director are</w:t>
      </w:r>
      <w:r w:rsidR="00AF39A2">
        <w:t xml:space="preserve"> based </w:t>
      </w:r>
      <w:r w:rsidR="00EA3279">
        <w:t>on</w:t>
      </w:r>
      <w:r w:rsidR="00AF39A2">
        <w:t xml:space="preserve"> the rules for delegating the functions of a responsible entity of a registered scheme </w:t>
      </w:r>
      <w:r>
        <w:t xml:space="preserve">that are contained </w:t>
      </w:r>
      <w:r w:rsidR="00AF39A2">
        <w:t xml:space="preserve">in subsections </w:t>
      </w:r>
      <w:proofErr w:type="gramStart"/>
      <w:r w:rsidR="00AF39A2">
        <w:t>601FB(</w:t>
      </w:r>
      <w:proofErr w:type="gramEnd"/>
      <w:r w:rsidR="00AF39A2">
        <w:t xml:space="preserve">2) and (3). This approach offers a higher level of investor protection than the delegation rules for other types of companies </w:t>
      </w:r>
      <w:r>
        <w:t xml:space="preserve">contained </w:t>
      </w:r>
      <w:r w:rsidR="00AF39A2">
        <w:t>in section 190</w:t>
      </w:r>
      <w:r w:rsidR="008501E4">
        <w:t xml:space="preserve">. It is required because </w:t>
      </w:r>
      <w:r w:rsidR="0053257F">
        <w:t xml:space="preserve">the corporate director </w:t>
      </w:r>
      <w:r w:rsidR="008501E4">
        <w:t xml:space="preserve">has </w:t>
      </w:r>
      <w:r>
        <w:t>sole</w:t>
      </w:r>
      <w:r w:rsidR="0053257F">
        <w:t xml:space="preserve"> responsibility for the actions of the CCIV</w:t>
      </w:r>
      <w:r w:rsidR="00210372">
        <w:t xml:space="preserve"> and its compliance with the law</w:t>
      </w:r>
      <w:r w:rsidR="0053257F">
        <w:t xml:space="preserve">. </w:t>
      </w:r>
    </w:p>
    <w:p w14:paraId="17AF37AB" w14:textId="49FCF469" w:rsidR="00EA7D61" w:rsidRDefault="00487FF4" w:rsidP="00AE70FC">
      <w:pPr>
        <w:pStyle w:val="Heading4"/>
      </w:pPr>
      <w:r>
        <w:t>Officers of the CCIV and the corporate director</w:t>
      </w:r>
    </w:p>
    <w:p w14:paraId="43F6B21A" w14:textId="74FAF8B1" w:rsidR="00C23C44" w:rsidRPr="004B7F47" w:rsidRDefault="00DB2350" w:rsidP="004B74E5">
      <w:pPr>
        <w:pStyle w:val="base-text-paragraph"/>
        <w:rPr>
          <w:rStyle w:val="Referencingstyle"/>
          <w:b w:val="0"/>
          <w:i w:val="0"/>
          <w:sz w:val="22"/>
        </w:rPr>
      </w:pPr>
      <w:r>
        <w:t xml:space="preserve">A </w:t>
      </w:r>
      <w:r w:rsidR="004B74E5">
        <w:t>CCIV</w:t>
      </w:r>
      <w:r>
        <w:t xml:space="preserve"> is</w:t>
      </w:r>
      <w:r w:rsidR="004B74E5">
        <w:t xml:space="preserve"> specifically prohibited from having </w:t>
      </w:r>
      <w:r w:rsidR="00C23C44">
        <w:t xml:space="preserve">any directors other than the corporate director </w:t>
      </w:r>
      <w:r w:rsidR="00487FF4">
        <w:t>as well as</w:t>
      </w:r>
      <w:r w:rsidR="00C23C44">
        <w:t xml:space="preserve"> any employees. A CCIV must also not have any officers oth</w:t>
      </w:r>
      <w:r w:rsidR="00487FF4">
        <w:t xml:space="preserve">er than the corporate director </w:t>
      </w:r>
      <w:r w:rsidR="00C23C44">
        <w:t xml:space="preserve">and a receiver, administrator, liquidator or </w:t>
      </w:r>
      <w:r w:rsidR="00487FF4">
        <w:t xml:space="preserve">a </w:t>
      </w:r>
      <w:r w:rsidR="00C23C44">
        <w:t>trustee or other person admini</w:t>
      </w:r>
      <w:r w:rsidR="00487FF4">
        <w:t xml:space="preserve">stering an arrangement between the CCIV and someone else. </w:t>
      </w:r>
      <w:r w:rsidR="0043697D">
        <w:rPr>
          <w:rStyle w:val="Referencingstyle"/>
        </w:rPr>
        <w:t>[</w:t>
      </w:r>
      <w:r w:rsidR="0035124C">
        <w:rPr>
          <w:rStyle w:val="Referencingstyle"/>
        </w:rPr>
        <w:t>Schedule 1, Part 1, item 1</w:t>
      </w:r>
      <w:r w:rsidR="008E1F49">
        <w:rPr>
          <w:rStyle w:val="Referencingstyle"/>
        </w:rPr>
        <w:t>,</w:t>
      </w:r>
      <w:r w:rsidR="0035124C">
        <w:rPr>
          <w:rStyle w:val="Referencingstyle"/>
        </w:rPr>
        <w:t xml:space="preserve"> subsections 1137B</w:t>
      </w:r>
      <w:r w:rsidR="0043697D">
        <w:rPr>
          <w:rStyle w:val="Referencingstyle"/>
        </w:rPr>
        <w:t>(1) to (3)]</w:t>
      </w:r>
    </w:p>
    <w:p w14:paraId="4CBFD170" w14:textId="73F87BC7" w:rsidR="004B74E5" w:rsidRDefault="004B74E5" w:rsidP="004B74E5">
      <w:pPr>
        <w:pStyle w:val="base-text-paragraph"/>
      </w:pPr>
      <w:r>
        <w:t>Th</w:t>
      </w:r>
      <w:r w:rsidR="00DB2350">
        <w:t xml:space="preserve">e prohibition against the CCIV having officers or employees other than the corporate director </w:t>
      </w:r>
      <w:r w:rsidR="009B5E7A">
        <w:t>ensures</w:t>
      </w:r>
      <w:r w:rsidR="0053257F">
        <w:t xml:space="preserve"> the CCIV only undertakes </w:t>
      </w:r>
      <w:r w:rsidR="00DB2350">
        <w:t xml:space="preserve">passive </w:t>
      </w:r>
      <w:r w:rsidR="0053257F">
        <w:t>investment activities</w:t>
      </w:r>
      <w:r w:rsidR="00DB2350">
        <w:t>,</w:t>
      </w:r>
      <w:r w:rsidR="0053257F">
        <w:t xml:space="preserve"> rather than conducting active business through </w:t>
      </w:r>
      <w:r w:rsidR="002311DB">
        <w:t xml:space="preserve">officers and </w:t>
      </w:r>
      <w:r w:rsidR="0053257F">
        <w:t>employees.</w:t>
      </w:r>
      <w:r w:rsidR="00970962">
        <w:t xml:space="preserve"> This is consistent with the requirements for receiving attribution tax treatment under </w:t>
      </w:r>
      <w:r w:rsidR="00990253">
        <w:t>the</w:t>
      </w:r>
      <w:r w:rsidR="00970962">
        <w:t xml:space="preserve"> ITAA 1997.</w:t>
      </w:r>
    </w:p>
    <w:p w14:paraId="6DA29D70" w14:textId="77777777" w:rsidR="004B74E5" w:rsidRDefault="004B74E5" w:rsidP="00E63180">
      <w:pPr>
        <w:pStyle w:val="Heading3"/>
      </w:pPr>
      <w:r>
        <w:lastRenderedPageBreak/>
        <w:t>Replacing the corporate director</w:t>
      </w:r>
    </w:p>
    <w:p w14:paraId="593E62BF" w14:textId="17F5F703" w:rsidR="001A020E" w:rsidRDefault="004B74E5" w:rsidP="004B74E5">
      <w:pPr>
        <w:pStyle w:val="base-text-paragraph"/>
      </w:pPr>
      <w:bookmarkStart w:id="43" w:name="_Ref489989791"/>
      <w:r>
        <w:t xml:space="preserve">The corporate director of a CCIV </w:t>
      </w:r>
      <w:r w:rsidR="00893ABE">
        <w:t xml:space="preserve">must be replaced </w:t>
      </w:r>
      <w:r>
        <w:t xml:space="preserve">if the corporate director chooses to retire or is removed by the </w:t>
      </w:r>
      <w:r w:rsidR="003D079A">
        <w:t xml:space="preserve">members </w:t>
      </w:r>
      <w:r>
        <w:t>of the CCIV.</w:t>
      </w:r>
      <w:r w:rsidR="00D444F4">
        <w:t xml:space="preserve"> </w:t>
      </w:r>
      <w:r w:rsidR="009B5E7A">
        <w:t>It is critical that a CCIV has a corporate director at all times because</w:t>
      </w:r>
      <w:r w:rsidR="00D444F4">
        <w:t>, without other</w:t>
      </w:r>
      <w:r w:rsidR="00E000EA">
        <w:t xml:space="preserve"> officers or</w:t>
      </w:r>
      <w:r w:rsidR="00D444F4">
        <w:t xml:space="preserve"> employees, the CCIV cannot operate and will have no governing mind.</w:t>
      </w:r>
      <w:bookmarkEnd w:id="43"/>
      <w:r w:rsidR="001A020E">
        <w:t xml:space="preserve"> </w:t>
      </w:r>
    </w:p>
    <w:p w14:paraId="127EBAF7" w14:textId="5211FDD0" w:rsidR="004B74E5" w:rsidRDefault="00E000EA" w:rsidP="004B74E5">
      <w:pPr>
        <w:pStyle w:val="base-text-paragraph"/>
      </w:pPr>
      <w:r>
        <w:t>In some circumstances t</w:t>
      </w:r>
      <w:r w:rsidR="00987EAD">
        <w:t xml:space="preserve">he court may appoint a temporary corporate director. </w:t>
      </w:r>
      <w:r w:rsidR="00D444F4">
        <w:t>This will enable the CCIV to</w:t>
      </w:r>
      <w:r>
        <w:t xml:space="preserve"> continue to</w:t>
      </w:r>
      <w:r w:rsidR="00D444F4">
        <w:t xml:space="preserve"> operate until a permanent corporate director can be appointed</w:t>
      </w:r>
      <w:r>
        <w:t xml:space="preserve"> by the members of the CCIV</w:t>
      </w:r>
      <w:r w:rsidR="00D444F4">
        <w:t>.</w:t>
      </w:r>
    </w:p>
    <w:p w14:paraId="03FC3D61" w14:textId="4B58F7B2" w:rsidR="0031337E" w:rsidRPr="005C5E9C" w:rsidRDefault="0031337E" w:rsidP="0031337E">
      <w:pPr>
        <w:pStyle w:val="base-text-paragraph"/>
        <w:rPr>
          <w:rStyle w:val="Referencingstyle"/>
          <w:b w:val="0"/>
          <w:i w:val="0"/>
          <w:sz w:val="22"/>
        </w:rPr>
      </w:pPr>
      <w:r>
        <w:t>A company cannot be chosen or appointed as the corporate director or temporary corporate director</w:t>
      </w:r>
      <w:r w:rsidR="005964AF">
        <w:t xml:space="preserve"> of a CCIV</w:t>
      </w:r>
      <w:r>
        <w:t xml:space="preserve"> unless it is a public company that holds an AFSL authorising it to operate a CCIV. </w:t>
      </w:r>
      <w:r>
        <w:rPr>
          <w:rStyle w:val="Referencingstyle"/>
        </w:rPr>
        <w:t>[</w:t>
      </w:r>
      <w:r w:rsidR="007F1C4A">
        <w:rPr>
          <w:rStyle w:val="Referencingstyle"/>
        </w:rPr>
        <w:t>Schedule 1, Part</w:t>
      </w:r>
      <w:r w:rsidR="005D19F1">
        <w:rPr>
          <w:rStyle w:val="Referencingstyle"/>
        </w:rPr>
        <w:t>s</w:t>
      </w:r>
      <w:r w:rsidR="007F1C4A">
        <w:rPr>
          <w:rStyle w:val="Referencingstyle"/>
        </w:rPr>
        <w:t xml:space="preserve"> 1</w:t>
      </w:r>
      <w:r w:rsidR="005D19F1">
        <w:rPr>
          <w:rStyle w:val="Referencingstyle"/>
        </w:rPr>
        <w:t xml:space="preserve"> and 2</w:t>
      </w:r>
      <w:r w:rsidR="007F1C4A">
        <w:rPr>
          <w:rStyle w:val="Referencingstyle"/>
        </w:rPr>
        <w:t>, item</w:t>
      </w:r>
      <w:r w:rsidR="005D19F1">
        <w:rPr>
          <w:rStyle w:val="Referencingstyle"/>
        </w:rPr>
        <w:t>s</w:t>
      </w:r>
      <w:r w:rsidR="007F1C4A">
        <w:rPr>
          <w:rStyle w:val="Referencingstyle"/>
        </w:rPr>
        <w:t xml:space="preserve"> 1</w:t>
      </w:r>
      <w:r w:rsidR="005D19F1">
        <w:rPr>
          <w:rStyle w:val="Referencingstyle"/>
        </w:rPr>
        <w:t xml:space="preserve"> and </w:t>
      </w:r>
      <w:r w:rsidR="008955AC">
        <w:rPr>
          <w:rStyle w:val="Referencingstyle"/>
        </w:rPr>
        <w:t>20</w:t>
      </w:r>
      <w:r w:rsidR="008E1F49">
        <w:rPr>
          <w:rStyle w:val="Referencingstyle"/>
        </w:rPr>
        <w:t xml:space="preserve">, </w:t>
      </w:r>
      <w:r w:rsidR="005D19F1">
        <w:rPr>
          <w:rStyle w:val="Referencingstyle"/>
        </w:rPr>
        <w:t xml:space="preserve"> paragraph 766A(1)(da) and </w:t>
      </w:r>
      <w:r w:rsidR="007F1C4A">
        <w:rPr>
          <w:rStyle w:val="Referencingstyle"/>
        </w:rPr>
        <w:t>section 1139A</w:t>
      </w:r>
      <w:r>
        <w:rPr>
          <w:rStyle w:val="Referencingstyle"/>
        </w:rPr>
        <w:t>]</w:t>
      </w:r>
    </w:p>
    <w:p w14:paraId="0A48FEE8" w14:textId="4B6FCBE9" w:rsidR="008C3C02" w:rsidRPr="000776F3" w:rsidRDefault="008C3C02" w:rsidP="004B74E5">
      <w:pPr>
        <w:pStyle w:val="base-text-paragraph"/>
        <w:rPr>
          <w:rStyle w:val="Referencingstyle"/>
          <w:b w:val="0"/>
          <w:i w:val="0"/>
          <w:sz w:val="22"/>
        </w:rPr>
      </w:pPr>
      <w:r>
        <w:t xml:space="preserve">Any change of the CCIV’s corporate director or temporary corporate director </w:t>
      </w:r>
      <w:r w:rsidR="00970962">
        <w:t>only takes effect when</w:t>
      </w:r>
      <w:r>
        <w:t xml:space="preserve"> ASIC’s record of registration is altered to name another company as the CCIV’s corporate director or temporary corporate director and the change is in accordance with the rules described below </w:t>
      </w:r>
      <w:r w:rsidRPr="009D5DEB">
        <w:t xml:space="preserve">in paragraphs </w:t>
      </w:r>
      <w:r w:rsidR="007F1C4A" w:rsidRPr="009D5DEB">
        <w:fldChar w:fldCharType="begin"/>
      </w:r>
      <w:r w:rsidR="007F1C4A" w:rsidRPr="009D5DEB">
        <w:instrText xml:space="preserve"> REF _Ref490576853 \r \h </w:instrText>
      </w:r>
      <w:r w:rsidR="009D5DEB">
        <w:instrText xml:space="preserve"> \* MERGEFORMAT </w:instrText>
      </w:r>
      <w:r w:rsidR="007F1C4A" w:rsidRPr="009D5DEB">
        <w:fldChar w:fldCharType="separate"/>
      </w:r>
      <w:r w:rsidR="004C78A6">
        <w:t>3.28</w:t>
      </w:r>
      <w:r w:rsidR="007F1C4A" w:rsidRPr="009D5DEB">
        <w:fldChar w:fldCharType="end"/>
      </w:r>
      <w:r w:rsidR="007F1C4A" w:rsidRPr="009D5DEB">
        <w:t xml:space="preserve"> </w:t>
      </w:r>
      <w:r w:rsidRPr="009D5DEB">
        <w:t>to</w:t>
      </w:r>
      <w:r w:rsidR="005964AF" w:rsidRPr="009D5DEB">
        <w:t xml:space="preserve"> </w:t>
      </w:r>
      <w:r w:rsidR="007F1C4A" w:rsidRPr="009D5DEB">
        <w:fldChar w:fldCharType="begin"/>
      </w:r>
      <w:r w:rsidR="007F1C4A" w:rsidRPr="009D5DEB">
        <w:instrText xml:space="preserve"> REF _Ref489282386 \r \h </w:instrText>
      </w:r>
      <w:r w:rsidR="009D5DEB">
        <w:instrText xml:space="preserve"> \* MERGEFORMAT </w:instrText>
      </w:r>
      <w:r w:rsidR="007F1C4A" w:rsidRPr="009D5DEB">
        <w:fldChar w:fldCharType="separate"/>
      </w:r>
      <w:r w:rsidR="004C78A6">
        <w:t>3.50</w:t>
      </w:r>
      <w:r w:rsidR="007F1C4A" w:rsidRPr="009D5DEB">
        <w:fldChar w:fldCharType="end"/>
      </w:r>
      <w:r w:rsidRPr="009D5DEB">
        <w:t>.</w:t>
      </w:r>
      <w:r>
        <w:t xml:space="preserve"> </w:t>
      </w:r>
      <w:r>
        <w:rPr>
          <w:rStyle w:val="Referencingstyle"/>
        </w:rPr>
        <w:t>[</w:t>
      </w:r>
      <w:r w:rsidR="007F1C4A">
        <w:rPr>
          <w:rStyle w:val="Referencingstyle"/>
        </w:rPr>
        <w:t>Schedule 1, Part 1, item 1</w:t>
      </w:r>
      <w:r w:rsidR="008E1F49">
        <w:rPr>
          <w:rStyle w:val="Referencingstyle"/>
        </w:rPr>
        <w:t xml:space="preserve">, </w:t>
      </w:r>
      <w:r w:rsidR="007F1C4A">
        <w:rPr>
          <w:rStyle w:val="Referencingstyle"/>
        </w:rPr>
        <w:t>section 1139</w:t>
      </w:r>
      <w:r>
        <w:rPr>
          <w:rStyle w:val="Referencingstyle"/>
        </w:rPr>
        <w:t>]</w:t>
      </w:r>
    </w:p>
    <w:p w14:paraId="44727C45" w14:textId="54AB2B91" w:rsidR="005C5E9C" w:rsidRDefault="005C5E9C" w:rsidP="005C5E9C">
      <w:pPr>
        <w:pStyle w:val="base-text-paragraph"/>
      </w:pPr>
      <w:r>
        <w:t xml:space="preserve">The rules for replacing the corporate director </w:t>
      </w:r>
      <w:r w:rsidR="005964AF">
        <w:t>of a CCIV</w:t>
      </w:r>
      <w:r w:rsidR="00D425C7">
        <w:t xml:space="preserve"> by retirement or removal</w:t>
      </w:r>
      <w:r w:rsidR="005964AF">
        <w:t xml:space="preserve"> are described in detail below. They </w:t>
      </w:r>
      <w:r w:rsidR="00970962">
        <w:t>are</w:t>
      </w:r>
      <w:r>
        <w:t xml:space="preserve"> based o</w:t>
      </w:r>
      <w:r w:rsidR="00EA3279">
        <w:t>n</w:t>
      </w:r>
      <w:r>
        <w:t xml:space="preserve"> the requirements to replace the responsible entity of a registered scheme in sections 601FJ to 601FT, with some modifications. </w:t>
      </w:r>
    </w:p>
    <w:p w14:paraId="22D75127" w14:textId="35FCE737" w:rsidR="004B74E5" w:rsidRDefault="004B74E5" w:rsidP="00E63180">
      <w:pPr>
        <w:pStyle w:val="Heading4"/>
      </w:pPr>
      <w:r>
        <w:t xml:space="preserve">Retirement of </w:t>
      </w:r>
      <w:r w:rsidR="005C5E9C">
        <w:t xml:space="preserve">the </w:t>
      </w:r>
      <w:r>
        <w:t>corporate director</w:t>
      </w:r>
    </w:p>
    <w:p w14:paraId="715084A5" w14:textId="1742F898" w:rsidR="00970962" w:rsidRDefault="004B74E5" w:rsidP="004B74E5">
      <w:pPr>
        <w:pStyle w:val="base-text-paragraph"/>
      </w:pPr>
      <w:bookmarkStart w:id="44" w:name="_Ref490576853"/>
      <w:bookmarkStart w:id="45" w:name="_Ref489282218"/>
      <w:r>
        <w:t xml:space="preserve">A corporate director that wants to retire </w:t>
      </w:r>
      <w:r w:rsidR="000F4070">
        <w:t>must</w:t>
      </w:r>
      <w:r>
        <w:t xml:space="preserve"> call a </w:t>
      </w:r>
      <w:r w:rsidR="005964AF">
        <w:t>member</w:t>
      </w:r>
      <w:r>
        <w:t xml:space="preserve">’s meeting to explain its reason for wanting to retire and </w:t>
      </w:r>
      <w:r w:rsidR="005C5E9C">
        <w:t>enable</w:t>
      </w:r>
      <w:r>
        <w:t xml:space="preserve"> </w:t>
      </w:r>
      <w:r w:rsidR="005964AF">
        <w:t xml:space="preserve">members </w:t>
      </w:r>
      <w:r>
        <w:t>to vote on a resolution to choose a company to be the new corporate director. The resolution must be an extraordinary resolution if the CCIV is not listed.</w:t>
      </w:r>
      <w:r w:rsidR="000776F3">
        <w:t xml:space="preserve"> </w:t>
      </w:r>
      <w:r w:rsidR="000776F3">
        <w:rPr>
          <w:rStyle w:val="Referencingstyle"/>
        </w:rPr>
        <w:t>[</w:t>
      </w:r>
      <w:r w:rsidR="007F1C4A">
        <w:rPr>
          <w:rStyle w:val="Referencingstyle"/>
        </w:rPr>
        <w:t>Schedule 1, Part 1, item 1</w:t>
      </w:r>
      <w:r w:rsidR="008E1F49">
        <w:rPr>
          <w:rStyle w:val="Referencingstyle"/>
        </w:rPr>
        <w:t>,</w:t>
      </w:r>
      <w:r w:rsidR="007F1C4A">
        <w:rPr>
          <w:rStyle w:val="Referencingstyle"/>
        </w:rPr>
        <w:t xml:space="preserve"> subsection 1139B</w:t>
      </w:r>
      <w:r w:rsidR="000776F3">
        <w:rPr>
          <w:rStyle w:val="Referencingstyle"/>
        </w:rPr>
        <w:t>(1)]</w:t>
      </w:r>
      <w:bookmarkEnd w:id="44"/>
      <w:r>
        <w:t xml:space="preserve"> </w:t>
      </w:r>
    </w:p>
    <w:p w14:paraId="3950FA38" w14:textId="45FC9E82" w:rsidR="004B74E5" w:rsidRPr="003E6391" w:rsidRDefault="004B74E5" w:rsidP="004B74E5">
      <w:pPr>
        <w:pStyle w:val="base-text-paragraph"/>
      </w:pPr>
      <w:r w:rsidRPr="00712B4B">
        <w:t>If the CCIV is listed</w:t>
      </w:r>
      <w:r w:rsidR="001A020E" w:rsidRPr="00712B4B">
        <w:t xml:space="preserve">, the resolution </w:t>
      </w:r>
      <w:r w:rsidR="00D55417" w:rsidRPr="00712B4B">
        <w:t>need only</w:t>
      </w:r>
      <w:r w:rsidR="001A020E" w:rsidRPr="00712B4B">
        <w:t xml:space="preserve"> be </w:t>
      </w:r>
      <w:r w:rsidR="00E332BE" w:rsidRPr="00712B4B">
        <w:t xml:space="preserve">an </w:t>
      </w:r>
      <w:r w:rsidR="001A020E" w:rsidRPr="00712B4B">
        <w:t>ordinary</w:t>
      </w:r>
      <w:r w:rsidR="00E332BE" w:rsidRPr="00712B4B">
        <w:t xml:space="preserve"> resolution</w:t>
      </w:r>
      <w:r w:rsidR="00970962">
        <w:t>,</w:t>
      </w:r>
      <w:r w:rsidR="001A020E" w:rsidRPr="00712B4B">
        <w:t xml:space="preserve"> unless the constitution </w:t>
      </w:r>
      <w:r w:rsidR="00970962">
        <w:t xml:space="preserve">of the CCIV </w:t>
      </w:r>
      <w:r w:rsidR="001A020E" w:rsidRPr="00712B4B">
        <w:t>provides otherwise.</w:t>
      </w:r>
      <w:r>
        <w:t xml:space="preserve"> </w:t>
      </w:r>
      <w:bookmarkEnd w:id="45"/>
    </w:p>
    <w:p w14:paraId="0B62443C" w14:textId="77777777" w:rsidR="007F1C4A" w:rsidRPr="007F1C4A" w:rsidRDefault="008C3C02" w:rsidP="004B74E5">
      <w:pPr>
        <w:pStyle w:val="base-text-paragraph"/>
        <w:rPr>
          <w:rStyle w:val="Referencingstyle"/>
          <w:b w:val="0"/>
          <w:i w:val="0"/>
          <w:sz w:val="22"/>
        </w:rPr>
      </w:pPr>
      <w:r>
        <w:t xml:space="preserve">The notice of meeting of the CCIV’s </w:t>
      </w:r>
      <w:r w:rsidR="005964AF">
        <w:t xml:space="preserve">members </w:t>
      </w:r>
      <w:r>
        <w:t xml:space="preserve">must set out the corporate director’s reason for wanting to retire and nominate a company to be the new corporate director of the CCIV. </w:t>
      </w:r>
      <w:r>
        <w:rPr>
          <w:rStyle w:val="Referencingstyle"/>
        </w:rPr>
        <w:t>[</w:t>
      </w:r>
      <w:r w:rsidR="007F1C4A">
        <w:rPr>
          <w:rStyle w:val="Referencingstyle"/>
        </w:rPr>
        <w:t>Schedule 1, Part 1, item 1,</w:t>
      </w:r>
      <w:r w:rsidR="008E1F49">
        <w:rPr>
          <w:rStyle w:val="Referencingstyle"/>
        </w:rPr>
        <w:t xml:space="preserve"> </w:t>
      </w:r>
      <w:r w:rsidR="007F1C4A">
        <w:rPr>
          <w:rStyle w:val="Referencingstyle"/>
        </w:rPr>
        <w:t>subsection 1139B</w:t>
      </w:r>
      <w:r>
        <w:rPr>
          <w:rStyle w:val="Referencingstyle"/>
        </w:rPr>
        <w:t>(2)</w:t>
      </w:r>
      <w:r w:rsidR="005C5E9C">
        <w:rPr>
          <w:rStyle w:val="Referencingstyle"/>
        </w:rPr>
        <w:t>]</w:t>
      </w:r>
      <w:r w:rsidR="001A020E">
        <w:rPr>
          <w:rStyle w:val="Referencingstyle"/>
        </w:rPr>
        <w:t xml:space="preserve"> </w:t>
      </w:r>
    </w:p>
    <w:p w14:paraId="544CC33E" w14:textId="282BF744" w:rsidR="008C3C02" w:rsidRDefault="001A020E" w:rsidP="004B74E5">
      <w:pPr>
        <w:pStyle w:val="base-text-paragraph"/>
      </w:pPr>
      <w:r w:rsidRPr="00712B4B">
        <w:t xml:space="preserve">The notice must also comply with the requirements generally applicable to notices </w:t>
      </w:r>
      <w:r w:rsidR="007F1C4A">
        <w:t xml:space="preserve">for </w:t>
      </w:r>
      <w:r w:rsidRPr="00712B4B">
        <w:t xml:space="preserve">calling a meeting of members of a </w:t>
      </w:r>
      <w:r w:rsidR="005964AF">
        <w:t>C</w:t>
      </w:r>
      <w:r w:rsidRPr="00712B4B">
        <w:t xml:space="preserve">CIV. These </w:t>
      </w:r>
      <w:r w:rsidR="005964AF">
        <w:lastRenderedPageBreak/>
        <w:t>requirements</w:t>
      </w:r>
      <w:r w:rsidR="00B00329">
        <w:t xml:space="preserve"> are still under development and</w:t>
      </w:r>
      <w:r w:rsidR="005964AF">
        <w:t xml:space="preserve"> </w:t>
      </w:r>
      <w:r w:rsidRPr="00712B4B">
        <w:t xml:space="preserve">will be included in </w:t>
      </w:r>
      <w:r w:rsidR="009A096F">
        <w:t>the next</w:t>
      </w:r>
      <w:r w:rsidR="008501E4">
        <w:t xml:space="preserve"> exposure draft</w:t>
      </w:r>
      <w:r w:rsidR="00B00329">
        <w:t xml:space="preserve"> of the Bill</w:t>
      </w:r>
      <w:r w:rsidRPr="00712B4B">
        <w:t>.</w:t>
      </w:r>
    </w:p>
    <w:p w14:paraId="6D155F26" w14:textId="3A25369B" w:rsidR="00D505E5" w:rsidRDefault="00D505E5" w:rsidP="00D505E5">
      <w:pPr>
        <w:pStyle w:val="base-text-paragraph"/>
      </w:pPr>
      <w:r>
        <w:t xml:space="preserve">It is intended that members’ meetings will be able to be held at both the CCIV and the sub-fund level. The process for meetings of members of sub-funds will be set out in </w:t>
      </w:r>
      <w:r w:rsidR="004966A3">
        <w:t>the next</w:t>
      </w:r>
      <w:r>
        <w:t xml:space="preserve"> exposure draft of the Bill. </w:t>
      </w:r>
    </w:p>
    <w:p w14:paraId="593CE0CC" w14:textId="3D53F53D" w:rsidR="00B768D9" w:rsidRDefault="00D505E5" w:rsidP="004B74E5">
      <w:pPr>
        <w:pStyle w:val="base-text-paragraph"/>
      </w:pPr>
      <w:r>
        <w:t>To support the possibility of meetings at both the CCIV and sub-fund level, the Bill contains amended definitions of ‘</w:t>
      </w:r>
      <w:r w:rsidR="00B768D9">
        <w:t>extraordinary resolution’ and ‘special resolution’</w:t>
      </w:r>
      <w:r>
        <w:t xml:space="preserve">. </w:t>
      </w:r>
    </w:p>
    <w:p w14:paraId="2AB94FFE" w14:textId="1ED86EE6" w:rsidR="00B768D9" w:rsidRDefault="00F60066" w:rsidP="004B74E5">
      <w:pPr>
        <w:pStyle w:val="base-text-paragraph"/>
      </w:pPr>
      <w:r>
        <w:t>‘</w:t>
      </w:r>
      <w:r w:rsidR="00B768D9">
        <w:t>Extraordinary resolution</w:t>
      </w:r>
      <w:r>
        <w:t>’</w:t>
      </w:r>
      <w:r w:rsidR="00B768D9">
        <w:t xml:space="preserve"> is amended so that:</w:t>
      </w:r>
    </w:p>
    <w:p w14:paraId="268997BD" w14:textId="768B6C36" w:rsidR="00B768D9" w:rsidRDefault="00B768D9" w:rsidP="00E63180">
      <w:pPr>
        <w:pStyle w:val="dotpoint"/>
      </w:pPr>
      <w:r>
        <w:t>in relation to a CCIV, it means</w:t>
      </w:r>
      <w:r w:rsidR="00F60066">
        <w:t>:</w:t>
      </w:r>
      <w:r>
        <w:t xml:space="preserve"> </w:t>
      </w:r>
    </w:p>
    <w:p w14:paraId="102FAFE9" w14:textId="5E740B9A" w:rsidR="00B768D9" w:rsidRDefault="00B768D9" w:rsidP="00E63180">
      <w:pPr>
        <w:pStyle w:val="dotpoint2"/>
      </w:pPr>
      <w:r>
        <w:t>a resolution of which the notice of a meeting of company’s members in subsection 249L(1) is given; and</w:t>
      </w:r>
    </w:p>
    <w:p w14:paraId="525BF1AD" w14:textId="1B086421" w:rsidR="00B768D9" w:rsidRDefault="00B768D9" w:rsidP="00E63180">
      <w:pPr>
        <w:pStyle w:val="dotpoint2"/>
      </w:pPr>
      <w:r>
        <w:t>that is passed by at least 50% of the total votes that may be cast by members entit</w:t>
      </w:r>
      <w:r w:rsidR="00F60066">
        <w:t>led to vote (includi</w:t>
      </w:r>
      <w:r w:rsidR="00E14875">
        <w:t>ng members who are not present); and</w:t>
      </w:r>
      <w:r w:rsidR="00F60066">
        <w:t xml:space="preserve"> </w:t>
      </w:r>
      <w:r>
        <w:t xml:space="preserve"> </w:t>
      </w:r>
    </w:p>
    <w:p w14:paraId="501B80E3" w14:textId="77CBA45E" w:rsidR="00B768D9" w:rsidRDefault="00D505E5" w:rsidP="00E63180">
      <w:pPr>
        <w:pStyle w:val="dotpoint"/>
      </w:pPr>
      <w:r>
        <w:t>i</w:t>
      </w:r>
      <w:r w:rsidR="00B768D9">
        <w:t>n relation to a sub-fund, it means</w:t>
      </w:r>
      <w:r w:rsidR="00F60066">
        <w:t>:</w:t>
      </w:r>
    </w:p>
    <w:p w14:paraId="6270A790" w14:textId="7F07FD0B" w:rsidR="00B768D9" w:rsidRDefault="00F60066" w:rsidP="00E63180">
      <w:pPr>
        <w:pStyle w:val="dotpoint2"/>
      </w:pPr>
      <w:proofErr w:type="gramStart"/>
      <w:r>
        <w:t>a</w:t>
      </w:r>
      <w:proofErr w:type="gramEnd"/>
      <w:r w:rsidR="00B768D9">
        <w:t xml:space="preserve"> resolution that has been passed by at least 50% of the total votes</w:t>
      </w:r>
      <w:r>
        <w:t xml:space="preserve"> that may be cast by members entitled to vote. </w:t>
      </w:r>
    </w:p>
    <w:p w14:paraId="2ECF398E" w14:textId="484EEA26" w:rsidR="008D39D7" w:rsidRDefault="008D39D7" w:rsidP="00E63180">
      <w:pPr>
        <w:pStyle w:val="dotpoint2"/>
        <w:numPr>
          <w:ilvl w:val="0"/>
          <w:numId w:val="0"/>
        </w:numPr>
        <w:ind w:left="2268"/>
      </w:pPr>
      <w:r>
        <w:rPr>
          <w:rStyle w:val="Referencingstyle"/>
        </w:rPr>
        <w:t>[Schedule 1, Part 2, item 4, the definition of ‘extraordinary resolution’ in section 9]</w:t>
      </w:r>
    </w:p>
    <w:p w14:paraId="40F769AD" w14:textId="39B9ABEB" w:rsidR="00B768D9" w:rsidRDefault="00F60066" w:rsidP="004B74E5">
      <w:pPr>
        <w:pStyle w:val="base-text-paragraph"/>
      </w:pPr>
      <w:r>
        <w:t>‘</w:t>
      </w:r>
      <w:r w:rsidR="00B768D9">
        <w:t>Special resolution</w:t>
      </w:r>
      <w:r>
        <w:t>’</w:t>
      </w:r>
      <w:r w:rsidR="00B768D9">
        <w:t xml:space="preserve"> is amended so that, in relation </w:t>
      </w:r>
      <w:r>
        <w:t xml:space="preserve">to a sub-fund, it means a resolution that has been passed by at least 75% of the votes cast by members entitled to vote on the resolution. </w:t>
      </w:r>
      <w:r w:rsidR="008D39D7">
        <w:rPr>
          <w:rStyle w:val="Referencingstyle"/>
        </w:rPr>
        <w:t xml:space="preserve">[Schedule 1, Part 2, item </w:t>
      </w:r>
      <w:r w:rsidR="00D751FF">
        <w:rPr>
          <w:rStyle w:val="Referencingstyle"/>
        </w:rPr>
        <w:t>10</w:t>
      </w:r>
      <w:r w:rsidR="008D39D7">
        <w:rPr>
          <w:rStyle w:val="Referencingstyle"/>
        </w:rPr>
        <w:t>, the definition of ‘</w:t>
      </w:r>
      <w:r w:rsidR="004042A0">
        <w:rPr>
          <w:rStyle w:val="Referencingstyle"/>
        </w:rPr>
        <w:t>special</w:t>
      </w:r>
      <w:r w:rsidR="008D39D7">
        <w:rPr>
          <w:rStyle w:val="Referencingstyle"/>
        </w:rPr>
        <w:t xml:space="preserve"> resolution’ </w:t>
      </w:r>
      <w:r w:rsidR="00AD4FBE">
        <w:rPr>
          <w:rStyle w:val="Referencingstyle"/>
        </w:rPr>
        <w:t>in section 9]</w:t>
      </w:r>
    </w:p>
    <w:p w14:paraId="729C00E5" w14:textId="69515534" w:rsidR="004B74E5" w:rsidRPr="00276862" w:rsidRDefault="004B74E5" w:rsidP="004B74E5">
      <w:pPr>
        <w:pStyle w:val="base-text-paragraph"/>
        <w:rPr>
          <w:rStyle w:val="Referencingstyle"/>
          <w:b w:val="0"/>
          <w:i w:val="0"/>
          <w:sz w:val="22"/>
        </w:rPr>
      </w:pPr>
      <w:r>
        <w:t xml:space="preserve">If the </w:t>
      </w:r>
      <w:r w:rsidR="005964AF">
        <w:t xml:space="preserve">members </w:t>
      </w:r>
      <w:r w:rsidR="009A096F">
        <w:t>of a CCIV</w:t>
      </w:r>
      <w:r w:rsidR="005964AF">
        <w:t xml:space="preserve"> </w:t>
      </w:r>
      <w:r>
        <w:t xml:space="preserve">choose </w:t>
      </w:r>
      <w:r w:rsidR="000776F3">
        <w:t>a company</w:t>
      </w:r>
      <w:r>
        <w:t xml:space="preserve"> </w:t>
      </w:r>
      <w:r w:rsidR="007F1C4A">
        <w:t xml:space="preserve">to be the new corporate director </w:t>
      </w:r>
      <w:r w:rsidR="00B00329">
        <w:t xml:space="preserve">and </w:t>
      </w:r>
      <w:r>
        <w:t>that</w:t>
      </w:r>
      <w:r w:rsidR="00B00329">
        <w:t xml:space="preserve"> company</w:t>
      </w:r>
      <w:r>
        <w:t xml:space="preserve"> </w:t>
      </w:r>
      <w:r w:rsidR="00B00329">
        <w:t xml:space="preserve">has provided </w:t>
      </w:r>
      <w:r w:rsidR="007F1C4A">
        <w:t xml:space="preserve">its </w:t>
      </w:r>
      <w:r w:rsidR="00B00329">
        <w:t>written consent</w:t>
      </w:r>
      <w:r>
        <w:t xml:space="preserve"> to </w:t>
      </w:r>
      <w:r w:rsidR="007F1C4A">
        <w:t>the appointment</w:t>
      </w:r>
      <w:r>
        <w:t xml:space="preserve">, the current corporate director must lodge a notice with ASIC </w:t>
      </w:r>
      <w:r w:rsidR="00615713">
        <w:t xml:space="preserve">requesting that </w:t>
      </w:r>
      <w:r>
        <w:t xml:space="preserve">the CCIV’s registration record </w:t>
      </w:r>
      <w:r w:rsidR="00615713">
        <w:t xml:space="preserve">be updated </w:t>
      </w:r>
      <w:r>
        <w:t xml:space="preserve">to reflect the change. The notice must be lodged as soon as practicable after the resolution is passed and in any event within two business days. If the current corporate director does not do so then the new corporate director may lodge the notice. ASIC must comply with the notice when it is lodged. </w:t>
      </w:r>
      <w:r w:rsidR="000776F3">
        <w:rPr>
          <w:rStyle w:val="Referencingstyle"/>
        </w:rPr>
        <w:t>[</w:t>
      </w:r>
      <w:r w:rsidR="007F1C4A">
        <w:rPr>
          <w:rStyle w:val="Referencingstyle"/>
        </w:rPr>
        <w:t>Schedule 1, Part 1, item 1</w:t>
      </w:r>
      <w:r w:rsidR="008E1F49">
        <w:rPr>
          <w:rStyle w:val="Referencingstyle"/>
        </w:rPr>
        <w:t xml:space="preserve">, </w:t>
      </w:r>
      <w:r w:rsidR="007F1C4A">
        <w:rPr>
          <w:rStyle w:val="Referencingstyle"/>
        </w:rPr>
        <w:t>subsection</w:t>
      </w:r>
      <w:r w:rsidR="00FF53A3">
        <w:rPr>
          <w:rStyle w:val="Referencingstyle"/>
        </w:rPr>
        <w:t>s</w:t>
      </w:r>
      <w:r w:rsidR="007F1C4A">
        <w:rPr>
          <w:rStyle w:val="Referencingstyle"/>
        </w:rPr>
        <w:t xml:space="preserve"> 1139B</w:t>
      </w:r>
      <w:r w:rsidR="000776F3">
        <w:rPr>
          <w:rStyle w:val="Referencingstyle"/>
        </w:rPr>
        <w:t>(3</w:t>
      </w:r>
      <w:r w:rsidR="00615713">
        <w:rPr>
          <w:rStyle w:val="Referencingstyle"/>
        </w:rPr>
        <w:t>)</w:t>
      </w:r>
      <w:r w:rsidR="005C5E9C">
        <w:rPr>
          <w:rStyle w:val="Referencingstyle"/>
        </w:rPr>
        <w:t xml:space="preserve"> and (5)</w:t>
      </w:r>
      <w:r w:rsidR="00615713">
        <w:rPr>
          <w:rStyle w:val="Referencingstyle"/>
        </w:rPr>
        <w:t>]</w:t>
      </w:r>
    </w:p>
    <w:p w14:paraId="5F617E33" w14:textId="4409D634" w:rsidR="00276862" w:rsidRDefault="00B00329" w:rsidP="004B74E5">
      <w:pPr>
        <w:pStyle w:val="base-text-paragraph"/>
      </w:pPr>
      <w:r>
        <w:t xml:space="preserve">It is </w:t>
      </w:r>
      <w:r w:rsidR="00B26B53">
        <w:t>anticipated</w:t>
      </w:r>
      <w:r>
        <w:t xml:space="preserve"> as a practical matter that the company nominated to become the CCIV’s corporate director will have provided written consent prior to the </w:t>
      </w:r>
      <w:r w:rsidR="008F7CF9">
        <w:t xml:space="preserve">member’s </w:t>
      </w:r>
      <w:r>
        <w:t xml:space="preserve">meeting. However, that is not </w:t>
      </w:r>
      <w:r>
        <w:lastRenderedPageBreak/>
        <w:t>mandated and t</w:t>
      </w:r>
      <w:r w:rsidR="00276862">
        <w:t xml:space="preserve">he company chosen by the </w:t>
      </w:r>
      <w:r w:rsidR="00A66689">
        <w:t>members</w:t>
      </w:r>
      <w:r w:rsidR="00276862">
        <w:t xml:space="preserve"> need not be the one nominated in the notice of meeting.</w:t>
      </w:r>
    </w:p>
    <w:p w14:paraId="65DB4720" w14:textId="7F8C8902" w:rsidR="004B74E5" w:rsidRPr="008F7CF9" w:rsidRDefault="004B74E5" w:rsidP="004B74E5">
      <w:pPr>
        <w:pStyle w:val="base-text-paragraph"/>
        <w:rPr>
          <w:rStyle w:val="Referencingstyle"/>
          <w:b w:val="0"/>
          <w:i w:val="0"/>
          <w:sz w:val="22"/>
        </w:rPr>
      </w:pPr>
      <w:bookmarkStart w:id="46" w:name="_Ref489283144"/>
      <w:r>
        <w:t xml:space="preserve">If the </w:t>
      </w:r>
      <w:r w:rsidR="00A66689">
        <w:t xml:space="preserve">members </w:t>
      </w:r>
      <w:r>
        <w:t xml:space="preserve">do not choose a </w:t>
      </w:r>
      <w:r w:rsidR="000776F3">
        <w:t>company to be the new corporate director</w:t>
      </w:r>
      <w:r>
        <w:t xml:space="preserve">, or the chosen </w:t>
      </w:r>
      <w:r w:rsidR="000776F3">
        <w:t>company</w:t>
      </w:r>
      <w:r>
        <w:t xml:space="preserve"> does not consent</w:t>
      </w:r>
      <w:r w:rsidR="00615713">
        <w:t xml:space="preserve"> to the appointment</w:t>
      </w:r>
      <w:r>
        <w:t xml:space="preserve">, the current corporate director </w:t>
      </w:r>
      <w:r w:rsidR="005C5E9C">
        <w:t xml:space="preserve">or the depositary (if there is one) </w:t>
      </w:r>
      <w:r>
        <w:t xml:space="preserve">may apply to the Court for a temporary corporate director to be appointed. </w:t>
      </w:r>
      <w:r w:rsidR="000776F3">
        <w:rPr>
          <w:rStyle w:val="Referencingstyle"/>
        </w:rPr>
        <w:t>[</w:t>
      </w:r>
      <w:r w:rsidR="008F7CF9">
        <w:rPr>
          <w:rStyle w:val="Referencingstyle"/>
        </w:rPr>
        <w:t>Schedule 1, Part 1, item 1</w:t>
      </w:r>
      <w:r w:rsidR="008E1F49">
        <w:rPr>
          <w:rStyle w:val="Referencingstyle"/>
        </w:rPr>
        <w:t xml:space="preserve">, </w:t>
      </w:r>
      <w:r w:rsidR="008F7CF9">
        <w:rPr>
          <w:rStyle w:val="Referencingstyle"/>
        </w:rPr>
        <w:t>subsection 1139B</w:t>
      </w:r>
      <w:r w:rsidR="000776F3">
        <w:rPr>
          <w:rStyle w:val="Referencingstyle"/>
        </w:rPr>
        <w:t>(4</w:t>
      </w:r>
      <w:r w:rsidR="00615713">
        <w:rPr>
          <w:rStyle w:val="Referencingstyle"/>
        </w:rPr>
        <w:t>)]</w:t>
      </w:r>
      <w:bookmarkEnd w:id="46"/>
    </w:p>
    <w:p w14:paraId="4119382A" w14:textId="2B4C493C" w:rsidR="008F7CF9" w:rsidRPr="008F7CF9" w:rsidRDefault="008F7CF9" w:rsidP="008F7CF9">
      <w:pPr>
        <w:pStyle w:val="base-text-paragraph"/>
        <w:rPr>
          <w:b/>
          <w:i/>
          <w:szCs w:val="22"/>
        </w:rPr>
      </w:pPr>
      <w:r w:rsidRPr="008F7CF9">
        <w:rPr>
          <w:rStyle w:val="Referencingstyle"/>
          <w:b w:val="0"/>
          <w:i w:val="0"/>
          <w:sz w:val="22"/>
          <w:szCs w:val="22"/>
        </w:rPr>
        <w:t>The process for applying to the Court for a temporary corporate direc</w:t>
      </w:r>
      <w:r>
        <w:rPr>
          <w:rStyle w:val="Referencingstyle"/>
          <w:b w:val="0"/>
          <w:i w:val="0"/>
          <w:sz w:val="22"/>
          <w:szCs w:val="22"/>
        </w:rPr>
        <w:t xml:space="preserve">tor is discussed at </w:t>
      </w:r>
      <w:r w:rsidRPr="009D5DEB">
        <w:rPr>
          <w:rStyle w:val="Referencingstyle"/>
          <w:b w:val="0"/>
          <w:i w:val="0"/>
          <w:sz w:val="22"/>
          <w:szCs w:val="22"/>
        </w:rPr>
        <w:t xml:space="preserve">paragraphs </w:t>
      </w:r>
      <w:r w:rsidRPr="009D5DEB">
        <w:rPr>
          <w:rStyle w:val="Referencingstyle"/>
          <w:b w:val="0"/>
          <w:i w:val="0"/>
          <w:sz w:val="22"/>
          <w:szCs w:val="22"/>
        </w:rPr>
        <w:fldChar w:fldCharType="begin"/>
      </w:r>
      <w:r w:rsidRPr="009D5DEB">
        <w:rPr>
          <w:rStyle w:val="Referencingstyle"/>
          <w:b w:val="0"/>
          <w:i w:val="0"/>
          <w:sz w:val="22"/>
          <w:szCs w:val="22"/>
        </w:rPr>
        <w:instrText xml:space="preserve"> REF _Ref490577491 \r \h  \* MERGEFORMAT </w:instrText>
      </w:r>
      <w:r w:rsidRPr="009D5DEB">
        <w:rPr>
          <w:rStyle w:val="Referencingstyle"/>
          <w:b w:val="0"/>
          <w:i w:val="0"/>
          <w:sz w:val="22"/>
          <w:szCs w:val="22"/>
        </w:rPr>
      </w:r>
      <w:r w:rsidRPr="009D5DEB">
        <w:rPr>
          <w:rStyle w:val="Referencingstyle"/>
          <w:b w:val="0"/>
          <w:i w:val="0"/>
          <w:sz w:val="22"/>
          <w:szCs w:val="22"/>
        </w:rPr>
        <w:fldChar w:fldCharType="separate"/>
      </w:r>
      <w:r w:rsidR="004C78A6">
        <w:rPr>
          <w:rStyle w:val="Referencingstyle"/>
          <w:b w:val="0"/>
          <w:i w:val="0"/>
          <w:sz w:val="22"/>
          <w:szCs w:val="22"/>
        </w:rPr>
        <w:t>3.43</w:t>
      </w:r>
      <w:r w:rsidRPr="009D5DEB">
        <w:rPr>
          <w:rStyle w:val="Referencingstyle"/>
          <w:b w:val="0"/>
          <w:i w:val="0"/>
          <w:sz w:val="22"/>
          <w:szCs w:val="22"/>
        </w:rPr>
        <w:fldChar w:fldCharType="end"/>
      </w:r>
      <w:r w:rsidRPr="009D5DEB">
        <w:rPr>
          <w:rStyle w:val="Referencingstyle"/>
          <w:b w:val="0"/>
          <w:i w:val="0"/>
          <w:sz w:val="22"/>
          <w:szCs w:val="22"/>
        </w:rPr>
        <w:t xml:space="preserve"> to </w:t>
      </w:r>
      <w:r w:rsidRPr="009D5DEB">
        <w:rPr>
          <w:rStyle w:val="Referencingstyle"/>
          <w:b w:val="0"/>
          <w:i w:val="0"/>
          <w:sz w:val="22"/>
          <w:szCs w:val="22"/>
        </w:rPr>
        <w:fldChar w:fldCharType="begin"/>
      </w:r>
      <w:r w:rsidRPr="009D5DEB">
        <w:rPr>
          <w:rStyle w:val="Referencingstyle"/>
          <w:b w:val="0"/>
          <w:i w:val="0"/>
          <w:sz w:val="22"/>
          <w:szCs w:val="22"/>
        </w:rPr>
        <w:instrText xml:space="preserve"> REF _Ref489282386 \r \h  \* MERGEFORMAT </w:instrText>
      </w:r>
      <w:r w:rsidRPr="009D5DEB">
        <w:rPr>
          <w:rStyle w:val="Referencingstyle"/>
          <w:b w:val="0"/>
          <w:i w:val="0"/>
          <w:sz w:val="22"/>
          <w:szCs w:val="22"/>
        </w:rPr>
      </w:r>
      <w:r w:rsidRPr="009D5DEB">
        <w:rPr>
          <w:rStyle w:val="Referencingstyle"/>
          <w:b w:val="0"/>
          <w:i w:val="0"/>
          <w:sz w:val="22"/>
          <w:szCs w:val="22"/>
        </w:rPr>
        <w:fldChar w:fldCharType="separate"/>
      </w:r>
      <w:r w:rsidR="004C78A6">
        <w:rPr>
          <w:rStyle w:val="Referencingstyle"/>
          <w:b w:val="0"/>
          <w:i w:val="0"/>
          <w:sz w:val="22"/>
          <w:szCs w:val="22"/>
        </w:rPr>
        <w:t>3.50</w:t>
      </w:r>
      <w:r w:rsidRPr="009D5DEB">
        <w:rPr>
          <w:rStyle w:val="Referencingstyle"/>
          <w:b w:val="0"/>
          <w:i w:val="0"/>
          <w:sz w:val="22"/>
          <w:szCs w:val="22"/>
        </w:rPr>
        <w:fldChar w:fldCharType="end"/>
      </w:r>
      <w:r w:rsidRPr="008F7CF9">
        <w:rPr>
          <w:rStyle w:val="Referencingstyle"/>
          <w:b w:val="0"/>
          <w:i w:val="0"/>
          <w:sz w:val="22"/>
          <w:szCs w:val="22"/>
        </w:rPr>
        <w:t xml:space="preserve">. </w:t>
      </w:r>
    </w:p>
    <w:p w14:paraId="28449315" w14:textId="6D9047E5" w:rsidR="004B74E5" w:rsidRDefault="004B74E5" w:rsidP="00E63180">
      <w:pPr>
        <w:pStyle w:val="Heading4"/>
      </w:pPr>
      <w:r>
        <w:t xml:space="preserve">Removal of </w:t>
      </w:r>
      <w:r w:rsidR="005C5E9C">
        <w:t xml:space="preserve">the </w:t>
      </w:r>
      <w:r>
        <w:t>corporate director</w:t>
      </w:r>
      <w:bookmarkStart w:id="47" w:name="_GoBack"/>
      <w:bookmarkEnd w:id="47"/>
    </w:p>
    <w:p w14:paraId="51B9F0C0" w14:textId="65054110" w:rsidR="00B26B53" w:rsidRPr="00B26B53" w:rsidRDefault="00A66689" w:rsidP="004B74E5">
      <w:pPr>
        <w:pStyle w:val="base-text-paragraph"/>
        <w:rPr>
          <w:rStyle w:val="Referencingstyle"/>
          <w:b w:val="0"/>
          <w:i w:val="0"/>
          <w:sz w:val="22"/>
        </w:rPr>
      </w:pPr>
      <w:r>
        <w:t>Members</w:t>
      </w:r>
      <w:r w:rsidR="00B26B53">
        <w:t xml:space="preserve"> of a CCIV</w:t>
      </w:r>
      <w:r>
        <w:t xml:space="preserve"> </w:t>
      </w:r>
      <w:r w:rsidR="004B74E5">
        <w:t>may remove the</w:t>
      </w:r>
      <w:r w:rsidR="00B26B53">
        <w:t xml:space="preserve"> CCIV’s</w:t>
      </w:r>
      <w:r w:rsidR="004B74E5">
        <w:t xml:space="preserve"> corporate director by calling a meeti</w:t>
      </w:r>
      <w:r w:rsidR="005C5E9C">
        <w:t>ng in accordance with Division 2 of Part 2G.2</w:t>
      </w:r>
      <w:r w:rsidR="004966A3">
        <w:t xml:space="preserve"> of the Act</w:t>
      </w:r>
      <w:r w:rsidR="004B74E5">
        <w:t xml:space="preserve"> and voting on both a resolution to remove the current corporate director and a resolution </w:t>
      </w:r>
      <w:r w:rsidR="005C5E9C">
        <w:t>choosing</w:t>
      </w:r>
      <w:r w:rsidR="004B74E5">
        <w:t xml:space="preserve"> a new corporate director. The resolutions must be extraordinary resolutions if the scheme is not listed. </w:t>
      </w:r>
      <w:r w:rsidR="005C5E9C">
        <w:rPr>
          <w:rStyle w:val="Referencingstyle"/>
        </w:rPr>
        <w:t>[</w:t>
      </w:r>
      <w:r w:rsidR="008F7CF9">
        <w:rPr>
          <w:rStyle w:val="Referencingstyle"/>
        </w:rPr>
        <w:t>Schedule 1, Part 1, item 1</w:t>
      </w:r>
      <w:r w:rsidR="008E1F49">
        <w:rPr>
          <w:rStyle w:val="Referencingstyle"/>
        </w:rPr>
        <w:t xml:space="preserve">, </w:t>
      </w:r>
      <w:r w:rsidR="008F7CF9">
        <w:rPr>
          <w:rStyle w:val="Referencingstyle"/>
        </w:rPr>
        <w:t>subsection 1139C</w:t>
      </w:r>
      <w:r w:rsidR="005C5E9C">
        <w:rPr>
          <w:rStyle w:val="Referencingstyle"/>
        </w:rPr>
        <w:t xml:space="preserve">(1)] </w:t>
      </w:r>
    </w:p>
    <w:p w14:paraId="3DFAD16F" w14:textId="77A58A1E" w:rsidR="00F06EF9" w:rsidRDefault="004B74E5" w:rsidP="004B74E5">
      <w:pPr>
        <w:pStyle w:val="base-text-paragraph"/>
      </w:pPr>
      <w:r w:rsidRPr="005C5E9C">
        <w:t>If the CCIV is listed</w:t>
      </w:r>
      <w:r w:rsidR="00E332BE" w:rsidRPr="00712B4B">
        <w:t xml:space="preserve">, the resolution </w:t>
      </w:r>
      <w:r w:rsidR="00D55417" w:rsidRPr="00712B4B">
        <w:t>need only</w:t>
      </w:r>
      <w:r w:rsidR="00E332BE" w:rsidRPr="00712B4B">
        <w:t xml:space="preserve"> be an ordinary resolution</w:t>
      </w:r>
      <w:r w:rsidR="00B26B53">
        <w:t>,</w:t>
      </w:r>
      <w:r w:rsidR="00E332BE" w:rsidRPr="00712B4B">
        <w:t xml:space="preserve"> unless the </w:t>
      </w:r>
      <w:r w:rsidR="00B26B53">
        <w:t xml:space="preserve">CCIV’s </w:t>
      </w:r>
      <w:r w:rsidR="00E332BE" w:rsidRPr="00712B4B">
        <w:t>constitution provides otherwise</w:t>
      </w:r>
      <w:r w:rsidR="00E332BE" w:rsidRPr="00A66689">
        <w:t>.</w:t>
      </w:r>
      <w:r w:rsidR="00242419">
        <w:t xml:space="preserve"> </w:t>
      </w:r>
      <w:r w:rsidR="00F06EF9">
        <w:t xml:space="preserve">This is the only method by which the </w:t>
      </w:r>
      <w:r w:rsidR="00A66689">
        <w:t>members</w:t>
      </w:r>
      <w:r w:rsidR="00B26B53">
        <w:t xml:space="preserve"> of</w:t>
      </w:r>
      <w:r w:rsidR="00F06EF9">
        <w:t xml:space="preserve"> </w:t>
      </w:r>
      <w:r w:rsidR="00B26B53">
        <w:t xml:space="preserve">a CCIV </w:t>
      </w:r>
      <w:r w:rsidR="00F06EF9">
        <w:t xml:space="preserve">can remove </w:t>
      </w:r>
      <w:r w:rsidR="00B26B53">
        <w:t>its</w:t>
      </w:r>
      <w:r w:rsidR="00F06EF9">
        <w:t xml:space="preserve"> corporate director.</w:t>
      </w:r>
    </w:p>
    <w:p w14:paraId="3974CECB" w14:textId="197B6E4D" w:rsidR="004B74E5" w:rsidRDefault="004B74E5" w:rsidP="00F421D5">
      <w:pPr>
        <w:pStyle w:val="base-text-paragraph"/>
      </w:pPr>
      <w:r>
        <w:t xml:space="preserve">If both resolutions are passed and the new corporate director </w:t>
      </w:r>
      <w:r w:rsidR="00B26B53">
        <w:t xml:space="preserve">has consented </w:t>
      </w:r>
      <w:r>
        <w:t xml:space="preserve">in writing to becoming the CCIV’s corporate director, the current corporate director must lodge a notice with ASIC </w:t>
      </w:r>
      <w:r w:rsidR="00242419">
        <w:t>requesting</w:t>
      </w:r>
      <w:r>
        <w:t xml:space="preserve"> the CCIV’s registration </w:t>
      </w:r>
      <w:r w:rsidR="002079B1">
        <w:t xml:space="preserve">record </w:t>
      </w:r>
      <w:r w:rsidR="00242419">
        <w:t xml:space="preserve">be updated </w:t>
      </w:r>
      <w:r>
        <w:t xml:space="preserve">to reflect the change. The notice must be lodged as soon as practicable after the </w:t>
      </w:r>
      <w:r w:rsidRPr="00A3237C">
        <w:t>resolutions are</w:t>
      </w:r>
      <w:r>
        <w:t xml:space="preserve"> passed and in any event within two business days. If the current corporate director does not do so then the new corporate director may lodge the notice. ASIC must comply with the notice when it is lodged. </w:t>
      </w:r>
      <w:r w:rsidR="00242419">
        <w:rPr>
          <w:rStyle w:val="Referencingstyle"/>
        </w:rPr>
        <w:t>[</w:t>
      </w:r>
      <w:r w:rsidR="008F7CF9">
        <w:rPr>
          <w:rStyle w:val="Referencingstyle"/>
        </w:rPr>
        <w:t>Schedule 1, Part 1, item 1</w:t>
      </w:r>
      <w:r w:rsidR="008E1F49">
        <w:rPr>
          <w:rStyle w:val="Referencingstyle"/>
        </w:rPr>
        <w:t xml:space="preserve">, </w:t>
      </w:r>
      <w:r w:rsidR="008F7CF9">
        <w:rPr>
          <w:rStyle w:val="Referencingstyle"/>
        </w:rPr>
        <w:t xml:space="preserve"> subsection</w:t>
      </w:r>
      <w:r w:rsidR="00FF53A3">
        <w:rPr>
          <w:rStyle w:val="Referencingstyle"/>
        </w:rPr>
        <w:t>s</w:t>
      </w:r>
      <w:r w:rsidR="008F7CF9">
        <w:rPr>
          <w:rStyle w:val="Referencingstyle"/>
        </w:rPr>
        <w:t xml:space="preserve"> 1139C</w:t>
      </w:r>
      <w:r w:rsidR="00242419">
        <w:rPr>
          <w:rStyle w:val="Referencingstyle"/>
        </w:rPr>
        <w:t>(2) and (3)]</w:t>
      </w:r>
    </w:p>
    <w:p w14:paraId="7218AD53" w14:textId="77777777" w:rsidR="004B74E5" w:rsidRDefault="004B74E5" w:rsidP="00E63180">
      <w:pPr>
        <w:pStyle w:val="Heading4"/>
      </w:pPr>
      <w:r>
        <w:t>Temporary corporate director</w:t>
      </w:r>
    </w:p>
    <w:p w14:paraId="395ABE22" w14:textId="2BB2431C" w:rsidR="00EB4948" w:rsidRDefault="00E63DF5" w:rsidP="00712B4B">
      <w:pPr>
        <w:pStyle w:val="base-text-paragraph"/>
      </w:pPr>
      <w:bookmarkStart w:id="48" w:name="_Ref490577491"/>
      <w:r>
        <w:t>An application for the Court to appoint</w:t>
      </w:r>
      <w:r w:rsidR="004B74E5">
        <w:t xml:space="preserve"> a temporary corporate director </w:t>
      </w:r>
      <w:r w:rsidR="009A096F">
        <w:t>can be made</w:t>
      </w:r>
      <w:bookmarkEnd w:id="48"/>
      <w:r w:rsidR="00485DFC">
        <w:t>:</w:t>
      </w:r>
      <w:r w:rsidR="00EB4948">
        <w:t xml:space="preserve"> </w:t>
      </w:r>
    </w:p>
    <w:p w14:paraId="3A1314B0" w14:textId="294759C0" w:rsidR="00485DFC" w:rsidRDefault="009A096F" w:rsidP="00485DFC">
      <w:pPr>
        <w:pStyle w:val="dotpoint"/>
      </w:pPr>
      <w:r>
        <w:t>b</w:t>
      </w:r>
      <w:r w:rsidR="00EB4948">
        <w:t xml:space="preserve">y the current corporate director or depositary (if there is one) </w:t>
      </w:r>
      <w:r w:rsidR="001659CB">
        <w:t>where</w:t>
      </w:r>
      <w:r w:rsidR="004B74E5">
        <w:t xml:space="preserve"> the current corporate director wants to retire and </w:t>
      </w:r>
      <w:r w:rsidR="00A66689">
        <w:t xml:space="preserve">members </w:t>
      </w:r>
      <w:r w:rsidR="004B74E5">
        <w:t>do not choose a new corporate director, or the chosen company does</w:t>
      </w:r>
      <w:r w:rsidR="00911C22">
        <w:t xml:space="preserve"> not consent to the appointment</w:t>
      </w:r>
      <w:r w:rsidR="00EB4948">
        <w:t xml:space="preserve"> (</w:t>
      </w:r>
      <w:r w:rsidR="00FF53A3">
        <w:t xml:space="preserve">see discussion </w:t>
      </w:r>
      <w:r w:rsidR="00FF53A3" w:rsidRPr="009D5DEB">
        <w:t>at</w:t>
      </w:r>
      <w:r w:rsidR="00EB4948" w:rsidRPr="009D5DEB">
        <w:t xml:space="preserve"> paragraph</w:t>
      </w:r>
      <w:r w:rsidR="00B34208" w:rsidRPr="009D5DEB">
        <w:t xml:space="preserve"> </w:t>
      </w:r>
      <w:r w:rsidR="00EB4948" w:rsidRPr="009D5DEB">
        <w:fldChar w:fldCharType="begin"/>
      </w:r>
      <w:r w:rsidR="00EB4948" w:rsidRPr="009D5DEB">
        <w:instrText xml:space="preserve"> REF _Ref489283144 \r \h  \* MERGEFORMAT </w:instrText>
      </w:r>
      <w:r w:rsidR="00EB4948" w:rsidRPr="009D5DEB">
        <w:fldChar w:fldCharType="separate"/>
      </w:r>
      <w:r w:rsidR="004C78A6">
        <w:t>3.38</w:t>
      </w:r>
      <w:r w:rsidR="00EB4948" w:rsidRPr="009D5DEB">
        <w:fldChar w:fldCharType="end"/>
      </w:r>
      <w:r w:rsidR="00EB4948" w:rsidRPr="009D5DEB">
        <w:t>)</w:t>
      </w:r>
      <w:r w:rsidRPr="009D5DEB">
        <w:t>;</w:t>
      </w:r>
      <w:r>
        <w:t xml:space="preserve"> or</w:t>
      </w:r>
    </w:p>
    <w:p w14:paraId="0B842137" w14:textId="314ADEF0" w:rsidR="00485DFC" w:rsidRDefault="00EB4948" w:rsidP="00485DFC">
      <w:pPr>
        <w:pStyle w:val="dotpoint"/>
      </w:pPr>
      <w:r>
        <w:lastRenderedPageBreak/>
        <w:t xml:space="preserve">by ASIC, a member of the CCIV or the depositary (if there is one) </w:t>
      </w:r>
      <w:r w:rsidR="00B34208">
        <w:t>where</w:t>
      </w:r>
      <w:r w:rsidR="004B74E5">
        <w:t xml:space="preserve"> the CCIV does not have a corporate director that is a public company that holds an </w:t>
      </w:r>
      <w:r w:rsidR="00E63DF5">
        <w:t>AFSL</w:t>
      </w:r>
      <w:r w:rsidR="004B74E5">
        <w:t xml:space="preserve"> authorising it to operate a CCIV</w:t>
      </w:r>
      <w:r w:rsidR="000A3AAB">
        <w:t xml:space="preserve"> (for example, where the corporate director’s AFSL has been cancelled)</w:t>
      </w:r>
      <w:r w:rsidR="004B74E5">
        <w:t>.</w:t>
      </w:r>
      <w:r w:rsidR="00242419">
        <w:t xml:space="preserve"> </w:t>
      </w:r>
    </w:p>
    <w:p w14:paraId="070C32A5" w14:textId="66FAFFB0" w:rsidR="004B74E5" w:rsidRPr="008B0E7B" w:rsidRDefault="00242419" w:rsidP="00485DFC">
      <w:pPr>
        <w:pStyle w:val="dotpoint"/>
        <w:numPr>
          <w:ilvl w:val="0"/>
          <w:numId w:val="0"/>
        </w:numPr>
        <w:ind w:left="1984"/>
      </w:pPr>
      <w:r>
        <w:rPr>
          <w:rStyle w:val="Referencingstyle"/>
        </w:rPr>
        <w:t>[</w:t>
      </w:r>
      <w:r w:rsidR="00911C22">
        <w:rPr>
          <w:rStyle w:val="Referencingstyle"/>
        </w:rPr>
        <w:t>Schedule 1, Part 1, item 1</w:t>
      </w:r>
      <w:r w:rsidR="008E1F49">
        <w:rPr>
          <w:rStyle w:val="Referencingstyle"/>
        </w:rPr>
        <w:t xml:space="preserve">, </w:t>
      </w:r>
      <w:r w:rsidR="00911C22">
        <w:rPr>
          <w:rStyle w:val="Referencingstyle"/>
        </w:rPr>
        <w:t xml:space="preserve">subsection </w:t>
      </w:r>
      <w:proofErr w:type="gramStart"/>
      <w:r w:rsidR="00911C22">
        <w:rPr>
          <w:rStyle w:val="Referencingstyle"/>
        </w:rPr>
        <w:t>1139B(</w:t>
      </w:r>
      <w:proofErr w:type="gramEnd"/>
      <w:r w:rsidR="00911C22">
        <w:rPr>
          <w:rStyle w:val="Referencingstyle"/>
        </w:rPr>
        <w:t>4</w:t>
      </w:r>
      <w:r w:rsidR="00EB4948">
        <w:rPr>
          <w:rStyle w:val="Referencingstyle"/>
        </w:rPr>
        <w:t>),</w:t>
      </w:r>
      <w:r w:rsidR="00911C22">
        <w:rPr>
          <w:rStyle w:val="Referencingstyle"/>
        </w:rPr>
        <w:t xml:space="preserve"> </w:t>
      </w:r>
      <w:r w:rsidR="007F6497">
        <w:rPr>
          <w:rStyle w:val="Referencingstyle"/>
        </w:rPr>
        <w:t>section 1139D</w:t>
      </w:r>
      <w:r w:rsidR="00EB4948">
        <w:rPr>
          <w:rStyle w:val="Referencingstyle"/>
        </w:rPr>
        <w:t xml:space="preserve"> and subsection 1139E(1)</w:t>
      </w:r>
      <w:r>
        <w:rPr>
          <w:rStyle w:val="Referencingstyle"/>
        </w:rPr>
        <w:t>]</w:t>
      </w:r>
      <w:r w:rsidR="004B74E5">
        <w:t xml:space="preserve"> </w:t>
      </w:r>
    </w:p>
    <w:p w14:paraId="79FF9DDC" w14:textId="6FA6AB31" w:rsidR="004B74E5" w:rsidRDefault="000C2489" w:rsidP="004B74E5">
      <w:pPr>
        <w:pStyle w:val="base-text-paragraph"/>
      </w:pPr>
      <w:r>
        <w:t>On application, t</w:t>
      </w:r>
      <w:r w:rsidR="004B74E5">
        <w:t xml:space="preserve">he Court may appoint a temporary corporate director </w:t>
      </w:r>
      <w:r w:rsidR="00A66689">
        <w:t xml:space="preserve">if </w:t>
      </w:r>
      <w:r w:rsidR="004B74E5">
        <w:t xml:space="preserve">it is satisfied that such an appointment is in the interests of the </w:t>
      </w:r>
      <w:r w:rsidR="00A66689">
        <w:t>members and the company has consented in writing to becoming the temporary corporate director</w:t>
      </w:r>
      <w:r w:rsidR="004B74E5">
        <w:t xml:space="preserve">. </w:t>
      </w:r>
      <w:r w:rsidR="00A66689">
        <w:t>The Court</w:t>
      </w:r>
      <w:r w:rsidR="004B74E5">
        <w:t xml:space="preserve"> </w:t>
      </w:r>
      <w:r w:rsidR="00AD1C4E">
        <w:t xml:space="preserve">has discretion </w:t>
      </w:r>
      <w:r w:rsidR="00F477FD">
        <w:t>to</w:t>
      </w:r>
      <w:r w:rsidR="004B74E5">
        <w:t xml:space="preserve"> make any further or</w:t>
      </w:r>
      <w:r>
        <w:t xml:space="preserve">ders that </w:t>
      </w:r>
      <w:r w:rsidR="00F477FD">
        <w:t>it</w:t>
      </w:r>
      <w:r>
        <w:t xml:space="preserve"> considers appropriate</w:t>
      </w:r>
      <w:r w:rsidR="004B74E5">
        <w:t xml:space="preserve">. </w:t>
      </w:r>
      <w:r w:rsidR="00242419">
        <w:rPr>
          <w:rStyle w:val="Referencingstyle"/>
        </w:rPr>
        <w:t>[</w:t>
      </w:r>
      <w:r w:rsidR="008E1F49">
        <w:rPr>
          <w:rStyle w:val="Referencingstyle"/>
        </w:rPr>
        <w:t xml:space="preserve">Schedule </w:t>
      </w:r>
      <w:r w:rsidR="007F6497">
        <w:rPr>
          <w:rStyle w:val="Referencingstyle"/>
        </w:rPr>
        <w:t>1</w:t>
      </w:r>
      <w:r w:rsidR="008E1F49">
        <w:rPr>
          <w:rStyle w:val="Referencingstyle"/>
        </w:rPr>
        <w:t xml:space="preserve">, Part </w:t>
      </w:r>
      <w:r w:rsidR="007F6497">
        <w:rPr>
          <w:rStyle w:val="Referencingstyle"/>
        </w:rPr>
        <w:t>1</w:t>
      </w:r>
      <w:r w:rsidR="008E1F49">
        <w:rPr>
          <w:rStyle w:val="Referencingstyle"/>
        </w:rPr>
        <w:t xml:space="preserve">, item </w:t>
      </w:r>
      <w:r w:rsidR="007F6497">
        <w:rPr>
          <w:rStyle w:val="Referencingstyle"/>
        </w:rPr>
        <w:t>1</w:t>
      </w:r>
      <w:r w:rsidR="008E1F49">
        <w:rPr>
          <w:rStyle w:val="Referencingstyle"/>
        </w:rPr>
        <w:t xml:space="preserve">, </w:t>
      </w:r>
      <w:r w:rsidR="00F477FD">
        <w:rPr>
          <w:rStyle w:val="Referencingstyle"/>
        </w:rPr>
        <w:t>sub</w:t>
      </w:r>
      <w:r w:rsidR="007F6497">
        <w:rPr>
          <w:rStyle w:val="Referencingstyle"/>
        </w:rPr>
        <w:t>section</w:t>
      </w:r>
      <w:r w:rsidR="00FF53A3">
        <w:rPr>
          <w:rStyle w:val="Referencingstyle"/>
        </w:rPr>
        <w:t>s</w:t>
      </w:r>
      <w:r w:rsidR="007F6497">
        <w:rPr>
          <w:rStyle w:val="Referencingstyle"/>
        </w:rPr>
        <w:t xml:space="preserve"> 1139E</w:t>
      </w:r>
      <w:r w:rsidR="00F477FD">
        <w:rPr>
          <w:rStyle w:val="Referencingstyle"/>
        </w:rPr>
        <w:t>(1) and (2)</w:t>
      </w:r>
      <w:r w:rsidR="00242419">
        <w:rPr>
          <w:rStyle w:val="Referencingstyle"/>
        </w:rPr>
        <w:t>]</w:t>
      </w:r>
    </w:p>
    <w:p w14:paraId="5E57EA6B" w14:textId="20575BE8" w:rsidR="004B74E5" w:rsidRDefault="004B74E5" w:rsidP="004B74E5">
      <w:pPr>
        <w:pStyle w:val="base-text-paragraph"/>
      </w:pPr>
      <w:r>
        <w:t>If the application to the Court was made by</w:t>
      </w:r>
      <w:r w:rsidR="00242419">
        <w:t xml:space="preserve"> the current corporate director</w:t>
      </w:r>
      <w:r w:rsidR="00AD1C4E">
        <w:t>,</w:t>
      </w:r>
      <w:r>
        <w:t xml:space="preserve"> </w:t>
      </w:r>
      <w:r w:rsidR="009A096F">
        <w:t xml:space="preserve">the current corporate director </w:t>
      </w:r>
      <w:r>
        <w:t xml:space="preserve">must, as soon as practicable after the Court’s order appointing the temporary corporate director, lodge a notice with ASIC informing ASIC of the appointment. ASIC must alter the record of the CCIV’s registration to reflect the change as soon as practicable after the appointment. </w:t>
      </w:r>
      <w:r w:rsidR="00242419">
        <w:rPr>
          <w:rStyle w:val="Referencingstyle"/>
        </w:rPr>
        <w:t>[</w:t>
      </w:r>
      <w:r w:rsidR="008E1F49">
        <w:rPr>
          <w:rStyle w:val="Referencingstyle"/>
        </w:rPr>
        <w:t xml:space="preserve">Schedule </w:t>
      </w:r>
      <w:r w:rsidR="00F477FD">
        <w:rPr>
          <w:rStyle w:val="Referencingstyle"/>
        </w:rPr>
        <w:t>1</w:t>
      </w:r>
      <w:r w:rsidR="008E1F49">
        <w:rPr>
          <w:rStyle w:val="Referencingstyle"/>
        </w:rPr>
        <w:t xml:space="preserve">, Part </w:t>
      </w:r>
      <w:r w:rsidR="00F477FD">
        <w:rPr>
          <w:rStyle w:val="Referencingstyle"/>
        </w:rPr>
        <w:t>1</w:t>
      </w:r>
      <w:r w:rsidR="008E1F49">
        <w:rPr>
          <w:rStyle w:val="Referencingstyle"/>
        </w:rPr>
        <w:t xml:space="preserve">, item </w:t>
      </w:r>
      <w:r w:rsidR="00F477FD">
        <w:rPr>
          <w:rStyle w:val="Referencingstyle"/>
        </w:rPr>
        <w:t>1</w:t>
      </w:r>
      <w:r w:rsidR="008E1F49">
        <w:rPr>
          <w:rStyle w:val="Referencingstyle"/>
        </w:rPr>
        <w:t xml:space="preserve">, </w:t>
      </w:r>
      <w:r w:rsidR="00F477FD">
        <w:rPr>
          <w:rStyle w:val="Referencingstyle"/>
        </w:rPr>
        <w:t>subsections 1139E</w:t>
      </w:r>
      <w:r w:rsidR="00242419">
        <w:rPr>
          <w:rStyle w:val="Referencingstyle"/>
        </w:rPr>
        <w:t>(3) and (4)]</w:t>
      </w:r>
    </w:p>
    <w:p w14:paraId="603D0E2A" w14:textId="5CAA511B" w:rsidR="00156D08" w:rsidRDefault="00156D08" w:rsidP="004B74E5">
      <w:pPr>
        <w:pStyle w:val="base-text-paragraph"/>
      </w:pPr>
      <w:r>
        <w:t>T</w:t>
      </w:r>
      <w:r w:rsidR="004B74E5">
        <w:t xml:space="preserve">he temporary corporate director must take steps to ensure that </w:t>
      </w:r>
      <w:r w:rsidR="003107A6">
        <w:t xml:space="preserve">members </w:t>
      </w:r>
      <w:r w:rsidR="004B74E5">
        <w:t xml:space="preserve">appoint a new corporate director or, if this fails to occur, to apply to the </w:t>
      </w:r>
      <w:r w:rsidR="003107A6">
        <w:t>C</w:t>
      </w:r>
      <w:r w:rsidR="004B74E5">
        <w:t xml:space="preserve">ourt to have the CCIV wound up. </w:t>
      </w:r>
      <w:r>
        <w:t xml:space="preserve">The temporary corporate director must call a </w:t>
      </w:r>
      <w:r w:rsidR="003107A6">
        <w:t xml:space="preserve">member’s </w:t>
      </w:r>
      <w:r>
        <w:t>meeting within three months of its appointment</w:t>
      </w:r>
      <w:r w:rsidR="00052484">
        <w:t xml:space="preserve"> </w:t>
      </w:r>
      <w:r w:rsidR="00AD1C4E">
        <w:t>to allow</w:t>
      </w:r>
      <w:r w:rsidR="00052484">
        <w:t xml:space="preserve"> the </w:t>
      </w:r>
      <w:r w:rsidR="003107A6">
        <w:t xml:space="preserve">members </w:t>
      </w:r>
      <w:r w:rsidR="00AD1C4E">
        <w:t xml:space="preserve">to choose </w:t>
      </w:r>
      <w:r w:rsidR="00052484">
        <w:t xml:space="preserve">a new corporate director. </w:t>
      </w:r>
      <w:r w:rsidR="009C3C58">
        <w:t>The resolution must be an extraordinary resolution if the CCIV is not listed.</w:t>
      </w:r>
      <w:r w:rsidR="0056010A">
        <w:t xml:space="preserve"> If the CCIV is listed, then the resolution may be </w:t>
      </w:r>
      <w:r w:rsidR="00AD1C4E">
        <w:t xml:space="preserve">an </w:t>
      </w:r>
      <w:r w:rsidR="0056010A">
        <w:t>ordinary</w:t>
      </w:r>
      <w:r w:rsidR="00AD1C4E">
        <w:t xml:space="preserve"> resolution,</w:t>
      </w:r>
      <w:r w:rsidR="0056010A">
        <w:t xml:space="preserve"> unless the constitution provides otherwise.</w:t>
      </w:r>
      <w:r w:rsidR="009C3C58">
        <w:t xml:space="preserve"> </w:t>
      </w:r>
      <w:r w:rsidR="00052484">
        <w:t>F</w:t>
      </w:r>
      <w:r>
        <w:t xml:space="preserve">urther meetings may be called within </w:t>
      </w:r>
      <w:r w:rsidR="009C3C58">
        <w:t>the three month period,</w:t>
      </w:r>
      <w:r>
        <w:t xml:space="preserve"> or such </w:t>
      </w:r>
      <w:r w:rsidR="0031337E">
        <w:t>period</w:t>
      </w:r>
      <w:r w:rsidR="00052484">
        <w:t xml:space="preserve"> as the Court permits. </w:t>
      </w:r>
      <w:r w:rsidR="00242419">
        <w:rPr>
          <w:rStyle w:val="Referencingstyle"/>
        </w:rPr>
        <w:t>[</w:t>
      </w:r>
      <w:r w:rsidR="008E1F49">
        <w:rPr>
          <w:rStyle w:val="Referencingstyle"/>
        </w:rPr>
        <w:t xml:space="preserve">Schedule </w:t>
      </w:r>
      <w:r w:rsidR="00F2248A">
        <w:rPr>
          <w:rStyle w:val="Referencingstyle"/>
        </w:rPr>
        <w:t>1</w:t>
      </w:r>
      <w:r w:rsidR="008E1F49">
        <w:rPr>
          <w:rStyle w:val="Referencingstyle"/>
        </w:rPr>
        <w:t xml:space="preserve">, Part </w:t>
      </w:r>
      <w:r w:rsidR="00F2248A">
        <w:rPr>
          <w:rStyle w:val="Referencingstyle"/>
        </w:rPr>
        <w:t>1</w:t>
      </w:r>
      <w:r w:rsidR="008E1F49">
        <w:rPr>
          <w:rStyle w:val="Referencingstyle"/>
        </w:rPr>
        <w:t xml:space="preserve">, item </w:t>
      </w:r>
      <w:r w:rsidR="00F2248A">
        <w:rPr>
          <w:rStyle w:val="Referencingstyle"/>
        </w:rPr>
        <w:t>1</w:t>
      </w:r>
      <w:r w:rsidR="008E1F49">
        <w:rPr>
          <w:rStyle w:val="Referencingstyle"/>
        </w:rPr>
        <w:t xml:space="preserve">, </w:t>
      </w:r>
      <w:r w:rsidR="00F2248A">
        <w:rPr>
          <w:rStyle w:val="Referencingstyle"/>
        </w:rPr>
        <w:t>subsection</w:t>
      </w:r>
      <w:r w:rsidR="00FF53A3">
        <w:rPr>
          <w:rStyle w:val="Referencingstyle"/>
        </w:rPr>
        <w:t>s</w:t>
      </w:r>
      <w:r w:rsidR="00F2248A">
        <w:rPr>
          <w:rStyle w:val="Referencingstyle"/>
        </w:rPr>
        <w:t xml:space="preserve"> 1139F</w:t>
      </w:r>
      <w:r w:rsidR="00242419">
        <w:rPr>
          <w:rStyle w:val="Referencingstyle"/>
        </w:rPr>
        <w:t>(1)</w:t>
      </w:r>
      <w:r w:rsidR="00C57D37">
        <w:rPr>
          <w:rStyle w:val="Referencingstyle"/>
        </w:rPr>
        <w:t xml:space="preserve"> and (2)</w:t>
      </w:r>
      <w:r w:rsidR="00242419">
        <w:rPr>
          <w:rStyle w:val="Referencingstyle"/>
        </w:rPr>
        <w:t>]</w:t>
      </w:r>
    </w:p>
    <w:p w14:paraId="6160D65E" w14:textId="11BB9D57" w:rsidR="00156D08" w:rsidRDefault="00242419" w:rsidP="004B74E5">
      <w:pPr>
        <w:pStyle w:val="base-text-paragraph"/>
      </w:pPr>
      <w:r>
        <w:t>The</w:t>
      </w:r>
      <w:r w:rsidR="002079B1">
        <w:t xml:space="preserve"> temporary corporate director</w:t>
      </w:r>
      <w:r>
        <w:t xml:space="preserve"> may be chosen by the </w:t>
      </w:r>
      <w:r w:rsidR="003107A6">
        <w:t xml:space="preserve">members </w:t>
      </w:r>
      <w:r>
        <w:t>to be</w:t>
      </w:r>
      <w:r w:rsidR="002079B1">
        <w:t xml:space="preserve"> the new corporate director </w:t>
      </w:r>
      <w:r w:rsidR="009A096F">
        <w:t xml:space="preserve">so long as it meets the </w:t>
      </w:r>
      <w:r w:rsidR="003036B4">
        <w:t>requirements</w:t>
      </w:r>
      <w:r w:rsidR="009A096F">
        <w:t xml:space="preserve"> for being a corporate director</w:t>
      </w:r>
      <w:r w:rsidR="002079B1">
        <w:t xml:space="preserve">. </w:t>
      </w:r>
      <w:r>
        <w:rPr>
          <w:rStyle w:val="Referencingstyle"/>
        </w:rPr>
        <w:t>[</w:t>
      </w:r>
      <w:r w:rsidR="008E1F49">
        <w:rPr>
          <w:rStyle w:val="Referencingstyle"/>
        </w:rPr>
        <w:t xml:space="preserve">Schedule </w:t>
      </w:r>
      <w:r w:rsidR="00F2248A">
        <w:rPr>
          <w:rStyle w:val="Referencingstyle"/>
        </w:rPr>
        <w:t>1</w:t>
      </w:r>
      <w:r w:rsidR="008E1F49">
        <w:rPr>
          <w:rStyle w:val="Referencingstyle"/>
        </w:rPr>
        <w:t xml:space="preserve">, Part </w:t>
      </w:r>
      <w:r w:rsidR="00F2248A">
        <w:rPr>
          <w:rStyle w:val="Referencingstyle"/>
        </w:rPr>
        <w:t>1</w:t>
      </w:r>
      <w:r w:rsidR="008E1F49">
        <w:rPr>
          <w:rStyle w:val="Referencingstyle"/>
        </w:rPr>
        <w:t xml:space="preserve">, item </w:t>
      </w:r>
      <w:r w:rsidR="00F2248A">
        <w:rPr>
          <w:rStyle w:val="Referencingstyle"/>
        </w:rPr>
        <w:t>1</w:t>
      </w:r>
      <w:r w:rsidR="008E1F49">
        <w:rPr>
          <w:rStyle w:val="Referencingstyle"/>
        </w:rPr>
        <w:t>,</w:t>
      </w:r>
      <w:r w:rsidR="0059210E">
        <w:rPr>
          <w:rStyle w:val="Referencingstyle"/>
        </w:rPr>
        <w:t xml:space="preserve"> </w:t>
      </w:r>
      <w:r w:rsidR="00B83D4D">
        <w:rPr>
          <w:rStyle w:val="Referencingstyle"/>
        </w:rPr>
        <w:t>subsection 1139F</w:t>
      </w:r>
      <w:r w:rsidR="00C57D37">
        <w:rPr>
          <w:rStyle w:val="Referencingstyle"/>
        </w:rPr>
        <w:t>(3</w:t>
      </w:r>
      <w:r>
        <w:rPr>
          <w:rStyle w:val="Referencingstyle"/>
        </w:rPr>
        <w:t>)</w:t>
      </w:r>
      <w:r w:rsidR="00C57D37">
        <w:rPr>
          <w:rStyle w:val="Referencingstyle"/>
        </w:rPr>
        <w:t>]</w:t>
      </w:r>
    </w:p>
    <w:p w14:paraId="6DC9017B" w14:textId="097F2E46" w:rsidR="004B74E5" w:rsidRDefault="002079B1" w:rsidP="002079B1">
      <w:pPr>
        <w:pStyle w:val="base-text-paragraph"/>
      </w:pPr>
      <w:r>
        <w:t xml:space="preserve">If the </w:t>
      </w:r>
      <w:r w:rsidR="003107A6">
        <w:t xml:space="preserve">members </w:t>
      </w:r>
      <w:r>
        <w:t>of the CCIV choose a company to be the new corporate director and that company consents to the appointment, the temporary corporate director must, as soon as practi</w:t>
      </w:r>
      <w:r w:rsidR="0065579A">
        <w:t>cable, lodge a notice with ASIC</w:t>
      </w:r>
      <w:r w:rsidR="004B74E5">
        <w:t xml:space="preserve"> </w:t>
      </w:r>
      <w:r w:rsidR="00C57D37">
        <w:t>requesting that the</w:t>
      </w:r>
      <w:r>
        <w:t xml:space="preserve"> CCIV’s registration record </w:t>
      </w:r>
      <w:r w:rsidR="00C57D37">
        <w:t xml:space="preserve">be updated </w:t>
      </w:r>
      <w:r>
        <w:t>to reflect the change. ASIC must comply with the notice when it is lodged.</w:t>
      </w:r>
      <w:r w:rsidR="00C57D37">
        <w:t xml:space="preserve"> </w:t>
      </w:r>
      <w:r w:rsidR="00C57D37">
        <w:rPr>
          <w:rStyle w:val="Referencingstyle"/>
        </w:rPr>
        <w:t>[</w:t>
      </w:r>
      <w:r w:rsidR="008E1F49">
        <w:rPr>
          <w:rStyle w:val="Referencingstyle"/>
        </w:rPr>
        <w:t xml:space="preserve">Schedule </w:t>
      </w:r>
      <w:r w:rsidR="00B83D4D">
        <w:rPr>
          <w:rStyle w:val="Referencingstyle"/>
        </w:rPr>
        <w:t>1</w:t>
      </w:r>
      <w:r w:rsidR="008E1F49">
        <w:rPr>
          <w:rStyle w:val="Referencingstyle"/>
        </w:rPr>
        <w:t xml:space="preserve">, Part </w:t>
      </w:r>
      <w:r w:rsidR="00B83D4D">
        <w:rPr>
          <w:rStyle w:val="Referencingstyle"/>
        </w:rPr>
        <w:t>1</w:t>
      </w:r>
      <w:r w:rsidR="008E1F49">
        <w:rPr>
          <w:rStyle w:val="Referencingstyle"/>
        </w:rPr>
        <w:t xml:space="preserve">, item </w:t>
      </w:r>
      <w:r w:rsidR="00B83D4D">
        <w:rPr>
          <w:rStyle w:val="Referencingstyle"/>
        </w:rPr>
        <w:t>1</w:t>
      </w:r>
      <w:r w:rsidR="008E1F49">
        <w:rPr>
          <w:rStyle w:val="Referencingstyle"/>
        </w:rPr>
        <w:t>,</w:t>
      </w:r>
      <w:r w:rsidR="00B83D4D">
        <w:rPr>
          <w:rStyle w:val="Referencingstyle"/>
        </w:rPr>
        <w:t xml:space="preserve"> subsection</w:t>
      </w:r>
      <w:r w:rsidR="00FF53A3">
        <w:rPr>
          <w:rStyle w:val="Referencingstyle"/>
        </w:rPr>
        <w:t>s</w:t>
      </w:r>
      <w:r w:rsidR="00B83D4D">
        <w:rPr>
          <w:rStyle w:val="Referencingstyle"/>
        </w:rPr>
        <w:t xml:space="preserve"> 1139F</w:t>
      </w:r>
      <w:r w:rsidR="00C57D37">
        <w:rPr>
          <w:rStyle w:val="Referencingstyle"/>
        </w:rPr>
        <w:t>(4)</w:t>
      </w:r>
      <w:r w:rsidR="0031337E">
        <w:rPr>
          <w:rStyle w:val="Referencingstyle"/>
        </w:rPr>
        <w:t xml:space="preserve"> and (6)</w:t>
      </w:r>
      <w:r w:rsidR="00C57D37">
        <w:rPr>
          <w:rStyle w:val="Referencingstyle"/>
        </w:rPr>
        <w:t>]</w:t>
      </w:r>
    </w:p>
    <w:p w14:paraId="534ABA21" w14:textId="170C50BA" w:rsidR="004B74E5" w:rsidRDefault="00942861" w:rsidP="00712B4B">
      <w:pPr>
        <w:pStyle w:val="base-text-paragraph"/>
      </w:pPr>
      <w:r>
        <w:lastRenderedPageBreak/>
        <w:t>If no meeting to choose a new corporate director is called within three months or such period as the Court permits, or members do not choose a new corporate director that consents to the appointment, t</w:t>
      </w:r>
      <w:r w:rsidR="0065579A">
        <w:t>he temporary corporate director must apply to the Court for a</w:t>
      </w:r>
      <w:r w:rsidR="0082754B">
        <w:t xml:space="preserve"> </w:t>
      </w:r>
      <w:r w:rsidR="0065579A">
        <w:t>wind</w:t>
      </w:r>
      <w:r w:rsidR="0082754B">
        <w:t>ing</w:t>
      </w:r>
      <w:r w:rsidR="0065579A">
        <w:t xml:space="preserve"> up </w:t>
      </w:r>
      <w:r w:rsidR="0082754B">
        <w:t>of</w:t>
      </w:r>
      <w:r w:rsidR="0065579A">
        <w:t xml:space="preserve"> the CCIV</w:t>
      </w:r>
      <w:r>
        <w:t>.</w:t>
      </w:r>
      <w:r w:rsidR="0065579A">
        <w:t xml:space="preserve"> </w:t>
      </w:r>
      <w:r w:rsidR="00C57D37">
        <w:rPr>
          <w:rStyle w:val="Referencingstyle"/>
        </w:rPr>
        <w:t>[</w:t>
      </w:r>
      <w:r w:rsidR="008E1F49">
        <w:rPr>
          <w:rStyle w:val="Referencingstyle"/>
        </w:rPr>
        <w:t xml:space="preserve">Schedule </w:t>
      </w:r>
      <w:r w:rsidR="00B83D4D">
        <w:rPr>
          <w:rStyle w:val="Referencingstyle"/>
        </w:rPr>
        <w:t>1</w:t>
      </w:r>
      <w:r w:rsidR="008E1F49">
        <w:rPr>
          <w:rStyle w:val="Referencingstyle"/>
        </w:rPr>
        <w:t xml:space="preserve">, Part </w:t>
      </w:r>
      <w:r w:rsidR="00B83D4D">
        <w:rPr>
          <w:rStyle w:val="Referencingstyle"/>
        </w:rPr>
        <w:t>1</w:t>
      </w:r>
      <w:r w:rsidR="008E1F49">
        <w:rPr>
          <w:rStyle w:val="Referencingstyle"/>
        </w:rPr>
        <w:t xml:space="preserve">, item </w:t>
      </w:r>
      <w:r w:rsidR="00B83D4D">
        <w:rPr>
          <w:rStyle w:val="Referencingstyle"/>
        </w:rPr>
        <w:t>1</w:t>
      </w:r>
      <w:r w:rsidR="008E1F49">
        <w:rPr>
          <w:rStyle w:val="Referencingstyle"/>
        </w:rPr>
        <w:t>,</w:t>
      </w:r>
      <w:r w:rsidR="00B83D4D">
        <w:rPr>
          <w:rStyle w:val="Referencingstyle"/>
        </w:rPr>
        <w:t xml:space="preserve"> subsection 1139F</w:t>
      </w:r>
      <w:r w:rsidR="00C57D37">
        <w:rPr>
          <w:rStyle w:val="Referencingstyle"/>
        </w:rPr>
        <w:t>(5)]</w:t>
      </w:r>
    </w:p>
    <w:p w14:paraId="024AEABE" w14:textId="65D0EE42" w:rsidR="00961E79" w:rsidRDefault="00961E79" w:rsidP="004B74E5">
      <w:pPr>
        <w:pStyle w:val="base-text-paragraph"/>
      </w:pPr>
      <w:bookmarkStart w:id="49" w:name="_Ref489282386"/>
      <w:r>
        <w:t xml:space="preserve">ASIC or a </w:t>
      </w:r>
      <w:r w:rsidR="003107A6">
        <w:t xml:space="preserve">member </w:t>
      </w:r>
      <w:r>
        <w:t>of the CCIV may apply to the Court to have the CCIV wound up if the temporary co</w:t>
      </w:r>
      <w:r w:rsidR="00C57D37">
        <w:t>r</w:t>
      </w:r>
      <w:r>
        <w:t xml:space="preserve">porate director does not do so. </w:t>
      </w:r>
      <w:r w:rsidR="0031337E">
        <w:rPr>
          <w:rStyle w:val="Referencingstyle"/>
        </w:rPr>
        <w:t>[</w:t>
      </w:r>
      <w:r w:rsidR="008E1F49">
        <w:rPr>
          <w:rStyle w:val="Referencingstyle"/>
        </w:rPr>
        <w:t xml:space="preserve">Schedule </w:t>
      </w:r>
      <w:r w:rsidR="00B83D4D">
        <w:rPr>
          <w:rStyle w:val="Referencingstyle"/>
        </w:rPr>
        <w:t>1</w:t>
      </w:r>
      <w:r w:rsidR="008E1F49">
        <w:rPr>
          <w:rStyle w:val="Referencingstyle"/>
        </w:rPr>
        <w:t xml:space="preserve">, Part </w:t>
      </w:r>
      <w:r w:rsidR="00B83D4D">
        <w:rPr>
          <w:rStyle w:val="Referencingstyle"/>
        </w:rPr>
        <w:t>1</w:t>
      </w:r>
      <w:r w:rsidR="008E1F49">
        <w:rPr>
          <w:rStyle w:val="Referencingstyle"/>
        </w:rPr>
        <w:t xml:space="preserve">, item </w:t>
      </w:r>
      <w:r w:rsidR="00B83D4D">
        <w:rPr>
          <w:rStyle w:val="Referencingstyle"/>
        </w:rPr>
        <w:t>1</w:t>
      </w:r>
      <w:r w:rsidR="008E1F49">
        <w:rPr>
          <w:rStyle w:val="Referencingstyle"/>
        </w:rPr>
        <w:t xml:space="preserve">, </w:t>
      </w:r>
      <w:r w:rsidR="00B83D4D">
        <w:rPr>
          <w:rStyle w:val="Referencingstyle"/>
        </w:rPr>
        <w:t>subsection 1139F</w:t>
      </w:r>
      <w:r w:rsidR="0031337E">
        <w:rPr>
          <w:rStyle w:val="Referencingstyle"/>
        </w:rPr>
        <w:t>(5</w:t>
      </w:r>
      <w:r w:rsidR="00C57D37">
        <w:rPr>
          <w:rStyle w:val="Referencingstyle"/>
        </w:rPr>
        <w:t>)]</w:t>
      </w:r>
      <w:bookmarkEnd w:id="49"/>
    </w:p>
    <w:p w14:paraId="085F4EFB" w14:textId="264162D5" w:rsidR="004B74E5" w:rsidRDefault="004B74E5" w:rsidP="00E63180">
      <w:pPr>
        <w:pStyle w:val="Heading4"/>
      </w:pPr>
      <w:r>
        <w:t>Consequences of changing</w:t>
      </w:r>
      <w:r w:rsidR="004D023E">
        <w:t xml:space="preserve"> the corporate director</w:t>
      </w:r>
    </w:p>
    <w:p w14:paraId="4A80B6C5" w14:textId="297081CD" w:rsidR="004D023E" w:rsidRDefault="004D023E" w:rsidP="004D023E">
      <w:pPr>
        <w:pStyle w:val="base-text-paragraph"/>
      </w:pPr>
      <w:r>
        <w:t>If the corporate director changes, the former corporate director must</w:t>
      </w:r>
      <w:r w:rsidR="00C00BED">
        <w:t>,</w:t>
      </w:r>
      <w:r>
        <w:t xml:space="preserve"> as soon as practicable</w:t>
      </w:r>
      <w:r w:rsidR="00C00BED">
        <w:t>,</w:t>
      </w:r>
      <w:r>
        <w:t xml:space="preserve"> give the new corporate director any books</w:t>
      </w:r>
      <w:r w:rsidR="00135195">
        <w:t xml:space="preserve"> in the former corporate director’s possession or control</w:t>
      </w:r>
      <w:r>
        <w:t xml:space="preserve"> that the Act requires to be kept </w:t>
      </w:r>
      <w:r w:rsidR="00135195">
        <w:t xml:space="preserve">in relation to the CCIV, </w:t>
      </w:r>
      <w:r>
        <w:t>and to give other reasonable assistance to facilitate the change in corporate director.</w:t>
      </w:r>
      <w:r w:rsidR="00C00BED">
        <w:t xml:space="preserve"> </w:t>
      </w:r>
      <w:r w:rsidR="00DB6AAC">
        <w:rPr>
          <w:rStyle w:val="Referencingstyle"/>
        </w:rPr>
        <w:t>[</w:t>
      </w:r>
      <w:r w:rsidR="008E1F49">
        <w:rPr>
          <w:rStyle w:val="Referencingstyle"/>
        </w:rPr>
        <w:t xml:space="preserve">Schedule </w:t>
      </w:r>
      <w:r w:rsidR="007629C3">
        <w:rPr>
          <w:rStyle w:val="Referencingstyle"/>
        </w:rPr>
        <w:t>1</w:t>
      </w:r>
      <w:r w:rsidR="008E1F49">
        <w:rPr>
          <w:rStyle w:val="Referencingstyle"/>
        </w:rPr>
        <w:t xml:space="preserve">, Part </w:t>
      </w:r>
      <w:r w:rsidR="007629C3">
        <w:rPr>
          <w:rStyle w:val="Referencingstyle"/>
        </w:rPr>
        <w:t>1</w:t>
      </w:r>
      <w:r w:rsidR="008E1F49">
        <w:rPr>
          <w:rStyle w:val="Referencingstyle"/>
        </w:rPr>
        <w:t xml:space="preserve">, item </w:t>
      </w:r>
      <w:r w:rsidR="007629C3">
        <w:rPr>
          <w:rStyle w:val="Referencingstyle"/>
        </w:rPr>
        <w:t>1</w:t>
      </w:r>
      <w:r w:rsidR="008E1F49">
        <w:rPr>
          <w:rStyle w:val="Referencingstyle"/>
        </w:rPr>
        <w:t xml:space="preserve">, </w:t>
      </w:r>
      <w:r w:rsidR="007629C3">
        <w:rPr>
          <w:rStyle w:val="Referencingstyle"/>
        </w:rPr>
        <w:t>section 1140</w:t>
      </w:r>
      <w:r w:rsidR="00DB6AAC">
        <w:rPr>
          <w:rStyle w:val="Referencingstyle"/>
        </w:rPr>
        <w:t>]</w:t>
      </w:r>
    </w:p>
    <w:p w14:paraId="1AB21079" w14:textId="556A262C" w:rsidR="004D023E" w:rsidRDefault="004D023E" w:rsidP="004D023E">
      <w:pPr>
        <w:pStyle w:val="base-text-paragraph"/>
      </w:pPr>
      <w:r>
        <w:t xml:space="preserve">Further, if the corporate director changes then the rights, obligations and liabilities of the former corporate director in relation to the CCIV become the rights, obligations and liabilities of the new corporate director. However, </w:t>
      </w:r>
      <w:r w:rsidR="00D13DC5">
        <w:t>the former corporate director will retain the right to be paid fees and to be indemnified for expenses incurred relating to the period when it was the corporate director. The former corporate director also retains any right, obligation or</w:t>
      </w:r>
      <w:r w:rsidR="00F34DAD">
        <w:t xml:space="preserve"> liability it had as a memb</w:t>
      </w:r>
      <w:r w:rsidR="00D13DC5">
        <w:t xml:space="preserve">er of the CCIV and any liability for which it could not have been indemnified out of </w:t>
      </w:r>
      <w:r w:rsidR="00F34DAD">
        <w:t xml:space="preserve">the assets of the </w:t>
      </w:r>
      <w:r w:rsidR="00D13DC5">
        <w:t xml:space="preserve">CCIV had it remained the corporate director. </w:t>
      </w:r>
      <w:r w:rsidR="00DB6AAC">
        <w:rPr>
          <w:rStyle w:val="Referencingstyle"/>
        </w:rPr>
        <w:t>[</w:t>
      </w:r>
      <w:r w:rsidR="008E1F49">
        <w:rPr>
          <w:rStyle w:val="Referencingstyle"/>
        </w:rPr>
        <w:t xml:space="preserve">Schedule </w:t>
      </w:r>
      <w:r w:rsidR="007629C3">
        <w:rPr>
          <w:rStyle w:val="Referencingstyle"/>
        </w:rPr>
        <w:t>1</w:t>
      </w:r>
      <w:r w:rsidR="008E1F49">
        <w:rPr>
          <w:rStyle w:val="Referencingstyle"/>
        </w:rPr>
        <w:t xml:space="preserve">, Part </w:t>
      </w:r>
      <w:r w:rsidR="007629C3">
        <w:rPr>
          <w:rStyle w:val="Referencingstyle"/>
        </w:rPr>
        <w:t>1</w:t>
      </w:r>
      <w:r w:rsidR="008E1F49">
        <w:rPr>
          <w:rStyle w:val="Referencingstyle"/>
        </w:rPr>
        <w:t xml:space="preserve">, item </w:t>
      </w:r>
      <w:r w:rsidR="007629C3">
        <w:rPr>
          <w:rStyle w:val="Referencingstyle"/>
        </w:rPr>
        <w:t>1</w:t>
      </w:r>
      <w:r w:rsidR="008E1F49">
        <w:rPr>
          <w:rStyle w:val="Referencingstyle"/>
        </w:rPr>
        <w:t>,</w:t>
      </w:r>
      <w:r w:rsidR="00931F24">
        <w:rPr>
          <w:rStyle w:val="Referencingstyle"/>
        </w:rPr>
        <w:t xml:space="preserve"> </w:t>
      </w:r>
      <w:r w:rsidR="007629C3">
        <w:rPr>
          <w:rStyle w:val="Referencingstyle"/>
        </w:rPr>
        <w:t>section 1140A</w:t>
      </w:r>
      <w:r w:rsidR="00DB6AAC">
        <w:rPr>
          <w:rStyle w:val="Referencingstyle"/>
        </w:rPr>
        <w:t>]</w:t>
      </w:r>
    </w:p>
    <w:p w14:paraId="02B3FE50" w14:textId="022B4658" w:rsidR="00D13DC5" w:rsidRDefault="00434865" w:rsidP="004D023E">
      <w:pPr>
        <w:pStyle w:val="base-text-paragraph"/>
      </w:pPr>
      <w:r>
        <w:t xml:space="preserve">A document to which the former corporate director was a party is to be read as if the new corporate director (and not the former corporate director) was the party to that document where the document is capable of having effect after the change. </w:t>
      </w:r>
      <w:r w:rsidR="00DB6AAC">
        <w:rPr>
          <w:rStyle w:val="Referencingstyle"/>
        </w:rPr>
        <w:t>[</w:t>
      </w:r>
      <w:r w:rsidR="008E1F49">
        <w:rPr>
          <w:rStyle w:val="Referencingstyle"/>
        </w:rPr>
        <w:t xml:space="preserve">Schedule </w:t>
      </w:r>
      <w:r w:rsidR="007629C3">
        <w:rPr>
          <w:rStyle w:val="Referencingstyle"/>
        </w:rPr>
        <w:t>1</w:t>
      </w:r>
      <w:r w:rsidR="008E1F49">
        <w:rPr>
          <w:rStyle w:val="Referencingstyle"/>
        </w:rPr>
        <w:t xml:space="preserve">, Part </w:t>
      </w:r>
      <w:r w:rsidR="007629C3">
        <w:rPr>
          <w:rStyle w:val="Referencingstyle"/>
        </w:rPr>
        <w:t>1</w:t>
      </w:r>
      <w:r w:rsidR="008E1F49">
        <w:rPr>
          <w:rStyle w:val="Referencingstyle"/>
        </w:rPr>
        <w:t xml:space="preserve">, item </w:t>
      </w:r>
      <w:r w:rsidR="007629C3">
        <w:rPr>
          <w:rStyle w:val="Referencingstyle"/>
        </w:rPr>
        <w:t>1</w:t>
      </w:r>
      <w:r w:rsidR="008E1F49">
        <w:rPr>
          <w:rStyle w:val="Referencingstyle"/>
        </w:rPr>
        <w:t>,</w:t>
      </w:r>
      <w:r w:rsidR="007629C3">
        <w:rPr>
          <w:rStyle w:val="Referencingstyle"/>
        </w:rPr>
        <w:t xml:space="preserve"> section 1140B</w:t>
      </w:r>
      <w:r w:rsidR="00DB6AAC">
        <w:rPr>
          <w:rStyle w:val="Referencingstyle"/>
        </w:rPr>
        <w:t>]</w:t>
      </w:r>
      <w:r>
        <w:t xml:space="preserve"> </w:t>
      </w:r>
    </w:p>
    <w:p w14:paraId="0449B977" w14:textId="660066AA" w:rsidR="0089529D" w:rsidRPr="004D023E" w:rsidRDefault="00EC6241" w:rsidP="004D023E">
      <w:pPr>
        <w:pStyle w:val="base-text-paragraph"/>
      </w:pPr>
      <w:r>
        <w:t xml:space="preserve">These provisions are </w:t>
      </w:r>
      <w:r w:rsidR="0089529D">
        <w:t>modelled on sections 601FS and 601FT</w:t>
      </w:r>
      <w:r>
        <w:t xml:space="preserve"> that apply to registered schemes and</w:t>
      </w:r>
      <w:r w:rsidR="004B4B65">
        <w:t xml:space="preserve"> are intended to provide an administratively efficient mechanism for the novation of obligations to the new corporate director.</w:t>
      </w:r>
    </w:p>
    <w:p w14:paraId="4B65B592" w14:textId="75374F61" w:rsidR="004B74E5" w:rsidRDefault="004B74E5" w:rsidP="0000645A">
      <w:pPr>
        <w:pStyle w:val="Heading3"/>
      </w:pPr>
      <w:r>
        <w:t xml:space="preserve">Duties </w:t>
      </w:r>
      <w:r w:rsidR="00ED43B6">
        <w:t xml:space="preserve">owed </w:t>
      </w:r>
      <w:r w:rsidR="00697326">
        <w:t xml:space="preserve">by </w:t>
      </w:r>
      <w:r w:rsidR="0000645A">
        <w:t xml:space="preserve">the </w:t>
      </w:r>
      <w:r w:rsidR="00697326">
        <w:t>corporate director</w:t>
      </w:r>
      <w:r w:rsidR="00B85874">
        <w:t xml:space="preserve"> </w:t>
      </w:r>
      <w:r w:rsidR="00360645">
        <w:t xml:space="preserve">of a retail CCCIV </w:t>
      </w:r>
      <w:r w:rsidR="00B85874">
        <w:t>and its officers and employees</w:t>
      </w:r>
      <w:r w:rsidR="00697326">
        <w:t xml:space="preserve"> </w:t>
      </w:r>
    </w:p>
    <w:p w14:paraId="51AD3EE8" w14:textId="445EA004" w:rsidR="0000645A" w:rsidRPr="0000645A" w:rsidRDefault="0000645A" w:rsidP="005F4F0B">
      <w:pPr>
        <w:pStyle w:val="base-text-paragraph"/>
      </w:pPr>
      <w:bookmarkStart w:id="50" w:name="_Ref490122054"/>
      <w:r>
        <w:t xml:space="preserve">Division 3 of Part 3 of </w:t>
      </w:r>
      <w:r w:rsidR="007629C3">
        <w:t xml:space="preserve">Chapter 7A </w:t>
      </w:r>
      <w:r>
        <w:t xml:space="preserve">sets out the duties owed by the corporate director of a retail CCIV, including by its officers and employees. These requirements are not imposed </w:t>
      </w:r>
      <w:r w:rsidR="008501E4">
        <w:t xml:space="preserve">in </w:t>
      </w:r>
      <w:r>
        <w:t>respect of a wholesale CCIV</w:t>
      </w:r>
      <w:r w:rsidR="00EC6241">
        <w:t xml:space="preserve"> on the basis that members of a wholesale CCIV should be </w:t>
      </w:r>
      <w:r w:rsidR="008501E4">
        <w:t xml:space="preserve">given the </w:t>
      </w:r>
      <w:r w:rsidR="008501E4">
        <w:lastRenderedPageBreak/>
        <w:t xml:space="preserve">flexibility </w:t>
      </w:r>
      <w:r w:rsidR="00EC6241">
        <w:t xml:space="preserve">to negotiate arrangements with the corporate director to </w:t>
      </w:r>
      <w:r w:rsidR="008501E4">
        <w:t>protect their interests</w:t>
      </w:r>
      <w:r>
        <w:t xml:space="preserve">. </w:t>
      </w:r>
      <w:r>
        <w:rPr>
          <w:rStyle w:val="Referencingstyle"/>
        </w:rPr>
        <w:t xml:space="preserve">[Schedule </w:t>
      </w:r>
      <w:r w:rsidR="007629C3">
        <w:rPr>
          <w:rStyle w:val="Referencingstyle"/>
        </w:rPr>
        <w:t>1</w:t>
      </w:r>
      <w:r>
        <w:rPr>
          <w:rStyle w:val="Referencingstyle"/>
        </w:rPr>
        <w:t xml:space="preserve">, Part </w:t>
      </w:r>
      <w:r w:rsidR="007629C3">
        <w:rPr>
          <w:rStyle w:val="Referencingstyle"/>
        </w:rPr>
        <w:t>1</w:t>
      </w:r>
      <w:r>
        <w:rPr>
          <w:rStyle w:val="Referencingstyle"/>
        </w:rPr>
        <w:t xml:space="preserve">, items </w:t>
      </w:r>
      <w:r w:rsidR="007629C3">
        <w:rPr>
          <w:rStyle w:val="Referencingstyle"/>
        </w:rPr>
        <w:t>1</w:t>
      </w:r>
      <w:r>
        <w:rPr>
          <w:rStyle w:val="Referencingstyle"/>
        </w:rPr>
        <w:t xml:space="preserve">, </w:t>
      </w:r>
      <w:r w:rsidR="00C17923">
        <w:rPr>
          <w:rStyle w:val="Referencingstyle"/>
        </w:rPr>
        <w:t>section 1154</w:t>
      </w:r>
      <w:r>
        <w:rPr>
          <w:rStyle w:val="Referencingstyle"/>
        </w:rPr>
        <w:t>]</w:t>
      </w:r>
      <w:bookmarkEnd w:id="50"/>
    </w:p>
    <w:p w14:paraId="480B2E8E" w14:textId="02F4A1EF" w:rsidR="00E12EE9" w:rsidRDefault="00E12EE9" w:rsidP="00135195">
      <w:pPr>
        <w:pStyle w:val="base-text-paragraph"/>
      </w:pPr>
      <w:bookmarkStart w:id="51" w:name="_Ref489278260"/>
      <w:r>
        <w:t xml:space="preserve">The statutory duties </w:t>
      </w:r>
      <w:r w:rsidR="001A5615">
        <w:t xml:space="preserve">imposed on the corporate director of </w:t>
      </w:r>
      <w:proofErr w:type="gramStart"/>
      <w:r w:rsidR="001A5615">
        <w:t>a retail</w:t>
      </w:r>
      <w:proofErr w:type="gramEnd"/>
      <w:r w:rsidR="001A5615">
        <w:t xml:space="preserve"> CCIV, its officers and its employees </w:t>
      </w:r>
      <w:r>
        <w:t>are in addition to those that may be imposed by the general law and by the constitution</w:t>
      </w:r>
      <w:r w:rsidR="0000645A">
        <w:t xml:space="preserve"> of the CCIV</w:t>
      </w:r>
      <w:r>
        <w:t>.</w:t>
      </w:r>
      <w:bookmarkEnd w:id="51"/>
      <w:r>
        <w:t xml:space="preserve"> </w:t>
      </w:r>
    </w:p>
    <w:p w14:paraId="2DB5852D" w14:textId="243D7712" w:rsidR="00135195" w:rsidRDefault="00574EB3" w:rsidP="00135195">
      <w:pPr>
        <w:pStyle w:val="base-text-paragraph"/>
      </w:pPr>
      <w:r>
        <w:t xml:space="preserve">The </w:t>
      </w:r>
      <w:r w:rsidR="00E12EE9">
        <w:t xml:space="preserve">statutory </w:t>
      </w:r>
      <w:r>
        <w:t xml:space="preserve">duties </w:t>
      </w:r>
      <w:r w:rsidR="00135195">
        <w:t xml:space="preserve">have been substantially based </w:t>
      </w:r>
      <w:r w:rsidR="00EA3279">
        <w:t>on</w:t>
      </w:r>
      <w:r w:rsidR="00135195">
        <w:t xml:space="preserve"> the duties owed by </w:t>
      </w:r>
      <w:r w:rsidR="008D31C1">
        <w:t xml:space="preserve">a </w:t>
      </w:r>
      <w:r>
        <w:t>responsible entity</w:t>
      </w:r>
      <w:r w:rsidR="001A5615">
        <w:t xml:space="preserve"> of a registered scheme</w:t>
      </w:r>
      <w:r>
        <w:t xml:space="preserve">, its officers and its employees </w:t>
      </w:r>
      <w:r w:rsidR="008D31C1">
        <w:t>under sections 601FC to 601FE</w:t>
      </w:r>
      <w:r>
        <w:t xml:space="preserve">. </w:t>
      </w:r>
      <w:r w:rsidR="00E255FE">
        <w:t xml:space="preserve">The registered scheme duties </w:t>
      </w:r>
      <w:r w:rsidR="008501E4">
        <w:t xml:space="preserve">are </w:t>
      </w:r>
      <w:r w:rsidR="001A5615">
        <w:t xml:space="preserve">preferred over the duties of company directors, officers and employees as they </w:t>
      </w:r>
      <w:r w:rsidR="008501E4">
        <w:t>are</w:t>
      </w:r>
      <w:r w:rsidR="00E255FE">
        <w:t xml:space="preserve"> better tailored to the nature of a managed fund.</w:t>
      </w:r>
      <w:r w:rsidR="00E12EE9">
        <w:t xml:space="preserve"> The imposition of </w:t>
      </w:r>
      <w:r w:rsidR="001A5615">
        <w:t xml:space="preserve">specific statutory </w:t>
      </w:r>
      <w:r w:rsidR="00E12EE9">
        <w:t xml:space="preserve">duties emphasises that the responsibility for the operation of the CCIV </w:t>
      </w:r>
      <w:r w:rsidR="001A5615">
        <w:t xml:space="preserve">and its compliance with the law </w:t>
      </w:r>
      <w:r w:rsidR="00E12EE9">
        <w:t xml:space="preserve">rests with the corporate director. </w:t>
      </w:r>
    </w:p>
    <w:p w14:paraId="6336D2B3" w14:textId="44127FED" w:rsidR="00574EB3" w:rsidRPr="00574EB3" w:rsidRDefault="001A5615" w:rsidP="00B85874">
      <w:pPr>
        <w:pStyle w:val="base-text-paragraph"/>
        <w:rPr>
          <w:rStyle w:val="Referencingstyle"/>
          <w:b w:val="0"/>
          <w:i w:val="0"/>
          <w:sz w:val="22"/>
        </w:rPr>
      </w:pPr>
      <w:r>
        <w:t>Further, a</w:t>
      </w:r>
      <w:r w:rsidR="00574EB3">
        <w:t>s the corporate director is a</w:t>
      </w:r>
      <w:r w:rsidR="00140957">
        <w:t xml:space="preserve"> public company, </w:t>
      </w:r>
      <w:r w:rsidR="00C17923">
        <w:t xml:space="preserve">the corporate director, </w:t>
      </w:r>
      <w:r w:rsidR="00574EB3">
        <w:t xml:space="preserve">its officers and its employees owe duties under Part 2D.1 </w:t>
      </w:r>
      <w:r w:rsidR="00BD6E3C">
        <w:t xml:space="preserve">of the Act </w:t>
      </w:r>
      <w:r w:rsidR="00574EB3">
        <w:t xml:space="preserve">to the corporate director’s own shareholders. If these duties conflict with the </w:t>
      </w:r>
      <w:r w:rsidR="00042BEC">
        <w:t xml:space="preserve">corresponding </w:t>
      </w:r>
      <w:r w:rsidR="00574EB3">
        <w:t xml:space="preserve">duties </w:t>
      </w:r>
      <w:r w:rsidR="00042BEC">
        <w:t>to the CCIV and its members</w:t>
      </w:r>
      <w:r w:rsidR="00574EB3">
        <w:t xml:space="preserve">, then the </w:t>
      </w:r>
      <w:r w:rsidR="00697326">
        <w:t xml:space="preserve">latter </w:t>
      </w:r>
      <w:r w:rsidR="00574EB3">
        <w:t xml:space="preserve">prevail. </w:t>
      </w:r>
      <w:r w:rsidR="00574EB3">
        <w:rPr>
          <w:rStyle w:val="Referencingstyle"/>
        </w:rPr>
        <w:t>[</w:t>
      </w:r>
      <w:r w:rsidR="008E1F49">
        <w:rPr>
          <w:rStyle w:val="Referencingstyle"/>
        </w:rPr>
        <w:t xml:space="preserve">Schedule </w:t>
      </w:r>
      <w:r w:rsidR="00C17923">
        <w:rPr>
          <w:rStyle w:val="Referencingstyle"/>
        </w:rPr>
        <w:t>1</w:t>
      </w:r>
      <w:r w:rsidR="008E1F49">
        <w:rPr>
          <w:rStyle w:val="Referencingstyle"/>
        </w:rPr>
        <w:t xml:space="preserve">, Part </w:t>
      </w:r>
      <w:r w:rsidR="00C17923">
        <w:rPr>
          <w:rStyle w:val="Referencingstyle"/>
        </w:rPr>
        <w:t>1</w:t>
      </w:r>
      <w:r w:rsidR="008E1F49">
        <w:rPr>
          <w:rStyle w:val="Referencingstyle"/>
        </w:rPr>
        <w:t xml:space="preserve">, item </w:t>
      </w:r>
      <w:r w:rsidR="00C17923">
        <w:rPr>
          <w:rStyle w:val="Referencingstyle"/>
        </w:rPr>
        <w:t>1</w:t>
      </w:r>
      <w:r w:rsidR="008E1F49">
        <w:rPr>
          <w:rStyle w:val="Referencingstyle"/>
        </w:rPr>
        <w:t xml:space="preserve">, </w:t>
      </w:r>
      <w:r w:rsidR="00C17923">
        <w:rPr>
          <w:rStyle w:val="Referencingstyle"/>
        </w:rPr>
        <w:t>sections 1156A, 1157A</w:t>
      </w:r>
      <w:r w:rsidR="00574EB3">
        <w:rPr>
          <w:rStyle w:val="Referencingstyle"/>
        </w:rPr>
        <w:t xml:space="preserve"> and </w:t>
      </w:r>
      <w:r w:rsidR="00C17923">
        <w:rPr>
          <w:rStyle w:val="Referencingstyle"/>
        </w:rPr>
        <w:t>1158A</w:t>
      </w:r>
      <w:r w:rsidR="00574EB3">
        <w:rPr>
          <w:rStyle w:val="Referencingstyle"/>
        </w:rPr>
        <w:t>]</w:t>
      </w:r>
    </w:p>
    <w:p w14:paraId="74E202A4" w14:textId="04C5327D" w:rsidR="00ED43B6" w:rsidRPr="00ED43B6" w:rsidRDefault="00ED43B6" w:rsidP="004B1FC7">
      <w:pPr>
        <w:pStyle w:val="Heading4"/>
      </w:pPr>
      <w:r>
        <w:t>Duties owed by corporate director</w:t>
      </w:r>
      <w:r w:rsidR="004B1FC7">
        <w:t xml:space="preserve"> of a retail CCIV</w:t>
      </w:r>
    </w:p>
    <w:p w14:paraId="27818F91" w14:textId="5ECA89FC" w:rsidR="00E4508C" w:rsidRDefault="008D31C1" w:rsidP="004B74E5">
      <w:pPr>
        <w:pStyle w:val="base-text-paragraph"/>
      </w:pPr>
      <w:r>
        <w:t xml:space="preserve">The corporate director </w:t>
      </w:r>
      <w:r w:rsidR="00B85874">
        <w:t xml:space="preserve">of </w:t>
      </w:r>
      <w:proofErr w:type="gramStart"/>
      <w:r w:rsidR="00B85874">
        <w:t>a retail</w:t>
      </w:r>
      <w:proofErr w:type="gramEnd"/>
      <w:r w:rsidR="00B85874">
        <w:t xml:space="preserve"> CCIV </w:t>
      </w:r>
      <w:r w:rsidR="00A91855">
        <w:t>owe</w:t>
      </w:r>
      <w:r>
        <w:t>s</w:t>
      </w:r>
      <w:r w:rsidR="005523D2">
        <w:t xml:space="preserve"> </w:t>
      </w:r>
      <w:r w:rsidR="00B85874">
        <w:t xml:space="preserve">a </w:t>
      </w:r>
      <w:r w:rsidR="00893FA8">
        <w:t xml:space="preserve">range </w:t>
      </w:r>
      <w:r w:rsidR="00B85874">
        <w:t>of</w:t>
      </w:r>
      <w:r w:rsidR="005523D2">
        <w:t xml:space="preserve"> duties. </w:t>
      </w:r>
      <w:r w:rsidR="007858E0">
        <w:t>Some of these duties reflect the fundamental duties of a fiduciary</w:t>
      </w:r>
      <w:r w:rsidR="007A3930">
        <w:t xml:space="preserve">, </w:t>
      </w:r>
      <w:r>
        <w:t>including</w:t>
      </w:r>
      <w:r w:rsidR="007A3930">
        <w:t xml:space="preserve"> the duties to:</w:t>
      </w:r>
    </w:p>
    <w:p w14:paraId="018AB79B" w14:textId="004FC08A" w:rsidR="007858E0" w:rsidRDefault="007858E0" w:rsidP="007858E0">
      <w:pPr>
        <w:pStyle w:val="dotpoint"/>
      </w:pPr>
      <w:r>
        <w:t>act honestly;</w:t>
      </w:r>
    </w:p>
    <w:p w14:paraId="41D4A401" w14:textId="1ED98645" w:rsidR="007A3930" w:rsidRDefault="00A411AE" w:rsidP="007858E0">
      <w:pPr>
        <w:pStyle w:val="dotpoint"/>
      </w:pPr>
      <w:r>
        <w:t>exercise the degree of care and diligence that a reasonable person would exercise in the corporate director’s position;</w:t>
      </w:r>
    </w:p>
    <w:p w14:paraId="1E9B1DFD" w14:textId="4B78312B" w:rsidR="007858E0" w:rsidRDefault="007858E0" w:rsidP="007858E0">
      <w:pPr>
        <w:pStyle w:val="dotpoint"/>
      </w:pPr>
      <w:r>
        <w:t xml:space="preserve">act in the best interests of </w:t>
      </w:r>
      <w:r w:rsidR="004B1FC7">
        <w:t xml:space="preserve">members </w:t>
      </w:r>
      <w:r>
        <w:t>and</w:t>
      </w:r>
      <w:r w:rsidR="004B1FC7">
        <w:t>, if there is a conflict,</w:t>
      </w:r>
      <w:r w:rsidR="007A3930">
        <w:t xml:space="preserve"> </w:t>
      </w:r>
      <w:r>
        <w:t xml:space="preserve">give priority to </w:t>
      </w:r>
      <w:r w:rsidR="004B1FC7">
        <w:t xml:space="preserve">members’ </w:t>
      </w:r>
      <w:r>
        <w:t>interests</w:t>
      </w:r>
      <w:r w:rsidR="008D31C1">
        <w:t xml:space="preserve"> over its own</w:t>
      </w:r>
      <w:r>
        <w:t>;</w:t>
      </w:r>
    </w:p>
    <w:p w14:paraId="7DBB41EE" w14:textId="7628D019" w:rsidR="007858E0" w:rsidRDefault="008D31C1" w:rsidP="007858E0">
      <w:pPr>
        <w:pStyle w:val="dotpoint"/>
      </w:pPr>
      <w:r>
        <w:t xml:space="preserve">treat </w:t>
      </w:r>
      <w:r w:rsidR="001A5615">
        <w:t xml:space="preserve">members </w:t>
      </w:r>
      <w:r>
        <w:t xml:space="preserve">who hold shares of </w:t>
      </w:r>
      <w:r w:rsidR="007858E0">
        <w:t>the same clas</w:t>
      </w:r>
      <w:r>
        <w:t xml:space="preserve">s equally, </w:t>
      </w:r>
      <w:r w:rsidR="004B1FC7">
        <w:t xml:space="preserve">members </w:t>
      </w:r>
      <w:r>
        <w:t xml:space="preserve">who hold shares of </w:t>
      </w:r>
      <w:r w:rsidR="007858E0">
        <w:t>different classes fairly</w:t>
      </w:r>
      <w:r>
        <w:t xml:space="preserve"> and </w:t>
      </w:r>
      <w:r w:rsidR="004B1FC7">
        <w:t xml:space="preserve">members </w:t>
      </w:r>
      <w:r>
        <w:t>of different sub-funds fairly</w:t>
      </w:r>
      <w:r w:rsidR="007858E0">
        <w:t xml:space="preserve">; </w:t>
      </w:r>
      <w:r w:rsidR="00A411AE">
        <w:t>and</w:t>
      </w:r>
    </w:p>
    <w:p w14:paraId="0136EF4B" w14:textId="00094466" w:rsidR="001A5615" w:rsidRDefault="007A3930" w:rsidP="007858E0">
      <w:pPr>
        <w:pStyle w:val="dotpoint"/>
      </w:pPr>
      <w:proofErr w:type="gramStart"/>
      <w:r>
        <w:t>not</w:t>
      </w:r>
      <w:proofErr w:type="gramEnd"/>
      <w:r>
        <w:t xml:space="preserve"> make use of information acquired through being the corporate director to gain an improper advantage for itself or another person or </w:t>
      </w:r>
      <w:r w:rsidR="008D31C1">
        <w:t xml:space="preserve">to </w:t>
      </w:r>
      <w:r>
        <w:t xml:space="preserve">cause </w:t>
      </w:r>
      <w:r w:rsidR="00A411AE">
        <w:t xml:space="preserve">detriment to </w:t>
      </w:r>
      <w:r w:rsidR="001A5615">
        <w:t xml:space="preserve">members </w:t>
      </w:r>
      <w:r w:rsidR="00B82B3A">
        <w:t>of the CCIV</w:t>
      </w:r>
      <w:r w:rsidR="00A411AE">
        <w:t xml:space="preserve">. </w:t>
      </w:r>
    </w:p>
    <w:p w14:paraId="69278718" w14:textId="1FDA0DB5" w:rsidR="007A3930" w:rsidRDefault="00A411AE" w:rsidP="00712B4B">
      <w:pPr>
        <w:pStyle w:val="dotpoint"/>
        <w:numPr>
          <w:ilvl w:val="0"/>
          <w:numId w:val="0"/>
        </w:numPr>
        <w:ind w:left="1984"/>
      </w:pPr>
      <w:r>
        <w:rPr>
          <w:rStyle w:val="Referencingstyle"/>
        </w:rPr>
        <w:t>[</w:t>
      </w:r>
      <w:r w:rsidR="00DA6A06">
        <w:rPr>
          <w:rStyle w:val="Referencingstyle"/>
        </w:rPr>
        <w:t xml:space="preserve">Schedule </w:t>
      </w:r>
      <w:r w:rsidR="00C40426">
        <w:rPr>
          <w:rStyle w:val="Referencingstyle"/>
        </w:rPr>
        <w:t>1</w:t>
      </w:r>
      <w:r w:rsidR="00DA6A06">
        <w:rPr>
          <w:rStyle w:val="Referencingstyle"/>
        </w:rPr>
        <w:t xml:space="preserve">, Part </w:t>
      </w:r>
      <w:r w:rsidR="00F23EED">
        <w:rPr>
          <w:rStyle w:val="Referencingstyle"/>
        </w:rPr>
        <w:t>1</w:t>
      </w:r>
      <w:r w:rsidR="00DA6A06">
        <w:rPr>
          <w:rStyle w:val="Referencingstyle"/>
        </w:rPr>
        <w:t xml:space="preserve">, item </w:t>
      </w:r>
      <w:r w:rsidR="00F23EED">
        <w:rPr>
          <w:rStyle w:val="Referencingstyle"/>
        </w:rPr>
        <w:t>1</w:t>
      </w:r>
      <w:r w:rsidR="00DA6A06">
        <w:rPr>
          <w:rStyle w:val="Referencingstyle"/>
        </w:rPr>
        <w:t xml:space="preserve">, </w:t>
      </w:r>
      <w:r w:rsidR="00F23EED">
        <w:rPr>
          <w:rStyle w:val="Referencingstyle"/>
        </w:rPr>
        <w:t>paragraphs 1156</w:t>
      </w:r>
      <w:r w:rsidR="008D31C1">
        <w:rPr>
          <w:rStyle w:val="Referencingstyle"/>
        </w:rPr>
        <w:t>(a)</w:t>
      </w:r>
      <w:r w:rsidR="007A3930">
        <w:rPr>
          <w:rStyle w:val="Referencingstyle"/>
        </w:rPr>
        <w:t xml:space="preserve"> </w:t>
      </w:r>
      <w:r>
        <w:rPr>
          <w:rStyle w:val="Referencingstyle"/>
        </w:rPr>
        <w:t>to</w:t>
      </w:r>
      <w:r w:rsidR="007A3930">
        <w:rPr>
          <w:rStyle w:val="Referencingstyle"/>
        </w:rPr>
        <w:t xml:space="preserve"> (e)]</w:t>
      </w:r>
    </w:p>
    <w:p w14:paraId="6E78DA5B" w14:textId="50319B12" w:rsidR="007A3930" w:rsidRDefault="007A3930" w:rsidP="007A3930">
      <w:pPr>
        <w:pStyle w:val="base-text-paragraph"/>
      </w:pPr>
      <w:r>
        <w:lastRenderedPageBreak/>
        <w:t xml:space="preserve">Other duties reflect the </w:t>
      </w:r>
      <w:r w:rsidR="004B1FC7">
        <w:t>special nature of the role of</w:t>
      </w:r>
      <w:r>
        <w:t xml:space="preserve"> the corporate director, </w:t>
      </w:r>
      <w:r w:rsidR="008D31C1">
        <w:t>including</w:t>
      </w:r>
      <w:r>
        <w:t xml:space="preserve"> </w:t>
      </w:r>
      <w:r w:rsidR="00F077DA">
        <w:t xml:space="preserve">the </w:t>
      </w:r>
      <w:r>
        <w:t>duties to:</w:t>
      </w:r>
    </w:p>
    <w:p w14:paraId="7332C437" w14:textId="2840D3B7" w:rsidR="00A411AE" w:rsidRDefault="00A411AE" w:rsidP="007A3930">
      <w:pPr>
        <w:pStyle w:val="dotpoint"/>
      </w:pPr>
      <w:r>
        <w:t xml:space="preserve">ensure that the CCIV’s constitution complies with the </w:t>
      </w:r>
      <w:r w:rsidR="008D31C1">
        <w:t xml:space="preserve">requirements of Part 2B.4 of the Act and the </w:t>
      </w:r>
      <w:r w:rsidR="004B1FC7">
        <w:t xml:space="preserve">prescribed </w:t>
      </w:r>
      <w:r w:rsidR="008D31C1">
        <w:t xml:space="preserve">content requirements </w:t>
      </w:r>
      <w:r w:rsidR="009D5DEB">
        <w:t>explain</w:t>
      </w:r>
      <w:r w:rsidR="008D31C1">
        <w:t xml:space="preserve">ed at </w:t>
      </w:r>
      <w:r w:rsidR="002A0B13" w:rsidRPr="009D5DEB">
        <w:t xml:space="preserve">paragraphs </w:t>
      </w:r>
      <w:r w:rsidR="00F23EED" w:rsidRPr="009D5DEB">
        <w:fldChar w:fldCharType="begin"/>
      </w:r>
      <w:r w:rsidR="00F23EED" w:rsidRPr="009D5DEB">
        <w:instrText xml:space="preserve"> REF _Ref489283583 \r \h </w:instrText>
      </w:r>
      <w:r w:rsidR="009D5DEB">
        <w:instrText xml:space="preserve"> \* MERGEFORMAT </w:instrText>
      </w:r>
      <w:r w:rsidR="00F23EED" w:rsidRPr="009D5DEB">
        <w:fldChar w:fldCharType="separate"/>
      </w:r>
      <w:r w:rsidR="004C78A6">
        <w:t>2.27</w:t>
      </w:r>
      <w:r w:rsidR="00F23EED" w:rsidRPr="009D5DEB">
        <w:fldChar w:fldCharType="end"/>
      </w:r>
      <w:r w:rsidR="00F23EED" w:rsidRPr="009D5DEB">
        <w:t xml:space="preserve"> to</w:t>
      </w:r>
      <w:r w:rsidR="008D31C1" w:rsidRPr="009D5DEB">
        <w:t xml:space="preserve"> </w:t>
      </w:r>
      <w:r w:rsidR="00F23EED" w:rsidRPr="009D5DEB">
        <w:fldChar w:fldCharType="begin"/>
      </w:r>
      <w:r w:rsidR="00F23EED" w:rsidRPr="009D5DEB">
        <w:instrText xml:space="preserve"> REF _Ref489283591 \r \h </w:instrText>
      </w:r>
      <w:r w:rsidR="009D5DEB">
        <w:instrText xml:space="preserve"> \* MERGEFORMAT </w:instrText>
      </w:r>
      <w:r w:rsidR="00F23EED" w:rsidRPr="009D5DEB">
        <w:fldChar w:fldCharType="separate"/>
      </w:r>
      <w:r w:rsidR="004C78A6">
        <w:t>2.28</w:t>
      </w:r>
      <w:r w:rsidR="00F23EED" w:rsidRPr="009D5DEB">
        <w:fldChar w:fldCharType="end"/>
      </w:r>
      <w:r>
        <w:t>;</w:t>
      </w:r>
    </w:p>
    <w:p w14:paraId="1A0ACF27" w14:textId="15BC2D5D" w:rsidR="00A411AE" w:rsidRDefault="00A411AE" w:rsidP="007A3930">
      <w:pPr>
        <w:pStyle w:val="dotpoint"/>
      </w:pPr>
      <w:r>
        <w:t>ensure that the CCIV’s compliance plan sets out adequate measures the corporate director is to apply to ensure compliance with the Act and the CCIV’s constitution;</w:t>
      </w:r>
    </w:p>
    <w:p w14:paraId="2BB9D499" w14:textId="6F24F36B" w:rsidR="00A411AE" w:rsidRDefault="00A411AE" w:rsidP="007A3930">
      <w:pPr>
        <w:pStyle w:val="dotpoint"/>
      </w:pPr>
      <w:r>
        <w:t>comply with the CCIV’s compliance plan;</w:t>
      </w:r>
    </w:p>
    <w:p w14:paraId="1A4D3231" w14:textId="67F34F8D" w:rsidR="007A3930" w:rsidRDefault="00A411AE" w:rsidP="007A3930">
      <w:pPr>
        <w:pStyle w:val="dotpoint"/>
      </w:pPr>
      <w:r>
        <w:t xml:space="preserve">ensure that the assets of a sub-fund of the CCIV are clearly identified </w:t>
      </w:r>
      <w:r w:rsidR="008D31C1">
        <w:t xml:space="preserve">as assets of the sub-fund </w:t>
      </w:r>
      <w:r>
        <w:t xml:space="preserve">and held separately from property of the corporate director </w:t>
      </w:r>
      <w:r w:rsidR="008D31C1">
        <w:t>and assets</w:t>
      </w:r>
      <w:r>
        <w:t xml:space="preserve"> of any other sub-fund</w:t>
      </w:r>
      <w:r w:rsidR="008D31C1">
        <w:t xml:space="preserve">; </w:t>
      </w:r>
    </w:p>
    <w:p w14:paraId="7106890E" w14:textId="7140ACC0" w:rsidR="00A411AE" w:rsidRDefault="00A411AE" w:rsidP="007A3930">
      <w:pPr>
        <w:pStyle w:val="dotpoint"/>
      </w:pPr>
      <w:r>
        <w:t>ensure that the assets of a sub-fund of the CCIV are valued at regular intervals</w:t>
      </w:r>
      <w:r w:rsidR="008D31C1">
        <w:t xml:space="preserve"> appropriate to their nature</w:t>
      </w:r>
      <w:r>
        <w:t xml:space="preserve">; </w:t>
      </w:r>
    </w:p>
    <w:p w14:paraId="746F0183" w14:textId="053A9541" w:rsidR="00A411AE" w:rsidRDefault="00A411AE" w:rsidP="007A3930">
      <w:pPr>
        <w:pStyle w:val="dotpoint"/>
      </w:pPr>
      <w:r>
        <w:t xml:space="preserve">ensure that all payments out of </w:t>
      </w:r>
      <w:r w:rsidR="008D31C1">
        <w:t xml:space="preserve">assets of the CCIV </w:t>
      </w:r>
      <w:r>
        <w:t>are made in accordance with the CCIV</w:t>
      </w:r>
      <w:r w:rsidR="00C2283D">
        <w:t xml:space="preserve">’s constitution and the Act; </w:t>
      </w:r>
    </w:p>
    <w:p w14:paraId="42B406C9" w14:textId="7835FD91" w:rsidR="00A411AE" w:rsidRDefault="00A411AE" w:rsidP="007A3930">
      <w:pPr>
        <w:pStyle w:val="dotpoint"/>
      </w:pPr>
      <w:r>
        <w:t xml:space="preserve">report to ASIC any breach of the Act that relates to the CCIV and has had, or is likely to have, a materially adverse effect on the interests of </w:t>
      </w:r>
      <w:r w:rsidR="004B1FC7">
        <w:t>members</w:t>
      </w:r>
      <w:r>
        <w:t>; and</w:t>
      </w:r>
    </w:p>
    <w:p w14:paraId="746A644F" w14:textId="77777777" w:rsidR="004B1FC7" w:rsidRDefault="00A411AE" w:rsidP="007A3930">
      <w:pPr>
        <w:pStyle w:val="dotpoint"/>
      </w:pPr>
      <w:proofErr w:type="gramStart"/>
      <w:r>
        <w:t>carry</w:t>
      </w:r>
      <w:proofErr w:type="gramEnd"/>
      <w:r>
        <w:t xml:space="preserve"> out or comply with any other duty, not inconsistent with the Act, that is conferred on the corporate director by the CCIV’s constitution.</w:t>
      </w:r>
      <w:r w:rsidR="008D31C1">
        <w:t xml:space="preserve"> </w:t>
      </w:r>
    </w:p>
    <w:p w14:paraId="0E74DD20" w14:textId="7D5F5C47" w:rsidR="00A411AE" w:rsidRDefault="008D31C1" w:rsidP="00712B4B">
      <w:pPr>
        <w:pStyle w:val="dotpoint"/>
        <w:numPr>
          <w:ilvl w:val="0"/>
          <w:numId w:val="0"/>
        </w:numPr>
        <w:ind w:left="1984"/>
      </w:pPr>
      <w:r>
        <w:rPr>
          <w:rStyle w:val="Referencingstyle"/>
        </w:rPr>
        <w:t>[</w:t>
      </w:r>
      <w:r w:rsidR="00DA6A06">
        <w:rPr>
          <w:rStyle w:val="Referencingstyle"/>
        </w:rPr>
        <w:t xml:space="preserve">Schedule </w:t>
      </w:r>
      <w:r w:rsidR="00F23EED">
        <w:rPr>
          <w:rStyle w:val="Referencingstyle"/>
        </w:rPr>
        <w:t>1</w:t>
      </w:r>
      <w:r w:rsidR="00DA6A06">
        <w:rPr>
          <w:rStyle w:val="Referencingstyle"/>
        </w:rPr>
        <w:t xml:space="preserve">, Part </w:t>
      </w:r>
      <w:r w:rsidR="00F23EED">
        <w:rPr>
          <w:rStyle w:val="Referencingstyle"/>
        </w:rPr>
        <w:t>1</w:t>
      </w:r>
      <w:r w:rsidR="00DA6A06">
        <w:rPr>
          <w:rStyle w:val="Referencingstyle"/>
        </w:rPr>
        <w:t xml:space="preserve">, item </w:t>
      </w:r>
      <w:r w:rsidR="00F23EED">
        <w:rPr>
          <w:rStyle w:val="Referencingstyle"/>
        </w:rPr>
        <w:t>1</w:t>
      </w:r>
      <w:r w:rsidR="00DA6A06">
        <w:rPr>
          <w:rStyle w:val="Referencingstyle"/>
        </w:rPr>
        <w:t xml:space="preserve">, </w:t>
      </w:r>
      <w:r w:rsidR="00F23EED">
        <w:rPr>
          <w:rStyle w:val="Referencingstyle"/>
        </w:rPr>
        <w:t>paragraphs 1156</w:t>
      </w:r>
      <w:r>
        <w:rPr>
          <w:rStyle w:val="Referencingstyle"/>
        </w:rPr>
        <w:t>(f) to</w:t>
      </w:r>
      <w:r w:rsidR="00F23EED">
        <w:rPr>
          <w:rStyle w:val="Referencingstyle"/>
        </w:rPr>
        <w:t xml:space="preserve"> </w:t>
      </w:r>
      <w:r>
        <w:rPr>
          <w:rStyle w:val="Referencingstyle"/>
        </w:rPr>
        <w:t>(m)]</w:t>
      </w:r>
      <w:r w:rsidR="00A411AE">
        <w:t xml:space="preserve"> </w:t>
      </w:r>
    </w:p>
    <w:p w14:paraId="1F094DAA" w14:textId="20036664" w:rsidR="001F3E16" w:rsidRPr="00E63180" w:rsidRDefault="001F3E16" w:rsidP="001F3E16">
      <w:pPr>
        <w:pStyle w:val="base-text-paragraph"/>
      </w:pPr>
      <w:r w:rsidRPr="00E63180">
        <w:t>The duty to act in the best interests of members interacts to some extent with members’ rights and remedies in Chapter 2F</w:t>
      </w:r>
      <w:r w:rsidR="00BD6E3C">
        <w:t xml:space="preserve"> of the Act</w:t>
      </w:r>
      <w:r w:rsidRPr="00E63180">
        <w:t xml:space="preserve">. Further detail on this interaction will be included in </w:t>
      </w:r>
      <w:r w:rsidR="00893FA8" w:rsidRPr="00E63180">
        <w:t xml:space="preserve">the next </w:t>
      </w:r>
      <w:r w:rsidRPr="00E63180">
        <w:t>exposure draft</w:t>
      </w:r>
      <w:r w:rsidR="001E09E6" w:rsidRPr="00E63180">
        <w:t xml:space="preserve"> of the Bill</w:t>
      </w:r>
      <w:r w:rsidRPr="00E63180">
        <w:t>.</w:t>
      </w:r>
    </w:p>
    <w:p w14:paraId="286E66DC" w14:textId="5443D6E4" w:rsidR="00ED43B6" w:rsidRDefault="00ED43B6" w:rsidP="004B1FC7">
      <w:pPr>
        <w:pStyle w:val="Heading4"/>
      </w:pPr>
      <w:r>
        <w:t>Duties owed by officers of corporate director</w:t>
      </w:r>
      <w:r w:rsidR="004B1FC7">
        <w:t xml:space="preserve"> of a retail CCIV</w:t>
      </w:r>
    </w:p>
    <w:p w14:paraId="2E6CC29D" w14:textId="2D7564EE" w:rsidR="00ED43B6" w:rsidRDefault="00ED43B6" w:rsidP="00ED43B6">
      <w:pPr>
        <w:pStyle w:val="base-text-paragraph"/>
      </w:pPr>
      <w:r>
        <w:t xml:space="preserve">The duties owed by officers of a corporate director </w:t>
      </w:r>
      <w:r w:rsidR="00A60E6B">
        <w:t xml:space="preserve">of </w:t>
      </w:r>
      <w:proofErr w:type="gramStart"/>
      <w:r w:rsidR="00A60E6B">
        <w:t>a retail</w:t>
      </w:r>
      <w:proofErr w:type="gramEnd"/>
      <w:r w:rsidR="00A60E6B">
        <w:t xml:space="preserve"> CCIV </w:t>
      </w:r>
      <w:r>
        <w:t xml:space="preserve">are similar to </w:t>
      </w:r>
      <w:r w:rsidR="008B1DD3">
        <w:t xml:space="preserve">some of the duties </w:t>
      </w:r>
      <w:r>
        <w:t xml:space="preserve">owed by the corporate director itself. These are </w:t>
      </w:r>
      <w:r w:rsidR="00F23EED">
        <w:t xml:space="preserve">the duties </w:t>
      </w:r>
      <w:r>
        <w:t>to:</w:t>
      </w:r>
    </w:p>
    <w:p w14:paraId="26BEA31E" w14:textId="639ADF8E" w:rsidR="00ED43B6" w:rsidRDefault="00ED43B6" w:rsidP="00ED43B6">
      <w:pPr>
        <w:pStyle w:val="dotpoint"/>
      </w:pPr>
      <w:r>
        <w:t xml:space="preserve">act honestly; </w:t>
      </w:r>
    </w:p>
    <w:p w14:paraId="031F5EB9" w14:textId="7D4BAD75" w:rsidR="00ED43B6" w:rsidRDefault="00ED43B6" w:rsidP="00ED43B6">
      <w:pPr>
        <w:pStyle w:val="dotpoint"/>
      </w:pPr>
      <w:r>
        <w:lastRenderedPageBreak/>
        <w:t>exercise the degree of care and diligence that a reasonable person would exercise in the officer’s position;</w:t>
      </w:r>
    </w:p>
    <w:p w14:paraId="56C922DF" w14:textId="66C7B6AA" w:rsidR="00ED43B6" w:rsidRDefault="00ED43B6" w:rsidP="00ED43B6">
      <w:pPr>
        <w:pStyle w:val="dotpoint"/>
      </w:pPr>
      <w:r>
        <w:t xml:space="preserve">act in the best interests of </w:t>
      </w:r>
      <w:r w:rsidR="004B1FC7">
        <w:t xml:space="preserve">members </w:t>
      </w:r>
      <w:r w:rsidR="00B82B3A">
        <w:t>and</w:t>
      </w:r>
      <w:r w:rsidR="004B1FC7">
        <w:t xml:space="preserve">, if there is a conflict, </w:t>
      </w:r>
      <w:r w:rsidR="00B82B3A">
        <w:t xml:space="preserve">give priority to </w:t>
      </w:r>
      <w:r w:rsidR="00BC258D">
        <w:t>member</w:t>
      </w:r>
      <w:r w:rsidR="004B1FC7">
        <w:t>s</w:t>
      </w:r>
      <w:r w:rsidR="00BC258D">
        <w:t>’</w:t>
      </w:r>
      <w:r w:rsidR="004B1FC7">
        <w:t xml:space="preserve"> </w:t>
      </w:r>
      <w:r w:rsidR="00B82B3A">
        <w:t>interests</w:t>
      </w:r>
      <w:r w:rsidR="002E6090">
        <w:t xml:space="preserve"> over their own</w:t>
      </w:r>
      <w:r w:rsidR="00B82B3A">
        <w:t xml:space="preserve">; </w:t>
      </w:r>
    </w:p>
    <w:p w14:paraId="3E68882D" w14:textId="7C1CF9EA" w:rsidR="00B82B3A" w:rsidRDefault="00B82B3A" w:rsidP="00ED43B6">
      <w:pPr>
        <w:pStyle w:val="dotpoint"/>
      </w:pPr>
      <w:r>
        <w:t xml:space="preserve">not make use of information acquired through being an officer of the corporate director to gain an improper advantage for the officer or another person or </w:t>
      </w:r>
      <w:r w:rsidR="002E6090">
        <w:t xml:space="preserve">to </w:t>
      </w:r>
      <w:r>
        <w:t xml:space="preserve">cause detriment to </w:t>
      </w:r>
      <w:r w:rsidR="004B1FC7">
        <w:t xml:space="preserve">members </w:t>
      </w:r>
      <w:r>
        <w:t>of the CCIV; and</w:t>
      </w:r>
    </w:p>
    <w:p w14:paraId="3D57BEBF" w14:textId="7EAC7D71" w:rsidR="004B1FC7" w:rsidRDefault="00B82B3A" w:rsidP="00ED43B6">
      <w:pPr>
        <w:pStyle w:val="dotpoint"/>
      </w:pPr>
      <w:proofErr w:type="gramStart"/>
      <w:r>
        <w:t>not</w:t>
      </w:r>
      <w:proofErr w:type="gramEnd"/>
      <w:r>
        <w:t xml:space="preserve"> make improper use of their position to gain an advantage for themselves or any other person or to cause detriment to </w:t>
      </w:r>
      <w:r w:rsidR="004B1FC7">
        <w:t xml:space="preserve">members </w:t>
      </w:r>
      <w:r>
        <w:t xml:space="preserve">of the CCIV. </w:t>
      </w:r>
    </w:p>
    <w:p w14:paraId="294298B6" w14:textId="6C1867D0" w:rsidR="00B82B3A" w:rsidRDefault="00B82B3A" w:rsidP="00712B4B">
      <w:pPr>
        <w:pStyle w:val="dotpoint"/>
        <w:numPr>
          <w:ilvl w:val="0"/>
          <w:numId w:val="0"/>
        </w:numPr>
        <w:ind w:left="1984"/>
      </w:pPr>
      <w:r>
        <w:rPr>
          <w:rStyle w:val="Referencingstyle"/>
        </w:rPr>
        <w:t>[</w:t>
      </w:r>
      <w:r w:rsidR="00DA6A06">
        <w:rPr>
          <w:rStyle w:val="Referencingstyle"/>
        </w:rPr>
        <w:t xml:space="preserve">Schedule </w:t>
      </w:r>
      <w:r w:rsidR="00F23EED">
        <w:rPr>
          <w:rStyle w:val="Referencingstyle"/>
        </w:rPr>
        <w:t>1</w:t>
      </w:r>
      <w:r w:rsidR="00DA6A06">
        <w:rPr>
          <w:rStyle w:val="Referencingstyle"/>
        </w:rPr>
        <w:t xml:space="preserve">, Part </w:t>
      </w:r>
      <w:r w:rsidR="00F23EED">
        <w:rPr>
          <w:rStyle w:val="Referencingstyle"/>
        </w:rPr>
        <w:t>1</w:t>
      </w:r>
      <w:r w:rsidR="00DA6A06">
        <w:rPr>
          <w:rStyle w:val="Referencingstyle"/>
        </w:rPr>
        <w:t xml:space="preserve">, item </w:t>
      </w:r>
      <w:r w:rsidR="00F23EED">
        <w:rPr>
          <w:rStyle w:val="Referencingstyle"/>
        </w:rPr>
        <w:t>1</w:t>
      </w:r>
      <w:r w:rsidR="00DA6A06">
        <w:rPr>
          <w:rStyle w:val="Referencingstyle"/>
        </w:rPr>
        <w:t xml:space="preserve">, </w:t>
      </w:r>
      <w:r w:rsidR="00F23EED">
        <w:rPr>
          <w:rStyle w:val="Referencingstyle"/>
        </w:rPr>
        <w:t>paragraphs 1157</w:t>
      </w:r>
      <w:r>
        <w:rPr>
          <w:rStyle w:val="Referencingstyle"/>
        </w:rPr>
        <w:t>(a) to (e)</w:t>
      </w:r>
      <w:r w:rsidR="0053342D">
        <w:rPr>
          <w:rStyle w:val="Referencingstyle"/>
        </w:rPr>
        <w:t>]</w:t>
      </w:r>
    </w:p>
    <w:p w14:paraId="58CFDCB3" w14:textId="258A1BA9" w:rsidR="00B82B3A" w:rsidRDefault="00B82B3A" w:rsidP="00F05669">
      <w:pPr>
        <w:pStyle w:val="base-text-paragraph"/>
      </w:pPr>
      <w:bookmarkStart w:id="52" w:name="_Ref490122075"/>
      <w:r>
        <w:t xml:space="preserve">An officer of a corporate director </w:t>
      </w:r>
      <w:r w:rsidR="00A60E6B">
        <w:t xml:space="preserve">of </w:t>
      </w:r>
      <w:proofErr w:type="gramStart"/>
      <w:r w:rsidR="00A60E6B">
        <w:t>a retail</w:t>
      </w:r>
      <w:proofErr w:type="gramEnd"/>
      <w:r w:rsidR="00A60E6B">
        <w:t xml:space="preserve"> CCIV </w:t>
      </w:r>
      <w:r>
        <w:t xml:space="preserve">will also be required to take all </w:t>
      </w:r>
      <w:r w:rsidR="002E6090">
        <w:t>steps that a reasonable person would take</w:t>
      </w:r>
      <w:r>
        <w:t xml:space="preserve"> to ensure that the corporate director complies with the Act, any conditions imposed on the corporate director’s </w:t>
      </w:r>
      <w:r w:rsidR="002E6090">
        <w:t>AFSL</w:t>
      </w:r>
      <w:r>
        <w:t xml:space="preserve">, the CCIV’s constitution and the CCIV’s compliance plan. </w:t>
      </w:r>
      <w:r w:rsidR="00B55471">
        <w:rPr>
          <w:rStyle w:val="Referencingstyle"/>
        </w:rPr>
        <w:t>[</w:t>
      </w:r>
      <w:r w:rsidR="00DA6A06">
        <w:rPr>
          <w:rStyle w:val="Referencingstyle"/>
        </w:rPr>
        <w:t xml:space="preserve">Schedule </w:t>
      </w:r>
      <w:r w:rsidR="00F23EED">
        <w:rPr>
          <w:rStyle w:val="Referencingstyle"/>
        </w:rPr>
        <w:t>1</w:t>
      </w:r>
      <w:r w:rsidR="00DA6A06">
        <w:rPr>
          <w:rStyle w:val="Referencingstyle"/>
        </w:rPr>
        <w:t xml:space="preserve">, Part </w:t>
      </w:r>
      <w:r w:rsidR="00F23EED">
        <w:rPr>
          <w:rStyle w:val="Referencingstyle"/>
        </w:rPr>
        <w:t>1</w:t>
      </w:r>
      <w:r w:rsidR="00DA6A06">
        <w:rPr>
          <w:rStyle w:val="Referencingstyle"/>
        </w:rPr>
        <w:t xml:space="preserve">, item </w:t>
      </w:r>
      <w:r w:rsidR="00F23EED">
        <w:rPr>
          <w:rStyle w:val="Referencingstyle"/>
        </w:rPr>
        <w:t>1</w:t>
      </w:r>
      <w:r w:rsidR="00DA6A06">
        <w:rPr>
          <w:rStyle w:val="Referencingstyle"/>
        </w:rPr>
        <w:t xml:space="preserve">, </w:t>
      </w:r>
      <w:r w:rsidR="00F23EED">
        <w:rPr>
          <w:rStyle w:val="Referencingstyle"/>
        </w:rPr>
        <w:t>paragraph 1157</w:t>
      </w:r>
      <w:r w:rsidR="00B55471">
        <w:rPr>
          <w:rStyle w:val="Referencingstyle"/>
        </w:rPr>
        <w:t>(f)]</w:t>
      </w:r>
      <w:bookmarkEnd w:id="52"/>
    </w:p>
    <w:p w14:paraId="5B014C83" w14:textId="60950F82" w:rsidR="00ED43B6" w:rsidRDefault="00ED43B6" w:rsidP="004B1FC7">
      <w:pPr>
        <w:pStyle w:val="Heading4"/>
      </w:pPr>
      <w:r>
        <w:t>Duties owed by employees of corporate director</w:t>
      </w:r>
      <w:r w:rsidR="00A60E6B">
        <w:t xml:space="preserve"> of a retail CCIV</w:t>
      </w:r>
    </w:p>
    <w:p w14:paraId="38C82733" w14:textId="6BA1D43B" w:rsidR="00581480" w:rsidRPr="00B55471" w:rsidRDefault="00F05669" w:rsidP="00F05669">
      <w:pPr>
        <w:pStyle w:val="base-text-paragraph"/>
        <w:rPr>
          <w:rStyle w:val="Referencingstyle"/>
          <w:b w:val="0"/>
          <w:i w:val="0"/>
          <w:sz w:val="22"/>
        </w:rPr>
      </w:pPr>
      <w:bookmarkStart w:id="53" w:name="_Ref490814254"/>
      <w:r>
        <w:t xml:space="preserve">An employee of a corporate director of </w:t>
      </w:r>
      <w:proofErr w:type="gramStart"/>
      <w:r>
        <w:t>a retail</w:t>
      </w:r>
      <w:proofErr w:type="gramEnd"/>
      <w:r>
        <w:t xml:space="preserve"> CCIV must not make improper use of their position or of information acquired through being an employee of a corporate director in order to gain an advantage for themselves or another person or to cause detriment to members of the CCIV. </w:t>
      </w:r>
      <w:r>
        <w:rPr>
          <w:rStyle w:val="Referencingstyle"/>
        </w:rPr>
        <w:t xml:space="preserve">[Schedule </w:t>
      </w:r>
      <w:r w:rsidR="00F23EED">
        <w:rPr>
          <w:rStyle w:val="Referencingstyle"/>
        </w:rPr>
        <w:t>1</w:t>
      </w:r>
      <w:r>
        <w:rPr>
          <w:rStyle w:val="Referencingstyle"/>
        </w:rPr>
        <w:t xml:space="preserve">, Part </w:t>
      </w:r>
      <w:r w:rsidR="00F23EED">
        <w:rPr>
          <w:rStyle w:val="Referencingstyle"/>
        </w:rPr>
        <w:t>1</w:t>
      </w:r>
      <w:r>
        <w:rPr>
          <w:rStyle w:val="Referencingstyle"/>
        </w:rPr>
        <w:t xml:space="preserve">, item </w:t>
      </w:r>
      <w:r w:rsidR="00F23EED">
        <w:rPr>
          <w:rStyle w:val="Referencingstyle"/>
        </w:rPr>
        <w:t>1</w:t>
      </w:r>
      <w:r>
        <w:rPr>
          <w:rStyle w:val="Referencingstyle"/>
        </w:rPr>
        <w:t xml:space="preserve">, </w:t>
      </w:r>
      <w:r w:rsidR="00F23EED">
        <w:rPr>
          <w:rStyle w:val="Referencingstyle"/>
        </w:rPr>
        <w:t>section 1158</w:t>
      </w:r>
      <w:r>
        <w:rPr>
          <w:rStyle w:val="Referencingstyle"/>
        </w:rPr>
        <w:t>]</w:t>
      </w:r>
      <w:bookmarkEnd w:id="53"/>
    </w:p>
    <w:p w14:paraId="01CFDBC8" w14:textId="6EA0B79C" w:rsidR="00F05669" w:rsidRPr="00F05669" w:rsidRDefault="00581480" w:rsidP="00042BEC">
      <w:pPr>
        <w:pStyle w:val="Heading4"/>
      </w:pPr>
      <w:r>
        <w:t>Requirement for external directors of corporate director</w:t>
      </w:r>
    </w:p>
    <w:p w14:paraId="5BE596CD" w14:textId="295A861A" w:rsidR="00287A6B" w:rsidRDefault="00581480" w:rsidP="00581480">
      <w:pPr>
        <w:pStyle w:val="base-text-paragraph"/>
      </w:pPr>
      <w:bookmarkStart w:id="54" w:name="_Ref490572089"/>
      <w:bookmarkStart w:id="55" w:name="_Ref490162743"/>
      <w:r>
        <w:t>As a public company, the corporate director will have natural person directors in accordance with Part 2D.3 of the Act</w:t>
      </w:r>
      <w:r w:rsidR="00B540C3">
        <w:t>. A</w:t>
      </w:r>
      <w:r w:rsidR="008B1DD3">
        <w:t xml:space="preserve">t least half of the directors of </w:t>
      </w:r>
      <w:r>
        <w:t xml:space="preserve">the corporate director of </w:t>
      </w:r>
      <w:proofErr w:type="gramStart"/>
      <w:r>
        <w:t xml:space="preserve">a </w:t>
      </w:r>
      <w:r w:rsidR="008B1DD3">
        <w:t>retail</w:t>
      </w:r>
      <w:proofErr w:type="gramEnd"/>
      <w:r w:rsidR="008B1DD3">
        <w:t xml:space="preserve"> </w:t>
      </w:r>
      <w:r>
        <w:t xml:space="preserve">CCIV </w:t>
      </w:r>
      <w:r w:rsidR="00B540C3">
        <w:t>must be</w:t>
      </w:r>
      <w:r>
        <w:t xml:space="preserve"> external directors. </w:t>
      </w:r>
      <w:r w:rsidR="00F23EED">
        <w:rPr>
          <w:rStyle w:val="Referencingstyle"/>
        </w:rPr>
        <w:t xml:space="preserve">[Schedule 1, Part 1, item 1, subsection </w:t>
      </w:r>
      <w:proofErr w:type="gramStart"/>
      <w:r w:rsidR="00F23EED">
        <w:rPr>
          <w:rStyle w:val="Referencingstyle"/>
        </w:rPr>
        <w:t>1156B(</w:t>
      </w:r>
      <w:proofErr w:type="gramEnd"/>
      <w:r w:rsidR="00F23EED">
        <w:rPr>
          <w:rStyle w:val="Referencingstyle"/>
        </w:rPr>
        <w:t>1)]</w:t>
      </w:r>
      <w:r w:rsidR="002B3663">
        <w:t>.</w:t>
      </w:r>
      <w:bookmarkEnd w:id="54"/>
    </w:p>
    <w:p w14:paraId="298643CE" w14:textId="11D71E1A" w:rsidR="00581480" w:rsidRDefault="00581480" w:rsidP="00581480">
      <w:pPr>
        <w:pStyle w:val="base-text-paragraph"/>
      </w:pPr>
      <w:r>
        <w:t>A director of a corporate director is an external director if the director:</w:t>
      </w:r>
      <w:bookmarkEnd w:id="55"/>
    </w:p>
    <w:p w14:paraId="1EE3F4EE" w14:textId="77777777" w:rsidR="00581480" w:rsidRDefault="00581480" w:rsidP="00581480">
      <w:pPr>
        <w:pStyle w:val="dotpoint"/>
      </w:pPr>
      <w:r>
        <w:t>is not, and has not been in the previous 2 years:</w:t>
      </w:r>
    </w:p>
    <w:p w14:paraId="2A37FFB1" w14:textId="77777777" w:rsidR="00581480" w:rsidRDefault="00581480" w:rsidP="00581480">
      <w:pPr>
        <w:pStyle w:val="dotpoint"/>
        <w:numPr>
          <w:ilvl w:val="1"/>
          <w:numId w:val="2"/>
        </w:numPr>
      </w:pPr>
      <w:r>
        <w:t xml:space="preserve">an employee of the corporate director or a related body corporate; </w:t>
      </w:r>
    </w:p>
    <w:p w14:paraId="4158E9BD" w14:textId="77777777" w:rsidR="00581480" w:rsidRDefault="00581480" w:rsidP="00581480">
      <w:pPr>
        <w:pStyle w:val="dotpoint"/>
        <w:numPr>
          <w:ilvl w:val="1"/>
          <w:numId w:val="2"/>
        </w:numPr>
      </w:pPr>
      <w:r>
        <w:t xml:space="preserve">a senior manager of a related body corporate; </w:t>
      </w:r>
    </w:p>
    <w:p w14:paraId="0B0BD998" w14:textId="77777777" w:rsidR="00581480" w:rsidRDefault="00581480" w:rsidP="00581480">
      <w:pPr>
        <w:pStyle w:val="dotpoint"/>
        <w:numPr>
          <w:ilvl w:val="1"/>
          <w:numId w:val="2"/>
        </w:numPr>
      </w:pPr>
      <w:r>
        <w:lastRenderedPageBreak/>
        <w:t xml:space="preserve">substantially involved in business dealings, or in a professional capacity with the body corporate or a related body corporate; </w:t>
      </w:r>
    </w:p>
    <w:p w14:paraId="60A75F34" w14:textId="147781A0" w:rsidR="00581480" w:rsidRDefault="00581480" w:rsidP="00581480">
      <w:pPr>
        <w:pStyle w:val="dotpoint"/>
        <w:numPr>
          <w:ilvl w:val="1"/>
          <w:numId w:val="2"/>
        </w:numPr>
      </w:pPr>
      <w:r>
        <w:t>a member of a partnership that is or was substantially involved in business dealings, or in a professional capacity, with the body corporate or a related body corporate;</w:t>
      </w:r>
    </w:p>
    <w:p w14:paraId="0FFC3692" w14:textId="77777777" w:rsidR="00581480" w:rsidRDefault="00581480" w:rsidP="00581480">
      <w:pPr>
        <w:pStyle w:val="dotpoint"/>
      </w:pPr>
      <w:r>
        <w:t xml:space="preserve">does not have a material interest in the corporate director or a related body corporate; and </w:t>
      </w:r>
    </w:p>
    <w:p w14:paraId="59C628FF" w14:textId="77777777" w:rsidR="00581480" w:rsidRDefault="00581480" w:rsidP="00581480">
      <w:pPr>
        <w:pStyle w:val="dotpoint"/>
      </w:pPr>
      <w:proofErr w:type="gramStart"/>
      <w:r>
        <w:t>is</w:t>
      </w:r>
      <w:proofErr w:type="gramEnd"/>
      <w:r>
        <w:t xml:space="preserve"> not a relative of a person who has a material interest in the corporate director or a related body corporate. </w:t>
      </w:r>
    </w:p>
    <w:p w14:paraId="221FB40D" w14:textId="40AC6871" w:rsidR="00581480" w:rsidRDefault="00581480" w:rsidP="00581480">
      <w:pPr>
        <w:pStyle w:val="dotpoint"/>
        <w:numPr>
          <w:ilvl w:val="0"/>
          <w:numId w:val="0"/>
        </w:numPr>
        <w:ind w:left="1984"/>
      </w:pPr>
      <w:r>
        <w:rPr>
          <w:rStyle w:val="Referencingstyle"/>
        </w:rPr>
        <w:t xml:space="preserve">[Schedule </w:t>
      </w:r>
      <w:r w:rsidR="009E5E56">
        <w:rPr>
          <w:rStyle w:val="Referencingstyle"/>
        </w:rPr>
        <w:t>1</w:t>
      </w:r>
      <w:r>
        <w:rPr>
          <w:rStyle w:val="Referencingstyle"/>
        </w:rPr>
        <w:t xml:space="preserve">, Part </w:t>
      </w:r>
      <w:r w:rsidR="009E5E56">
        <w:rPr>
          <w:rStyle w:val="Referencingstyle"/>
        </w:rPr>
        <w:t>1</w:t>
      </w:r>
      <w:r>
        <w:rPr>
          <w:rStyle w:val="Referencingstyle"/>
        </w:rPr>
        <w:t xml:space="preserve">, item </w:t>
      </w:r>
      <w:r w:rsidR="009E5E56">
        <w:rPr>
          <w:rStyle w:val="Referencingstyle"/>
        </w:rPr>
        <w:t>1</w:t>
      </w:r>
      <w:r>
        <w:rPr>
          <w:rStyle w:val="Referencingstyle"/>
        </w:rPr>
        <w:t>,</w:t>
      </w:r>
      <w:r w:rsidR="009E5E56">
        <w:rPr>
          <w:rStyle w:val="Referencingstyle"/>
        </w:rPr>
        <w:t xml:space="preserve"> subsection </w:t>
      </w:r>
      <w:proofErr w:type="gramStart"/>
      <w:r w:rsidR="009E5E56">
        <w:rPr>
          <w:rStyle w:val="Referencingstyle"/>
        </w:rPr>
        <w:t>1156B(</w:t>
      </w:r>
      <w:proofErr w:type="gramEnd"/>
      <w:r w:rsidR="009E5E56">
        <w:rPr>
          <w:rStyle w:val="Referencingstyle"/>
        </w:rPr>
        <w:t>2)</w:t>
      </w:r>
      <w:r>
        <w:rPr>
          <w:rStyle w:val="Referencingstyle"/>
        </w:rPr>
        <w:t>]</w:t>
      </w:r>
    </w:p>
    <w:p w14:paraId="354B2267" w14:textId="77777777" w:rsidR="00581480" w:rsidRDefault="00581480" w:rsidP="00581480">
      <w:pPr>
        <w:pStyle w:val="base-text-paragraph"/>
      </w:pPr>
      <w:r>
        <w:t xml:space="preserve">A ‘related body corporate’ is defined in section 50 of the Act and would, for example, include a holding company or a subsidiary of the corporate director. </w:t>
      </w:r>
    </w:p>
    <w:p w14:paraId="522BD09A" w14:textId="3CAF0993" w:rsidR="00581480" w:rsidRPr="00AE70FC" w:rsidRDefault="00830450" w:rsidP="00581480">
      <w:pPr>
        <w:pStyle w:val="base-text-paragraph"/>
        <w:rPr>
          <w:rStyle w:val="Referencingstyle"/>
          <w:b w:val="0"/>
          <w:i w:val="0"/>
          <w:sz w:val="22"/>
        </w:rPr>
      </w:pPr>
      <w:r>
        <w:t xml:space="preserve">The corporate director </w:t>
      </w:r>
      <w:r w:rsidR="008B1DD3">
        <w:t>of a retail CCIV</w:t>
      </w:r>
      <w:r>
        <w:t xml:space="preserve"> must comply with the external director requirement w</w:t>
      </w:r>
      <w:r w:rsidR="009E5E56">
        <w:t xml:space="preserve">ithin 14 days (or longer period allowed in writing by ASIC) </w:t>
      </w:r>
      <w:r>
        <w:t xml:space="preserve">of becoming </w:t>
      </w:r>
      <w:r w:rsidR="009E5E56">
        <w:t>the corporate director</w:t>
      </w:r>
      <w:r>
        <w:t>.</w:t>
      </w:r>
      <w:r w:rsidR="009E5E56">
        <w:t xml:space="preserve"> </w:t>
      </w:r>
      <w:r>
        <w:t xml:space="preserve">If at some later stage the corporate director does not comply with the external director requirement, then the corporate director has 14 days from that day (or a longer period allowed in writing by ASIC) to comply. </w:t>
      </w:r>
      <w:r w:rsidR="00581480">
        <w:rPr>
          <w:rStyle w:val="Referencingstyle"/>
        </w:rPr>
        <w:t xml:space="preserve">[Schedule </w:t>
      </w:r>
      <w:r>
        <w:rPr>
          <w:rStyle w:val="Referencingstyle"/>
        </w:rPr>
        <w:t>1</w:t>
      </w:r>
      <w:r w:rsidR="00581480">
        <w:rPr>
          <w:rStyle w:val="Referencingstyle"/>
        </w:rPr>
        <w:t xml:space="preserve">, Part </w:t>
      </w:r>
      <w:r>
        <w:rPr>
          <w:rStyle w:val="Referencingstyle"/>
        </w:rPr>
        <w:t>1</w:t>
      </w:r>
      <w:r w:rsidR="00581480">
        <w:rPr>
          <w:rStyle w:val="Referencingstyle"/>
        </w:rPr>
        <w:t xml:space="preserve">, item </w:t>
      </w:r>
      <w:r>
        <w:rPr>
          <w:rStyle w:val="Referencingstyle"/>
        </w:rPr>
        <w:t>1</w:t>
      </w:r>
      <w:r w:rsidR="00581480">
        <w:rPr>
          <w:rStyle w:val="Referencingstyle"/>
        </w:rPr>
        <w:t>,</w:t>
      </w:r>
      <w:r>
        <w:rPr>
          <w:rStyle w:val="Referencingstyle"/>
        </w:rPr>
        <w:t>subsections 1156B(3) and (4)</w:t>
      </w:r>
      <w:r w:rsidR="00581480">
        <w:rPr>
          <w:rStyle w:val="Referencingstyle"/>
        </w:rPr>
        <w:t xml:space="preserve">] </w:t>
      </w:r>
    </w:p>
    <w:p w14:paraId="75EE7816" w14:textId="77777777" w:rsidR="00581480" w:rsidRDefault="00581480" w:rsidP="00581480">
      <w:pPr>
        <w:pStyle w:val="base-text-paragraph"/>
      </w:pPr>
      <w:r>
        <w:t>This provision is intended to provide some flexibility with non</w:t>
      </w:r>
      <w:r>
        <w:noBreakHyphen/>
        <w:t xml:space="preserve">compliance due to unforeseen circumstances such as the death of a natural person director of the corporate director. A penalty for non-compliance would not be appropriate in these circumstances. </w:t>
      </w:r>
    </w:p>
    <w:p w14:paraId="5881E385" w14:textId="5A06E813" w:rsidR="00581480" w:rsidRDefault="005A204C" w:rsidP="00581480">
      <w:pPr>
        <w:pStyle w:val="base-text-paragraph"/>
      </w:pPr>
      <w:r>
        <w:t>These requirements draw upon</w:t>
      </w:r>
      <w:r w:rsidR="00581480">
        <w:t xml:space="preserve"> section 601JA, which requires the responsible entity of a registered scheme to establish a compliance committee if less than half of its directors are external directors. As discussed above at </w:t>
      </w:r>
      <w:r w:rsidR="00581480" w:rsidRPr="009D5DEB">
        <w:t xml:space="preserve">paragraph </w:t>
      </w:r>
      <w:r w:rsidR="00517D2F" w:rsidRPr="009D5DEB">
        <w:fldChar w:fldCharType="begin"/>
      </w:r>
      <w:r w:rsidR="00517D2F" w:rsidRPr="009D5DEB">
        <w:instrText xml:space="preserve"> REF _Ref490572241 \r \h </w:instrText>
      </w:r>
      <w:r w:rsidR="009D5DEB">
        <w:instrText xml:space="preserve"> \* MERGEFORMAT </w:instrText>
      </w:r>
      <w:r w:rsidR="00517D2F" w:rsidRPr="009D5DEB">
        <w:fldChar w:fldCharType="separate"/>
      </w:r>
      <w:r w:rsidR="004C78A6">
        <w:t>2.48</w:t>
      </w:r>
      <w:r w:rsidR="00517D2F" w:rsidRPr="009D5DEB">
        <w:fldChar w:fldCharType="end"/>
      </w:r>
      <w:r w:rsidR="00581480" w:rsidRPr="009D5DEB">
        <w:t>,</w:t>
      </w:r>
      <w:r w:rsidR="00581480">
        <w:t xml:space="preserve"> </w:t>
      </w:r>
      <w:r>
        <w:t>t</w:t>
      </w:r>
      <w:r w:rsidR="00581480">
        <w:t xml:space="preserve">he requirement </w:t>
      </w:r>
      <w:r w:rsidR="005D662C">
        <w:t>that</w:t>
      </w:r>
      <w:r w:rsidR="00581480">
        <w:t xml:space="preserve"> </w:t>
      </w:r>
      <w:r>
        <w:t xml:space="preserve">at least half the directors of a </w:t>
      </w:r>
      <w:r w:rsidR="00581480">
        <w:t>corporate director</w:t>
      </w:r>
      <w:r>
        <w:t xml:space="preserve"> of </w:t>
      </w:r>
      <w:proofErr w:type="gramStart"/>
      <w:r>
        <w:t>a retail</w:t>
      </w:r>
      <w:proofErr w:type="gramEnd"/>
      <w:r>
        <w:t xml:space="preserve"> CCIV</w:t>
      </w:r>
      <w:r w:rsidR="00581480">
        <w:t xml:space="preserve"> </w:t>
      </w:r>
      <w:r>
        <w:t>be external</w:t>
      </w:r>
      <w:r w:rsidR="00581480">
        <w:t xml:space="preserve"> directors aligns with the circumstances in which a responsible entity is relieved of the requirement to have a compliance committee under Part 5C.5. </w:t>
      </w:r>
    </w:p>
    <w:p w14:paraId="0A024501" w14:textId="3CC84BA9" w:rsidR="00581480" w:rsidRDefault="00581480" w:rsidP="00581480">
      <w:pPr>
        <w:pStyle w:val="base-text-paragraph"/>
      </w:pPr>
      <w:bookmarkStart w:id="56" w:name="_Ref490162767"/>
      <w:r>
        <w:t>External directors bring a degree of detached supervision that is expected to enhance the standard of corporate governance of corporate director</w:t>
      </w:r>
      <w:r w:rsidR="005A204C">
        <w:t>s of retail</w:t>
      </w:r>
      <w:r>
        <w:t xml:space="preserve"> CCIV</w:t>
      </w:r>
      <w:r w:rsidR="005A204C">
        <w:t>s</w:t>
      </w:r>
      <w:r>
        <w:t xml:space="preserve"> in the absence of a compliance committee. Since there is no compliance committee to assist them, the corporate director’s </w:t>
      </w:r>
      <w:r>
        <w:lastRenderedPageBreak/>
        <w:t>board is responsible for monitoring the extent to which the corporate director complies with the CCIV’s compliance plan.</w:t>
      </w:r>
      <w:bookmarkEnd w:id="56"/>
    </w:p>
    <w:p w14:paraId="635163CF" w14:textId="77777777" w:rsidR="00A03061" w:rsidRDefault="00A03061" w:rsidP="00712B4B">
      <w:pPr>
        <w:pStyle w:val="base-text-paragraph"/>
        <w:sectPr w:rsidR="00A03061" w:rsidSect="006D5E87">
          <w:headerReference w:type="even" r:id="rId40"/>
          <w:headerReference w:type="default" r:id="rId41"/>
          <w:footerReference w:type="even" r:id="rId42"/>
          <w:footerReference w:type="default" r:id="rId43"/>
          <w:footerReference w:type="first" r:id="rId44"/>
          <w:type w:val="oddPage"/>
          <w:pgSz w:w="11906" w:h="16838" w:code="9"/>
          <w:pgMar w:top="2466" w:right="2098" w:bottom="2466" w:left="2098" w:header="1559" w:footer="1899" w:gutter="0"/>
          <w:cols w:space="708"/>
          <w:titlePg/>
          <w:docGrid w:linePitch="360"/>
        </w:sectPr>
      </w:pPr>
    </w:p>
    <w:p w14:paraId="7F617EAA" w14:textId="41C97571" w:rsidR="009B6678" w:rsidRPr="00F51A71" w:rsidRDefault="009B6678" w:rsidP="009B6678">
      <w:pPr>
        <w:pStyle w:val="ChapterHeading"/>
        <w:tabs>
          <w:tab w:val="clear" w:pos="1134"/>
          <w:tab w:val="num" w:pos="360"/>
        </w:tabs>
      </w:pPr>
      <w:r w:rsidRPr="00F51A71">
        <w:lastRenderedPageBreak/>
        <w:br/>
      </w:r>
      <w:bookmarkStart w:id="57" w:name="_Toc487789244"/>
      <w:bookmarkStart w:id="58" w:name="_Toc490215646"/>
      <w:bookmarkStart w:id="59" w:name="_Toc490217594"/>
      <w:bookmarkStart w:id="60" w:name="_Toc490223767"/>
      <w:bookmarkStart w:id="61" w:name="_Toc490245442"/>
      <w:bookmarkStart w:id="62" w:name="_Toc490758906"/>
      <w:bookmarkStart w:id="63" w:name="_Toc490759099"/>
      <w:bookmarkStart w:id="64" w:name="_Toc490812083"/>
      <w:bookmarkStart w:id="65" w:name="_Toc490814941"/>
      <w:r w:rsidR="00941CDF">
        <w:t>Sub-funds</w:t>
      </w:r>
      <w:bookmarkEnd w:id="57"/>
      <w:bookmarkEnd w:id="58"/>
      <w:bookmarkEnd w:id="59"/>
      <w:bookmarkEnd w:id="60"/>
      <w:bookmarkEnd w:id="61"/>
      <w:bookmarkEnd w:id="62"/>
      <w:bookmarkEnd w:id="63"/>
      <w:bookmarkEnd w:id="64"/>
      <w:bookmarkEnd w:id="65"/>
    </w:p>
    <w:p w14:paraId="5A453E29" w14:textId="77777777" w:rsidR="009B6678" w:rsidRDefault="009B6678" w:rsidP="006D5E87">
      <w:pPr>
        <w:pStyle w:val="Heading2"/>
      </w:pPr>
      <w:r>
        <w:t>Outline of chapter</w:t>
      </w:r>
    </w:p>
    <w:p w14:paraId="2D6E9538" w14:textId="21392F9D" w:rsidR="009B6678" w:rsidRDefault="00BA417D" w:rsidP="009B6678">
      <w:pPr>
        <w:pStyle w:val="base-text-paragraph"/>
      </w:pPr>
      <w:r>
        <w:t xml:space="preserve">Division 3 of Part </w:t>
      </w:r>
      <w:r w:rsidR="00517D2F">
        <w:t>2</w:t>
      </w:r>
      <w:r>
        <w:t xml:space="preserve"> </w:t>
      </w:r>
      <w:r w:rsidR="00671D1F">
        <w:t xml:space="preserve">of </w:t>
      </w:r>
      <w:r w:rsidR="00517D2F">
        <w:t>Chapter 7A</w:t>
      </w:r>
      <w:r w:rsidR="00671D1F">
        <w:t xml:space="preserve"> </w:t>
      </w:r>
      <w:r w:rsidR="001944B2">
        <w:t xml:space="preserve">establishes the regulatory framework for sub-funds. </w:t>
      </w:r>
    </w:p>
    <w:p w14:paraId="0D02A94A" w14:textId="77777777" w:rsidR="0073723B" w:rsidRDefault="0073723B" w:rsidP="0073723B">
      <w:pPr>
        <w:pStyle w:val="Heading2"/>
      </w:pPr>
      <w:r>
        <w:t>Context of amendments</w:t>
      </w:r>
    </w:p>
    <w:p w14:paraId="3A253055" w14:textId="6B0B5574" w:rsidR="0073723B" w:rsidRDefault="008954EF" w:rsidP="0073723B">
      <w:pPr>
        <w:pStyle w:val="base-text-paragraph"/>
        <w:numPr>
          <w:ilvl w:val="1"/>
          <w:numId w:val="36"/>
        </w:numPr>
      </w:pPr>
      <w:r>
        <w:t xml:space="preserve">Fund managers generally offer investors a choice of funds with different investment strategies. This allows investors </w:t>
      </w:r>
      <w:r w:rsidR="00235884">
        <w:t>flexibility around the</w:t>
      </w:r>
      <w:r>
        <w:t xml:space="preserve"> asset and other risk</w:t>
      </w:r>
      <w:r w:rsidR="005D662C">
        <w:t>-</w:t>
      </w:r>
      <w:r>
        <w:t>return exposures they wish to take. The establishment of a sub-fund regime</w:t>
      </w:r>
      <w:r w:rsidR="00BD0E72">
        <w:t xml:space="preserve"> for CCIVs</w:t>
      </w:r>
      <w:r>
        <w:t xml:space="preserve"> will enable </w:t>
      </w:r>
      <w:r w:rsidR="00BD0E72">
        <w:t>CCIVs</w:t>
      </w:r>
      <w:r>
        <w:t xml:space="preserve"> to offer multiple investment strategies</w:t>
      </w:r>
      <w:r w:rsidR="00AE0E12">
        <w:t xml:space="preserve"> </w:t>
      </w:r>
      <w:r w:rsidR="005D662C">
        <w:t>under</w:t>
      </w:r>
      <w:r>
        <w:t xml:space="preserve"> a single</w:t>
      </w:r>
      <w:r w:rsidR="005D662C">
        <w:t xml:space="preserve"> corporate</w:t>
      </w:r>
      <w:r>
        <w:t xml:space="preserve"> vehicle. </w:t>
      </w:r>
      <w:r w:rsidR="0066089D">
        <w:t>This is an important feature of the CCIV regime that</w:t>
      </w:r>
      <w:r>
        <w:t xml:space="preserve"> </w:t>
      </w:r>
      <w:r w:rsidR="00BD0E72">
        <w:t>is expected to produce economies of scale and hence cost savings</w:t>
      </w:r>
      <w:r w:rsidR="0066089D">
        <w:t xml:space="preserve"> for funds managers</w:t>
      </w:r>
      <w:r w:rsidR="00235884">
        <w:t>,</w:t>
      </w:r>
      <w:r w:rsidR="00BD0E72">
        <w:t xml:space="preserve"> compared with the existing MIS regime that does not allow the consolidation of multiple funds under a single </w:t>
      </w:r>
      <w:r w:rsidR="00517D2F" w:rsidRPr="0018361D">
        <w:t>CIV</w:t>
      </w:r>
      <w:r>
        <w:t>.</w:t>
      </w:r>
    </w:p>
    <w:p w14:paraId="1A78120F" w14:textId="0BC6E0F2" w:rsidR="00843930" w:rsidRDefault="00843930" w:rsidP="00843930">
      <w:pPr>
        <w:pStyle w:val="base-text-paragraph"/>
      </w:pPr>
      <w:r>
        <w:t>The concept of a sub-fund, commonly referred to internationally as a protected cell, draws on precedents such as the United Kingdom’s OEIC regime. The Australian sub</w:t>
      </w:r>
      <w:r>
        <w:noBreakHyphen/>
        <w:t xml:space="preserve">fund regime is intended to operate similarly to the protected cell regimes that operate in these other jurisdictions. The concept has, however, been modified to suit Australia’s existing regulatory and legislative framework. </w:t>
      </w:r>
    </w:p>
    <w:p w14:paraId="0B599B93" w14:textId="6066CDE0" w:rsidR="00843930" w:rsidRDefault="00843930" w:rsidP="00843930">
      <w:pPr>
        <w:pStyle w:val="base-text-paragraph"/>
      </w:pPr>
      <w:r>
        <w:t>For example, some elements of the legislative design for sub</w:t>
      </w:r>
      <w:r>
        <w:noBreakHyphen/>
        <w:t>f</w:t>
      </w:r>
      <w:r w:rsidR="0094753F">
        <w:t xml:space="preserve">unds have been modelled </w:t>
      </w:r>
      <w:r>
        <w:t xml:space="preserve">on the concepts of ‘statutory funds’ in the </w:t>
      </w:r>
      <w:r w:rsidRPr="00843930">
        <w:rPr>
          <w:i/>
        </w:rPr>
        <w:t xml:space="preserve">Life Insurance Act 1995 </w:t>
      </w:r>
      <w:r>
        <w:t xml:space="preserve">and ‘health benefit funds’ in the </w:t>
      </w:r>
      <w:r w:rsidRPr="00843930">
        <w:rPr>
          <w:i/>
        </w:rPr>
        <w:t xml:space="preserve">Private Health Insurance Act 2007 </w:t>
      </w:r>
      <w:r>
        <w:t xml:space="preserve">and the </w:t>
      </w:r>
      <w:r w:rsidRPr="00843930">
        <w:rPr>
          <w:i/>
        </w:rPr>
        <w:t>Private Health Insurance (Prudential Supervision) Act 2015</w:t>
      </w:r>
      <w:r>
        <w:t>. A key similarity is that while these funds sit within a corporate structure they are not separate legal entities in their own right.</w:t>
      </w:r>
    </w:p>
    <w:p w14:paraId="07B20CE1" w14:textId="77777777" w:rsidR="00843930" w:rsidRDefault="00843930" w:rsidP="00843930">
      <w:pPr>
        <w:pStyle w:val="base-text-paragraph"/>
      </w:pPr>
      <w:r>
        <w:t xml:space="preserve">The purpose of the sub-fund framework is to allow managed funds to offer a variety of investment options through multiple sub-funds under a single ‘umbrella’ CCIV, and to protect investors in respect of a particular sub-fund of a CCIV by quarantining them from the consequences of activities in respect of other sub-funds of the CCIV. This is achieved by segregating the assets and liabilities allocated to a sub-fund of a CCIV from the assets and liabilities of other sub-funds of the CCIV. </w:t>
      </w:r>
    </w:p>
    <w:p w14:paraId="54A4C93C" w14:textId="2CDA32C9" w:rsidR="00843930" w:rsidRDefault="00843930" w:rsidP="00843930">
      <w:pPr>
        <w:pStyle w:val="base-text-paragraph"/>
      </w:pPr>
      <w:r>
        <w:lastRenderedPageBreak/>
        <w:t>This segregation</w:t>
      </w:r>
      <w:r w:rsidR="00235884">
        <w:t>,</w:t>
      </w:r>
      <w:r>
        <w:t xml:space="preserve"> or protection</w:t>
      </w:r>
      <w:r w:rsidR="00235884">
        <w:t>,</w:t>
      </w:r>
      <w:r>
        <w:t xml:space="preserve"> of sub-funds is intended to extend to the rights of creditors, legal proceedings and external administration of or in relation to a CCIV. The external administration process for CCIVs (and sub-funds) is still under development and will be </w:t>
      </w:r>
      <w:r w:rsidR="00235884">
        <w:t xml:space="preserve">included in the next </w:t>
      </w:r>
      <w:r>
        <w:t xml:space="preserve">exposure draft of the Bill. </w:t>
      </w:r>
    </w:p>
    <w:p w14:paraId="1D919FE2" w14:textId="77777777" w:rsidR="009B6678" w:rsidRDefault="009B6678" w:rsidP="006D5E87">
      <w:pPr>
        <w:pStyle w:val="Heading2"/>
      </w:pPr>
      <w:r>
        <w:t>Summary of new law</w:t>
      </w:r>
    </w:p>
    <w:p w14:paraId="7FBD3333" w14:textId="7E71F224" w:rsidR="00671D1F" w:rsidRPr="008F726E" w:rsidRDefault="00671D1F" w:rsidP="00671D1F">
      <w:pPr>
        <w:pStyle w:val="base-text-paragraph"/>
      </w:pPr>
      <w:r>
        <w:t xml:space="preserve">Division 3 of Part </w:t>
      </w:r>
      <w:r w:rsidR="00DD1A6B">
        <w:t>2</w:t>
      </w:r>
      <w:r>
        <w:t xml:space="preserve"> of </w:t>
      </w:r>
      <w:r w:rsidR="00DD1A6B">
        <w:t>Chapter 7A</w:t>
      </w:r>
      <w:r>
        <w:t xml:space="preserve"> establishes the </w:t>
      </w:r>
      <w:r w:rsidR="001944B2">
        <w:t xml:space="preserve">regulatory </w:t>
      </w:r>
      <w:r>
        <w:t xml:space="preserve">framework for sub-funds. Subdivision A sets out the general requirements for sub-funds, including the fundamental concept that a CCIV must have at least one sub-fund at all times. Subdivision B sets out the rules for segregating and allocating the assets and liabilities of the CCIV between multiple sub-funds. </w:t>
      </w:r>
    </w:p>
    <w:p w14:paraId="2668E838" w14:textId="77777777" w:rsidR="009B6678" w:rsidRDefault="009B6678" w:rsidP="006D5E87">
      <w:pPr>
        <w:pStyle w:val="Heading2"/>
      </w:pPr>
      <w:r>
        <w:t>Detailed explanation of new law</w:t>
      </w:r>
    </w:p>
    <w:p w14:paraId="3631C351" w14:textId="79A92474" w:rsidR="006303B0" w:rsidRDefault="006303B0" w:rsidP="006303B0">
      <w:pPr>
        <w:pStyle w:val="Heading3"/>
      </w:pPr>
      <w:r>
        <w:t>Requirement for sub-funds</w:t>
      </w:r>
    </w:p>
    <w:p w14:paraId="0AA05D44" w14:textId="77777777" w:rsidR="00F35FE3" w:rsidRDefault="00F35FE3" w:rsidP="00F35FE3">
      <w:pPr>
        <w:pStyle w:val="Heading4"/>
      </w:pPr>
      <w:r>
        <w:t>Meaning of sub-fund</w:t>
      </w:r>
    </w:p>
    <w:p w14:paraId="3D7C43FA" w14:textId="32E4EC08" w:rsidR="00D708DD" w:rsidRPr="007730AC" w:rsidRDefault="00D708DD" w:rsidP="00D708DD">
      <w:pPr>
        <w:pStyle w:val="base-text-paragraph"/>
        <w:rPr>
          <w:rStyle w:val="Referencingstyle"/>
          <w:b w:val="0"/>
          <w:i w:val="0"/>
          <w:sz w:val="22"/>
        </w:rPr>
      </w:pPr>
      <w:r>
        <w:t xml:space="preserve">A CCIV must at all times have at least one sub-fund, and may have multiple sub-funds. </w:t>
      </w:r>
      <w:r>
        <w:rPr>
          <w:rStyle w:val="Referencingstyle"/>
        </w:rPr>
        <w:t>[</w:t>
      </w:r>
      <w:r w:rsidR="00001885">
        <w:rPr>
          <w:rStyle w:val="Referencingstyle"/>
        </w:rPr>
        <w:t>Schedule 1, Part 1, item 1, subsection 1141A</w:t>
      </w:r>
      <w:r w:rsidR="001925B8">
        <w:rPr>
          <w:rStyle w:val="Referencingstyle"/>
        </w:rPr>
        <w:t>(1)</w:t>
      </w:r>
      <w:r>
        <w:rPr>
          <w:rStyle w:val="Referencingstyle"/>
        </w:rPr>
        <w:t>]</w:t>
      </w:r>
    </w:p>
    <w:p w14:paraId="31312641" w14:textId="03B40F83" w:rsidR="0041380C" w:rsidRPr="00997259" w:rsidRDefault="0041380C" w:rsidP="00D708DD">
      <w:pPr>
        <w:pStyle w:val="base-text-paragraph"/>
        <w:rPr>
          <w:rStyle w:val="Referencingstyle"/>
          <w:b w:val="0"/>
          <w:i w:val="0"/>
          <w:sz w:val="22"/>
        </w:rPr>
      </w:pPr>
      <w:r>
        <w:t xml:space="preserve">No business of the CCIV can be conducted that is not conducted </w:t>
      </w:r>
      <w:r w:rsidR="00A84AC7">
        <w:t>through a</w:t>
      </w:r>
      <w:r>
        <w:t xml:space="preserve"> sub-fund. If a CCIV has only one sub-fund then the ent</w:t>
      </w:r>
      <w:r w:rsidR="00A84AC7">
        <w:t>ire business of the CCIV must be conducted through that sub-fund. If a CCIV has multiple sub-funds, then the CCIV must have a sub-fund in respect of each particular part of its business and</w:t>
      </w:r>
      <w:r w:rsidR="00364B4E">
        <w:t>,</w:t>
      </w:r>
      <w:r w:rsidR="00A84AC7">
        <w:t xml:space="preserve"> together, the businesses of each sub-fund must constitute the entire business of the CCIV. </w:t>
      </w:r>
      <w:r w:rsidR="00776DC4">
        <w:t xml:space="preserve">Each sub-fund must relate solely to a particular part of the business of the CCIV. </w:t>
      </w:r>
      <w:r w:rsidR="00A84AC7">
        <w:rPr>
          <w:rStyle w:val="Referencingstyle"/>
        </w:rPr>
        <w:t>[Schedule 1, Part 1, item 1, section 1141A(2)]</w:t>
      </w:r>
      <w:r w:rsidR="00A84AC7">
        <w:t xml:space="preserve"> </w:t>
      </w:r>
    </w:p>
    <w:p w14:paraId="517DAB22" w14:textId="2DC3C512" w:rsidR="00E538C3" w:rsidRPr="001D6B10" w:rsidRDefault="00E538C3" w:rsidP="009B6678">
      <w:pPr>
        <w:pStyle w:val="base-text-paragraph"/>
        <w:rPr>
          <w:rStyle w:val="Referencingstyle"/>
          <w:b w:val="0"/>
          <w:i w:val="0"/>
          <w:sz w:val="22"/>
        </w:rPr>
      </w:pPr>
      <w:r>
        <w:t>A sub-fund of a CCIV is a</w:t>
      </w:r>
      <w:r w:rsidR="006C7234">
        <w:rPr>
          <w:lang w:val="en-US" w:eastAsia="en-US"/>
        </w:rPr>
        <w:t xml:space="preserve"> fund </w:t>
      </w:r>
      <w:r w:rsidR="00D708DD">
        <w:rPr>
          <w:lang w:val="en-US" w:eastAsia="en-US"/>
        </w:rPr>
        <w:t xml:space="preserve">that is </w:t>
      </w:r>
      <w:r>
        <w:rPr>
          <w:lang w:val="en-US" w:eastAsia="en-US"/>
        </w:rPr>
        <w:t xml:space="preserve">established </w:t>
      </w:r>
      <w:r w:rsidR="006C7234">
        <w:rPr>
          <w:lang w:val="en-US" w:eastAsia="en-US"/>
        </w:rPr>
        <w:t>in the records of the CCIV</w:t>
      </w:r>
      <w:r w:rsidR="00364B4E">
        <w:rPr>
          <w:lang w:val="en-US" w:eastAsia="en-US"/>
        </w:rPr>
        <w:t>,</w:t>
      </w:r>
      <w:r w:rsidR="00D708DD">
        <w:rPr>
          <w:lang w:val="en-US" w:eastAsia="en-US"/>
        </w:rPr>
        <w:t xml:space="preserve"> </w:t>
      </w:r>
      <w:r w:rsidRPr="00E538C3">
        <w:rPr>
          <w:lang w:val="en-US" w:eastAsia="en-US"/>
        </w:rPr>
        <w:t xml:space="preserve">and </w:t>
      </w:r>
      <w:r w:rsidR="00D708DD">
        <w:rPr>
          <w:lang w:val="en-US" w:eastAsia="en-US"/>
        </w:rPr>
        <w:t xml:space="preserve">that </w:t>
      </w:r>
      <w:r w:rsidR="006C7234">
        <w:rPr>
          <w:lang w:val="en-US" w:eastAsia="en-US"/>
        </w:rPr>
        <w:t xml:space="preserve">either </w:t>
      </w:r>
      <w:r w:rsidR="00B22A17">
        <w:rPr>
          <w:lang w:val="en-US" w:eastAsia="en-US"/>
        </w:rPr>
        <w:t xml:space="preserve">relates </w:t>
      </w:r>
      <w:r w:rsidRPr="00E538C3">
        <w:rPr>
          <w:lang w:val="en-US" w:eastAsia="en-US"/>
        </w:rPr>
        <w:t>to</w:t>
      </w:r>
      <w:r w:rsidR="00B22A17">
        <w:rPr>
          <w:lang w:val="en-US" w:eastAsia="en-US"/>
        </w:rPr>
        <w:t xml:space="preserve"> the </w:t>
      </w:r>
      <w:r w:rsidR="006C7234">
        <w:rPr>
          <w:lang w:val="en-US" w:eastAsia="en-US"/>
        </w:rPr>
        <w:t>entire</w:t>
      </w:r>
      <w:r w:rsidR="00B22A17">
        <w:rPr>
          <w:lang w:val="en-US" w:eastAsia="en-US"/>
        </w:rPr>
        <w:t xml:space="preserve"> business of the CCIV (</w:t>
      </w:r>
      <w:r w:rsidR="00EC6129">
        <w:rPr>
          <w:lang w:val="en-US" w:eastAsia="en-US"/>
        </w:rPr>
        <w:t>if</w:t>
      </w:r>
      <w:r w:rsidR="006C7234">
        <w:rPr>
          <w:lang w:val="en-US" w:eastAsia="en-US"/>
        </w:rPr>
        <w:t xml:space="preserve"> there is only one sub-fund) </w:t>
      </w:r>
      <w:r w:rsidR="00B22A17">
        <w:rPr>
          <w:lang w:val="en-US" w:eastAsia="en-US"/>
        </w:rPr>
        <w:t xml:space="preserve">or </w:t>
      </w:r>
      <w:r w:rsidR="00EC6129">
        <w:rPr>
          <w:lang w:val="en-US" w:eastAsia="en-US"/>
        </w:rPr>
        <w:t xml:space="preserve">solely to </w:t>
      </w:r>
      <w:r w:rsidR="00B22A17">
        <w:rPr>
          <w:lang w:val="en-US" w:eastAsia="en-US"/>
        </w:rPr>
        <w:t xml:space="preserve">a particular part of the business of the CCIV </w:t>
      </w:r>
      <w:r w:rsidR="00EC6129">
        <w:rPr>
          <w:lang w:val="en-US" w:eastAsia="en-US"/>
        </w:rPr>
        <w:t>(</w:t>
      </w:r>
      <w:r w:rsidR="00B22A17">
        <w:rPr>
          <w:lang w:val="en-US" w:eastAsia="en-US"/>
        </w:rPr>
        <w:t>if there are multiple sub-funds)</w:t>
      </w:r>
      <w:r>
        <w:rPr>
          <w:lang w:val="en-US" w:eastAsia="en-US"/>
        </w:rPr>
        <w:t>.</w:t>
      </w:r>
      <w:r w:rsidR="002A6805">
        <w:rPr>
          <w:lang w:val="en-US" w:eastAsia="en-US"/>
        </w:rPr>
        <w:t xml:space="preserve"> </w:t>
      </w:r>
      <w:r w:rsidR="002A6805">
        <w:rPr>
          <w:rStyle w:val="Referencingstyle"/>
        </w:rPr>
        <w:t>[</w:t>
      </w:r>
      <w:r w:rsidR="00997259">
        <w:rPr>
          <w:rStyle w:val="Referencingstyle"/>
        </w:rPr>
        <w:t>Schedule 1, Part</w:t>
      </w:r>
      <w:r w:rsidR="0009281D">
        <w:rPr>
          <w:rStyle w:val="Referencingstyle"/>
        </w:rPr>
        <w:t>s</w:t>
      </w:r>
      <w:r w:rsidR="00997259">
        <w:rPr>
          <w:rStyle w:val="Referencingstyle"/>
        </w:rPr>
        <w:t xml:space="preserve"> 1</w:t>
      </w:r>
      <w:r w:rsidR="0009281D">
        <w:rPr>
          <w:rStyle w:val="Referencingstyle"/>
        </w:rPr>
        <w:t xml:space="preserve"> </w:t>
      </w:r>
      <w:r w:rsidR="0009281D" w:rsidRPr="00793E54">
        <w:rPr>
          <w:rStyle w:val="Referencingstyle"/>
        </w:rPr>
        <w:t>and 2</w:t>
      </w:r>
      <w:r w:rsidR="00997259">
        <w:rPr>
          <w:rStyle w:val="Referencingstyle"/>
        </w:rPr>
        <w:t>, item</w:t>
      </w:r>
      <w:r w:rsidR="0009281D">
        <w:rPr>
          <w:rStyle w:val="Referencingstyle"/>
        </w:rPr>
        <w:t>s</w:t>
      </w:r>
      <w:r w:rsidR="00997259">
        <w:rPr>
          <w:rStyle w:val="Referencingstyle"/>
        </w:rPr>
        <w:t xml:space="preserve"> 1</w:t>
      </w:r>
      <w:r w:rsidR="0009281D">
        <w:rPr>
          <w:rStyle w:val="Referencingstyle"/>
        </w:rPr>
        <w:t xml:space="preserve"> and </w:t>
      </w:r>
      <w:r w:rsidR="00793E54">
        <w:rPr>
          <w:rStyle w:val="Referencingstyle"/>
        </w:rPr>
        <w:t>11</w:t>
      </w:r>
      <w:r w:rsidR="00997259">
        <w:rPr>
          <w:rStyle w:val="Referencingstyle"/>
        </w:rPr>
        <w:t xml:space="preserve">, </w:t>
      </w:r>
      <w:r w:rsidR="00A76A17" w:rsidRPr="00793E54">
        <w:rPr>
          <w:rStyle w:val="Referencingstyle"/>
        </w:rPr>
        <w:t>the definition of ‘sub-fund’ in section</w:t>
      </w:r>
      <w:r w:rsidR="00793E54">
        <w:rPr>
          <w:rStyle w:val="Referencingstyle"/>
        </w:rPr>
        <w:t xml:space="preserve"> </w:t>
      </w:r>
      <w:r w:rsidR="00A76A17" w:rsidRPr="00793E54">
        <w:rPr>
          <w:rStyle w:val="Referencingstyle"/>
        </w:rPr>
        <w:t>9</w:t>
      </w:r>
      <w:r w:rsidR="00A76A17">
        <w:rPr>
          <w:rStyle w:val="Referencingstyle"/>
        </w:rPr>
        <w:t xml:space="preserve">, and </w:t>
      </w:r>
      <w:r w:rsidR="00997259">
        <w:rPr>
          <w:rStyle w:val="Referencingstyle"/>
        </w:rPr>
        <w:t>subsection 1141</w:t>
      </w:r>
      <w:r w:rsidR="002A6805">
        <w:rPr>
          <w:rStyle w:val="Referencingstyle"/>
        </w:rPr>
        <w:t>(1)]</w:t>
      </w:r>
    </w:p>
    <w:p w14:paraId="474A0DE2" w14:textId="69112464" w:rsidR="002A6805" w:rsidRDefault="00E538C3" w:rsidP="009B6678">
      <w:pPr>
        <w:pStyle w:val="base-text-paragraph"/>
      </w:pPr>
      <w:r>
        <w:t xml:space="preserve">A </w:t>
      </w:r>
      <w:r w:rsidR="00EC6129">
        <w:t>sub-fund is established in the records of the CCIV by</w:t>
      </w:r>
      <w:r w:rsidR="00B22A17">
        <w:t>:</w:t>
      </w:r>
      <w:r w:rsidR="002A6805">
        <w:t xml:space="preserve"> </w:t>
      </w:r>
    </w:p>
    <w:p w14:paraId="45FFBEDE" w14:textId="1D2A69AD" w:rsidR="00E538C3" w:rsidRDefault="002A6805" w:rsidP="002A6805">
      <w:pPr>
        <w:pStyle w:val="dotpoint"/>
      </w:pPr>
      <w:r>
        <w:t>assigning</w:t>
      </w:r>
      <w:r w:rsidR="00EC6129">
        <w:t xml:space="preserve"> </w:t>
      </w:r>
      <w:r>
        <w:t xml:space="preserve">a unique name to the sub-fund; and </w:t>
      </w:r>
    </w:p>
    <w:p w14:paraId="16CEAE65" w14:textId="77777777" w:rsidR="00997259" w:rsidRDefault="002A6805" w:rsidP="002A6805">
      <w:pPr>
        <w:pStyle w:val="dotpoint"/>
      </w:pPr>
      <w:proofErr w:type="gramStart"/>
      <w:r>
        <w:lastRenderedPageBreak/>
        <w:t>identifying</w:t>
      </w:r>
      <w:proofErr w:type="gramEnd"/>
      <w:r w:rsidR="00EC6129">
        <w:t xml:space="preserve"> the class or </w:t>
      </w:r>
      <w:r>
        <w:t xml:space="preserve">classes of shares that are to be </w:t>
      </w:r>
      <w:proofErr w:type="spellStart"/>
      <w:r>
        <w:t>referable</w:t>
      </w:r>
      <w:proofErr w:type="spellEnd"/>
      <w:r>
        <w:t xml:space="preserve"> to the sub-fund. </w:t>
      </w:r>
    </w:p>
    <w:p w14:paraId="2F5D5942" w14:textId="05D2650D" w:rsidR="00B22A17" w:rsidRDefault="008E6169" w:rsidP="00997259">
      <w:pPr>
        <w:pStyle w:val="dotpoint"/>
        <w:numPr>
          <w:ilvl w:val="0"/>
          <w:numId w:val="0"/>
        </w:numPr>
        <w:ind w:left="1984"/>
      </w:pPr>
      <w:r>
        <w:rPr>
          <w:rStyle w:val="Referencingstyle"/>
        </w:rPr>
        <w:t>[</w:t>
      </w:r>
      <w:r w:rsidR="00997259">
        <w:rPr>
          <w:rStyle w:val="Referencingstyle"/>
        </w:rPr>
        <w:t>Schedule 1, Part 1, item 1, subsection 1141</w:t>
      </w:r>
      <w:r>
        <w:rPr>
          <w:rStyle w:val="Referencingstyle"/>
        </w:rPr>
        <w:t>(2)]</w:t>
      </w:r>
    </w:p>
    <w:p w14:paraId="454A7C1F" w14:textId="18247BF1" w:rsidR="008E6169" w:rsidRPr="008E6169" w:rsidRDefault="00E538C3" w:rsidP="009B6678">
      <w:pPr>
        <w:pStyle w:val="base-text-paragraph"/>
        <w:rPr>
          <w:rStyle w:val="Referencingstyle"/>
          <w:b w:val="0"/>
          <w:i w:val="0"/>
          <w:sz w:val="22"/>
        </w:rPr>
      </w:pPr>
      <w:r>
        <w:t xml:space="preserve">A class of shares is </w:t>
      </w:r>
      <w:proofErr w:type="spellStart"/>
      <w:r>
        <w:t>referable</w:t>
      </w:r>
      <w:proofErr w:type="spellEnd"/>
      <w:r>
        <w:t xml:space="preserve"> to a </w:t>
      </w:r>
      <w:r w:rsidR="001925B8">
        <w:t xml:space="preserve">sub-fund </w:t>
      </w:r>
      <w:r>
        <w:t xml:space="preserve">of </w:t>
      </w:r>
      <w:r w:rsidR="001925B8">
        <w:t>a</w:t>
      </w:r>
      <w:r>
        <w:t xml:space="preserve"> CCIV if</w:t>
      </w:r>
      <w:r w:rsidR="00751A49">
        <w:t xml:space="preserve"> the rights attached to every share in the class are restricted to rights in respect of the assets </w:t>
      </w:r>
      <w:r w:rsidR="00B22A17">
        <w:t>of the sub-fund</w:t>
      </w:r>
      <w:r w:rsidR="00751A49">
        <w:t>.</w:t>
      </w:r>
      <w:r w:rsidR="00B22A17">
        <w:t xml:space="preserve"> </w:t>
      </w:r>
      <w:r w:rsidR="00EC6129">
        <w:t xml:space="preserve">If a CCIV only has one sub-fund, then all classes of shares in the CCIV must be </w:t>
      </w:r>
      <w:proofErr w:type="spellStart"/>
      <w:r w:rsidR="00EC6129">
        <w:t>referable</w:t>
      </w:r>
      <w:proofErr w:type="spellEnd"/>
      <w:r w:rsidR="00EC6129">
        <w:t xml:space="preserve"> to that sub-fund. </w:t>
      </w:r>
      <w:r w:rsidR="00EC6129">
        <w:rPr>
          <w:rStyle w:val="Referencingstyle"/>
        </w:rPr>
        <w:t>[</w:t>
      </w:r>
      <w:r w:rsidR="001925B8">
        <w:rPr>
          <w:rStyle w:val="Referencingstyle"/>
        </w:rPr>
        <w:t>Schedule 1, Part 1, item 1, the note to subsection 1141(2), and subsection 1141B</w:t>
      </w:r>
      <w:r w:rsidR="00EC6129">
        <w:rPr>
          <w:rStyle w:val="Referencingstyle"/>
        </w:rPr>
        <w:t xml:space="preserve">(2)] </w:t>
      </w:r>
    </w:p>
    <w:p w14:paraId="1F6EEE5E" w14:textId="1CBD28D1" w:rsidR="00E538C3" w:rsidRDefault="00B22A17" w:rsidP="009B6678">
      <w:pPr>
        <w:pStyle w:val="base-text-paragraph"/>
      </w:pPr>
      <w:r>
        <w:t xml:space="preserve">This is discussed in further detail at </w:t>
      </w:r>
      <w:r w:rsidRPr="009D5DEB">
        <w:t xml:space="preserve">paragraphs </w:t>
      </w:r>
      <w:r w:rsidR="00A76A17" w:rsidRPr="009D5DEB">
        <w:fldChar w:fldCharType="begin"/>
      </w:r>
      <w:r w:rsidR="00A76A17" w:rsidRPr="009D5DEB">
        <w:instrText xml:space="preserve"> REF _Ref490656613 \r \h </w:instrText>
      </w:r>
      <w:r w:rsidR="009D5DEB">
        <w:instrText xml:space="preserve"> \* MERGEFORMAT </w:instrText>
      </w:r>
      <w:r w:rsidR="00A76A17" w:rsidRPr="009D5DEB">
        <w:fldChar w:fldCharType="separate"/>
      </w:r>
      <w:r w:rsidR="004C78A6">
        <w:t>4.18</w:t>
      </w:r>
      <w:r w:rsidR="00A76A17" w:rsidRPr="009D5DEB">
        <w:fldChar w:fldCharType="end"/>
      </w:r>
      <w:r w:rsidRPr="009D5DEB">
        <w:t xml:space="preserve"> to </w:t>
      </w:r>
      <w:r w:rsidR="00A76A17" w:rsidRPr="009D5DEB">
        <w:fldChar w:fldCharType="begin"/>
      </w:r>
      <w:r w:rsidR="00A76A17" w:rsidRPr="009D5DEB">
        <w:instrText xml:space="preserve"> REF _Ref490656620 \r \h </w:instrText>
      </w:r>
      <w:r w:rsidR="009D5DEB">
        <w:instrText xml:space="preserve"> \* MERGEFORMAT </w:instrText>
      </w:r>
      <w:r w:rsidR="00A76A17" w:rsidRPr="009D5DEB">
        <w:fldChar w:fldCharType="separate"/>
      </w:r>
      <w:r w:rsidR="004C78A6">
        <w:t>4.21</w:t>
      </w:r>
      <w:r w:rsidR="00A76A17" w:rsidRPr="009D5DEB">
        <w:fldChar w:fldCharType="end"/>
      </w:r>
      <w:r>
        <w:t xml:space="preserve"> below. </w:t>
      </w:r>
      <w:r w:rsidR="00751A49">
        <w:t xml:space="preserve"> </w:t>
      </w:r>
    </w:p>
    <w:p w14:paraId="0F89393D" w14:textId="12A3933F" w:rsidR="00185C57" w:rsidRDefault="00185C57" w:rsidP="00185C57">
      <w:pPr>
        <w:pStyle w:val="base-text-paragraph"/>
      </w:pPr>
      <w:r>
        <w:t xml:space="preserve">The above </w:t>
      </w:r>
      <w:r w:rsidR="005F711E">
        <w:t xml:space="preserve">requirements are modelled </w:t>
      </w:r>
      <w:r>
        <w:t xml:space="preserve">in part on </w:t>
      </w:r>
      <w:r w:rsidR="00F474BA">
        <w:t xml:space="preserve">the requirements for statutory </w:t>
      </w:r>
      <w:r w:rsidR="00EC6129">
        <w:t>funds</w:t>
      </w:r>
      <w:r w:rsidR="00F474BA">
        <w:t xml:space="preserve"> under</w:t>
      </w:r>
      <w:r>
        <w:t xml:space="preserve"> the </w:t>
      </w:r>
      <w:r>
        <w:rPr>
          <w:i/>
        </w:rPr>
        <w:t>Life Insurance Act 1995</w:t>
      </w:r>
      <w:r>
        <w:t xml:space="preserve"> and </w:t>
      </w:r>
      <w:r w:rsidR="00F474BA">
        <w:t xml:space="preserve">health benefit </w:t>
      </w:r>
      <w:r w:rsidR="00EC6129">
        <w:t>funds</w:t>
      </w:r>
      <w:r w:rsidR="00F474BA">
        <w:t xml:space="preserve"> under </w:t>
      </w:r>
      <w:r>
        <w:t xml:space="preserve">the </w:t>
      </w:r>
      <w:r>
        <w:rPr>
          <w:i/>
        </w:rPr>
        <w:t>Private Health Insurance Act 2007</w:t>
      </w:r>
      <w:r w:rsidR="00AD1A11">
        <w:t xml:space="preserve"> and </w:t>
      </w:r>
      <w:r w:rsidR="00AD1A11">
        <w:rPr>
          <w:i/>
        </w:rPr>
        <w:t>Private Health Insurance (Prudential Supervision) Act 2015</w:t>
      </w:r>
      <w:r>
        <w:t>.</w:t>
      </w:r>
    </w:p>
    <w:p w14:paraId="790873C4" w14:textId="5B9F27C7" w:rsidR="00751A49" w:rsidRDefault="00751A49" w:rsidP="00712B4B">
      <w:pPr>
        <w:pStyle w:val="Heading4"/>
      </w:pPr>
      <w:r>
        <w:t>Nature of sub-funds</w:t>
      </w:r>
    </w:p>
    <w:p w14:paraId="29D8A57C" w14:textId="4EA767C4" w:rsidR="0018361D" w:rsidRPr="00F35FE3" w:rsidRDefault="0018361D" w:rsidP="00F35FE3">
      <w:pPr>
        <w:pStyle w:val="base-text-paragraph"/>
        <w:rPr>
          <w:rStyle w:val="Referencingstyle"/>
          <w:b w:val="0"/>
          <w:i w:val="0"/>
          <w:sz w:val="22"/>
        </w:rPr>
      </w:pPr>
      <w:r>
        <w:t xml:space="preserve">A sub-fund does not have legal personality. </w:t>
      </w:r>
      <w:r>
        <w:rPr>
          <w:rStyle w:val="Referencingstyle"/>
        </w:rPr>
        <w:t>[Schedule 1, Part 1, item 1, subsection</w:t>
      </w:r>
      <w:r w:rsidR="00FF53A3">
        <w:rPr>
          <w:rStyle w:val="Referencingstyle"/>
        </w:rPr>
        <w:t xml:space="preserve"> </w:t>
      </w:r>
      <w:r>
        <w:rPr>
          <w:rStyle w:val="Referencingstyle"/>
        </w:rPr>
        <w:t>1141(3)]</w:t>
      </w:r>
    </w:p>
    <w:p w14:paraId="586596FE" w14:textId="4AD99437" w:rsidR="00C11D1F" w:rsidRDefault="00C11D1F" w:rsidP="009B6678">
      <w:pPr>
        <w:pStyle w:val="base-text-paragraph"/>
      </w:pPr>
      <w:r>
        <w:t xml:space="preserve">This means that a sub-fund </w:t>
      </w:r>
      <w:r w:rsidR="0099669A">
        <w:t xml:space="preserve">cannot enter into contracts, cannot sue and be sued in its own name, and cannot acquire, hold or dispose of assets in its own name. A sub-fund does not have its own directors, and does not need to apply for separate licences from the CCIV to which it belongs. </w:t>
      </w:r>
    </w:p>
    <w:p w14:paraId="5AF811A4" w14:textId="540E27A0" w:rsidR="0099669A" w:rsidRDefault="00751A49" w:rsidP="009B6678">
      <w:pPr>
        <w:pStyle w:val="base-text-paragraph"/>
      </w:pPr>
      <w:r>
        <w:t>Despite the fact that a</w:t>
      </w:r>
      <w:r w:rsidR="00D93B8E">
        <w:t xml:space="preserve"> sub-fund neither</w:t>
      </w:r>
      <w:r w:rsidR="0099669A">
        <w:t xml:space="preserve"> hold</w:t>
      </w:r>
      <w:r w:rsidR="00D93B8E">
        <w:t>s</w:t>
      </w:r>
      <w:r w:rsidR="0099669A">
        <w:t xml:space="preserve"> </w:t>
      </w:r>
      <w:r w:rsidR="00D93B8E">
        <w:t xml:space="preserve">assets nor incurs liabilities </w:t>
      </w:r>
      <w:r>
        <w:t>in its</w:t>
      </w:r>
      <w:r w:rsidR="0099669A">
        <w:t xml:space="preserve"> own name</w:t>
      </w:r>
      <w:r>
        <w:t xml:space="preserve">, assets and liabilities of the CCIV are allocated to the sub-fund in accordance with the rules discussed below </w:t>
      </w:r>
      <w:r w:rsidRPr="00F35FE3">
        <w:t>at</w:t>
      </w:r>
      <w:r w:rsidRPr="00751A49">
        <w:rPr>
          <w:highlight w:val="cyan"/>
        </w:rPr>
        <w:t xml:space="preserve"> </w:t>
      </w:r>
      <w:r w:rsidRPr="009D5DEB">
        <w:t xml:space="preserve">paragraphs </w:t>
      </w:r>
      <w:r w:rsidR="009D5DEB" w:rsidRPr="009D5DEB">
        <w:fldChar w:fldCharType="begin"/>
      </w:r>
      <w:r w:rsidR="009D5DEB" w:rsidRPr="009D5DEB">
        <w:instrText xml:space="preserve"> REF _Ref490761139 \r \h </w:instrText>
      </w:r>
      <w:r w:rsidR="009D5DEB">
        <w:instrText xml:space="preserve"> \* MERGEFORMAT </w:instrText>
      </w:r>
      <w:r w:rsidR="009D5DEB" w:rsidRPr="009D5DEB">
        <w:fldChar w:fldCharType="separate"/>
      </w:r>
      <w:r w:rsidR="004C78A6">
        <w:t>4.31</w:t>
      </w:r>
      <w:r w:rsidR="009D5DEB" w:rsidRPr="009D5DEB">
        <w:fldChar w:fldCharType="end"/>
      </w:r>
      <w:r w:rsidRPr="009D5DEB">
        <w:t xml:space="preserve"> to </w:t>
      </w:r>
      <w:r w:rsidR="0018361D" w:rsidRPr="009D5DEB">
        <w:fldChar w:fldCharType="begin"/>
      </w:r>
      <w:r w:rsidR="0018361D" w:rsidRPr="009D5DEB">
        <w:instrText xml:space="preserve"> REF _Ref490652848 \r \h </w:instrText>
      </w:r>
      <w:r w:rsidR="009D5DEB">
        <w:instrText xml:space="preserve"> \* MERGEFORMAT </w:instrText>
      </w:r>
      <w:r w:rsidR="0018361D" w:rsidRPr="009D5DEB">
        <w:fldChar w:fldCharType="separate"/>
      </w:r>
      <w:r w:rsidR="004C78A6">
        <w:t>4.54</w:t>
      </w:r>
      <w:r w:rsidR="0018361D" w:rsidRPr="009D5DEB">
        <w:fldChar w:fldCharType="end"/>
      </w:r>
      <w:r w:rsidR="0018361D" w:rsidRPr="009D5DEB">
        <w:t>.</w:t>
      </w:r>
      <w:r w:rsidR="0018361D">
        <w:t xml:space="preserve"> </w:t>
      </w:r>
    </w:p>
    <w:p w14:paraId="006AFD00" w14:textId="052877BE" w:rsidR="002A2CEB" w:rsidRDefault="003963BF" w:rsidP="00421699">
      <w:pPr>
        <w:pStyle w:val="Heading4"/>
      </w:pPr>
      <w:r>
        <w:t xml:space="preserve">Shares in the CCIV must be </w:t>
      </w:r>
      <w:proofErr w:type="spellStart"/>
      <w:r w:rsidR="00744A15">
        <w:t>refe</w:t>
      </w:r>
      <w:r>
        <w:t>rable</w:t>
      </w:r>
      <w:proofErr w:type="spellEnd"/>
      <w:r>
        <w:t xml:space="preserve"> to a sub-fund</w:t>
      </w:r>
    </w:p>
    <w:p w14:paraId="75451CC1" w14:textId="5B72CD00" w:rsidR="003963BF" w:rsidRPr="009777A6" w:rsidRDefault="003963BF" w:rsidP="003963BF">
      <w:pPr>
        <w:pStyle w:val="base-text-paragraph"/>
      </w:pPr>
      <w:bookmarkStart w:id="66" w:name="_Ref490244716"/>
      <w:bookmarkStart w:id="67" w:name="_Ref490656613"/>
      <w:r>
        <w:t xml:space="preserve">A share is </w:t>
      </w:r>
      <w:proofErr w:type="spellStart"/>
      <w:r>
        <w:t>referable</w:t>
      </w:r>
      <w:proofErr w:type="spellEnd"/>
      <w:r>
        <w:t xml:space="preserve"> to a sub-fund if the share is in a class of shares </w:t>
      </w:r>
      <w:r w:rsidRPr="009777A6">
        <w:t xml:space="preserve">that is </w:t>
      </w:r>
      <w:proofErr w:type="spellStart"/>
      <w:r w:rsidRPr="009777A6">
        <w:t>referable</w:t>
      </w:r>
      <w:proofErr w:type="spellEnd"/>
      <w:r w:rsidRPr="009777A6">
        <w:t xml:space="preserve"> to the sub-fund. </w:t>
      </w:r>
      <w:r w:rsidRPr="009777A6">
        <w:rPr>
          <w:rStyle w:val="Referencingstyle"/>
        </w:rPr>
        <w:t>[</w:t>
      </w:r>
      <w:r w:rsidR="001925B8">
        <w:rPr>
          <w:rStyle w:val="Referencingstyle"/>
        </w:rPr>
        <w:t>Schedule 1, Parts 1</w:t>
      </w:r>
      <w:r w:rsidR="006E09C0">
        <w:rPr>
          <w:rStyle w:val="Referencingstyle"/>
        </w:rPr>
        <w:t xml:space="preserve"> and </w:t>
      </w:r>
      <w:r w:rsidR="001925B8">
        <w:rPr>
          <w:rStyle w:val="Referencingstyle"/>
        </w:rPr>
        <w:t xml:space="preserve">2, items 1 and </w:t>
      </w:r>
      <w:r w:rsidR="001925B8" w:rsidRPr="004042A0">
        <w:rPr>
          <w:rStyle w:val="Referencingstyle"/>
        </w:rPr>
        <w:t>8</w:t>
      </w:r>
      <w:r w:rsidR="00A76A17">
        <w:rPr>
          <w:rStyle w:val="Referencingstyle"/>
        </w:rPr>
        <w:t xml:space="preserve">, </w:t>
      </w:r>
      <w:r w:rsidR="006E09C0">
        <w:rPr>
          <w:rStyle w:val="Referencingstyle"/>
        </w:rPr>
        <w:t>the definition of ‘referable’ in section 9</w:t>
      </w:r>
      <w:r w:rsidR="00A76A17">
        <w:rPr>
          <w:rStyle w:val="Referencingstyle"/>
        </w:rPr>
        <w:t>, and subsection 1141B</w:t>
      </w:r>
      <w:r w:rsidR="00A76A17" w:rsidRPr="009777A6">
        <w:rPr>
          <w:rStyle w:val="Referencingstyle"/>
        </w:rPr>
        <w:t>(</w:t>
      </w:r>
      <w:r w:rsidR="006E09C0">
        <w:rPr>
          <w:rStyle w:val="Referencingstyle"/>
        </w:rPr>
        <w:t>2</w:t>
      </w:r>
      <w:bookmarkEnd w:id="66"/>
      <w:r w:rsidR="00A76A17" w:rsidRPr="009777A6">
        <w:rPr>
          <w:rStyle w:val="Referencingstyle"/>
        </w:rPr>
        <w:t>)</w:t>
      </w:r>
      <w:r w:rsidRPr="009777A6">
        <w:rPr>
          <w:rStyle w:val="Referencingstyle"/>
        </w:rPr>
        <w:t>]</w:t>
      </w:r>
      <w:bookmarkEnd w:id="67"/>
    </w:p>
    <w:p w14:paraId="1B3FB8C4" w14:textId="4AB39814" w:rsidR="00916AE3" w:rsidRDefault="00916AE3" w:rsidP="009B6678">
      <w:pPr>
        <w:pStyle w:val="base-text-paragraph"/>
      </w:pPr>
      <w:r>
        <w:t xml:space="preserve">A class of shares is </w:t>
      </w:r>
      <w:proofErr w:type="spellStart"/>
      <w:r>
        <w:t>referable</w:t>
      </w:r>
      <w:proofErr w:type="spellEnd"/>
      <w:r>
        <w:t xml:space="preserve"> to a sub-fund if the rights attached to every share in the class, so far as the rights are in respect of assets of the CCIV, are restricted to rights in respect of the assets </w:t>
      </w:r>
      <w:r w:rsidR="00364B4E">
        <w:t xml:space="preserve">that have been </w:t>
      </w:r>
      <w:r>
        <w:t>allocated by the corporate director to that sub-fund</w:t>
      </w:r>
      <w:r w:rsidR="00A6568E">
        <w:t xml:space="preserve"> in accordance with the asset allocation rules for sub-funds</w:t>
      </w:r>
      <w:r w:rsidR="0079298D">
        <w:t xml:space="preserve"> (which are explained further below)</w:t>
      </w:r>
      <w:r>
        <w:t xml:space="preserve">. </w:t>
      </w:r>
      <w:r w:rsidR="001745FB">
        <w:rPr>
          <w:rStyle w:val="Referencingstyle"/>
        </w:rPr>
        <w:t>[</w:t>
      </w:r>
      <w:r w:rsidR="00A76A17">
        <w:rPr>
          <w:rStyle w:val="Referencingstyle"/>
        </w:rPr>
        <w:t>Schedule 1, Part 1, item 1, subsection 1141B(3) and section 1142</w:t>
      </w:r>
      <w:r w:rsidR="001745FB">
        <w:rPr>
          <w:rStyle w:val="Referencingstyle"/>
        </w:rPr>
        <w:t>]</w:t>
      </w:r>
    </w:p>
    <w:p w14:paraId="06728BBD" w14:textId="0429C4D4" w:rsidR="009777A6" w:rsidRPr="00AE780B" w:rsidRDefault="009777A6" w:rsidP="009B6678">
      <w:pPr>
        <w:pStyle w:val="base-text-paragraph"/>
        <w:rPr>
          <w:rStyle w:val="Referencingstyle"/>
          <w:b w:val="0"/>
          <w:i w:val="0"/>
          <w:sz w:val="22"/>
        </w:rPr>
      </w:pPr>
      <w:r>
        <w:lastRenderedPageBreak/>
        <w:t xml:space="preserve">Every share in </w:t>
      </w:r>
      <w:r w:rsidR="00113EFD">
        <w:t xml:space="preserve">a </w:t>
      </w:r>
      <w:r>
        <w:t xml:space="preserve">CCIV must be </w:t>
      </w:r>
      <w:proofErr w:type="spellStart"/>
      <w:r>
        <w:t>referable</w:t>
      </w:r>
      <w:proofErr w:type="spellEnd"/>
      <w:r>
        <w:t xml:space="preserve"> to one (and</w:t>
      </w:r>
      <w:r w:rsidR="009D3858">
        <w:t xml:space="preserve"> only one) sub-fund of the CCIV;</w:t>
      </w:r>
      <w:r>
        <w:t xml:space="preserve"> but multiple classes of shares may be </w:t>
      </w:r>
      <w:proofErr w:type="spellStart"/>
      <w:r>
        <w:t>referable</w:t>
      </w:r>
      <w:proofErr w:type="spellEnd"/>
      <w:r>
        <w:t xml:space="preserve"> to the same sub-fund. </w:t>
      </w:r>
      <w:r>
        <w:rPr>
          <w:rStyle w:val="Referencingstyle"/>
        </w:rPr>
        <w:t>[</w:t>
      </w:r>
      <w:r w:rsidR="005D19F1">
        <w:rPr>
          <w:rStyle w:val="Referencingstyle"/>
        </w:rPr>
        <w:t>Schedule 1, Part 1, item 1, s</w:t>
      </w:r>
      <w:r w:rsidR="0041380C">
        <w:rPr>
          <w:rStyle w:val="Referencingstyle"/>
        </w:rPr>
        <w:t>ubsection 1141B</w:t>
      </w:r>
      <w:r>
        <w:rPr>
          <w:rStyle w:val="Referencingstyle"/>
        </w:rPr>
        <w:t>(1) and (4)]</w:t>
      </w:r>
      <w:r w:rsidR="00113EFD">
        <w:rPr>
          <w:rStyle w:val="Referencingstyle"/>
        </w:rPr>
        <w:t xml:space="preserve"> </w:t>
      </w:r>
    </w:p>
    <w:p w14:paraId="2FD6C63B" w14:textId="6B66FE28" w:rsidR="003F5619" w:rsidRPr="00AE780B" w:rsidRDefault="003F5619" w:rsidP="009B6678">
      <w:pPr>
        <w:pStyle w:val="base-text-paragraph"/>
        <w:rPr>
          <w:rStyle w:val="Referencingstyle"/>
          <w:b w:val="0"/>
          <w:i w:val="0"/>
          <w:sz w:val="22"/>
        </w:rPr>
      </w:pPr>
      <w:bookmarkStart w:id="68" w:name="_Ref490656620"/>
      <w:r>
        <w:rPr>
          <w:rStyle w:val="Referencingstyle"/>
          <w:b w:val="0"/>
          <w:i w:val="0"/>
          <w:sz w:val="22"/>
        </w:rPr>
        <w:t xml:space="preserve">If the CCIV only has one sub-fund then all classes of shares in the CCIV must be </w:t>
      </w:r>
      <w:proofErr w:type="spellStart"/>
      <w:r>
        <w:rPr>
          <w:rStyle w:val="Referencingstyle"/>
          <w:b w:val="0"/>
          <w:i w:val="0"/>
          <w:sz w:val="22"/>
        </w:rPr>
        <w:t>referable</w:t>
      </w:r>
      <w:proofErr w:type="spellEnd"/>
      <w:r>
        <w:rPr>
          <w:rStyle w:val="Referencingstyle"/>
          <w:b w:val="0"/>
          <w:i w:val="0"/>
          <w:sz w:val="22"/>
        </w:rPr>
        <w:t xml:space="preserve"> to that sub-fund. </w:t>
      </w:r>
      <w:r>
        <w:rPr>
          <w:rStyle w:val="Referencingstyle"/>
        </w:rPr>
        <w:t>[</w:t>
      </w:r>
      <w:r w:rsidR="001925B8">
        <w:rPr>
          <w:rStyle w:val="Referencingstyle"/>
        </w:rPr>
        <w:t xml:space="preserve">Schedule 1, Part 1, item 1, </w:t>
      </w:r>
      <w:r>
        <w:rPr>
          <w:rStyle w:val="Referencingstyle"/>
        </w:rPr>
        <w:t>the note to</w:t>
      </w:r>
      <w:r w:rsidR="001925B8">
        <w:rPr>
          <w:rStyle w:val="Referencingstyle"/>
        </w:rPr>
        <w:t xml:space="preserve"> subsection 1141(2)</w:t>
      </w:r>
      <w:r>
        <w:rPr>
          <w:rStyle w:val="Referencingstyle"/>
        </w:rPr>
        <w:t>]</w:t>
      </w:r>
      <w:bookmarkEnd w:id="68"/>
    </w:p>
    <w:p w14:paraId="070F1227" w14:textId="1BCF81CB" w:rsidR="00AE780B" w:rsidRDefault="00AE780B" w:rsidP="00712B4B">
      <w:pPr>
        <w:pStyle w:val="ExampleHeading"/>
      </w:pPr>
      <w:r>
        <w:t xml:space="preserve">: Shares </w:t>
      </w:r>
      <w:r w:rsidR="00634193">
        <w:t>referable to</w:t>
      </w:r>
      <w:r>
        <w:t xml:space="preserve"> a sub-fund</w:t>
      </w:r>
    </w:p>
    <w:p w14:paraId="3D07FDB9" w14:textId="5266B073" w:rsidR="00AE780B" w:rsidRDefault="00744A15" w:rsidP="00712B4B">
      <w:pPr>
        <w:pStyle w:val="exampletext"/>
      </w:pPr>
      <w:proofErr w:type="spellStart"/>
      <w:r>
        <w:t>Casterly</w:t>
      </w:r>
      <w:proofErr w:type="spellEnd"/>
      <w:r>
        <w:t xml:space="preserve"> </w:t>
      </w:r>
      <w:r w:rsidR="009D4CFE">
        <w:t xml:space="preserve">House </w:t>
      </w:r>
      <w:r>
        <w:t>CCIV has 3 sub-funds: Sub-fund A; Sub-fund B; and Sub</w:t>
      </w:r>
      <w:r>
        <w:noBreakHyphen/>
        <w:t xml:space="preserve">fund C. </w:t>
      </w:r>
    </w:p>
    <w:p w14:paraId="3552F11F" w14:textId="36FBCFE1" w:rsidR="00744A15" w:rsidRDefault="00744A15" w:rsidP="00712B4B">
      <w:pPr>
        <w:pStyle w:val="exampletext"/>
      </w:pPr>
      <w:r>
        <w:t xml:space="preserve">Share class A is </w:t>
      </w:r>
      <w:proofErr w:type="spellStart"/>
      <w:r>
        <w:t>referable</w:t>
      </w:r>
      <w:proofErr w:type="spellEnd"/>
      <w:r>
        <w:t xml:space="preserve"> to Sub-fund A</w:t>
      </w:r>
      <w:r w:rsidR="009B2FDD">
        <w:t>; s</w:t>
      </w:r>
      <w:r>
        <w:t xml:space="preserve">hare class B is </w:t>
      </w:r>
      <w:proofErr w:type="spellStart"/>
      <w:r>
        <w:t>referable</w:t>
      </w:r>
      <w:proofErr w:type="spellEnd"/>
      <w:r>
        <w:t xml:space="preserve"> to Sub-fund B</w:t>
      </w:r>
      <w:r w:rsidR="009B2FDD">
        <w:t>; and s</w:t>
      </w:r>
      <w:r>
        <w:t xml:space="preserve">hare class C is </w:t>
      </w:r>
      <w:proofErr w:type="spellStart"/>
      <w:r>
        <w:t>referable</w:t>
      </w:r>
      <w:proofErr w:type="spellEnd"/>
      <w:r>
        <w:t xml:space="preserve"> to Sub-fund C. </w:t>
      </w:r>
    </w:p>
    <w:p w14:paraId="307C5A02" w14:textId="77777777" w:rsidR="00744A15" w:rsidRDefault="00744A15" w:rsidP="00712B4B">
      <w:pPr>
        <w:pStyle w:val="exampletext"/>
      </w:pPr>
      <w:r>
        <w:t xml:space="preserve">Share class D is also referable to Sub-fund C. </w:t>
      </w:r>
    </w:p>
    <w:p w14:paraId="79CEFF61" w14:textId="16F9F719" w:rsidR="00744A15" w:rsidRDefault="00744A15" w:rsidP="00712B4B">
      <w:pPr>
        <w:pStyle w:val="exampletext"/>
      </w:pPr>
      <w:r>
        <w:t xml:space="preserve">Because every class of shares must only be </w:t>
      </w:r>
      <w:proofErr w:type="spellStart"/>
      <w:r>
        <w:t>referable</w:t>
      </w:r>
      <w:proofErr w:type="spellEnd"/>
      <w:r>
        <w:t xml:space="preserve"> to one sub</w:t>
      </w:r>
      <w:r>
        <w:noBreakHyphen/>
        <w:t xml:space="preserve">fund of the CCIV, share class D could not also be </w:t>
      </w:r>
      <w:proofErr w:type="spellStart"/>
      <w:r>
        <w:t>referable</w:t>
      </w:r>
      <w:proofErr w:type="spellEnd"/>
      <w:r>
        <w:t xml:space="preserve"> to Sub-funds A or B. </w:t>
      </w:r>
    </w:p>
    <w:p w14:paraId="4351927A" w14:textId="0AB2082B" w:rsidR="00193D6A" w:rsidRDefault="00193D6A" w:rsidP="00193D6A">
      <w:pPr>
        <w:pStyle w:val="Heading5"/>
      </w:pPr>
      <w:r>
        <w:t xml:space="preserve">Part 2F.2 does not permit variation contrary to the rules about the classes of shares </w:t>
      </w:r>
      <w:r w:rsidR="00F70FD3">
        <w:t>that are referable to</w:t>
      </w:r>
      <w:r>
        <w:t xml:space="preserve"> sub-funds</w:t>
      </w:r>
    </w:p>
    <w:p w14:paraId="3ECFCE7B" w14:textId="31A22A06" w:rsidR="009777A6" w:rsidRPr="00193D6A" w:rsidRDefault="00FC278A" w:rsidP="009B6678">
      <w:pPr>
        <w:pStyle w:val="base-text-paragraph"/>
      </w:pPr>
      <w:r>
        <w:t xml:space="preserve">Nothing in Part 2F.2 </w:t>
      </w:r>
      <w:r w:rsidR="00421699">
        <w:t>of the Act</w:t>
      </w:r>
      <w:r w:rsidR="00CA55B0">
        <w:t>,</w:t>
      </w:r>
      <w:r w:rsidR="00421699">
        <w:t xml:space="preserve"> </w:t>
      </w:r>
      <w:r w:rsidR="00CA55B0">
        <w:t xml:space="preserve">concerning share class rights, </w:t>
      </w:r>
      <w:r>
        <w:t xml:space="preserve">permits rights attached to shares in a class of shares to be varied or cancelled in a manner that results </w:t>
      </w:r>
      <w:r w:rsidR="00421699">
        <w:t xml:space="preserve">in a share or shares failing to be </w:t>
      </w:r>
      <w:proofErr w:type="spellStart"/>
      <w:r w:rsidR="00421699">
        <w:t>referable</w:t>
      </w:r>
      <w:proofErr w:type="spellEnd"/>
      <w:r w:rsidR="00421699">
        <w:t xml:space="preserve"> to one (and only one) sub-fund of the CC</w:t>
      </w:r>
      <w:r w:rsidR="00421699" w:rsidRPr="00193D6A">
        <w:t xml:space="preserve">IV. </w:t>
      </w:r>
      <w:r w:rsidR="00421699" w:rsidRPr="00193D6A">
        <w:rPr>
          <w:rStyle w:val="Referencingstyle"/>
        </w:rPr>
        <w:t>[</w:t>
      </w:r>
      <w:r w:rsidR="00C57F78">
        <w:rPr>
          <w:rStyle w:val="Referencingstyle"/>
        </w:rPr>
        <w:t>Schedule 1, Part 1, item 1, subsection 1141B(5)</w:t>
      </w:r>
      <w:r w:rsidR="00421699" w:rsidRPr="00193D6A">
        <w:rPr>
          <w:rStyle w:val="Referencingstyle"/>
        </w:rPr>
        <w:t>]</w:t>
      </w:r>
    </w:p>
    <w:p w14:paraId="6B1A8A97" w14:textId="3E15C0A0" w:rsidR="00193D6A" w:rsidRPr="00193D6A" w:rsidRDefault="00193D6A" w:rsidP="00421699">
      <w:pPr>
        <w:pStyle w:val="base-text-paragraph"/>
      </w:pPr>
      <w:r w:rsidRPr="00193D6A">
        <w:t>T</w:t>
      </w:r>
      <w:r w:rsidR="009D3858">
        <w:t>his provision prevents Part 2F.2 being</w:t>
      </w:r>
      <w:r>
        <w:t xml:space="preserve"> used to vary the rights of members of a sub-fund</w:t>
      </w:r>
      <w:r w:rsidR="0053028F">
        <w:t xml:space="preserve"> so as to give them an interest in the assets of another sub-fund.</w:t>
      </w:r>
      <w:r>
        <w:t xml:space="preserve"> </w:t>
      </w:r>
    </w:p>
    <w:p w14:paraId="53B440B1" w14:textId="6C187D49" w:rsidR="00421699" w:rsidRDefault="00421699" w:rsidP="00421699">
      <w:pPr>
        <w:pStyle w:val="Heading4"/>
      </w:pPr>
      <w:r>
        <w:t>Membership of a sub-fund</w:t>
      </w:r>
    </w:p>
    <w:p w14:paraId="6E7B909A" w14:textId="12E86099" w:rsidR="00421699" w:rsidRDefault="00421699" w:rsidP="009B6678">
      <w:pPr>
        <w:pStyle w:val="base-text-paragraph"/>
      </w:pPr>
      <w:r>
        <w:t xml:space="preserve">Despite the fact that a sub-fund does not have </w:t>
      </w:r>
      <w:r w:rsidR="00B840E3">
        <w:t xml:space="preserve">separate </w:t>
      </w:r>
      <w:r>
        <w:t>legal personality, all members of a CCIV are also deemed</w:t>
      </w:r>
      <w:r w:rsidRPr="00421699">
        <w:t xml:space="preserve"> to be</w:t>
      </w:r>
      <w:r>
        <w:t xml:space="preserve"> members of at least one sub-fund of that CCIV.</w:t>
      </w:r>
    </w:p>
    <w:p w14:paraId="57BF7BD0" w14:textId="6787ADB7" w:rsidR="00421699" w:rsidRDefault="00421699" w:rsidP="009B6678">
      <w:pPr>
        <w:pStyle w:val="base-text-paragraph"/>
      </w:pPr>
      <w:r>
        <w:t>A person is deemed to be a member of a sub-fund of a CCIV if the person is a member of the CCIV and holds one or more shares that are referable to the sub-fund.</w:t>
      </w:r>
      <w:r w:rsidR="00EE4E07">
        <w:t xml:space="preserve"> </w:t>
      </w:r>
      <w:r w:rsidR="00EE4E07">
        <w:rPr>
          <w:rStyle w:val="Referencingstyle"/>
        </w:rPr>
        <w:t>[</w:t>
      </w:r>
      <w:r w:rsidR="00C57F78">
        <w:rPr>
          <w:rStyle w:val="Referencingstyle"/>
        </w:rPr>
        <w:t>Schedule 1, Part 1, item 1,</w:t>
      </w:r>
      <w:r w:rsidR="006E09C0">
        <w:rPr>
          <w:rStyle w:val="Referencingstyle"/>
        </w:rPr>
        <w:t xml:space="preserve"> paragraph (b) of the definition of ‘member’ in section 9 </w:t>
      </w:r>
      <w:r w:rsidR="00C57F78">
        <w:rPr>
          <w:rStyle w:val="Referencingstyle"/>
        </w:rPr>
        <w:t>and section 1141C</w:t>
      </w:r>
      <w:r w:rsidR="00EE4E07">
        <w:rPr>
          <w:rStyle w:val="Referencingstyle"/>
        </w:rPr>
        <w:t>]</w:t>
      </w:r>
    </w:p>
    <w:p w14:paraId="1E524AE6" w14:textId="22CAC5CB" w:rsidR="00421699" w:rsidRDefault="00634193" w:rsidP="00634193">
      <w:pPr>
        <w:pStyle w:val="ExampleHeading"/>
      </w:pPr>
      <w:r>
        <w:lastRenderedPageBreak/>
        <w:t>: Membership of a sub-fund</w:t>
      </w:r>
    </w:p>
    <w:p w14:paraId="4A25BEE5" w14:textId="50C3F775" w:rsidR="00F70FD3" w:rsidRDefault="00F70FD3" w:rsidP="0058642A">
      <w:pPr>
        <w:pStyle w:val="exampletext"/>
      </w:pPr>
      <w:r>
        <w:t xml:space="preserve">Tyrone </w:t>
      </w:r>
      <w:r w:rsidR="004B1EF2">
        <w:t xml:space="preserve">holds two shares in </w:t>
      </w:r>
      <w:proofErr w:type="spellStart"/>
      <w:r>
        <w:t>Casterly</w:t>
      </w:r>
      <w:proofErr w:type="spellEnd"/>
      <w:r>
        <w:t xml:space="preserve"> </w:t>
      </w:r>
      <w:r w:rsidR="009D4CFE">
        <w:t xml:space="preserve">House </w:t>
      </w:r>
      <w:r w:rsidR="004B1EF2">
        <w:t xml:space="preserve">CCIV. </w:t>
      </w:r>
      <w:proofErr w:type="spellStart"/>
      <w:r>
        <w:t>Casterly</w:t>
      </w:r>
      <w:proofErr w:type="spellEnd"/>
      <w:r>
        <w:t xml:space="preserve"> </w:t>
      </w:r>
      <w:r w:rsidR="009D4CFE">
        <w:t xml:space="preserve">House </w:t>
      </w:r>
      <w:r w:rsidR="004B1EF2">
        <w:t xml:space="preserve">CCIV has three sub-funds: Sub-fund </w:t>
      </w:r>
      <w:r>
        <w:t>A</w:t>
      </w:r>
      <w:r w:rsidR="004B1EF2">
        <w:t xml:space="preserve">, Sub-fund </w:t>
      </w:r>
      <w:r>
        <w:t>B</w:t>
      </w:r>
      <w:r w:rsidR="004B1EF2">
        <w:t xml:space="preserve"> and Sub-fund </w:t>
      </w:r>
      <w:r>
        <w:t>C</w:t>
      </w:r>
      <w:r w:rsidR="004B1EF2">
        <w:t>.</w:t>
      </w:r>
    </w:p>
    <w:p w14:paraId="739E60CE" w14:textId="109A08A0" w:rsidR="004B1EF2" w:rsidRDefault="00F70FD3" w:rsidP="0058642A">
      <w:pPr>
        <w:pStyle w:val="exampletext"/>
      </w:pPr>
      <w:r>
        <w:t>Tyrone</w:t>
      </w:r>
      <w:r w:rsidR="004B1EF2">
        <w:t xml:space="preserve"> holds one share referable to Sub-fund </w:t>
      </w:r>
      <w:proofErr w:type="gramStart"/>
      <w:r>
        <w:t>A</w:t>
      </w:r>
      <w:r w:rsidR="004B1EF2">
        <w:t xml:space="preserve"> and</w:t>
      </w:r>
      <w:proofErr w:type="gramEnd"/>
      <w:r w:rsidR="004B1EF2">
        <w:t xml:space="preserve"> one share referable to Sub-fund </w:t>
      </w:r>
      <w:r>
        <w:t>C</w:t>
      </w:r>
      <w:r w:rsidR="004B1EF2">
        <w:t xml:space="preserve">. </w:t>
      </w:r>
    </w:p>
    <w:p w14:paraId="4830BF6C" w14:textId="72645391" w:rsidR="0058642A" w:rsidRPr="0058642A" w:rsidRDefault="00F70FD3" w:rsidP="0058642A">
      <w:pPr>
        <w:pStyle w:val="exampletext"/>
      </w:pPr>
      <w:r>
        <w:t xml:space="preserve">Tyrone </w:t>
      </w:r>
      <w:r w:rsidR="004B1EF2">
        <w:t xml:space="preserve">is a member of </w:t>
      </w:r>
      <w:proofErr w:type="spellStart"/>
      <w:r>
        <w:t>Casterly</w:t>
      </w:r>
      <w:proofErr w:type="spellEnd"/>
      <w:r>
        <w:t xml:space="preserve"> </w:t>
      </w:r>
      <w:r w:rsidR="009B2FDD">
        <w:t>House</w:t>
      </w:r>
      <w:r>
        <w:t xml:space="preserve"> CCIV</w:t>
      </w:r>
      <w:r w:rsidR="004B1EF2">
        <w:t xml:space="preserve">, a member of Sub-fund </w:t>
      </w:r>
      <w:r>
        <w:t>A</w:t>
      </w:r>
      <w:r w:rsidR="004B1EF2">
        <w:t xml:space="preserve"> and a member of Sub-fund </w:t>
      </w:r>
      <w:r>
        <w:t>C</w:t>
      </w:r>
      <w:r w:rsidR="004B1EF2">
        <w:t xml:space="preserve">, but is not a member of Sub-fund </w:t>
      </w:r>
      <w:r>
        <w:t>B</w:t>
      </w:r>
      <w:r w:rsidR="004B1EF2">
        <w:t xml:space="preserve">.     </w:t>
      </w:r>
    </w:p>
    <w:p w14:paraId="50BDE194" w14:textId="267980E3" w:rsidR="00421699" w:rsidRDefault="00421699" w:rsidP="00421699">
      <w:pPr>
        <w:pStyle w:val="Heading4"/>
      </w:pPr>
      <w:r>
        <w:t>Notifying ASIC when sub-funds are established</w:t>
      </w:r>
    </w:p>
    <w:p w14:paraId="5D70E1D6" w14:textId="6CB0CF47" w:rsidR="00C11D1F" w:rsidRPr="008F726E" w:rsidRDefault="00DB7BCC" w:rsidP="009B6678">
      <w:pPr>
        <w:pStyle w:val="base-text-paragraph"/>
      </w:pPr>
      <w:r>
        <w:t xml:space="preserve">Sub-funds are not individually registered with ASIC, as they are </w:t>
      </w:r>
      <w:r w:rsidR="00C11D1F">
        <w:t xml:space="preserve">not separate legal </w:t>
      </w:r>
      <w:r w:rsidR="00634193">
        <w:t>entities</w:t>
      </w:r>
      <w:r>
        <w:t xml:space="preserve">. </w:t>
      </w:r>
    </w:p>
    <w:p w14:paraId="794F9EB7" w14:textId="39C119A8" w:rsidR="00CA4CFE" w:rsidRDefault="00DB7BCC" w:rsidP="009B6678">
      <w:pPr>
        <w:pStyle w:val="base-text-paragraph"/>
      </w:pPr>
      <w:r>
        <w:t xml:space="preserve">However, </w:t>
      </w:r>
      <w:r w:rsidR="00CA4CFE">
        <w:t xml:space="preserve">ASIC must be notified when a sub-fund of a CCIV is established. The corporate director must give ASIC written notice of the establishment of the sub-fund, the </w:t>
      </w:r>
      <w:r w:rsidR="00003C38">
        <w:t>day on which it was established</w:t>
      </w:r>
      <w:r w:rsidR="00CA4CFE">
        <w:t xml:space="preserve"> and such other matters as specified by </w:t>
      </w:r>
      <w:r w:rsidR="009D3858" w:rsidRPr="009D3858">
        <w:t>CCIV</w:t>
      </w:r>
      <w:r w:rsidR="00CA4CFE" w:rsidRPr="009D3858">
        <w:t xml:space="preserve"> rules.</w:t>
      </w:r>
      <w:r w:rsidR="00CA4CFE">
        <w:t xml:space="preserve"> </w:t>
      </w:r>
      <w:r w:rsidR="00CA4CFE">
        <w:rPr>
          <w:rStyle w:val="Referencingstyle"/>
        </w:rPr>
        <w:t>[</w:t>
      </w:r>
      <w:r w:rsidR="00C57F78">
        <w:rPr>
          <w:rStyle w:val="Referencingstyle"/>
        </w:rPr>
        <w:t>Schedule 1, Part 1, item 1, subsection 1141D(1)</w:t>
      </w:r>
      <w:r w:rsidR="00CA4CFE">
        <w:rPr>
          <w:rStyle w:val="Referencingstyle"/>
        </w:rPr>
        <w:t>]</w:t>
      </w:r>
    </w:p>
    <w:p w14:paraId="113ABEFC" w14:textId="40020218" w:rsidR="00CA4CFE" w:rsidRPr="00045B5B" w:rsidRDefault="00CA4CFE" w:rsidP="009B6678">
      <w:pPr>
        <w:pStyle w:val="base-text-paragraph"/>
        <w:rPr>
          <w:rStyle w:val="Referencingstyle"/>
          <w:b w:val="0"/>
          <w:i w:val="0"/>
          <w:sz w:val="22"/>
        </w:rPr>
      </w:pPr>
      <w:r>
        <w:t xml:space="preserve">The notice must be given to ASIC </w:t>
      </w:r>
      <w:r w:rsidR="00634193">
        <w:t>in the approved form</w:t>
      </w:r>
      <w:r>
        <w:t xml:space="preserve"> </w:t>
      </w:r>
      <w:r w:rsidR="00003C38">
        <w:t xml:space="preserve">at least 14 days </w:t>
      </w:r>
      <w:r>
        <w:t>before the</w:t>
      </w:r>
      <w:r w:rsidR="00003C38">
        <w:t xml:space="preserve"> day</w:t>
      </w:r>
      <w:r>
        <w:t xml:space="preserve"> </w:t>
      </w:r>
      <w:r w:rsidR="00797867">
        <w:t xml:space="preserve">the </w:t>
      </w:r>
      <w:r>
        <w:t xml:space="preserve">CCIV offers shares referable to the new sub-fund. </w:t>
      </w:r>
      <w:r>
        <w:rPr>
          <w:rStyle w:val="Referencingstyle"/>
        </w:rPr>
        <w:t>[</w:t>
      </w:r>
      <w:r w:rsidR="00C57F78">
        <w:rPr>
          <w:rStyle w:val="Referencingstyle"/>
        </w:rPr>
        <w:t>Schedule 1, Part 1, item 1, subsection 1141D</w:t>
      </w:r>
      <w:r>
        <w:rPr>
          <w:rStyle w:val="Referencingstyle"/>
        </w:rPr>
        <w:t>(2)]</w:t>
      </w:r>
    </w:p>
    <w:p w14:paraId="0C4D9BBB" w14:textId="5DC47D7F" w:rsidR="0010747C" w:rsidRDefault="0010747C" w:rsidP="0010747C">
      <w:pPr>
        <w:pStyle w:val="base-text-paragraph"/>
      </w:pPr>
      <w:r>
        <w:t xml:space="preserve">This requirement is based in part on requirements for statutory funds under the </w:t>
      </w:r>
      <w:r>
        <w:rPr>
          <w:i/>
        </w:rPr>
        <w:t>Life Insurance Act 1995</w:t>
      </w:r>
      <w:r>
        <w:t xml:space="preserve"> and health benefit funds under the </w:t>
      </w:r>
      <w:r>
        <w:rPr>
          <w:i/>
        </w:rPr>
        <w:t>Private Health Insurance (Prudential Supervision) Act 2015</w:t>
      </w:r>
      <w:r>
        <w:t>.</w:t>
      </w:r>
      <w:r w:rsidR="00CA55B0">
        <w:t xml:space="preserve"> It ensures that ASIC has necessary information about the sub-funds of CCIVs that are registered under the Act.</w:t>
      </w:r>
    </w:p>
    <w:p w14:paraId="5F7AD29A" w14:textId="27C7C271" w:rsidR="00CA4CFE" w:rsidRDefault="00CA4CFE" w:rsidP="00CA4CFE">
      <w:pPr>
        <w:pStyle w:val="Heading3"/>
      </w:pPr>
      <w:r>
        <w:t>Segregation of assets</w:t>
      </w:r>
      <w:r w:rsidR="00A60B8A">
        <w:t xml:space="preserve"> and liabilities</w:t>
      </w:r>
      <w:r>
        <w:t xml:space="preserve"> between sub-funds</w:t>
      </w:r>
    </w:p>
    <w:p w14:paraId="520F74A8" w14:textId="23436EEC" w:rsidR="00F56CED" w:rsidRDefault="00F56CED" w:rsidP="00FD49D2">
      <w:pPr>
        <w:pStyle w:val="base-text-paragraph"/>
      </w:pPr>
      <w:bookmarkStart w:id="69" w:name="_Ref490652836"/>
      <w:r>
        <w:t>The assets and liabilities of a CCIV must be allocated to a sub</w:t>
      </w:r>
      <w:r w:rsidR="009D4CFE">
        <w:noBreakHyphen/>
        <w:t>fund of the CCIV. Assets of sub-funds must be held separately from the assets of other sub-funds and must not be used to meet the liabilities or expenses of other sub-funds. These requirements are explained in further detail below.</w:t>
      </w:r>
      <w:bookmarkEnd w:id="69"/>
      <w:r w:rsidR="009D4CFE">
        <w:t xml:space="preserve"> </w:t>
      </w:r>
    </w:p>
    <w:p w14:paraId="0FB3E187" w14:textId="2A38F3B2" w:rsidR="00D97FC4" w:rsidRDefault="007F508C" w:rsidP="007F508C">
      <w:pPr>
        <w:pStyle w:val="Heading4"/>
      </w:pPr>
      <w:r>
        <w:t>Allocation of CCIV assets to sub-funds</w:t>
      </w:r>
    </w:p>
    <w:p w14:paraId="746B9C83" w14:textId="42ECD109" w:rsidR="00CE49E2" w:rsidRDefault="00CE49E2" w:rsidP="00CE49E2">
      <w:pPr>
        <w:pStyle w:val="Heading5"/>
      </w:pPr>
      <w:r>
        <w:t>Assets of a sub-fund</w:t>
      </w:r>
    </w:p>
    <w:p w14:paraId="12B77FB6" w14:textId="5170B2EF" w:rsidR="00873177" w:rsidRDefault="00F932D9" w:rsidP="007F508C">
      <w:pPr>
        <w:pStyle w:val="base-text-paragraph"/>
      </w:pPr>
      <w:bookmarkStart w:id="70" w:name="_Ref490761139"/>
      <w:r>
        <w:t xml:space="preserve">Despite the fact that a sub-fund does not </w:t>
      </w:r>
      <w:r w:rsidR="00A60B8A">
        <w:t>have separate</w:t>
      </w:r>
      <w:r>
        <w:t xml:space="preserve"> legal personality and</w:t>
      </w:r>
      <w:r w:rsidR="0079298D">
        <w:t>,</w:t>
      </w:r>
      <w:r>
        <w:t xml:space="preserve"> therefore</w:t>
      </w:r>
      <w:r w:rsidR="0079298D">
        <w:t>,</w:t>
      </w:r>
      <w:r>
        <w:t xml:space="preserve"> does not own assets in its own name, assets</w:t>
      </w:r>
      <w:r w:rsidR="00434FB5">
        <w:t xml:space="preserve"> (including money, assets and investments)</w:t>
      </w:r>
      <w:r>
        <w:t xml:space="preserve"> of </w:t>
      </w:r>
      <w:r w:rsidR="00A60B8A">
        <w:t>a</w:t>
      </w:r>
      <w:r>
        <w:t xml:space="preserve"> CCIV are deemed to also be ‘assets of the sub-fund’ to which they are allocated</w:t>
      </w:r>
      <w:r w:rsidR="00873177">
        <w:t xml:space="preserve"> (in accordance w</w:t>
      </w:r>
      <w:r w:rsidR="00CE49E2">
        <w:t xml:space="preserve">ith </w:t>
      </w:r>
      <w:r w:rsidR="00CE49E2">
        <w:lastRenderedPageBreak/>
        <w:t>the allocation rules explain</w:t>
      </w:r>
      <w:r w:rsidR="00873177">
        <w:t xml:space="preserve">ed below). </w:t>
      </w:r>
      <w:r w:rsidR="00873177">
        <w:rPr>
          <w:rStyle w:val="Referencingstyle"/>
        </w:rPr>
        <w:t>[</w:t>
      </w:r>
      <w:r w:rsidR="00BB4307">
        <w:rPr>
          <w:rStyle w:val="Referencingstyle"/>
        </w:rPr>
        <w:t xml:space="preserve">Schedule </w:t>
      </w:r>
      <w:r w:rsidR="00873177">
        <w:rPr>
          <w:rStyle w:val="Referencingstyle"/>
        </w:rPr>
        <w:t>1</w:t>
      </w:r>
      <w:r w:rsidR="00BB4307">
        <w:rPr>
          <w:rStyle w:val="Referencingstyle"/>
        </w:rPr>
        <w:t>, Parts 1</w:t>
      </w:r>
      <w:r w:rsidR="00E255A2">
        <w:rPr>
          <w:rStyle w:val="Referencingstyle"/>
        </w:rPr>
        <w:t xml:space="preserve"> and </w:t>
      </w:r>
      <w:r w:rsidR="00BB4307">
        <w:rPr>
          <w:rStyle w:val="Referencingstyle"/>
        </w:rPr>
        <w:t xml:space="preserve">2, items 1 and 2, </w:t>
      </w:r>
      <w:r w:rsidR="00E255A2">
        <w:rPr>
          <w:rStyle w:val="Referencingstyle"/>
        </w:rPr>
        <w:t>the definition of ‘assets’ in section 9</w:t>
      </w:r>
      <w:r w:rsidR="00BB4307">
        <w:rPr>
          <w:rStyle w:val="Referencingstyle"/>
        </w:rPr>
        <w:t>, and subsection 1142D(1)</w:t>
      </w:r>
      <w:r w:rsidR="00873177">
        <w:rPr>
          <w:rStyle w:val="Referencingstyle"/>
        </w:rPr>
        <w:t>]</w:t>
      </w:r>
      <w:bookmarkEnd w:id="70"/>
    </w:p>
    <w:p w14:paraId="2DA2529A" w14:textId="20344620" w:rsidR="00A84254" w:rsidRDefault="00E2282F" w:rsidP="007F508C">
      <w:pPr>
        <w:pStyle w:val="base-text-paragraph"/>
      </w:pPr>
      <w:r>
        <w:t>The words ‘money, assets and investments’ in the provision do not limit what may be considered assets of the CCIV.</w:t>
      </w:r>
      <w:r w:rsidR="00A84254">
        <w:t xml:space="preserve"> </w:t>
      </w:r>
    </w:p>
    <w:p w14:paraId="47C7C98E" w14:textId="3F862D7C" w:rsidR="007F508C" w:rsidRPr="007F508C" w:rsidRDefault="00434FB5" w:rsidP="007F508C">
      <w:pPr>
        <w:pStyle w:val="base-text-paragraph"/>
      </w:pPr>
      <w:r>
        <w:t>Additionally, ‘assets of the sub-fund’ include assets of the CCIV that are to be assets of the sub-fund under a restruct</w:t>
      </w:r>
      <w:r w:rsidR="00B840E3">
        <w:t>ure, arrangement or court order,</w:t>
      </w:r>
      <w:r>
        <w:t xml:space="preserve"> but do not include assets of the CCIV that, in accordance with a restructure, arrangement or court order, are no longer to be assets of the sub-fund. </w:t>
      </w:r>
      <w:r w:rsidR="00873177">
        <w:rPr>
          <w:rStyle w:val="Referencingstyle"/>
        </w:rPr>
        <w:t>[</w:t>
      </w:r>
      <w:r w:rsidR="00BB4307">
        <w:rPr>
          <w:rStyle w:val="Referencingstyle"/>
        </w:rPr>
        <w:t>Schedule 1, Part 1, item 1, paragraph 1142D(1)(b))</w:t>
      </w:r>
      <w:r>
        <w:rPr>
          <w:rStyle w:val="Referencingstyle"/>
        </w:rPr>
        <w:t xml:space="preserve"> and </w:t>
      </w:r>
      <w:r w:rsidR="00BB4307">
        <w:rPr>
          <w:rStyle w:val="Referencingstyle"/>
        </w:rPr>
        <w:t>subsection 1142D(2)</w:t>
      </w:r>
      <w:r w:rsidR="00873177">
        <w:rPr>
          <w:rStyle w:val="Referencingstyle"/>
        </w:rPr>
        <w:t>]</w:t>
      </w:r>
      <w:r w:rsidR="00F932D9">
        <w:t xml:space="preserve">  </w:t>
      </w:r>
    </w:p>
    <w:p w14:paraId="33C062C6" w14:textId="6B8D6452" w:rsidR="008B3242" w:rsidRPr="00C3490D" w:rsidRDefault="008B3242" w:rsidP="007F508C">
      <w:pPr>
        <w:pStyle w:val="base-text-paragraph"/>
      </w:pPr>
      <w:r w:rsidRPr="00C3490D">
        <w:t xml:space="preserve">Provisions about restructures and arrangements for a CCIV will be included in </w:t>
      </w:r>
      <w:r w:rsidR="0079298D">
        <w:t>the next</w:t>
      </w:r>
      <w:r w:rsidRPr="00C3490D">
        <w:t xml:space="preserve"> exposure draft</w:t>
      </w:r>
      <w:r w:rsidR="00C3490D">
        <w:t xml:space="preserve"> of the Bill</w:t>
      </w:r>
      <w:r w:rsidRPr="00C3490D">
        <w:t>.</w:t>
      </w:r>
    </w:p>
    <w:p w14:paraId="2299DB07" w14:textId="0CD35CBF" w:rsidR="007924C0" w:rsidRDefault="007924C0" w:rsidP="007924C0">
      <w:pPr>
        <w:pStyle w:val="base-text-paragraph"/>
      </w:pPr>
      <w:r>
        <w:t xml:space="preserve">The above draws in part </w:t>
      </w:r>
      <w:r w:rsidR="00F474BA">
        <w:t>on requirements for statutory funds under</w:t>
      </w:r>
      <w:r>
        <w:t xml:space="preserve"> the </w:t>
      </w:r>
      <w:r>
        <w:rPr>
          <w:i/>
        </w:rPr>
        <w:t>Life Insurance Act 1995</w:t>
      </w:r>
      <w:r>
        <w:t xml:space="preserve"> and </w:t>
      </w:r>
      <w:r w:rsidR="00F474BA">
        <w:t>health benefit funds under</w:t>
      </w:r>
      <w:r>
        <w:t xml:space="preserve"> the </w:t>
      </w:r>
      <w:r>
        <w:rPr>
          <w:i/>
        </w:rPr>
        <w:t>Private Health Insurance (Prudential Supervision) Act 2015</w:t>
      </w:r>
      <w:r>
        <w:t>.</w:t>
      </w:r>
      <w:r w:rsidR="00CA55B0">
        <w:t xml:space="preserve"> However, a significant difference is that the corporate director has a responsibility to allocate assets and liabilities to sub-funds of a CCIV. The allocation does not occur merely by the force of the provisions contained in the Bill.</w:t>
      </w:r>
    </w:p>
    <w:p w14:paraId="048D7DF3" w14:textId="33B466F2" w:rsidR="003D079A" w:rsidRDefault="003D079A" w:rsidP="003D079A">
      <w:pPr>
        <w:pStyle w:val="base-text-paragraph"/>
      </w:pPr>
      <w:r>
        <w:t xml:space="preserve">Assets of </w:t>
      </w:r>
      <w:proofErr w:type="gramStart"/>
      <w:r>
        <w:t>a retail</w:t>
      </w:r>
      <w:proofErr w:type="gramEnd"/>
      <w:r>
        <w:t xml:space="preserve"> CCIV must only be held on trust by a depositary appointed in accordance with the rules described at </w:t>
      </w:r>
      <w:r w:rsidR="00351508">
        <w:t>Chapter 6 of the</w:t>
      </w:r>
      <w:r w:rsidR="000C50DE">
        <w:t>se</w:t>
      </w:r>
      <w:r w:rsidR="00351508">
        <w:t xml:space="preserve"> explanatory materials</w:t>
      </w:r>
      <w:r>
        <w:t xml:space="preserve">. </w:t>
      </w:r>
      <w:r>
        <w:rPr>
          <w:rStyle w:val="Referencingstyle"/>
        </w:rPr>
        <w:t>[</w:t>
      </w:r>
      <w:r w:rsidR="00C3490D">
        <w:rPr>
          <w:rStyle w:val="Referencingstyle"/>
        </w:rPr>
        <w:t>Schedule 1, Part 1, item 1, subsection 1142A</w:t>
      </w:r>
      <w:r>
        <w:rPr>
          <w:rStyle w:val="Referencingstyle"/>
        </w:rPr>
        <w:t>(1)]</w:t>
      </w:r>
    </w:p>
    <w:p w14:paraId="43257E83" w14:textId="4CB72403" w:rsidR="003D079A" w:rsidRDefault="003D079A" w:rsidP="003D079A">
      <w:pPr>
        <w:pStyle w:val="base-text-paragraph"/>
      </w:pPr>
      <w:r>
        <w:t xml:space="preserve">Other than an asset that is a class of assets determined by CCIV </w:t>
      </w:r>
      <w:r w:rsidR="00F50E7B">
        <w:t>R</w:t>
      </w:r>
      <w:r>
        <w:t>u</w:t>
      </w:r>
      <w:r w:rsidR="00F50E7B">
        <w:t>l</w:t>
      </w:r>
      <w:r>
        <w:t>es, assets of a wholesale CCIV may be held by:</w:t>
      </w:r>
    </w:p>
    <w:p w14:paraId="10733A04" w14:textId="77777777" w:rsidR="003D079A" w:rsidRDefault="003D079A" w:rsidP="003D079A">
      <w:pPr>
        <w:pStyle w:val="dotpoint"/>
      </w:pPr>
      <w:r>
        <w:t>the CCIV itself;</w:t>
      </w:r>
    </w:p>
    <w:p w14:paraId="2F855770" w14:textId="064628EB" w:rsidR="003D079A" w:rsidRDefault="003D079A" w:rsidP="003D079A">
      <w:pPr>
        <w:pStyle w:val="dotpoint"/>
      </w:pPr>
      <w:r>
        <w:t xml:space="preserve">on trust by a depositary appointed in accordance with the rules described at </w:t>
      </w:r>
      <w:r w:rsidR="00351508">
        <w:t>Chapter 6 of the</w:t>
      </w:r>
      <w:r w:rsidR="000C50DE">
        <w:t>se</w:t>
      </w:r>
      <w:r w:rsidR="00351508">
        <w:t xml:space="preserve"> explanatory materials</w:t>
      </w:r>
      <w:r>
        <w:t>; or</w:t>
      </w:r>
    </w:p>
    <w:p w14:paraId="66D70242" w14:textId="77777777" w:rsidR="00351508" w:rsidRPr="00351508" w:rsidRDefault="003D079A" w:rsidP="00712B4B">
      <w:pPr>
        <w:pStyle w:val="dotpoint"/>
        <w:rPr>
          <w:b/>
          <w:i/>
          <w:sz w:val="18"/>
        </w:rPr>
      </w:pPr>
      <w:proofErr w:type="gramStart"/>
      <w:r>
        <w:t>on</w:t>
      </w:r>
      <w:proofErr w:type="gramEnd"/>
      <w:r>
        <w:t xml:space="preserve"> trust by a person other than the CCIV.  </w:t>
      </w:r>
    </w:p>
    <w:p w14:paraId="02B26EAE" w14:textId="72687B3B" w:rsidR="003D079A" w:rsidRPr="002D4E3F" w:rsidRDefault="0095012A" w:rsidP="00351508">
      <w:pPr>
        <w:pStyle w:val="dotpoint"/>
        <w:numPr>
          <w:ilvl w:val="0"/>
          <w:numId w:val="0"/>
        </w:numPr>
        <w:ind w:left="1984"/>
        <w:rPr>
          <w:rStyle w:val="Referencingstyle"/>
        </w:rPr>
      </w:pPr>
      <w:r>
        <w:rPr>
          <w:rStyle w:val="Referencingstyle"/>
        </w:rPr>
        <w:t>[</w:t>
      </w:r>
      <w:r w:rsidR="00351508">
        <w:rPr>
          <w:rStyle w:val="Referencingstyle"/>
        </w:rPr>
        <w:t>Schedule 1, Part 1, item 1, subsection</w:t>
      </w:r>
      <w:r w:rsidR="00FF53A3">
        <w:rPr>
          <w:rStyle w:val="Referencingstyle"/>
        </w:rPr>
        <w:t>s</w:t>
      </w:r>
      <w:r w:rsidR="00351508">
        <w:rPr>
          <w:rStyle w:val="Referencingstyle"/>
        </w:rPr>
        <w:t xml:space="preserve"> </w:t>
      </w:r>
      <w:proofErr w:type="gramStart"/>
      <w:r w:rsidR="00351508">
        <w:rPr>
          <w:rStyle w:val="Referencingstyle"/>
        </w:rPr>
        <w:t>1142A(</w:t>
      </w:r>
      <w:proofErr w:type="gramEnd"/>
      <w:r>
        <w:rPr>
          <w:rStyle w:val="Referencingstyle"/>
        </w:rPr>
        <w:t>2) and (3)]</w:t>
      </w:r>
    </w:p>
    <w:p w14:paraId="43A125D4" w14:textId="18351733" w:rsidR="007F508C" w:rsidRDefault="007F508C" w:rsidP="007F508C">
      <w:pPr>
        <w:pStyle w:val="Heading5"/>
      </w:pPr>
      <w:r>
        <w:t>No assets to remain unallocated</w:t>
      </w:r>
    </w:p>
    <w:p w14:paraId="297A8215" w14:textId="6B8F7670" w:rsidR="00CA4CFE" w:rsidRPr="00F47DF3" w:rsidRDefault="00D97FC4" w:rsidP="00CA4CFE">
      <w:pPr>
        <w:pStyle w:val="base-text-paragraph"/>
        <w:rPr>
          <w:rStyle w:val="Referencingstyle"/>
          <w:b w:val="0"/>
          <w:i w:val="0"/>
          <w:sz w:val="22"/>
        </w:rPr>
      </w:pPr>
      <w:bookmarkStart w:id="71" w:name="_Ref490674132"/>
      <w:r>
        <w:t>All assets of a CCIV must be allocated to a sub-fund in accordance with the allocation rule</w:t>
      </w:r>
      <w:r w:rsidR="007F508C">
        <w:t xml:space="preserve">s </w:t>
      </w:r>
      <w:r w:rsidR="003730BC">
        <w:t>explain</w:t>
      </w:r>
      <w:r w:rsidR="007F508C">
        <w:t>ed below</w:t>
      </w:r>
      <w:r>
        <w:t>. This means that no assets</w:t>
      </w:r>
      <w:r w:rsidR="007F508C">
        <w:t xml:space="preserve"> of a CCIV are to remain</w:t>
      </w:r>
      <w:r>
        <w:t xml:space="preserve"> outside of sub-funds</w:t>
      </w:r>
      <w:r w:rsidR="007F508C">
        <w:t xml:space="preserve"> </w:t>
      </w:r>
      <w:r w:rsidR="0095012A">
        <w:t xml:space="preserve">as </w:t>
      </w:r>
      <w:r w:rsidR="007F508C">
        <w:t>unallocated</w:t>
      </w:r>
      <w:r w:rsidR="0095012A">
        <w:t xml:space="preserve"> assets</w:t>
      </w:r>
      <w:r>
        <w:t xml:space="preserve">. </w:t>
      </w:r>
      <w:r>
        <w:rPr>
          <w:rStyle w:val="Referencingstyle"/>
        </w:rPr>
        <w:t>[</w:t>
      </w:r>
      <w:r w:rsidR="00351508">
        <w:rPr>
          <w:rStyle w:val="Referencingstyle"/>
        </w:rPr>
        <w:t>Schedule 1, Part 1, item 1, section 1142</w:t>
      </w:r>
      <w:r>
        <w:rPr>
          <w:rStyle w:val="Referencingstyle"/>
        </w:rPr>
        <w:t>]</w:t>
      </w:r>
      <w:bookmarkEnd w:id="71"/>
    </w:p>
    <w:p w14:paraId="51E0092D" w14:textId="1ACCF35E" w:rsidR="007F508C" w:rsidRDefault="007F508C" w:rsidP="007F508C">
      <w:pPr>
        <w:pStyle w:val="Heading5"/>
      </w:pPr>
      <w:r>
        <w:lastRenderedPageBreak/>
        <w:t>Allocation rules</w:t>
      </w:r>
    </w:p>
    <w:p w14:paraId="23E2A401" w14:textId="2A4E9467" w:rsidR="00D97FC4" w:rsidRDefault="00D543E3" w:rsidP="00CA4CFE">
      <w:pPr>
        <w:pStyle w:val="base-text-paragraph"/>
      </w:pPr>
      <w:r>
        <w:t xml:space="preserve">The corporate director must allocate all the assets of the CCIV to the sub-funds of the CCIV as soon as practicable </w:t>
      </w:r>
      <w:r w:rsidR="004E357E">
        <w:t xml:space="preserve">and </w:t>
      </w:r>
      <w:r>
        <w:t xml:space="preserve">in accordance with </w:t>
      </w:r>
      <w:r w:rsidR="00C73E6F">
        <w:t xml:space="preserve">the following </w:t>
      </w:r>
      <w:r>
        <w:t>rules:</w:t>
      </w:r>
      <w:r w:rsidR="004E357E">
        <w:t xml:space="preserve"> </w:t>
      </w:r>
    </w:p>
    <w:p w14:paraId="58965310" w14:textId="7D9D117F" w:rsidR="00D543E3" w:rsidRDefault="00C73E6F" w:rsidP="00D543E3">
      <w:pPr>
        <w:pStyle w:val="dotpoint"/>
      </w:pPr>
      <w:r>
        <w:t>a</w:t>
      </w:r>
      <w:r w:rsidR="00854C8B">
        <w:t xml:space="preserve">ny amounts paid up in consideration for the issue of a class of shares that is </w:t>
      </w:r>
      <w:proofErr w:type="spellStart"/>
      <w:r w:rsidR="00854C8B">
        <w:t>referable</w:t>
      </w:r>
      <w:proofErr w:type="spellEnd"/>
      <w:r w:rsidR="00854C8B">
        <w:t xml:space="preserve"> to the sub-fund must be allocated to that sub-fund</w:t>
      </w:r>
      <w:r>
        <w:t>;</w:t>
      </w:r>
    </w:p>
    <w:p w14:paraId="671C6722" w14:textId="68DB052F" w:rsidR="00D543E3" w:rsidRDefault="00C73E6F" w:rsidP="00D543E3">
      <w:pPr>
        <w:pStyle w:val="dotpoint"/>
      </w:pPr>
      <w:r>
        <w:t>a</w:t>
      </w:r>
      <w:r w:rsidR="00854C8B">
        <w:t>ny assets obtained by the CCIV as a result of the application of assets of the sub-fund in carrying on the business of the sub-fund</w:t>
      </w:r>
      <w:r w:rsidR="00D543E3">
        <w:t xml:space="preserve"> </w:t>
      </w:r>
      <w:r w:rsidR="004E357E">
        <w:t>must be</w:t>
      </w:r>
      <w:r w:rsidR="00E40AB4">
        <w:t xml:space="preserve"> allocated to that sub-fund</w:t>
      </w:r>
      <w:r>
        <w:t>; and</w:t>
      </w:r>
    </w:p>
    <w:p w14:paraId="79BF9C3F" w14:textId="3562CF3D" w:rsidR="00351508" w:rsidRDefault="00C73E6F" w:rsidP="0095012A">
      <w:pPr>
        <w:pStyle w:val="dotpoint"/>
      </w:pPr>
      <w:proofErr w:type="gramStart"/>
      <w:r>
        <w:t>a</w:t>
      </w:r>
      <w:r w:rsidR="004E357E">
        <w:t>sset</w:t>
      </w:r>
      <w:r w:rsidR="007D429A">
        <w:t>s</w:t>
      </w:r>
      <w:proofErr w:type="gramEnd"/>
      <w:r w:rsidR="004E357E">
        <w:t xml:space="preserve"> of the CCIV not </w:t>
      </w:r>
      <w:r w:rsidR="00A84254">
        <w:t>covered</w:t>
      </w:r>
      <w:r w:rsidR="004E357E">
        <w:t xml:space="preserve"> by the preceding rules</w:t>
      </w:r>
      <w:r w:rsidR="00671ACD">
        <w:t xml:space="preserve"> </w:t>
      </w:r>
      <w:r w:rsidR="00FC1078">
        <w:t xml:space="preserve">must be allocated </w:t>
      </w:r>
      <w:r w:rsidR="0081310E">
        <w:t>among</w:t>
      </w:r>
      <w:r w:rsidR="00FC1078">
        <w:t xml:space="preserve"> the sub-funds of the CCIV in a manner that </w:t>
      </w:r>
      <w:r w:rsidR="00854C8B">
        <w:t xml:space="preserve">is </w:t>
      </w:r>
      <w:r w:rsidR="00FC1078">
        <w:t>fair and reasonable</w:t>
      </w:r>
      <w:r w:rsidR="00854C8B">
        <w:t xml:space="preserve"> in the circumstances</w:t>
      </w:r>
      <w:r w:rsidR="00FC1078">
        <w:t xml:space="preserve">. </w:t>
      </w:r>
    </w:p>
    <w:p w14:paraId="7DC4282B" w14:textId="7B5CEAC2" w:rsidR="00FC1078" w:rsidRPr="0095012A" w:rsidRDefault="00FC1078" w:rsidP="00351508">
      <w:pPr>
        <w:pStyle w:val="dotpoint"/>
        <w:numPr>
          <w:ilvl w:val="0"/>
          <w:numId w:val="0"/>
        </w:numPr>
        <w:ind w:left="1984"/>
        <w:rPr>
          <w:rStyle w:val="Referencingstyle"/>
          <w:b w:val="0"/>
          <w:i w:val="0"/>
          <w:sz w:val="22"/>
        </w:rPr>
      </w:pPr>
      <w:r>
        <w:rPr>
          <w:rStyle w:val="Referencingstyle"/>
        </w:rPr>
        <w:t>[</w:t>
      </w:r>
      <w:r w:rsidR="00351508">
        <w:rPr>
          <w:rStyle w:val="Referencingstyle"/>
        </w:rPr>
        <w:t>Schedule 1, Part 1, item 1, subsection</w:t>
      </w:r>
      <w:r w:rsidR="001426D2">
        <w:rPr>
          <w:rStyle w:val="Referencingstyle"/>
        </w:rPr>
        <w:t>s</w:t>
      </w:r>
      <w:r w:rsidR="00351508">
        <w:rPr>
          <w:rStyle w:val="Referencingstyle"/>
        </w:rPr>
        <w:t xml:space="preserve"> </w:t>
      </w:r>
      <w:proofErr w:type="gramStart"/>
      <w:r w:rsidR="00351508">
        <w:rPr>
          <w:rStyle w:val="Referencingstyle"/>
        </w:rPr>
        <w:t>1142E</w:t>
      </w:r>
      <w:r>
        <w:rPr>
          <w:rStyle w:val="Referencingstyle"/>
        </w:rPr>
        <w:t>(</w:t>
      </w:r>
      <w:proofErr w:type="gramEnd"/>
      <w:r w:rsidR="00854C8B">
        <w:rPr>
          <w:rStyle w:val="Referencingstyle"/>
        </w:rPr>
        <w:t>1) to (3)</w:t>
      </w:r>
      <w:r>
        <w:rPr>
          <w:rStyle w:val="Referencingstyle"/>
        </w:rPr>
        <w:t>]</w:t>
      </w:r>
    </w:p>
    <w:p w14:paraId="1A16BC41" w14:textId="2AB537F8" w:rsidR="00FC1078" w:rsidRDefault="00FD7387" w:rsidP="00FC1078">
      <w:pPr>
        <w:pStyle w:val="base-text-paragraph"/>
      </w:pPr>
      <w:r>
        <w:t xml:space="preserve">Additional rules </w:t>
      </w:r>
      <w:r w:rsidR="00D4710C">
        <w:t>in relation to the allocation of assets to the sub</w:t>
      </w:r>
      <w:r w:rsidR="00904373">
        <w:noBreakHyphen/>
      </w:r>
      <w:r w:rsidR="00D4710C">
        <w:t xml:space="preserve">funds of CCIVs </w:t>
      </w:r>
      <w:r>
        <w:t xml:space="preserve">may be prescribed by regulation. </w:t>
      </w:r>
      <w:r>
        <w:rPr>
          <w:rStyle w:val="Referencingstyle"/>
        </w:rPr>
        <w:t>[</w:t>
      </w:r>
      <w:r w:rsidR="00351508">
        <w:rPr>
          <w:rStyle w:val="Referencingstyle"/>
        </w:rPr>
        <w:t>Schedule 1, Part 1, item 1, subsection 1142E(</w:t>
      </w:r>
      <w:r>
        <w:rPr>
          <w:rStyle w:val="Referencingstyle"/>
        </w:rPr>
        <w:t>6)]</w:t>
      </w:r>
    </w:p>
    <w:p w14:paraId="352B4B6F" w14:textId="5F3F78DB" w:rsidR="002219C4" w:rsidRDefault="00AC56DA" w:rsidP="00AC56DA">
      <w:pPr>
        <w:pStyle w:val="Heading5"/>
      </w:pPr>
      <w:r>
        <w:t>Prohibition on joint investments</w:t>
      </w:r>
    </w:p>
    <w:p w14:paraId="3AA442FD" w14:textId="30DBAF5F" w:rsidR="002B2910" w:rsidRDefault="004D1111" w:rsidP="00FC1078">
      <w:pPr>
        <w:pStyle w:val="base-text-paragraph"/>
      </w:pPr>
      <w:r>
        <w:t xml:space="preserve">The corporate director must not allocate an asset to more than one </w:t>
      </w:r>
      <w:r w:rsidR="009F288F">
        <w:t>sub-fund.</w:t>
      </w:r>
      <w:r w:rsidR="002F76FC">
        <w:t xml:space="preserve"> </w:t>
      </w:r>
      <w:r w:rsidR="002F76FC">
        <w:rPr>
          <w:rStyle w:val="Referencingstyle"/>
        </w:rPr>
        <w:t>[</w:t>
      </w:r>
      <w:r w:rsidR="00351508">
        <w:rPr>
          <w:rStyle w:val="Referencingstyle"/>
        </w:rPr>
        <w:t>Schedule 1, Part 1, item 1, subsection 1142E</w:t>
      </w:r>
      <w:r w:rsidR="002F76FC">
        <w:rPr>
          <w:rStyle w:val="Referencingstyle"/>
        </w:rPr>
        <w:t>(4)]</w:t>
      </w:r>
    </w:p>
    <w:p w14:paraId="73FBBA19" w14:textId="7399C245" w:rsidR="002F76FC" w:rsidRDefault="0037608F" w:rsidP="00FC1078">
      <w:pPr>
        <w:pStyle w:val="base-text-paragraph"/>
      </w:pPr>
      <w:r>
        <w:t>Th</w:t>
      </w:r>
      <w:r w:rsidR="002F76FC">
        <w:t>is provision prevent</w:t>
      </w:r>
      <w:r>
        <w:t>s</w:t>
      </w:r>
      <w:r w:rsidR="002F76FC">
        <w:t xml:space="preserve"> </w:t>
      </w:r>
      <w:r w:rsidR="00D928D9">
        <w:t>‘</w:t>
      </w:r>
      <w:r w:rsidR="002F76FC">
        <w:t>joint investments</w:t>
      </w:r>
      <w:r w:rsidR="00D928D9">
        <w:t xml:space="preserve">’ in a single asset by multiple sub-funds of the same CCIV. </w:t>
      </w:r>
      <w:r w:rsidR="00C300D9">
        <w:t xml:space="preserve">However, this is not intended to prevent multiple sub-funds </w:t>
      </w:r>
      <w:r w:rsidR="00C73E6F">
        <w:t xml:space="preserve">in a CCIV </w:t>
      </w:r>
      <w:r w:rsidR="00C300D9">
        <w:t>from investing in a single physical asset through a trust or other ownership arrangement</w:t>
      </w:r>
      <w:r w:rsidR="00E47C23">
        <w:t>,</w:t>
      </w:r>
      <w:r w:rsidR="00C300D9">
        <w:t xml:space="preserve"> </w:t>
      </w:r>
      <w:r w:rsidR="00E47C23">
        <w:t xml:space="preserve">provided </w:t>
      </w:r>
      <w:r w:rsidR="00C300D9">
        <w:t>that each sub</w:t>
      </w:r>
      <w:r w:rsidR="00C300D9">
        <w:noBreakHyphen/>
        <w:t>fund’s</w:t>
      </w:r>
      <w:r w:rsidR="00E47C23">
        <w:t xml:space="preserve"> interest is </w:t>
      </w:r>
      <w:r w:rsidR="00C300D9">
        <w:t xml:space="preserve">separately </w:t>
      </w:r>
      <w:r w:rsidR="003A71E9">
        <w:t>identified</w:t>
      </w:r>
      <w:r w:rsidR="00C300D9">
        <w:t xml:space="preserve"> and transferable.</w:t>
      </w:r>
    </w:p>
    <w:p w14:paraId="210C50F6" w14:textId="3482AFC9" w:rsidR="00AC56DA" w:rsidRDefault="00AC56DA" w:rsidP="00AC56DA">
      <w:pPr>
        <w:pStyle w:val="Heading5"/>
        <w:rPr>
          <w:i w:val="0"/>
        </w:rPr>
      </w:pPr>
      <w:r>
        <w:t>Prohibition on cross-allocation</w:t>
      </w:r>
    </w:p>
    <w:p w14:paraId="1B695F88" w14:textId="1A432F90" w:rsidR="00AC56DA" w:rsidRPr="002B4B4A" w:rsidRDefault="00AC56DA" w:rsidP="00AC56DA">
      <w:pPr>
        <w:pStyle w:val="base-text-paragraph"/>
        <w:rPr>
          <w:rStyle w:val="Referencingstyle"/>
          <w:b w:val="0"/>
          <w:i w:val="0"/>
          <w:sz w:val="22"/>
        </w:rPr>
      </w:pPr>
      <w:r>
        <w:t xml:space="preserve">The corporate director must not allocate </w:t>
      </w:r>
      <w:r w:rsidR="003035DA">
        <w:t xml:space="preserve">an asset to a particular sub-fund if the asset was obtained as a result of expenditure or application of assets allocated to another sub-fund. </w:t>
      </w:r>
      <w:r w:rsidR="003035DA">
        <w:rPr>
          <w:rStyle w:val="Referencingstyle"/>
        </w:rPr>
        <w:t>[</w:t>
      </w:r>
      <w:r w:rsidR="00351508">
        <w:rPr>
          <w:rStyle w:val="Referencingstyle"/>
        </w:rPr>
        <w:t>Schedule 1, Part 1, item 1, subsection 1142E(5)]</w:t>
      </w:r>
    </w:p>
    <w:p w14:paraId="73529B52" w14:textId="0530F2A6" w:rsidR="002B4B4A" w:rsidRDefault="00C73E6F" w:rsidP="00AC56DA">
      <w:pPr>
        <w:pStyle w:val="base-text-paragraph"/>
      </w:pPr>
      <w:bookmarkStart w:id="72" w:name="_Ref490674141"/>
      <w:r>
        <w:t>As a consequence,</w:t>
      </w:r>
      <w:r w:rsidR="00077968" w:rsidRPr="00581CD7">
        <w:t xml:space="preserve"> the corporate director must allocate assets obtained by the application of assets of a sub-fund (in carrying on the business of the sub-fund) to that sub-fund and no other sub-fund</w:t>
      </w:r>
      <w:r w:rsidR="00077968">
        <w:t>.</w:t>
      </w:r>
      <w:bookmarkEnd w:id="72"/>
      <w:r w:rsidR="00077968">
        <w:t xml:space="preserve"> </w:t>
      </w:r>
    </w:p>
    <w:p w14:paraId="4A383DB4" w14:textId="77777777" w:rsidR="005B5CA3" w:rsidRDefault="005B5CA3" w:rsidP="005B5CA3">
      <w:pPr>
        <w:pStyle w:val="Heading4"/>
      </w:pPr>
      <w:r>
        <w:lastRenderedPageBreak/>
        <w:t>Allocation of CCIV liabilities to sub-funds</w:t>
      </w:r>
    </w:p>
    <w:p w14:paraId="41734ECB" w14:textId="7158D45A" w:rsidR="0073236A" w:rsidRDefault="0073236A" w:rsidP="0073236A">
      <w:pPr>
        <w:pStyle w:val="Heading5"/>
      </w:pPr>
      <w:r>
        <w:t>Liabilities of a sub-fund</w:t>
      </w:r>
    </w:p>
    <w:p w14:paraId="6AA3F329" w14:textId="5A5C0774" w:rsidR="005B5CA3" w:rsidRDefault="005B5CA3" w:rsidP="005B5CA3">
      <w:pPr>
        <w:pStyle w:val="base-text-paragraph"/>
      </w:pPr>
      <w:r>
        <w:t>Despite the fact that a sub-fund does not have separate legal personality and</w:t>
      </w:r>
      <w:r w:rsidR="0095656B">
        <w:t>,</w:t>
      </w:r>
      <w:r>
        <w:t xml:space="preserve"> therefore</w:t>
      </w:r>
      <w:r w:rsidR="0095656B">
        <w:t>,</w:t>
      </w:r>
      <w:r>
        <w:t xml:space="preserve"> does not incur liabilities in its own name, liabilities of a CCIV are deemed also</w:t>
      </w:r>
      <w:r w:rsidR="0095656B">
        <w:t xml:space="preserve"> </w:t>
      </w:r>
      <w:r>
        <w:t xml:space="preserve">to be ‘liabilities of the sub-fund’ to which they are allocated (in accordance with the allocation rules </w:t>
      </w:r>
      <w:r w:rsidR="0073236A">
        <w:t xml:space="preserve">explained </w:t>
      </w:r>
      <w:r>
        <w:t>below).</w:t>
      </w:r>
      <w:r w:rsidR="00156C38">
        <w:t xml:space="preserve"> </w:t>
      </w:r>
      <w:r>
        <w:rPr>
          <w:rStyle w:val="Referencingstyle"/>
        </w:rPr>
        <w:t>[</w:t>
      </w:r>
      <w:r w:rsidR="00581CD7">
        <w:rPr>
          <w:rStyle w:val="Referencingstyle"/>
        </w:rPr>
        <w:t>Schedule 1, Parts 1</w:t>
      </w:r>
      <w:r w:rsidR="006E09C0">
        <w:rPr>
          <w:rStyle w:val="Referencingstyle"/>
        </w:rPr>
        <w:t xml:space="preserve"> and </w:t>
      </w:r>
      <w:r w:rsidR="00581CD7">
        <w:rPr>
          <w:rStyle w:val="Referencingstyle"/>
        </w:rPr>
        <w:t xml:space="preserve">2, items 1 and 6, </w:t>
      </w:r>
      <w:r w:rsidR="006E09C0">
        <w:rPr>
          <w:rStyle w:val="Referencingstyle"/>
        </w:rPr>
        <w:t>the definition of ‘liabilities’ in section 9</w:t>
      </w:r>
      <w:r w:rsidR="00581CD7">
        <w:rPr>
          <w:rStyle w:val="Referencingstyle"/>
        </w:rPr>
        <w:t>, and  paragraph 1142H</w:t>
      </w:r>
      <w:r>
        <w:rPr>
          <w:rStyle w:val="Referencingstyle"/>
        </w:rPr>
        <w:t>(1)(a)]</w:t>
      </w:r>
    </w:p>
    <w:p w14:paraId="2EB464C1" w14:textId="77777777" w:rsidR="005B5CA3" w:rsidRDefault="005B5CA3" w:rsidP="005B5CA3">
      <w:pPr>
        <w:pStyle w:val="base-text-paragraph"/>
      </w:pPr>
      <w:r>
        <w:t xml:space="preserve">The word ‘liabilities’ (of the CCIV or sub-fund) includes expenses (of the CCIV or sub-fund). </w:t>
      </w:r>
    </w:p>
    <w:p w14:paraId="598A196D" w14:textId="0BADF13A" w:rsidR="005B5CA3" w:rsidRPr="007F508C" w:rsidRDefault="005B5CA3" w:rsidP="005B5CA3">
      <w:pPr>
        <w:pStyle w:val="base-text-paragraph"/>
      </w:pPr>
      <w:r>
        <w:t xml:space="preserve">Additionally, ‘liabilities of the sub-fund’ include liabilities of the CCIV that are to be liabilities of the sub-fund under a restructure, arrangement or court order, but do not include liabilities of the CCIV that, in accordance with a restructure, arrangement or court order, are no longer to be liabilities of the sub-fund. </w:t>
      </w:r>
      <w:r>
        <w:rPr>
          <w:rStyle w:val="Referencingstyle"/>
        </w:rPr>
        <w:t>[</w:t>
      </w:r>
      <w:r w:rsidR="00581CD7">
        <w:rPr>
          <w:rStyle w:val="Referencingstyle"/>
        </w:rPr>
        <w:t>S</w:t>
      </w:r>
      <w:r w:rsidR="000A2D9D">
        <w:rPr>
          <w:rStyle w:val="Referencingstyle"/>
        </w:rPr>
        <w:t>chedule 1, Part</w:t>
      </w:r>
      <w:r w:rsidR="00581CD7">
        <w:rPr>
          <w:rStyle w:val="Referencingstyle"/>
        </w:rPr>
        <w:t xml:space="preserve"> 1</w:t>
      </w:r>
      <w:r w:rsidR="000A2D9D">
        <w:rPr>
          <w:rStyle w:val="Referencingstyle"/>
        </w:rPr>
        <w:t>, item</w:t>
      </w:r>
      <w:r w:rsidR="00581CD7">
        <w:rPr>
          <w:rStyle w:val="Referencingstyle"/>
        </w:rPr>
        <w:t xml:space="preserve"> 1</w:t>
      </w:r>
      <w:r w:rsidR="000A2D9D">
        <w:rPr>
          <w:rStyle w:val="Referencingstyle"/>
        </w:rPr>
        <w:t xml:space="preserve">, </w:t>
      </w:r>
      <w:r w:rsidR="00581CD7">
        <w:rPr>
          <w:rStyle w:val="Referencingstyle"/>
        </w:rPr>
        <w:t>paragraph 1142H</w:t>
      </w:r>
      <w:r>
        <w:rPr>
          <w:rStyle w:val="Referencingstyle"/>
        </w:rPr>
        <w:t xml:space="preserve">(1)(b) and </w:t>
      </w:r>
      <w:r w:rsidR="00581CD7">
        <w:rPr>
          <w:rStyle w:val="Referencingstyle"/>
        </w:rPr>
        <w:t>subsection 1142H</w:t>
      </w:r>
      <w:r>
        <w:rPr>
          <w:rStyle w:val="Referencingstyle"/>
        </w:rPr>
        <w:t>(2)]</w:t>
      </w:r>
      <w:r>
        <w:t xml:space="preserve">  </w:t>
      </w:r>
    </w:p>
    <w:p w14:paraId="34A0DB54" w14:textId="7F620EAD" w:rsidR="008B3242" w:rsidRPr="000A2D9D" w:rsidRDefault="008B3242" w:rsidP="008B3242">
      <w:pPr>
        <w:pStyle w:val="base-text-paragraph"/>
      </w:pPr>
      <w:r w:rsidRPr="000A2D9D">
        <w:t>Provisions about restructures and arrangements for a CCIV will be included in t</w:t>
      </w:r>
      <w:r w:rsidR="000C50DE">
        <w:t>he next</w:t>
      </w:r>
      <w:r w:rsidRPr="000A2D9D">
        <w:t xml:space="preserve"> exposure draft</w:t>
      </w:r>
      <w:r w:rsidR="000C50DE">
        <w:t xml:space="preserve"> of the Bill</w:t>
      </w:r>
      <w:r w:rsidRPr="000A2D9D">
        <w:t>.</w:t>
      </w:r>
    </w:p>
    <w:p w14:paraId="68BE4300" w14:textId="74F5DA9C" w:rsidR="00F474BA" w:rsidRDefault="00F474BA" w:rsidP="00F474BA">
      <w:pPr>
        <w:pStyle w:val="base-text-paragraph"/>
      </w:pPr>
      <w:r>
        <w:t>Th</w:t>
      </w:r>
      <w:r w:rsidR="00622428">
        <w:t xml:space="preserve">is approach </w:t>
      </w:r>
      <w:r>
        <w:t xml:space="preserve">draws in part on requirements for statutory funds under the </w:t>
      </w:r>
      <w:r>
        <w:rPr>
          <w:i/>
        </w:rPr>
        <w:t>Life Insurance Act 1995</w:t>
      </w:r>
      <w:r>
        <w:t xml:space="preserve"> and health benefit funds under the </w:t>
      </w:r>
      <w:r>
        <w:rPr>
          <w:i/>
        </w:rPr>
        <w:t>Private Health Insurance (Prudential Supervision) Act 2015</w:t>
      </w:r>
      <w:r>
        <w:t>.</w:t>
      </w:r>
      <w:r w:rsidR="00622428" w:rsidRPr="00622428">
        <w:t xml:space="preserve"> </w:t>
      </w:r>
      <w:r w:rsidR="00622428">
        <w:t xml:space="preserve">It is designed to help facilitate the proper allocation of the liabilities of a CCIV to sub-funds.  </w:t>
      </w:r>
    </w:p>
    <w:p w14:paraId="358B2C38" w14:textId="41D97DB5" w:rsidR="005B5CA3" w:rsidRDefault="005B5CA3" w:rsidP="005B5CA3">
      <w:pPr>
        <w:pStyle w:val="Heading5"/>
      </w:pPr>
      <w:r>
        <w:t>No liabilities to remain unallocated</w:t>
      </w:r>
    </w:p>
    <w:p w14:paraId="372C2BF2" w14:textId="6D668D03" w:rsidR="005B5CA3" w:rsidRDefault="005B5CA3" w:rsidP="005B5CA3">
      <w:pPr>
        <w:pStyle w:val="base-text-paragraph"/>
      </w:pPr>
      <w:bookmarkStart w:id="73" w:name="_Ref490674155"/>
      <w:r>
        <w:t xml:space="preserve">All liabilities of a CCIV must be allocated to a sub-fund in accordance with the allocation rules explained below. This means that no liabilities of a CCIV are to remain </w:t>
      </w:r>
      <w:r w:rsidR="004D75AE">
        <w:t>unallocated</w:t>
      </w:r>
      <w:r>
        <w:t xml:space="preserve">. </w:t>
      </w:r>
      <w:r w:rsidR="000A2D9D">
        <w:rPr>
          <w:rStyle w:val="Referencingstyle"/>
        </w:rPr>
        <w:t>[Schedule 1, Part 1, item 1, section 1142F</w:t>
      </w:r>
      <w:r>
        <w:rPr>
          <w:rStyle w:val="Referencingstyle"/>
        </w:rPr>
        <w:t>]</w:t>
      </w:r>
      <w:bookmarkEnd w:id="73"/>
    </w:p>
    <w:p w14:paraId="349EC752" w14:textId="77777777" w:rsidR="005B5CA3" w:rsidRDefault="005B5CA3" w:rsidP="005B5CA3">
      <w:pPr>
        <w:pStyle w:val="Heading5"/>
      </w:pPr>
      <w:r>
        <w:t>Allocation rules</w:t>
      </w:r>
    </w:p>
    <w:p w14:paraId="4A51578D" w14:textId="123CA04F" w:rsidR="005B5CA3" w:rsidRDefault="005B5CA3" w:rsidP="005B5CA3">
      <w:pPr>
        <w:pStyle w:val="base-text-paragraph"/>
      </w:pPr>
      <w:r>
        <w:t xml:space="preserve">The corporate director must allocate all the liabilities of the CCIV to the sub-funds of the CCIV as soon as practicable and in accordance with </w:t>
      </w:r>
      <w:r w:rsidR="0095656B">
        <w:t xml:space="preserve">the following </w:t>
      </w:r>
      <w:r>
        <w:t xml:space="preserve">rules: </w:t>
      </w:r>
    </w:p>
    <w:p w14:paraId="2D988FFE" w14:textId="7C5C7A82" w:rsidR="005B5CA3" w:rsidRDefault="0095656B" w:rsidP="005B5CA3">
      <w:pPr>
        <w:pStyle w:val="dotpoint"/>
      </w:pPr>
      <w:r>
        <w:t>e</w:t>
      </w:r>
      <w:r w:rsidR="005B5CA3">
        <w:t xml:space="preserve">ach liability of the CCIV that relates solely </w:t>
      </w:r>
      <w:r w:rsidR="00487F72">
        <w:t>to the business of a particular sub-fund</w:t>
      </w:r>
      <w:r w:rsidR="005B5CA3">
        <w:t xml:space="preserve"> must be allocated to th</w:t>
      </w:r>
      <w:r w:rsidR="00487F72">
        <w:t>at</w:t>
      </w:r>
      <w:r w:rsidR="005B5CA3">
        <w:t xml:space="preserve"> sub-fund</w:t>
      </w:r>
      <w:r>
        <w:t>; and</w:t>
      </w:r>
    </w:p>
    <w:p w14:paraId="35ACB8C8" w14:textId="02D4DA19" w:rsidR="003C573A" w:rsidRDefault="0095656B" w:rsidP="005B5CA3">
      <w:pPr>
        <w:pStyle w:val="dotpoint"/>
      </w:pPr>
      <w:proofErr w:type="gramStart"/>
      <w:r>
        <w:lastRenderedPageBreak/>
        <w:t>l</w:t>
      </w:r>
      <w:r w:rsidR="003C573A">
        <w:t>iabilities</w:t>
      </w:r>
      <w:proofErr w:type="gramEnd"/>
      <w:r w:rsidR="003C573A">
        <w:t xml:space="preserve"> of the CCIV not covered by the preceding rule must be allocated among the sub-funds of the CCIV in a manner that is fair and reasonable in the circumstances</w:t>
      </w:r>
      <w:r>
        <w:t>.</w:t>
      </w:r>
    </w:p>
    <w:p w14:paraId="50D8DFF6" w14:textId="07B21155" w:rsidR="005B5CA3" w:rsidRPr="00FC1078" w:rsidRDefault="003C573A" w:rsidP="00712B4B">
      <w:pPr>
        <w:pStyle w:val="dotpoint"/>
        <w:numPr>
          <w:ilvl w:val="0"/>
          <w:numId w:val="0"/>
        </w:numPr>
        <w:ind w:left="2268" w:hanging="284"/>
        <w:rPr>
          <w:rStyle w:val="Referencingstyle"/>
          <w:b w:val="0"/>
          <w:i w:val="0"/>
          <w:sz w:val="22"/>
        </w:rPr>
      </w:pPr>
      <w:r w:rsidDel="003C573A">
        <w:t xml:space="preserve"> </w:t>
      </w:r>
      <w:r w:rsidR="000A2D9D">
        <w:rPr>
          <w:rStyle w:val="Referencingstyle"/>
        </w:rPr>
        <w:t xml:space="preserve">[Schedule 1, Part 1, item 1, subsections </w:t>
      </w:r>
      <w:proofErr w:type="gramStart"/>
      <w:r w:rsidR="000A2D9D">
        <w:rPr>
          <w:rStyle w:val="Referencingstyle"/>
        </w:rPr>
        <w:t>1142J(</w:t>
      </w:r>
      <w:proofErr w:type="gramEnd"/>
      <w:r w:rsidR="000A2D9D">
        <w:rPr>
          <w:rStyle w:val="Referencingstyle"/>
        </w:rPr>
        <w:t xml:space="preserve">1) to </w:t>
      </w:r>
      <w:r w:rsidR="005B5CA3">
        <w:rPr>
          <w:rStyle w:val="Referencingstyle"/>
        </w:rPr>
        <w:t>(3)]</w:t>
      </w:r>
    </w:p>
    <w:p w14:paraId="536F497D" w14:textId="3ABF90C7" w:rsidR="005B5CA3" w:rsidRDefault="005B5CA3" w:rsidP="005B5CA3">
      <w:pPr>
        <w:pStyle w:val="base-text-paragraph"/>
      </w:pPr>
      <w:r>
        <w:t xml:space="preserve">Additional rules </w:t>
      </w:r>
      <w:r w:rsidR="003C573A">
        <w:t xml:space="preserve">in relation to the allocation of liabilities to the sub-funds of a CCIV </w:t>
      </w:r>
      <w:r>
        <w:t xml:space="preserve">may be prescribed by regulation. </w:t>
      </w:r>
      <w:r>
        <w:rPr>
          <w:rStyle w:val="Referencingstyle"/>
        </w:rPr>
        <w:t>[</w:t>
      </w:r>
      <w:r w:rsidR="00A63984">
        <w:rPr>
          <w:rStyle w:val="Referencingstyle"/>
        </w:rPr>
        <w:t>Schedule 1, Part 1, item 1, subsection 1142J</w:t>
      </w:r>
      <w:r>
        <w:rPr>
          <w:rStyle w:val="Referencingstyle"/>
        </w:rPr>
        <w:t>(5)]</w:t>
      </w:r>
    </w:p>
    <w:p w14:paraId="48577665" w14:textId="77777777" w:rsidR="005B5CA3" w:rsidRDefault="005B5CA3" w:rsidP="005B5CA3">
      <w:pPr>
        <w:pStyle w:val="Heading5"/>
      </w:pPr>
      <w:r>
        <w:t>Prohibition on joint liabilities</w:t>
      </w:r>
    </w:p>
    <w:p w14:paraId="5E65E35F" w14:textId="0DD62356" w:rsidR="005B5CA3" w:rsidRPr="00E62A14" w:rsidRDefault="005B5CA3" w:rsidP="005B5CA3">
      <w:pPr>
        <w:pStyle w:val="base-text-paragraph"/>
        <w:rPr>
          <w:rStyle w:val="Referencingstyle"/>
          <w:b w:val="0"/>
          <w:i w:val="0"/>
          <w:sz w:val="22"/>
        </w:rPr>
      </w:pPr>
      <w:r>
        <w:t xml:space="preserve">The corporate director must not allocate </w:t>
      </w:r>
      <w:r w:rsidDel="00E47C23">
        <w:t>a</w:t>
      </w:r>
      <w:r>
        <w:t xml:space="preserve"> liability to more than one sub-fund</w:t>
      </w:r>
      <w:r w:rsidDel="00E47C23">
        <w:t>.</w:t>
      </w:r>
      <w:r w:rsidR="00E62A14">
        <w:t xml:space="preserve"> </w:t>
      </w:r>
      <w:r>
        <w:rPr>
          <w:rStyle w:val="Referencingstyle"/>
        </w:rPr>
        <w:t>[</w:t>
      </w:r>
      <w:r w:rsidR="00131CCE">
        <w:rPr>
          <w:rStyle w:val="Referencingstyle"/>
        </w:rPr>
        <w:t>Schedule 1, Part 1, item 1, subsection 1142J</w:t>
      </w:r>
      <w:r>
        <w:rPr>
          <w:rStyle w:val="Referencingstyle"/>
        </w:rPr>
        <w:t>(4)]</w:t>
      </w:r>
    </w:p>
    <w:p w14:paraId="114BD17B" w14:textId="465D1BF2" w:rsidR="00E62A14" w:rsidRDefault="00E62A14" w:rsidP="005B5CA3">
      <w:pPr>
        <w:pStyle w:val="base-text-paragraph"/>
      </w:pPr>
      <w:bookmarkStart w:id="74" w:name="_Ref490652848"/>
      <w:bookmarkStart w:id="75" w:name="_Ref490674255"/>
      <w:r>
        <w:t xml:space="preserve">This rule </w:t>
      </w:r>
      <w:r w:rsidR="006E15D4">
        <w:t xml:space="preserve">supports the segregation of liabilities of sub-funds by ensuring </w:t>
      </w:r>
      <w:r>
        <w:t>that each liability of a CCIV is allocated to one, and only one, sub</w:t>
      </w:r>
      <w:r w:rsidR="00B56248">
        <w:t>-</w:t>
      </w:r>
      <w:r>
        <w:t>fund.</w:t>
      </w:r>
      <w:bookmarkEnd w:id="74"/>
      <w:bookmarkEnd w:id="75"/>
    </w:p>
    <w:p w14:paraId="4104A213" w14:textId="15A145B1" w:rsidR="00DD58F0" w:rsidRDefault="00DD58F0" w:rsidP="00DD58F0">
      <w:pPr>
        <w:pStyle w:val="Heading4"/>
      </w:pPr>
      <w:r>
        <w:t>Documenting the allocation of assets and liabilities to sub-funds</w:t>
      </w:r>
    </w:p>
    <w:p w14:paraId="69CA8FE3" w14:textId="456CE218" w:rsidR="00DD58F0" w:rsidRDefault="00DD58F0" w:rsidP="00DD58F0">
      <w:pPr>
        <w:pStyle w:val="base-text-paragraph"/>
      </w:pPr>
      <w:r>
        <w:t>The corporate director must keep records that show:</w:t>
      </w:r>
    </w:p>
    <w:p w14:paraId="1AFEE144" w14:textId="35C71C50" w:rsidR="00DD58F0" w:rsidRDefault="00DD58F0" w:rsidP="00DD58F0">
      <w:pPr>
        <w:pStyle w:val="dotpoint"/>
      </w:pPr>
      <w:r>
        <w:t>for each allocated asset of the CCIV, the sub-fund to which the asset has been allocated;</w:t>
      </w:r>
    </w:p>
    <w:p w14:paraId="7D20606A" w14:textId="001F38AA" w:rsidR="00DD58F0" w:rsidRDefault="00DD58F0" w:rsidP="00DD58F0">
      <w:pPr>
        <w:pStyle w:val="dotpoint"/>
      </w:pPr>
      <w:r>
        <w:t>for each allocated liability of the CCIV, the sub-fund to which the liability has been allocated; and</w:t>
      </w:r>
    </w:p>
    <w:p w14:paraId="3F14B376" w14:textId="719F9816" w:rsidR="00DD58F0" w:rsidRDefault="00DD58F0" w:rsidP="00DD58F0">
      <w:pPr>
        <w:pStyle w:val="dotpoint"/>
      </w:pPr>
      <w:proofErr w:type="gramStart"/>
      <w:r>
        <w:t>details</w:t>
      </w:r>
      <w:proofErr w:type="gramEnd"/>
      <w:r>
        <w:t xml:space="preserve"> of any un-allocated assets or liabilities of the CCIV. </w:t>
      </w:r>
      <w:r>
        <w:rPr>
          <w:rStyle w:val="Referencingstyle"/>
        </w:rPr>
        <w:t>[</w:t>
      </w:r>
      <w:r w:rsidR="008753E8">
        <w:rPr>
          <w:rStyle w:val="Referencingstyle"/>
        </w:rPr>
        <w:t>Schedule 1, Part 1, item 1, subsection 1142K(1)</w:t>
      </w:r>
      <w:r>
        <w:rPr>
          <w:rStyle w:val="Referencingstyle"/>
        </w:rPr>
        <w:t>]</w:t>
      </w:r>
    </w:p>
    <w:p w14:paraId="5526C2F9" w14:textId="2748C6AB" w:rsidR="00DD58F0" w:rsidRPr="00F44F7F" w:rsidRDefault="0073236A" w:rsidP="00DD58F0">
      <w:pPr>
        <w:pStyle w:val="base-text-paragraph"/>
      </w:pPr>
      <w:r>
        <w:t xml:space="preserve">The corporate director must retain the records for seven years after the year to which the records relate. </w:t>
      </w:r>
      <w:r w:rsidR="00DD58F0">
        <w:t xml:space="preserve">A record may be kept and retained in written or electronic form. </w:t>
      </w:r>
      <w:r w:rsidR="00DD58F0">
        <w:rPr>
          <w:rStyle w:val="Referencingstyle"/>
        </w:rPr>
        <w:t>[</w:t>
      </w:r>
      <w:r w:rsidR="008753E8">
        <w:rPr>
          <w:rStyle w:val="Referencingstyle"/>
        </w:rPr>
        <w:t>Schedule 1, Part 1, item 1, subsection</w:t>
      </w:r>
      <w:r w:rsidR="00C014BF">
        <w:rPr>
          <w:rStyle w:val="Referencingstyle"/>
        </w:rPr>
        <w:t>s</w:t>
      </w:r>
      <w:r w:rsidR="008753E8">
        <w:rPr>
          <w:rStyle w:val="Referencingstyle"/>
        </w:rPr>
        <w:t xml:space="preserve"> 1142K</w:t>
      </w:r>
      <w:r w:rsidR="00DD58F0">
        <w:rPr>
          <w:rStyle w:val="Referencingstyle"/>
        </w:rPr>
        <w:t>(2)</w:t>
      </w:r>
      <w:r w:rsidR="003C573A">
        <w:rPr>
          <w:rStyle w:val="Referencingstyle"/>
        </w:rPr>
        <w:t xml:space="preserve"> and (3</w:t>
      </w:r>
      <w:r w:rsidR="00DD58F0">
        <w:rPr>
          <w:rStyle w:val="Referencingstyle"/>
        </w:rPr>
        <w:t>)]</w:t>
      </w:r>
    </w:p>
    <w:p w14:paraId="0475F930" w14:textId="1E4A7412" w:rsidR="00257F5A" w:rsidRDefault="007924C0" w:rsidP="007924C0">
      <w:pPr>
        <w:pStyle w:val="Heading4"/>
      </w:pPr>
      <w:r>
        <w:t xml:space="preserve">Segregated holding of assets </w:t>
      </w:r>
      <w:r w:rsidR="00487F72">
        <w:t xml:space="preserve">and liabilities </w:t>
      </w:r>
      <w:r>
        <w:t>of sub-funds</w:t>
      </w:r>
    </w:p>
    <w:p w14:paraId="1EB5C9F6" w14:textId="3E50E72D" w:rsidR="007924C0" w:rsidRDefault="004674D8" w:rsidP="007924C0">
      <w:pPr>
        <w:pStyle w:val="base-text-paragraph"/>
      </w:pPr>
      <w:r>
        <w:t xml:space="preserve">A CCIV must ensure that </w:t>
      </w:r>
      <w:r w:rsidR="00E76C48">
        <w:t xml:space="preserve">assets of a sub-fund of </w:t>
      </w:r>
      <w:r>
        <w:t>the</w:t>
      </w:r>
      <w:r w:rsidR="00E76C48">
        <w:t xml:space="preserve"> CCIV </w:t>
      </w:r>
      <w:r>
        <w:t>ar</w:t>
      </w:r>
      <w:r w:rsidR="00E76C48">
        <w:t>e:</w:t>
      </w:r>
    </w:p>
    <w:p w14:paraId="6CD1CFC1" w14:textId="100EFD79" w:rsidR="00E76C48" w:rsidRDefault="00E76C48" w:rsidP="00E76C48">
      <w:pPr>
        <w:pStyle w:val="dotpoint"/>
      </w:pPr>
      <w:r>
        <w:t>cle</w:t>
      </w:r>
      <w:r w:rsidR="00461FEA">
        <w:t>arly identified as assets of that</w:t>
      </w:r>
      <w:r>
        <w:t xml:space="preserve"> sub-fund;</w:t>
      </w:r>
    </w:p>
    <w:p w14:paraId="481C2024" w14:textId="2581B06E" w:rsidR="00E76C48" w:rsidRDefault="00E76C48" w:rsidP="00E76C48">
      <w:pPr>
        <w:pStyle w:val="dotpoint"/>
      </w:pPr>
      <w:r>
        <w:t xml:space="preserve">held separately </w:t>
      </w:r>
      <w:r w:rsidR="00461FEA">
        <w:t>from assets of any other sub-fund of the CCIV;</w:t>
      </w:r>
      <w:r w:rsidR="00B6022E">
        <w:t xml:space="preserve"> and</w:t>
      </w:r>
    </w:p>
    <w:p w14:paraId="1108B330" w14:textId="77777777" w:rsidR="00A21882" w:rsidRDefault="00461FEA" w:rsidP="00E76C48">
      <w:pPr>
        <w:pStyle w:val="dotpoint"/>
      </w:pPr>
      <w:proofErr w:type="gramStart"/>
      <w:r>
        <w:t>held</w:t>
      </w:r>
      <w:proofErr w:type="gramEnd"/>
      <w:r>
        <w:t xml:space="preserve"> separately from pro</w:t>
      </w:r>
      <w:r w:rsidR="00B6022E">
        <w:t xml:space="preserve">perty of the corporate director. </w:t>
      </w:r>
    </w:p>
    <w:p w14:paraId="51F4C5E4" w14:textId="16D15589" w:rsidR="00461FEA" w:rsidRDefault="00B6022E" w:rsidP="00A21882">
      <w:pPr>
        <w:pStyle w:val="dotpoint"/>
        <w:numPr>
          <w:ilvl w:val="0"/>
          <w:numId w:val="0"/>
        </w:numPr>
        <w:ind w:left="1984"/>
      </w:pPr>
      <w:r>
        <w:rPr>
          <w:rStyle w:val="Referencingstyle"/>
        </w:rPr>
        <w:t>[</w:t>
      </w:r>
      <w:r w:rsidR="008753E8">
        <w:rPr>
          <w:rStyle w:val="Referencingstyle"/>
        </w:rPr>
        <w:t xml:space="preserve">Schedule 1, Part 1, item 1, subsection </w:t>
      </w:r>
      <w:proofErr w:type="gramStart"/>
      <w:r w:rsidR="008753E8">
        <w:rPr>
          <w:rStyle w:val="Referencingstyle"/>
        </w:rPr>
        <w:t>1142B</w:t>
      </w:r>
      <w:r>
        <w:rPr>
          <w:rStyle w:val="Referencingstyle"/>
        </w:rPr>
        <w:t>(</w:t>
      </w:r>
      <w:proofErr w:type="gramEnd"/>
      <w:r>
        <w:rPr>
          <w:rStyle w:val="Referencingstyle"/>
        </w:rPr>
        <w:t>1)]</w:t>
      </w:r>
    </w:p>
    <w:p w14:paraId="191726AB" w14:textId="4C624D9E" w:rsidR="003531B8" w:rsidRDefault="003531B8" w:rsidP="00B6022E">
      <w:pPr>
        <w:pStyle w:val="base-text-paragraph"/>
      </w:pPr>
      <w:r>
        <w:lastRenderedPageBreak/>
        <w:t xml:space="preserve">A CCIV must also ensure that liabilities of a sub-fund of the CCIV are clearly identified as liabilities of the sub-fund (as distinct from liabilities of the corporate director and liabilities of any other sub-fund of the CCIV). </w:t>
      </w:r>
      <w:r w:rsidR="008753E8">
        <w:rPr>
          <w:rStyle w:val="Referencingstyle"/>
        </w:rPr>
        <w:t>[Schedule 1, Part 1, item 1, section 1142G</w:t>
      </w:r>
      <w:r>
        <w:rPr>
          <w:rStyle w:val="Referencingstyle"/>
        </w:rPr>
        <w:t>]</w:t>
      </w:r>
    </w:p>
    <w:p w14:paraId="02948EB7" w14:textId="32D62E77" w:rsidR="00461FEA" w:rsidRDefault="00B6022E" w:rsidP="00B6022E">
      <w:pPr>
        <w:pStyle w:val="base-text-paragraph"/>
      </w:pPr>
      <w:r>
        <w:t xml:space="preserve">A separate </w:t>
      </w:r>
      <w:r w:rsidR="0037608F">
        <w:t xml:space="preserve">authorised deposit-taking institution (ADI) account must be maintained for each sub-fund. </w:t>
      </w:r>
      <w:r w:rsidR="008753E8">
        <w:rPr>
          <w:rStyle w:val="Referencingstyle"/>
        </w:rPr>
        <w:t>[Schedule 1, Part 1, item 1, subsection 1142B(2)]</w:t>
      </w:r>
    </w:p>
    <w:p w14:paraId="6359E142" w14:textId="73D01E4F" w:rsidR="0037608F" w:rsidRDefault="0083433C" w:rsidP="00B6022E">
      <w:pPr>
        <w:pStyle w:val="base-text-paragraph"/>
      </w:pPr>
      <w:r>
        <w:t>A clarification is also provided that n</w:t>
      </w:r>
      <w:r w:rsidR="0037608F">
        <w:t xml:space="preserve">one of the requirements about sub-funds are intended to have the effect of making a CCIV or its corporate director a trustee of the assets of the sub-fund of the CCIV. </w:t>
      </w:r>
      <w:r w:rsidR="008753E8">
        <w:rPr>
          <w:rStyle w:val="Referencingstyle"/>
        </w:rPr>
        <w:t>[Schedule 1, Part 1, item 1, subsection 1142B(3)]</w:t>
      </w:r>
    </w:p>
    <w:p w14:paraId="54D1235C" w14:textId="5DA92E27" w:rsidR="000C000D" w:rsidRDefault="000C000D" w:rsidP="000C000D">
      <w:pPr>
        <w:pStyle w:val="base-text-paragraph"/>
      </w:pPr>
      <w:r>
        <w:t>The</w:t>
      </w:r>
      <w:r w:rsidR="006E4DF8">
        <w:t>se requirements</w:t>
      </w:r>
      <w:r>
        <w:t xml:space="preserve"> draw in part on requirements for statutory funds under the </w:t>
      </w:r>
      <w:r>
        <w:rPr>
          <w:i/>
        </w:rPr>
        <w:t>Life Insurance Act 1995</w:t>
      </w:r>
      <w:r>
        <w:t xml:space="preserve"> and health benefit funds under the </w:t>
      </w:r>
      <w:r>
        <w:rPr>
          <w:i/>
        </w:rPr>
        <w:t>Private Health Insurance (Prudential Supervision) Act 2015</w:t>
      </w:r>
      <w:r>
        <w:t>.</w:t>
      </w:r>
    </w:p>
    <w:p w14:paraId="593CB445" w14:textId="2158AB05" w:rsidR="00E76C48" w:rsidRDefault="00813BBD" w:rsidP="00813BBD">
      <w:pPr>
        <w:pStyle w:val="Heading4"/>
      </w:pPr>
      <w:r>
        <w:t>Segregated application of assets of sub-funds</w:t>
      </w:r>
    </w:p>
    <w:p w14:paraId="70B1AEC7" w14:textId="77777777" w:rsidR="00775DF2" w:rsidRDefault="0049063C" w:rsidP="00813BBD">
      <w:pPr>
        <w:pStyle w:val="base-text-paragraph"/>
      </w:pPr>
      <w:bookmarkStart w:id="76" w:name="_Ref489283782"/>
      <w:r>
        <w:t>A CCIV must not apply or deal with assets of a sub-fund, whether directly or indirectly, except for one or more of the following purposes:</w:t>
      </w:r>
      <w:bookmarkEnd w:id="76"/>
    </w:p>
    <w:p w14:paraId="13B4B792" w14:textId="26788EF6" w:rsidR="00775DF2" w:rsidRDefault="00111260" w:rsidP="00775DF2">
      <w:pPr>
        <w:pStyle w:val="dotpoint"/>
      </w:pPr>
      <w:r>
        <w:t>m</w:t>
      </w:r>
      <w:r w:rsidR="00775DF2">
        <w:t xml:space="preserve">eeting </w:t>
      </w:r>
      <w:r>
        <w:t>liabilities or expenses of the</w:t>
      </w:r>
      <w:r w:rsidR="00775DF2">
        <w:t xml:space="preserve"> sub-fund;</w:t>
      </w:r>
    </w:p>
    <w:p w14:paraId="3FB67103" w14:textId="55F5ABD1" w:rsidR="00111260" w:rsidRDefault="00111260" w:rsidP="00775DF2">
      <w:pPr>
        <w:pStyle w:val="dotpoint"/>
      </w:pPr>
      <w:r>
        <w:t>m</w:t>
      </w:r>
      <w:r w:rsidR="00775DF2">
        <w:t xml:space="preserve">aking investments in the course of </w:t>
      </w:r>
      <w:r>
        <w:t xml:space="preserve">the </w:t>
      </w:r>
      <w:r w:rsidR="0010747C">
        <w:t>business of the</w:t>
      </w:r>
      <w:r>
        <w:t xml:space="preserve"> sub</w:t>
      </w:r>
      <w:r w:rsidR="0010747C">
        <w:noBreakHyphen/>
      </w:r>
      <w:r>
        <w:t>fund;</w:t>
      </w:r>
    </w:p>
    <w:p w14:paraId="63CAF329" w14:textId="1C8EEA8E" w:rsidR="0010747C" w:rsidRDefault="00111260" w:rsidP="00775DF2">
      <w:pPr>
        <w:pStyle w:val="dotpoint"/>
      </w:pPr>
      <w:r w:rsidRPr="00712B4B">
        <w:t>paying a dividend</w:t>
      </w:r>
      <w:r w:rsidR="00982BC7" w:rsidRPr="00712B4B">
        <w:t xml:space="preserve"> </w:t>
      </w:r>
      <w:r>
        <w:t xml:space="preserve">to members of the sub-fund; </w:t>
      </w:r>
    </w:p>
    <w:p w14:paraId="28806AEF" w14:textId="31C91052" w:rsidR="00111260" w:rsidRDefault="0010747C" w:rsidP="00775DF2">
      <w:pPr>
        <w:pStyle w:val="dotpoint"/>
      </w:pPr>
      <w:r>
        <w:t xml:space="preserve">providing consideration to a member of the sub-fund in respect of a reduction of share capital affecting the sub-fund; </w:t>
      </w:r>
    </w:p>
    <w:p w14:paraId="3A5607D8" w14:textId="1227AB72" w:rsidR="0010747C" w:rsidRDefault="0010747C" w:rsidP="00775DF2">
      <w:pPr>
        <w:pStyle w:val="dotpoint"/>
      </w:pPr>
      <w:r>
        <w:t>redeeming redeemable shares in the sub-fund;</w:t>
      </w:r>
    </w:p>
    <w:p w14:paraId="10C24AD3" w14:textId="77777777" w:rsidR="00A21882" w:rsidRDefault="00111260" w:rsidP="00261F99">
      <w:pPr>
        <w:pStyle w:val="dotpoint"/>
      </w:pPr>
      <w:proofErr w:type="gramStart"/>
      <w:r>
        <w:t>a</w:t>
      </w:r>
      <w:proofErr w:type="gramEnd"/>
      <w:r>
        <w:t xml:space="preserve"> purpose specified in </w:t>
      </w:r>
      <w:r w:rsidR="00982BC7">
        <w:t>CCIV rules</w:t>
      </w:r>
      <w:r w:rsidR="00DE5332">
        <w:t xml:space="preserve"> as a permitted </w:t>
      </w:r>
      <w:r w:rsidR="00261F99">
        <w:t xml:space="preserve"> </w:t>
      </w:r>
      <w:r w:rsidR="00DE5332">
        <w:t>purpose</w:t>
      </w:r>
      <w:r w:rsidR="00542937">
        <w:t>.</w:t>
      </w:r>
    </w:p>
    <w:p w14:paraId="5ED78471" w14:textId="028B4D4F" w:rsidR="00111260" w:rsidRDefault="00111260" w:rsidP="00A21882">
      <w:pPr>
        <w:pStyle w:val="dotpoint"/>
        <w:numPr>
          <w:ilvl w:val="0"/>
          <w:numId w:val="0"/>
        </w:numPr>
        <w:ind w:left="1984"/>
      </w:pPr>
      <w:r>
        <w:rPr>
          <w:rStyle w:val="Referencingstyle"/>
        </w:rPr>
        <w:t>[</w:t>
      </w:r>
      <w:r w:rsidR="008753E8">
        <w:rPr>
          <w:rStyle w:val="Referencingstyle"/>
        </w:rPr>
        <w:t>Schedule 1, Part 1, item 1, subsection</w:t>
      </w:r>
      <w:r w:rsidR="00C014BF">
        <w:rPr>
          <w:rStyle w:val="Referencingstyle"/>
        </w:rPr>
        <w:t>s</w:t>
      </w:r>
      <w:r w:rsidR="008753E8">
        <w:rPr>
          <w:rStyle w:val="Referencingstyle"/>
        </w:rPr>
        <w:t xml:space="preserve"> </w:t>
      </w:r>
      <w:proofErr w:type="gramStart"/>
      <w:r w:rsidR="008753E8">
        <w:rPr>
          <w:rStyle w:val="Referencingstyle"/>
        </w:rPr>
        <w:t>1142C</w:t>
      </w:r>
      <w:r>
        <w:rPr>
          <w:rStyle w:val="Referencingstyle"/>
        </w:rPr>
        <w:t>(</w:t>
      </w:r>
      <w:proofErr w:type="gramEnd"/>
      <w:r>
        <w:rPr>
          <w:rStyle w:val="Referencingstyle"/>
        </w:rPr>
        <w:t>1) and (2)]</w:t>
      </w:r>
    </w:p>
    <w:p w14:paraId="4499E4BA" w14:textId="32564713" w:rsidR="00542937" w:rsidRDefault="00111260" w:rsidP="00111260">
      <w:pPr>
        <w:pStyle w:val="base-text-paragraph"/>
      </w:pPr>
      <w:r>
        <w:t xml:space="preserve">However, </w:t>
      </w:r>
      <w:r w:rsidR="00DE5332">
        <w:t xml:space="preserve">a CCIV must not apply or deal with assets of a sub-fund, whether directly or indirectly, for a purpose specified in </w:t>
      </w:r>
      <w:r w:rsidR="00982BC7">
        <w:t xml:space="preserve">CCIV rules </w:t>
      </w:r>
      <w:r w:rsidR="00DE5332">
        <w:t xml:space="preserve">as a prohibited purpose. </w:t>
      </w:r>
      <w:r w:rsidR="00D6384A">
        <w:rPr>
          <w:rStyle w:val="Referencingstyle"/>
        </w:rPr>
        <w:t>[Schedule 1, Part 1, item 1, paragraph 1142C(2)(b)]</w:t>
      </w:r>
      <w:r w:rsidR="00FF221A">
        <w:t xml:space="preserve"> </w:t>
      </w:r>
    </w:p>
    <w:p w14:paraId="7EA8808D" w14:textId="6B5E4B70" w:rsidR="00813BBD" w:rsidRDefault="00FF221A" w:rsidP="00111260">
      <w:pPr>
        <w:pStyle w:val="base-text-paragraph"/>
      </w:pPr>
      <w:r>
        <w:t xml:space="preserve">Where such a purpose conflicts with the purposes in </w:t>
      </w:r>
      <w:r w:rsidRPr="009D5DEB">
        <w:t xml:space="preserve">paragraph </w:t>
      </w:r>
      <w:fldSimple w:instr=" REF _Ref489283782 \r  \* MERGEFORMAT ">
        <w:r w:rsidR="004C78A6">
          <w:t>4.62</w:t>
        </w:r>
      </w:fldSimple>
      <w:r>
        <w:t xml:space="preserve">, the prohibited purpose </w:t>
      </w:r>
      <w:r w:rsidR="00C300D9">
        <w:t xml:space="preserve">provision </w:t>
      </w:r>
      <w:r>
        <w:t xml:space="preserve">prevails. For instance, if </w:t>
      </w:r>
      <w:r w:rsidR="00982BC7">
        <w:t>CCIV rules</w:t>
      </w:r>
      <w:r>
        <w:t xml:space="preserve"> specify a particular method of payment of dividends to members of </w:t>
      </w:r>
      <w:r>
        <w:lastRenderedPageBreak/>
        <w:t xml:space="preserve">the sub-fund as a prohibited purpose, </w:t>
      </w:r>
      <w:r w:rsidR="008237C8">
        <w:t>that specification applies despite the payment of dividends being an expressly permitted purpose.</w:t>
      </w:r>
      <w:r>
        <w:t xml:space="preserve">   </w:t>
      </w:r>
    </w:p>
    <w:p w14:paraId="0394B57A" w14:textId="16E8F9BA" w:rsidR="00775DF2" w:rsidRDefault="0083433C" w:rsidP="00813BBD">
      <w:pPr>
        <w:pStyle w:val="base-text-paragraph"/>
      </w:pPr>
      <w:r>
        <w:t>This means</w:t>
      </w:r>
      <w:r w:rsidR="00775DF2">
        <w:t xml:space="preserve"> that the assets of a sub-fund must not be applied for the purpose of meeting liabilities or expenses of another sub-fund of the CCIV.</w:t>
      </w:r>
      <w:r w:rsidR="00111260">
        <w:t xml:space="preserve"> Any liability or expense of a sub-fund must be met solely out of the assets of that sub-fund.</w:t>
      </w:r>
    </w:p>
    <w:p w14:paraId="5DF9A62D" w14:textId="02C108B9" w:rsidR="00775DF2" w:rsidRDefault="0083433C" w:rsidP="00813BBD">
      <w:pPr>
        <w:pStyle w:val="base-text-paragraph"/>
      </w:pPr>
      <w:r>
        <w:t>It also means</w:t>
      </w:r>
      <w:r w:rsidR="00775DF2">
        <w:t xml:space="preserve"> that an asset of a CCIV cannot be applied, and a liability of a CCIV cannot be met</w:t>
      </w:r>
      <w:r w:rsidR="00AB4186">
        <w:t>, until such time as that asset or liability has been allocated to a sub-fund.</w:t>
      </w:r>
    </w:p>
    <w:p w14:paraId="74245C28" w14:textId="4DB197FC" w:rsidR="00AB4186" w:rsidRDefault="00155D0E" w:rsidP="00813BBD">
      <w:pPr>
        <w:pStyle w:val="base-text-paragraph"/>
      </w:pPr>
      <w:r>
        <w:t>This protects</w:t>
      </w:r>
      <w:r w:rsidR="00AB4186">
        <w:t xml:space="preserve"> the distinct investment activity carried on by each sub-fund </w:t>
      </w:r>
      <w:r w:rsidR="0053028F">
        <w:t xml:space="preserve">(with its discrete portfolio of assets and its own investment objectives) </w:t>
      </w:r>
      <w:r w:rsidR="00AB4186">
        <w:t xml:space="preserve">from </w:t>
      </w:r>
      <w:r w:rsidR="00EF5B31">
        <w:t>the</w:t>
      </w:r>
      <w:r w:rsidR="00111260">
        <w:t xml:space="preserve"> impact</w:t>
      </w:r>
      <w:r w:rsidR="00EF5B31">
        <w:t>s</w:t>
      </w:r>
      <w:r w:rsidR="00111260">
        <w:t xml:space="preserve"> of the investment activity carried on by all the other sub-funds of that CCIV. Creditors of a poorly-performing sub-fund should not have access to the assets of a well-performing sub-fund.</w:t>
      </w:r>
    </w:p>
    <w:p w14:paraId="5CDB17D3" w14:textId="77777777" w:rsidR="00255B58" w:rsidRDefault="00255B58" w:rsidP="00813BBD">
      <w:pPr>
        <w:pStyle w:val="base-text-paragraph"/>
      </w:pPr>
      <w:r>
        <w:t xml:space="preserve">ASIC’s power to make ‘CCIV rules’ in respect of the purposes for which a CCIV can apply assets of a sub-fund does not limit ASIC’s power to provide individual or class modifications under the </w:t>
      </w:r>
      <w:r w:rsidRPr="00712B4B">
        <w:rPr>
          <w:i/>
        </w:rPr>
        <w:t>Corporations Regulations 2001</w:t>
      </w:r>
      <w:r>
        <w:t xml:space="preserve"> or to use ASIC’s relief powers.</w:t>
      </w:r>
    </w:p>
    <w:p w14:paraId="54DE12F4" w14:textId="5C2DD583" w:rsidR="002452CE" w:rsidRDefault="000C000D" w:rsidP="00813BBD">
      <w:pPr>
        <w:pStyle w:val="base-text-paragraph"/>
      </w:pPr>
      <w:r>
        <w:t xml:space="preserve">The </w:t>
      </w:r>
      <w:r w:rsidR="0083433C">
        <w:t>asset application rules</w:t>
      </w:r>
      <w:r>
        <w:t xml:space="preserve"> </w:t>
      </w:r>
      <w:r w:rsidR="00155D0E">
        <w:t>draw</w:t>
      </w:r>
      <w:r>
        <w:t xml:space="preserve"> in part on requirements for statutory funds under the </w:t>
      </w:r>
      <w:r w:rsidRPr="000C000D">
        <w:rPr>
          <w:i/>
        </w:rPr>
        <w:t>Life Insurance Act 1995</w:t>
      </w:r>
      <w:r>
        <w:t xml:space="preserve"> and health benefit funds under the </w:t>
      </w:r>
      <w:r w:rsidRPr="000C000D">
        <w:rPr>
          <w:i/>
        </w:rPr>
        <w:t>Private Health Insurance (Prudential Supervision) Act 2015</w:t>
      </w:r>
      <w:r>
        <w:t xml:space="preserve">. </w:t>
      </w:r>
      <w:r w:rsidR="00464FE6">
        <w:t>They</w:t>
      </w:r>
      <w:r w:rsidR="003730BC">
        <w:t xml:space="preserve"> also draw</w:t>
      </w:r>
      <w:r w:rsidR="002452CE">
        <w:t xml:space="preserve"> on </w:t>
      </w:r>
      <w:r w:rsidR="00AC303A">
        <w:t>elements</w:t>
      </w:r>
      <w:r w:rsidR="002452CE">
        <w:t xml:space="preserve"> of the </w:t>
      </w:r>
      <w:r w:rsidR="00AC303A">
        <w:t>United Kingdom’</w:t>
      </w:r>
      <w:r w:rsidR="003108DB">
        <w:t xml:space="preserve">s </w:t>
      </w:r>
      <w:r w:rsidR="0000043D">
        <w:t>O</w:t>
      </w:r>
      <w:r w:rsidR="003108DB">
        <w:t>E</w:t>
      </w:r>
      <w:r w:rsidR="0000043D">
        <w:t>I</w:t>
      </w:r>
      <w:r w:rsidR="003108DB">
        <w:t>C r</w:t>
      </w:r>
      <w:r w:rsidR="00AC303A">
        <w:t xml:space="preserve">egime. </w:t>
      </w:r>
    </w:p>
    <w:p w14:paraId="49B4620D" w14:textId="7FE778C5" w:rsidR="0049063C" w:rsidRDefault="0049063C" w:rsidP="00255B58">
      <w:pPr>
        <w:pStyle w:val="base-text-paragraph"/>
        <w:numPr>
          <w:ilvl w:val="0"/>
          <w:numId w:val="0"/>
        </w:numPr>
        <w:ind w:left="1134"/>
      </w:pPr>
      <w:r>
        <w:t xml:space="preserve">  </w:t>
      </w:r>
    </w:p>
    <w:p w14:paraId="6FEE5494" w14:textId="77777777" w:rsidR="009B6678" w:rsidRDefault="009B6678" w:rsidP="006D5E87">
      <w:pPr>
        <w:pStyle w:val="Header"/>
        <w:spacing w:before="0" w:after="0"/>
        <w:rPr>
          <w:color w:val="FF0000"/>
        </w:rPr>
        <w:sectPr w:rsidR="009B6678" w:rsidSect="006D5E87">
          <w:headerReference w:type="even" r:id="rId45"/>
          <w:headerReference w:type="default" r:id="rId46"/>
          <w:footerReference w:type="even" r:id="rId47"/>
          <w:footerReference w:type="default" r:id="rId48"/>
          <w:footerReference w:type="first" r:id="rId49"/>
          <w:type w:val="oddPage"/>
          <w:pgSz w:w="11906" w:h="16838" w:code="9"/>
          <w:pgMar w:top="2466" w:right="2098" w:bottom="2466" w:left="2098" w:header="1559" w:footer="1899" w:gutter="0"/>
          <w:cols w:space="708"/>
          <w:titlePg/>
          <w:docGrid w:linePitch="360"/>
        </w:sectPr>
      </w:pPr>
    </w:p>
    <w:p w14:paraId="304B67AA" w14:textId="45ED77BA" w:rsidR="009B6678" w:rsidRPr="00F51A71" w:rsidRDefault="009B6678" w:rsidP="009B6678">
      <w:pPr>
        <w:pStyle w:val="ChapterHeading"/>
        <w:tabs>
          <w:tab w:val="clear" w:pos="1134"/>
          <w:tab w:val="num" w:pos="360"/>
        </w:tabs>
      </w:pPr>
      <w:r w:rsidRPr="00F51A71">
        <w:lastRenderedPageBreak/>
        <w:br/>
      </w:r>
      <w:bookmarkStart w:id="77" w:name="_Toc487789245"/>
      <w:bookmarkStart w:id="78" w:name="_Toc490215647"/>
      <w:bookmarkStart w:id="79" w:name="_Toc490217595"/>
      <w:bookmarkStart w:id="80" w:name="_Toc490223768"/>
      <w:bookmarkStart w:id="81" w:name="_Toc490245443"/>
      <w:bookmarkStart w:id="82" w:name="_Toc490758907"/>
      <w:bookmarkStart w:id="83" w:name="_Toc490759100"/>
      <w:bookmarkStart w:id="84" w:name="_Toc490812084"/>
      <w:bookmarkStart w:id="85" w:name="_Toc490814942"/>
      <w:r w:rsidR="00FD2B54">
        <w:t>Shares</w:t>
      </w:r>
      <w:bookmarkEnd w:id="77"/>
      <w:bookmarkEnd w:id="78"/>
      <w:bookmarkEnd w:id="79"/>
      <w:bookmarkEnd w:id="80"/>
      <w:bookmarkEnd w:id="81"/>
      <w:bookmarkEnd w:id="82"/>
      <w:bookmarkEnd w:id="83"/>
      <w:bookmarkEnd w:id="84"/>
      <w:bookmarkEnd w:id="85"/>
    </w:p>
    <w:p w14:paraId="57D4B17C" w14:textId="77777777" w:rsidR="009B6678" w:rsidRDefault="009B6678" w:rsidP="006D5E87">
      <w:pPr>
        <w:pStyle w:val="Heading2"/>
      </w:pPr>
      <w:r>
        <w:t>Outline of chapter</w:t>
      </w:r>
    </w:p>
    <w:p w14:paraId="7B9FAD2A" w14:textId="3B8A9058" w:rsidR="00A727E0" w:rsidRDefault="007F4F62" w:rsidP="005E6E75">
      <w:pPr>
        <w:pStyle w:val="base-text-paragraph"/>
      </w:pPr>
      <w:r>
        <w:t>Division 5 of Part 2 of Chapter 7A establishes the legislative framework for transactions affecting share capital of a CCIV. It sets out permitted transactions and certain requirements that apply in carrying them out, and also prohibits certain types of transactions</w:t>
      </w:r>
      <w:r w:rsidR="00A727E0">
        <w:t xml:space="preserve">. </w:t>
      </w:r>
    </w:p>
    <w:p w14:paraId="26D5B7FA" w14:textId="72A310CA" w:rsidR="00C24F9A" w:rsidRDefault="007F4F62" w:rsidP="00C24F9A">
      <w:pPr>
        <w:pStyle w:val="base-text-paragraph"/>
      </w:pPr>
      <w:r>
        <w:t>Division 4 of Part 2 of Chapter 7A establishes the legislative framework for issuing, converting and redeeming redeemable shares in a CCIV</w:t>
      </w:r>
      <w:r w:rsidR="00C24F9A">
        <w:t>.</w:t>
      </w:r>
    </w:p>
    <w:p w14:paraId="1D4CD618" w14:textId="7BD869FF" w:rsidR="00B50515" w:rsidRDefault="00C24F9A" w:rsidP="00C24F9A">
      <w:pPr>
        <w:pStyle w:val="base-text-paragraph"/>
      </w:pPr>
      <w:r>
        <w:t xml:space="preserve">Division 4 of Part 3 of Chapter 7A sets out additional requirements for </w:t>
      </w:r>
      <w:r w:rsidR="00222071">
        <w:t xml:space="preserve">redeeming </w:t>
      </w:r>
      <w:r>
        <w:t xml:space="preserve">redeemable shares in </w:t>
      </w:r>
      <w:proofErr w:type="gramStart"/>
      <w:r>
        <w:t>a retail</w:t>
      </w:r>
      <w:proofErr w:type="gramEnd"/>
      <w:r>
        <w:t xml:space="preserve"> CCIV.</w:t>
      </w:r>
      <w:r w:rsidR="00B50515">
        <w:t xml:space="preserve"> </w:t>
      </w:r>
    </w:p>
    <w:p w14:paraId="130DE7B6" w14:textId="77777777" w:rsidR="0073723B" w:rsidRDefault="0073723B" w:rsidP="0073723B">
      <w:pPr>
        <w:pStyle w:val="Heading2"/>
      </w:pPr>
      <w:r>
        <w:t>Context of amendments</w:t>
      </w:r>
    </w:p>
    <w:p w14:paraId="6EC0A34D" w14:textId="4F185A41" w:rsidR="00835EFF" w:rsidRDefault="00835EFF" w:rsidP="00B82143">
      <w:pPr>
        <w:pStyle w:val="base-text-paragraph"/>
        <w:numPr>
          <w:ilvl w:val="1"/>
          <w:numId w:val="47"/>
        </w:numPr>
      </w:pPr>
      <w:r>
        <w:t xml:space="preserve">A feature of many managed funds is that they are open-ended. This means that </w:t>
      </w:r>
      <w:r w:rsidR="00D77091">
        <w:t>the fund is able to issue and redeem</w:t>
      </w:r>
      <w:r w:rsidR="009D09EC">
        <w:t xml:space="preserve"> </w:t>
      </w:r>
      <w:r>
        <w:t>shares at any time. Proprietary and public companies are not able to be open-ended.</w:t>
      </w:r>
    </w:p>
    <w:p w14:paraId="3FDEDD48" w14:textId="671C882E" w:rsidR="00744758" w:rsidRDefault="0085448D" w:rsidP="00BE1084">
      <w:pPr>
        <w:pStyle w:val="base-text-paragraph"/>
      </w:pPr>
      <w:r>
        <w:t xml:space="preserve">As a CCIV is a company limited by shares, it will have share capital and there are </w:t>
      </w:r>
      <w:r w:rsidR="00A727E0">
        <w:t xml:space="preserve">existing </w:t>
      </w:r>
      <w:r>
        <w:t xml:space="preserve">rules about </w:t>
      </w:r>
      <w:r w:rsidR="00D4724F">
        <w:t>the</w:t>
      </w:r>
      <w:r>
        <w:t xml:space="preserve"> use and management</w:t>
      </w:r>
      <w:r w:rsidR="00D4724F">
        <w:t xml:space="preserve"> of that share capital</w:t>
      </w:r>
      <w:r>
        <w:t xml:space="preserve">. However, </w:t>
      </w:r>
      <w:r w:rsidR="003B69CA">
        <w:t>Chapter 7A</w:t>
      </w:r>
      <w:r w:rsidDel="003B69CA">
        <w:t xml:space="preserve"> </w:t>
      </w:r>
      <w:r>
        <w:t>substantially modif</w:t>
      </w:r>
      <w:r w:rsidR="003B69CA">
        <w:t>ies</w:t>
      </w:r>
      <w:r>
        <w:t xml:space="preserve"> some of those rules</w:t>
      </w:r>
      <w:r w:rsidR="00D4724F">
        <w:t xml:space="preserve"> to reflect the nature and purpose of </w:t>
      </w:r>
      <w:r w:rsidR="003B69CA">
        <w:t>a CCIV</w:t>
      </w:r>
      <w:r w:rsidR="00D4724F">
        <w:t>.</w:t>
      </w:r>
      <w:r>
        <w:t xml:space="preserve">  </w:t>
      </w:r>
    </w:p>
    <w:p w14:paraId="478FDA32" w14:textId="4846B3F1" w:rsidR="00D4724F" w:rsidRDefault="00D4724F" w:rsidP="00D4724F">
      <w:pPr>
        <w:pStyle w:val="base-text-paragraph"/>
      </w:pPr>
      <w:r>
        <w:t xml:space="preserve">At common law, the doctrine of the maintenance of share capital </w:t>
      </w:r>
      <w:r w:rsidR="003B69CA">
        <w:t xml:space="preserve">ordinarily </w:t>
      </w:r>
      <w:r>
        <w:t>prevent</w:t>
      </w:r>
      <w:r w:rsidR="003B69CA">
        <w:t>s</w:t>
      </w:r>
      <w:r>
        <w:t xml:space="preserve"> companies from reducing their capital except in the legitimate course of its business. This doctrine </w:t>
      </w:r>
      <w:r w:rsidR="003B69CA">
        <w:t xml:space="preserve">is </w:t>
      </w:r>
      <w:r>
        <w:t xml:space="preserve">intended to protect creditors who are entitled to make the assumption that capital is maintained in this manner. Chapter 2J </w:t>
      </w:r>
      <w:r w:rsidR="00B13485">
        <w:t xml:space="preserve">modifies that position </w:t>
      </w:r>
      <w:r>
        <w:t>so that</w:t>
      </w:r>
      <w:r w:rsidR="00B13485">
        <w:t xml:space="preserve"> </w:t>
      </w:r>
      <w:r>
        <w:t xml:space="preserve">capital </w:t>
      </w:r>
      <w:r w:rsidR="00B13485">
        <w:t xml:space="preserve">can </w:t>
      </w:r>
      <w:r>
        <w:t xml:space="preserve">be reduced in some circumstances where it </w:t>
      </w:r>
      <w:r w:rsidR="00B13485">
        <w:t xml:space="preserve">does </w:t>
      </w:r>
      <w:r>
        <w:t>not materially prejudice the company’s ability to pay its creditors.</w:t>
      </w:r>
    </w:p>
    <w:p w14:paraId="47689FC7" w14:textId="737F4A91" w:rsidR="00D4724F" w:rsidRDefault="00E10151" w:rsidP="00D4724F">
      <w:pPr>
        <w:pStyle w:val="base-text-paragraph"/>
      </w:pPr>
      <w:r>
        <w:t xml:space="preserve">Reflecting that </w:t>
      </w:r>
      <w:r w:rsidR="00D4724F">
        <w:t xml:space="preserve">CCIVs are </w:t>
      </w:r>
      <w:r>
        <w:t>intended to operate as</w:t>
      </w:r>
      <w:r w:rsidR="00D4724F">
        <w:t xml:space="preserve"> investment funds</w:t>
      </w:r>
      <w:r>
        <w:t>, rather than carrying on</w:t>
      </w:r>
      <w:r w:rsidR="00D4724F">
        <w:t xml:space="preserve"> active </w:t>
      </w:r>
      <w:r>
        <w:t>businesses</w:t>
      </w:r>
      <w:r w:rsidR="00D4724F">
        <w:t xml:space="preserve">, </w:t>
      </w:r>
      <w:r w:rsidR="00B13485">
        <w:t>Chapter 7A</w:t>
      </w:r>
      <w:r w:rsidR="00D4724F">
        <w:t xml:space="preserve"> takes a more flexible approach </w:t>
      </w:r>
      <w:r w:rsidR="0064711F">
        <w:t>to</w:t>
      </w:r>
      <w:r w:rsidR="00D4724F">
        <w:t xml:space="preserve"> the circumstances in which </w:t>
      </w:r>
      <w:r w:rsidR="0064711F">
        <w:t xml:space="preserve">a </w:t>
      </w:r>
      <w:r w:rsidR="00D4724F">
        <w:t xml:space="preserve">CCIV </w:t>
      </w:r>
      <w:r w:rsidR="0064711F">
        <w:t xml:space="preserve">can </w:t>
      </w:r>
      <w:r w:rsidR="00D4724F">
        <w:t>reduce</w:t>
      </w:r>
      <w:r w:rsidR="0064711F">
        <w:t xml:space="preserve"> its</w:t>
      </w:r>
      <w:r w:rsidR="00D4724F">
        <w:t xml:space="preserve"> capital than for other </w:t>
      </w:r>
      <w:r w:rsidR="00222071">
        <w:t xml:space="preserve">types of </w:t>
      </w:r>
      <w:r w:rsidR="00D4724F">
        <w:t>companies.</w:t>
      </w:r>
    </w:p>
    <w:p w14:paraId="5D603F08" w14:textId="77777777" w:rsidR="009B6678" w:rsidRDefault="009B6678" w:rsidP="006D5E87">
      <w:pPr>
        <w:pStyle w:val="Heading2"/>
      </w:pPr>
      <w:r>
        <w:lastRenderedPageBreak/>
        <w:t>Summary of new law</w:t>
      </w:r>
    </w:p>
    <w:p w14:paraId="206B5F9C" w14:textId="16EB31ED" w:rsidR="009E4C3E" w:rsidRDefault="009E4C3E" w:rsidP="009E4C3E">
      <w:pPr>
        <w:pStyle w:val="base-text-paragraph"/>
      </w:pPr>
      <w:r>
        <w:t>Division 5 of Part 2 of Chapter 7A establishes the legislative framework for transactions affecting share capital</w:t>
      </w:r>
      <w:r w:rsidR="00835EFF">
        <w:t xml:space="preserve"> of a CCIV</w:t>
      </w:r>
      <w:r>
        <w:t xml:space="preserve">. </w:t>
      </w:r>
    </w:p>
    <w:p w14:paraId="523FAFB9" w14:textId="1AC09DD3" w:rsidR="009E4C3E" w:rsidRDefault="009E4C3E" w:rsidP="009E4C3E">
      <w:pPr>
        <w:pStyle w:val="base-text-paragraph"/>
      </w:pPr>
      <w:r>
        <w:t xml:space="preserve">Subdivision </w:t>
      </w:r>
      <w:proofErr w:type="gramStart"/>
      <w:r>
        <w:t>A</w:t>
      </w:r>
      <w:proofErr w:type="gramEnd"/>
      <w:r w:rsidR="006C6B16">
        <w:t xml:space="preserve"> of Division 5</w:t>
      </w:r>
      <w:r w:rsidR="000D5D95">
        <w:t xml:space="preserve"> provides that Chapter 2J</w:t>
      </w:r>
      <w:r w:rsidR="00675B18">
        <w:t>, which regulates transactions affecting share capital of companies,</w:t>
      </w:r>
      <w:r w:rsidR="000D5D95">
        <w:t xml:space="preserve"> does not apply to CCIVs</w:t>
      </w:r>
      <w:r>
        <w:t xml:space="preserve">. </w:t>
      </w:r>
    </w:p>
    <w:p w14:paraId="7045340E" w14:textId="02D19B22" w:rsidR="009E4C3E" w:rsidRDefault="009E4C3E" w:rsidP="009E4C3E">
      <w:pPr>
        <w:pStyle w:val="base-text-paragraph"/>
      </w:pPr>
      <w:r>
        <w:t>Subdivision B</w:t>
      </w:r>
      <w:r w:rsidR="00675B18">
        <w:t xml:space="preserve"> of Division 5 </w:t>
      </w:r>
      <w:r w:rsidR="00A926A0">
        <w:t>sets out the circumstances in which a CCIV can reduce its share capital</w:t>
      </w:r>
      <w:r>
        <w:t>.</w:t>
      </w:r>
      <w:r w:rsidR="00A926A0">
        <w:t xml:space="preserve"> This includes some specific circumstances and a general share capital reduction procedure. The general procedure includes a solvency requirement designed to protect the interests of creditors, a requirement </w:t>
      </w:r>
      <w:r w:rsidR="00F767C8">
        <w:t>that a share capital reduction is fair and reason</w:t>
      </w:r>
      <w:r w:rsidR="00F80C3D">
        <w:t>a</w:t>
      </w:r>
      <w:r w:rsidR="00F767C8">
        <w:t>ble</w:t>
      </w:r>
      <w:r w:rsidR="00A926A0">
        <w:t xml:space="preserve"> to members and a requirement for member approval</w:t>
      </w:r>
      <w:r w:rsidR="00F767C8">
        <w:t xml:space="preserve"> before the reduction can proceed</w:t>
      </w:r>
      <w:r w:rsidR="00A926A0">
        <w:t>.</w:t>
      </w:r>
    </w:p>
    <w:p w14:paraId="7398BEAD" w14:textId="3E391C7A" w:rsidR="00A926A0" w:rsidRDefault="00A926A0" w:rsidP="009E4C3E">
      <w:pPr>
        <w:pStyle w:val="base-text-paragraph"/>
      </w:pPr>
      <w:r>
        <w:t xml:space="preserve">Subdivision C of Division 5 sets out rules about self-acquisition and control of shares, and Subdivision D </w:t>
      </w:r>
      <w:r w:rsidR="00F80C3D">
        <w:t>prohibits</w:t>
      </w:r>
      <w:r>
        <w:t xml:space="preserve"> financial assistance.</w:t>
      </w:r>
    </w:p>
    <w:p w14:paraId="24114B93" w14:textId="77777777" w:rsidR="001C799D" w:rsidRDefault="001C799D" w:rsidP="001C799D">
      <w:pPr>
        <w:pStyle w:val="base-text-paragraph"/>
      </w:pPr>
      <w:r>
        <w:t xml:space="preserve">Division 4 of Part 2 of Chapter 7A establishes the legislative framework for issuing, converting and redeeming redeemable shares in a CCIV. Subdivision </w:t>
      </w:r>
      <w:proofErr w:type="gramStart"/>
      <w:r>
        <w:t>A</w:t>
      </w:r>
      <w:proofErr w:type="gramEnd"/>
      <w:r>
        <w:t xml:space="preserve"> of Division 4 sets out rules about issuing and converting redeemable shares, and Subdivision B sets out rules about redeeming redeemable shares. The latter includes a</w:t>
      </w:r>
      <w:r w:rsidRPr="00A926A0">
        <w:t xml:space="preserve"> </w:t>
      </w:r>
      <w:r>
        <w:t xml:space="preserve">solvency test designed to protect the interests of creditors.   </w:t>
      </w:r>
    </w:p>
    <w:p w14:paraId="6EAC6A1D" w14:textId="77777777" w:rsidR="006409EF" w:rsidRDefault="006C6B16" w:rsidP="009E4C3E">
      <w:pPr>
        <w:pStyle w:val="base-text-paragraph"/>
      </w:pPr>
      <w:r>
        <w:t xml:space="preserve">Division 4 of Part 3 of Chapter 7A sets out additional requirements for the redemption of redeemable shares in </w:t>
      </w:r>
      <w:proofErr w:type="gramStart"/>
      <w:r>
        <w:t>a retail</w:t>
      </w:r>
      <w:proofErr w:type="gramEnd"/>
      <w:r>
        <w:t xml:space="preserve"> CCIV</w:t>
      </w:r>
      <w:r w:rsidR="009E4C3E">
        <w:t>.</w:t>
      </w:r>
    </w:p>
    <w:p w14:paraId="2F29786E" w14:textId="25564956" w:rsidR="006409EF" w:rsidRDefault="004724E4" w:rsidP="009E4C3E">
      <w:pPr>
        <w:pStyle w:val="base-text-paragraph"/>
      </w:pPr>
      <w:r>
        <w:t xml:space="preserve">Subdivision </w:t>
      </w:r>
      <w:proofErr w:type="gramStart"/>
      <w:r w:rsidR="00BA029F">
        <w:t>A</w:t>
      </w:r>
      <w:proofErr w:type="gramEnd"/>
      <w:r w:rsidR="006409EF">
        <w:t xml:space="preserve"> of Division 4 sets out certain requirements </w:t>
      </w:r>
      <w:r w:rsidR="00844E56">
        <w:t xml:space="preserve">for </w:t>
      </w:r>
      <w:r w:rsidR="006409EF">
        <w:t xml:space="preserve">a retail CCIV’s constitution if redeemable shares will be issued. </w:t>
      </w:r>
    </w:p>
    <w:p w14:paraId="29EAF3D9" w14:textId="1843D6AF" w:rsidR="009E4C3E" w:rsidRDefault="006409EF" w:rsidP="009E4C3E">
      <w:pPr>
        <w:pStyle w:val="base-text-paragraph"/>
      </w:pPr>
      <w:r>
        <w:t>Subdivision B of Division 4 sets out rules about the redemption of redeemable shares in a retail CCIV which apply in addition to those set out in Division 4 of Part 2</w:t>
      </w:r>
      <w:r w:rsidR="007351E4">
        <w:t xml:space="preserve"> of Chapter 7A</w:t>
      </w:r>
      <w:r>
        <w:t xml:space="preserve">. These include a liquidity test designed to protect the interests of remaining members and requirements about the price at which shares in </w:t>
      </w:r>
      <w:proofErr w:type="gramStart"/>
      <w:r>
        <w:t>a retail</w:t>
      </w:r>
      <w:proofErr w:type="gramEnd"/>
      <w:r>
        <w:t xml:space="preserve"> CCIV can be redeemed.  </w:t>
      </w:r>
    </w:p>
    <w:p w14:paraId="64028A0A" w14:textId="77777777" w:rsidR="009B6678" w:rsidRDefault="009B6678" w:rsidP="00051208">
      <w:pPr>
        <w:pStyle w:val="Heading2"/>
      </w:pPr>
      <w:r>
        <w:t>Detailed explanation of new law</w:t>
      </w:r>
    </w:p>
    <w:p w14:paraId="79567F04" w14:textId="155F82B0" w:rsidR="00106045" w:rsidRDefault="00106045" w:rsidP="00051208">
      <w:pPr>
        <w:pStyle w:val="Heading3"/>
      </w:pPr>
      <w:r>
        <w:t>Issuing shares</w:t>
      </w:r>
      <w:r w:rsidR="00CD1186">
        <w:t xml:space="preserve"> in a CCIV</w:t>
      </w:r>
    </w:p>
    <w:p w14:paraId="0CB14A75" w14:textId="5A68FDE3" w:rsidR="00565015" w:rsidRDefault="00106045" w:rsidP="00106045">
      <w:pPr>
        <w:pStyle w:val="base-text-paragraph"/>
      </w:pPr>
      <w:r>
        <w:t xml:space="preserve">The </w:t>
      </w:r>
      <w:r w:rsidR="00D77091">
        <w:t>issuing</w:t>
      </w:r>
      <w:r>
        <w:t xml:space="preserve"> of shares in a CCIV</w:t>
      </w:r>
      <w:r w:rsidR="00124FA7">
        <w:t xml:space="preserve">, like </w:t>
      </w:r>
      <w:r w:rsidR="00806B16">
        <w:t xml:space="preserve">any </w:t>
      </w:r>
      <w:r w:rsidR="00124FA7">
        <w:t>other compan</w:t>
      </w:r>
      <w:r w:rsidR="00806B16">
        <w:t>y</w:t>
      </w:r>
      <w:r w:rsidR="00124FA7">
        <w:t>,</w:t>
      </w:r>
      <w:r>
        <w:t xml:space="preserve"> is </w:t>
      </w:r>
      <w:r w:rsidR="009A31BB">
        <w:t xml:space="preserve">regulated </w:t>
      </w:r>
      <w:r>
        <w:t xml:space="preserve">generally by Chapter 2H of the Act </w:t>
      </w:r>
      <w:r w:rsidR="00124FA7">
        <w:t>(</w:t>
      </w:r>
      <w:r w:rsidR="00ED44C5" w:rsidRPr="00E10151">
        <w:t>noting that</w:t>
      </w:r>
      <w:r w:rsidRPr="00E10151">
        <w:t xml:space="preserve"> consequential </w:t>
      </w:r>
      <w:r w:rsidRPr="00E10151">
        <w:lastRenderedPageBreak/>
        <w:t>amendments</w:t>
      </w:r>
      <w:r w:rsidR="00124FA7" w:rsidRPr="00E10151">
        <w:t xml:space="preserve"> </w:t>
      </w:r>
      <w:r w:rsidR="00ED44C5" w:rsidRPr="00E10151">
        <w:t>to Chapter 2H are still under development and will be included in the next</w:t>
      </w:r>
      <w:r w:rsidR="008501E4" w:rsidRPr="00E10151">
        <w:t xml:space="preserve"> exposure draft</w:t>
      </w:r>
      <w:r w:rsidR="004D32A7">
        <w:t xml:space="preserve"> of the Bill</w:t>
      </w:r>
      <w:r w:rsidR="00124FA7">
        <w:t>)</w:t>
      </w:r>
      <w:r>
        <w:t>.</w:t>
      </w:r>
      <w:r w:rsidR="00806B16">
        <w:t xml:space="preserve"> </w:t>
      </w:r>
    </w:p>
    <w:p w14:paraId="0754163A" w14:textId="0B42B920" w:rsidR="00106045" w:rsidRDefault="00806B16" w:rsidP="00106045">
      <w:pPr>
        <w:pStyle w:val="base-text-paragraph"/>
      </w:pPr>
      <w:r>
        <w:t>Paragraph 124(1</w:t>
      </w:r>
      <w:proofErr w:type="gramStart"/>
      <w:r>
        <w:t>)(</w:t>
      </w:r>
      <w:proofErr w:type="gramEnd"/>
      <w:r>
        <w:t>a)</w:t>
      </w:r>
      <w:r w:rsidR="00756ABA">
        <w:t xml:space="preserve"> </w:t>
      </w:r>
      <w:r>
        <w:t>gives a CCIV, like any other company, the power to issue shares in the CCIV.</w:t>
      </w:r>
      <w:r w:rsidR="00565015">
        <w:t xml:space="preserve"> It is clarified that, for a CCIV, this includes the power to issue redeemable shares that are liable to be redeemed at the member’s option. </w:t>
      </w:r>
      <w:r w:rsidR="00565015">
        <w:rPr>
          <w:rStyle w:val="Referencingstyle"/>
        </w:rPr>
        <w:t>[</w:t>
      </w:r>
      <w:r w:rsidR="00756ABA">
        <w:rPr>
          <w:rStyle w:val="Referencingstyle"/>
        </w:rPr>
        <w:t>Schedule 1, Part 1, item 1, subsection 1143(1)</w:t>
      </w:r>
      <w:r w:rsidR="00565015">
        <w:rPr>
          <w:rStyle w:val="Referencingstyle"/>
        </w:rPr>
        <w:t>]</w:t>
      </w:r>
    </w:p>
    <w:p w14:paraId="58AD574A" w14:textId="222F645F" w:rsidR="006027CB" w:rsidRPr="003E50AD" w:rsidRDefault="00124FA7" w:rsidP="00106045">
      <w:pPr>
        <w:pStyle w:val="base-text-paragraph"/>
      </w:pPr>
      <w:r w:rsidRPr="00E10151">
        <w:t>However</w:t>
      </w:r>
      <w:r w:rsidR="00CD7ABD" w:rsidRPr="00E10151">
        <w:t xml:space="preserve"> </w:t>
      </w:r>
      <w:r w:rsidRPr="00E10151">
        <w:t>Part 2H.2 of the Act</w:t>
      </w:r>
      <w:r w:rsidR="00A37FB0" w:rsidRPr="00E10151">
        <w:t xml:space="preserve">, which </w:t>
      </w:r>
      <w:r w:rsidR="000643BF">
        <w:t>imposes certain requirements on the</w:t>
      </w:r>
      <w:r w:rsidR="00A37FB0" w:rsidRPr="00E10151">
        <w:t xml:space="preserve"> </w:t>
      </w:r>
      <w:r w:rsidR="00A37FB0" w:rsidRPr="003E50AD">
        <w:t>redemption of redeemable preference shares,</w:t>
      </w:r>
      <w:r w:rsidRPr="003E50AD">
        <w:t xml:space="preserve"> </w:t>
      </w:r>
      <w:r w:rsidR="00ED44C5" w:rsidRPr="003E50AD">
        <w:t xml:space="preserve">does </w:t>
      </w:r>
      <w:r w:rsidRPr="003E50AD">
        <w:t>not apply</w:t>
      </w:r>
      <w:r w:rsidR="00ED44C5" w:rsidRPr="003E50AD">
        <w:t xml:space="preserve"> to CCIVs</w:t>
      </w:r>
      <w:r w:rsidRPr="003E50AD">
        <w:t>.</w:t>
      </w:r>
      <w:r w:rsidR="00806B16" w:rsidRPr="003E50AD">
        <w:t xml:space="preserve"> </w:t>
      </w:r>
      <w:r w:rsidR="00756ABA" w:rsidRPr="003E50AD">
        <w:rPr>
          <w:rStyle w:val="Referencingstyle"/>
        </w:rPr>
        <w:t>[Schedule 1, Part</w:t>
      </w:r>
      <w:r w:rsidR="002378EC" w:rsidRPr="003E50AD">
        <w:rPr>
          <w:rStyle w:val="Referencingstyle"/>
        </w:rPr>
        <w:t>s</w:t>
      </w:r>
      <w:r w:rsidR="00756ABA" w:rsidRPr="003E50AD">
        <w:rPr>
          <w:rStyle w:val="Referencingstyle"/>
        </w:rPr>
        <w:t xml:space="preserve"> 1</w:t>
      </w:r>
      <w:r w:rsidR="002378EC" w:rsidRPr="003E50AD">
        <w:rPr>
          <w:rStyle w:val="Referencingstyle"/>
        </w:rPr>
        <w:t xml:space="preserve"> and 2</w:t>
      </w:r>
      <w:r w:rsidR="00756ABA" w:rsidRPr="003E50AD">
        <w:rPr>
          <w:rStyle w:val="Referencingstyle"/>
        </w:rPr>
        <w:t>, item</w:t>
      </w:r>
      <w:r w:rsidR="002378EC" w:rsidRPr="003E50AD">
        <w:rPr>
          <w:rStyle w:val="Referencingstyle"/>
        </w:rPr>
        <w:t>s</w:t>
      </w:r>
      <w:r w:rsidR="00756ABA" w:rsidRPr="003E50AD">
        <w:rPr>
          <w:rStyle w:val="Referencingstyle"/>
        </w:rPr>
        <w:t xml:space="preserve"> 1</w:t>
      </w:r>
      <w:r w:rsidR="002378EC" w:rsidRPr="003E50AD">
        <w:rPr>
          <w:rStyle w:val="Referencingstyle"/>
        </w:rPr>
        <w:t xml:space="preserve"> and 1</w:t>
      </w:r>
      <w:r w:rsidR="008955AC">
        <w:rPr>
          <w:rStyle w:val="Referencingstyle"/>
        </w:rPr>
        <w:t>8</w:t>
      </w:r>
      <w:r w:rsidR="00756ABA" w:rsidRPr="003E50AD">
        <w:rPr>
          <w:rStyle w:val="Referencingstyle"/>
        </w:rPr>
        <w:t xml:space="preserve">, </w:t>
      </w:r>
      <w:r w:rsidR="002378EC" w:rsidRPr="003E50AD">
        <w:rPr>
          <w:rStyle w:val="Referencingstyle"/>
        </w:rPr>
        <w:t xml:space="preserve">the note before section 254J and </w:t>
      </w:r>
      <w:r w:rsidR="00756ABA" w:rsidRPr="003E50AD">
        <w:rPr>
          <w:rStyle w:val="Referencingstyle"/>
        </w:rPr>
        <w:t>section 1144</w:t>
      </w:r>
      <w:r w:rsidR="00806B16" w:rsidRPr="003E50AD">
        <w:rPr>
          <w:rStyle w:val="Referencingstyle"/>
        </w:rPr>
        <w:t>]</w:t>
      </w:r>
      <w:r w:rsidR="00A37FB0" w:rsidRPr="003E50AD">
        <w:t xml:space="preserve"> </w:t>
      </w:r>
    </w:p>
    <w:p w14:paraId="5390A629" w14:textId="6AEE3BDE" w:rsidR="00124FA7" w:rsidRPr="00120A59" w:rsidRDefault="00E85B67" w:rsidP="003E50AD">
      <w:pPr>
        <w:pStyle w:val="base-text-paragraph"/>
      </w:pPr>
      <w:r>
        <w:t>This clarifies that t</w:t>
      </w:r>
      <w:r w:rsidR="003E50AD" w:rsidRPr="00120A59">
        <w:t xml:space="preserve">he only </w:t>
      </w:r>
      <w:r w:rsidR="00120A59">
        <w:t xml:space="preserve">requirements for </w:t>
      </w:r>
      <w:r>
        <w:t>redeeming shares in a CCIV</w:t>
      </w:r>
      <w:r w:rsidR="00120A59">
        <w:t xml:space="preserve"> are those set out in Chapter 7A </w:t>
      </w:r>
      <w:r w:rsidR="00FA579D" w:rsidRPr="003E50AD">
        <w:t>(</w:t>
      </w:r>
      <w:r w:rsidR="00ED44C5" w:rsidRPr="003E50AD">
        <w:t>see</w:t>
      </w:r>
      <w:r w:rsidR="00FA579D" w:rsidRPr="003E50AD">
        <w:t xml:space="preserve"> </w:t>
      </w:r>
      <w:r w:rsidR="00FA579D" w:rsidRPr="00120A59">
        <w:t xml:space="preserve">paragraphs </w:t>
      </w:r>
      <w:r w:rsidR="00120A59" w:rsidRPr="00120A59">
        <w:fldChar w:fldCharType="begin"/>
      </w:r>
      <w:r w:rsidR="00120A59" w:rsidRPr="00120A59">
        <w:instrText xml:space="preserve"> REF _Ref490244861 \r \h </w:instrText>
      </w:r>
      <w:r w:rsidR="00120A59">
        <w:instrText xml:space="preserve"> \* MERGEFORMAT </w:instrText>
      </w:r>
      <w:r w:rsidR="00120A59" w:rsidRPr="00120A59">
        <w:fldChar w:fldCharType="separate"/>
      </w:r>
      <w:r w:rsidR="004C78A6">
        <w:t>5.41</w:t>
      </w:r>
      <w:r w:rsidR="00120A59" w:rsidRPr="00120A59">
        <w:fldChar w:fldCharType="end"/>
      </w:r>
      <w:r w:rsidR="00FA579D" w:rsidRPr="00120A59">
        <w:t xml:space="preserve"> to </w:t>
      </w:r>
      <w:r w:rsidR="00120A59" w:rsidRPr="00120A59">
        <w:fldChar w:fldCharType="begin"/>
      </w:r>
      <w:r w:rsidR="00120A59" w:rsidRPr="00120A59">
        <w:instrText xml:space="preserve"> REF _Ref490244874 \r \h </w:instrText>
      </w:r>
      <w:r w:rsidR="00120A59">
        <w:instrText xml:space="preserve"> \* MERGEFORMAT </w:instrText>
      </w:r>
      <w:r w:rsidR="00120A59" w:rsidRPr="00120A59">
        <w:fldChar w:fldCharType="separate"/>
      </w:r>
      <w:r w:rsidR="004C78A6">
        <w:t>5.69</w:t>
      </w:r>
      <w:r w:rsidR="00120A59" w:rsidRPr="00120A59">
        <w:fldChar w:fldCharType="end"/>
      </w:r>
      <w:r w:rsidR="00120A59" w:rsidRPr="00120A59">
        <w:t>)</w:t>
      </w:r>
      <w:r w:rsidR="00120A59">
        <w:t xml:space="preserve">. </w:t>
      </w:r>
      <w:r w:rsidR="000643BF">
        <w:t>This</w:t>
      </w:r>
      <w:r w:rsidR="003E50AD" w:rsidRPr="00120A59">
        <w:t xml:space="preserve"> ensures that all holders of redeemable shares in a CCIV have the same rights of share redemption</w:t>
      </w:r>
      <w:r w:rsidR="00FA579D" w:rsidRPr="00120A59">
        <w:t xml:space="preserve">. </w:t>
      </w:r>
    </w:p>
    <w:p w14:paraId="503BD98F" w14:textId="1222E69F" w:rsidR="00B77B8F" w:rsidRDefault="00B77B8F" w:rsidP="00E63180">
      <w:pPr>
        <w:pStyle w:val="Heading5"/>
      </w:pPr>
      <w:r>
        <w:t>Self-dealing exemption from AFSL requirement</w:t>
      </w:r>
    </w:p>
    <w:p w14:paraId="25E2DB83" w14:textId="0E575675" w:rsidR="00B77B8F" w:rsidRPr="00B77B8F" w:rsidRDefault="004A5A28" w:rsidP="00106045">
      <w:pPr>
        <w:pStyle w:val="base-text-paragraph"/>
        <w:rPr>
          <w:rStyle w:val="Referencingstyle"/>
          <w:b w:val="0"/>
          <w:i w:val="0"/>
          <w:sz w:val="22"/>
        </w:rPr>
      </w:pPr>
      <w:r>
        <w:t xml:space="preserve">Companies are generally permitted to issue their own shares without holding an AFSL, under a self-dealing exemption in subsection </w:t>
      </w:r>
      <w:proofErr w:type="gramStart"/>
      <w:r>
        <w:t>766C(</w:t>
      </w:r>
      <w:proofErr w:type="gramEnd"/>
      <w:r>
        <w:t xml:space="preserve">4). This exemption is extended to CCIVs. </w:t>
      </w:r>
      <w:r w:rsidR="00F65BF3">
        <w:rPr>
          <w:rStyle w:val="Referencingstyle"/>
        </w:rPr>
        <w:t xml:space="preserve">[Schedule </w:t>
      </w:r>
      <w:r w:rsidR="00756ABA">
        <w:rPr>
          <w:rStyle w:val="Referencingstyle"/>
        </w:rPr>
        <w:t>1</w:t>
      </w:r>
      <w:r w:rsidR="00F65BF3">
        <w:rPr>
          <w:rStyle w:val="Referencingstyle"/>
        </w:rPr>
        <w:t xml:space="preserve">, Part </w:t>
      </w:r>
      <w:r w:rsidR="00756ABA">
        <w:rPr>
          <w:rStyle w:val="Referencingstyle"/>
        </w:rPr>
        <w:t>2, items 2</w:t>
      </w:r>
      <w:r w:rsidR="008955AC">
        <w:rPr>
          <w:rStyle w:val="Referencingstyle"/>
        </w:rPr>
        <w:t>1</w:t>
      </w:r>
      <w:r w:rsidR="00756ABA">
        <w:rPr>
          <w:rStyle w:val="Referencingstyle"/>
        </w:rPr>
        <w:t xml:space="preserve"> and 2</w:t>
      </w:r>
      <w:r w:rsidR="008955AC">
        <w:rPr>
          <w:rStyle w:val="Referencingstyle"/>
        </w:rPr>
        <w:t>2</w:t>
      </w:r>
      <w:r w:rsidR="00F65BF3">
        <w:rPr>
          <w:rStyle w:val="Referencingstyle"/>
        </w:rPr>
        <w:t xml:space="preserve">, </w:t>
      </w:r>
      <w:r w:rsidR="00940E16">
        <w:rPr>
          <w:rStyle w:val="Referencingstyle"/>
        </w:rPr>
        <w:t>paragraphs</w:t>
      </w:r>
      <w:r w:rsidR="00B77B8F">
        <w:rPr>
          <w:rStyle w:val="Referencingstyle"/>
        </w:rPr>
        <w:t xml:space="preserve"> </w:t>
      </w:r>
      <w:r w:rsidR="00F65BF3">
        <w:rPr>
          <w:rStyle w:val="Referencingstyle"/>
        </w:rPr>
        <w:t>766C(4</w:t>
      </w:r>
      <w:r w:rsidR="00940E16">
        <w:rPr>
          <w:rStyle w:val="Referencingstyle"/>
        </w:rPr>
        <w:t>)(c) and (ca</w:t>
      </w:r>
      <w:r w:rsidR="00F65BF3">
        <w:rPr>
          <w:rStyle w:val="Referencingstyle"/>
        </w:rPr>
        <w:t xml:space="preserve">)] </w:t>
      </w:r>
    </w:p>
    <w:p w14:paraId="4B41FAC9" w14:textId="3D3EBBCC" w:rsidR="008B1EA4" w:rsidRDefault="008B1EA4" w:rsidP="00E63180">
      <w:pPr>
        <w:pStyle w:val="Heading5"/>
      </w:pPr>
      <w:r>
        <w:t>Constitution of a retail CCIV must deal with consideration to acquire a share</w:t>
      </w:r>
    </w:p>
    <w:p w14:paraId="567EDEEF" w14:textId="5F7F05EE" w:rsidR="00106045" w:rsidRPr="00106045" w:rsidRDefault="00654847" w:rsidP="00106045">
      <w:pPr>
        <w:pStyle w:val="base-text-paragraph"/>
      </w:pPr>
      <w:r>
        <w:t>Th</w:t>
      </w:r>
      <w:r w:rsidR="008B1EA4">
        <w:t xml:space="preserve">e constitution of </w:t>
      </w:r>
      <w:proofErr w:type="gramStart"/>
      <w:r w:rsidR="008B1EA4">
        <w:t>a retail</w:t>
      </w:r>
      <w:proofErr w:type="gramEnd"/>
      <w:r w:rsidR="008B1EA4">
        <w:t xml:space="preserve"> CCIV must make adequate provision for the consideration that is to be paid to acquire a share in the CCIV. </w:t>
      </w:r>
      <w:r w:rsidR="00756ABA">
        <w:rPr>
          <w:rStyle w:val="Referencingstyle"/>
        </w:rPr>
        <w:t>[Schedule 1, Part 1, item 1, paragraph 1155(1)(a)</w:t>
      </w:r>
      <w:r w:rsidR="008B1EA4">
        <w:rPr>
          <w:rStyle w:val="Referencingstyle"/>
        </w:rPr>
        <w:t>]</w:t>
      </w:r>
      <w:r w:rsidR="00106045">
        <w:t xml:space="preserve"> </w:t>
      </w:r>
    </w:p>
    <w:p w14:paraId="0F1EF62B" w14:textId="25E51D6B" w:rsidR="002B1C9D" w:rsidRDefault="00051208" w:rsidP="00051208">
      <w:pPr>
        <w:pStyle w:val="Heading3"/>
      </w:pPr>
      <w:r>
        <w:t xml:space="preserve">Transactions affecting share capital </w:t>
      </w:r>
    </w:p>
    <w:p w14:paraId="50C61F3E" w14:textId="07268D02" w:rsidR="002B1C9D" w:rsidRDefault="00580E00" w:rsidP="00580E00">
      <w:pPr>
        <w:pStyle w:val="Heading4"/>
      </w:pPr>
      <w:r>
        <w:t>Chapter 2J does not apply to CCIVs</w:t>
      </w:r>
    </w:p>
    <w:p w14:paraId="6CFC3F45" w14:textId="560190A3" w:rsidR="00580E00" w:rsidRPr="00EE7533" w:rsidRDefault="00580E00" w:rsidP="00EE7533">
      <w:pPr>
        <w:pStyle w:val="base-text-paragraph"/>
        <w:rPr>
          <w:rStyle w:val="Referencingstyle"/>
          <w:b w:val="0"/>
          <w:i w:val="0"/>
          <w:sz w:val="22"/>
        </w:rPr>
      </w:pPr>
      <w:r>
        <w:t xml:space="preserve">Chapter 2J of the Act does not apply to CCIVs. </w:t>
      </w:r>
      <w:r w:rsidR="007E4FBB">
        <w:rPr>
          <w:rStyle w:val="Referencingstyle"/>
        </w:rPr>
        <w:t>[Schedule 1, Part</w:t>
      </w:r>
      <w:r w:rsidR="002378EC">
        <w:rPr>
          <w:rStyle w:val="Referencingstyle"/>
        </w:rPr>
        <w:t>s</w:t>
      </w:r>
      <w:r w:rsidR="007E4FBB">
        <w:rPr>
          <w:rStyle w:val="Referencingstyle"/>
        </w:rPr>
        <w:t xml:space="preserve"> 1</w:t>
      </w:r>
      <w:r w:rsidR="0096385D">
        <w:rPr>
          <w:rStyle w:val="Referencingstyle"/>
        </w:rPr>
        <w:t xml:space="preserve"> and 2</w:t>
      </w:r>
      <w:r w:rsidR="007E4FBB">
        <w:rPr>
          <w:rStyle w:val="Referencingstyle"/>
        </w:rPr>
        <w:t>, item</w:t>
      </w:r>
      <w:r w:rsidR="0096385D">
        <w:rPr>
          <w:rStyle w:val="Referencingstyle"/>
        </w:rPr>
        <w:t>s</w:t>
      </w:r>
      <w:r w:rsidR="007E4FBB">
        <w:rPr>
          <w:rStyle w:val="Referencingstyle"/>
        </w:rPr>
        <w:t xml:space="preserve"> 1</w:t>
      </w:r>
      <w:r w:rsidR="0096385D">
        <w:rPr>
          <w:rStyle w:val="Referencingstyle"/>
        </w:rPr>
        <w:t xml:space="preserve"> and </w:t>
      </w:r>
      <w:r w:rsidR="0096385D" w:rsidRPr="00105603">
        <w:rPr>
          <w:rStyle w:val="Referencingstyle"/>
        </w:rPr>
        <w:t>1</w:t>
      </w:r>
      <w:r w:rsidR="008955AC">
        <w:rPr>
          <w:rStyle w:val="Referencingstyle"/>
        </w:rPr>
        <w:t>9</w:t>
      </w:r>
      <w:r w:rsidR="007E4FBB">
        <w:rPr>
          <w:rStyle w:val="Referencingstyle"/>
        </w:rPr>
        <w:t xml:space="preserve">, </w:t>
      </w:r>
      <w:r w:rsidR="0096385D">
        <w:rPr>
          <w:rStyle w:val="Referencingstyle"/>
        </w:rPr>
        <w:t>the note to section 256A</w:t>
      </w:r>
      <w:r w:rsidR="004D32A7">
        <w:rPr>
          <w:rStyle w:val="Referencingstyle"/>
        </w:rPr>
        <w:t>,</w:t>
      </w:r>
      <w:r w:rsidR="0096385D">
        <w:rPr>
          <w:rStyle w:val="Referencingstyle"/>
        </w:rPr>
        <w:t xml:space="preserve"> and </w:t>
      </w:r>
      <w:r w:rsidR="007E4FBB">
        <w:rPr>
          <w:rStyle w:val="Referencingstyle"/>
        </w:rPr>
        <w:t>section 1145</w:t>
      </w:r>
      <w:r>
        <w:rPr>
          <w:rStyle w:val="Referencingstyle"/>
        </w:rPr>
        <w:t>]</w:t>
      </w:r>
    </w:p>
    <w:p w14:paraId="409F1BC0" w14:textId="610AF0A6" w:rsidR="00EE7533" w:rsidRDefault="00675B18" w:rsidP="00EE7533">
      <w:pPr>
        <w:pStyle w:val="base-text-paragraph"/>
      </w:pPr>
      <w:r w:rsidRPr="00105603">
        <w:t>Instead</w:t>
      </w:r>
      <w:r w:rsidR="005F5346">
        <w:t xml:space="preserve">, Chapter 7A sets out the processes </w:t>
      </w:r>
      <w:r w:rsidR="009A02CA" w:rsidRPr="00105603">
        <w:t xml:space="preserve">for </w:t>
      </w:r>
      <w:r w:rsidR="007C628B" w:rsidRPr="00105603">
        <w:t xml:space="preserve">conducting a </w:t>
      </w:r>
      <w:r w:rsidR="009571C1" w:rsidRPr="00105603">
        <w:t xml:space="preserve">share capital reduction </w:t>
      </w:r>
      <w:r w:rsidR="007C628B" w:rsidRPr="00105603">
        <w:t>and for redeeming shares</w:t>
      </w:r>
      <w:r w:rsidR="005F5346">
        <w:t xml:space="preserve"> in a CCIV. These processes are</w:t>
      </w:r>
      <w:r w:rsidR="009A02CA" w:rsidRPr="00105603">
        <w:t xml:space="preserve"> explained in </w:t>
      </w:r>
      <w:r w:rsidR="009A02CA" w:rsidRPr="00A96445">
        <w:t xml:space="preserve">paragraphs </w:t>
      </w:r>
      <w:r w:rsidR="00A66DC3" w:rsidRPr="00A96445">
        <w:fldChar w:fldCharType="begin"/>
      </w:r>
      <w:r w:rsidR="00A66DC3" w:rsidRPr="00A96445">
        <w:instrText xml:space="preserve"> REF _Ref490244821 \r \h </w:instrText>
      </w:r>
      <w:r w:rsidR="00105603" w:rsidRPr="00A96445">
        <w:instrText xml:space="preserve"> \* MERGEFORMAT </w:instrText>
      </w:r>
      <w:r w:rsidR="00A66DC3" w:rsidRPr="00A96445">
        <w:fldChar w:fldCharType="separate"/>
      </w:r>
      <w:r w:rsidR="004C78A6">
        <w:t>5.25</w:t>
      </w:r>
      <w:r w:rsidR="00A66DC3" w:rsidRPr="00A96445">
        <w:fldChar w:fldCharType="end"/>
      </w:r>
      <w:r w:rsidR="009A02CA" w:rsidRPr="00A96445">
        <w:t xml:space="preserve"> to </w:t>
      </w:r>
      <w:r w:rsidR="008B1E00" w:rsidRPr="00A96445">
        <w:fldChar w:fldCharType="begin"/>
      </w:r>
      <w:r w:rsidR="008B1E00" w:rsidRPr="00A96445">
        <w:instrText xml:space="preserve"> REF _Ref490751178 \r \h </w:instrText>
      </w:r>
      <w:r w:rsidR="00A96445">
        <w:instrText xml:space="preserve"> \* MERGEFORMAT </w:instrText>
      </w:r>
      <w:r w:rsidR="008B1E00" w:rsidRPr="00A96445">
        <w:fldChar w:fldCharType="separate"/>
      </w:r>
      <w:r w:rsidR="004C78A6">
        <w:t>5.30</w:t>
      </w:r>
      <w:r w:rsidR="008B1E00" w:rsidRPr="00A96445">
        <w:fldChar w:fldCharType="end"/>
      </w:r>
      <w:r w:rsidR="008B1E00" w:rsidRPr="00A96445">
        <w:t xml:space="preserve"> </w:t>
      </w:r>
      <w:r w:rsidR="007C628B" w:rsidRPr="00A96445">
        <w:t>and paragraphs</w:t>
      </w:r>
      <w:r w:rsidR="009A02CA" w:rsidRPr="00A96445">
        <w:t xml:space="preserve"> </w:t>
      </w:r>
      <w:r w:rsidR="00A66DC3" w:rsidRPr="00A96445">
        <w:fldChar w:fldCharType="begin"/>
      </w:r>
      <w:r w:rsidR="00A66DC3" w:rsidRPr="00A96445">
        <w:instrText xml:space="preserve"> REF _Ref490244861 \r \h </w:instrText>
      </w:r>
      <w:r w:rsidR="00105603" w:rsidRPr="00A96445">
        <w:instrText xml:space="preserve"> \* MERGEFORMAT </w:instrText>
      </w:r>
      <w:r w:rsidR="00A66DC3" w:rsidRPr="00A96445">
        <w:fldChar w:fldCharType="separate"/>
      </w:r>
      <w:r w:rsidR="004C78A6">
        <w:t>5.41</w:t>
      </w:r>
      <w:r w:rsidR="00A66DC3" w:rsidRPr="00A96445">
        <w:fldChar w:fldCharType="end"/>
      </w:r>
      <w:r w:rsidR="009A02CA" w:rsidRPr="00A96445">
        <w:t xml:space="preserve"> to </w:t>
      </w:r>
      <w:r w:rsidR="00721255" w:rsidRPr="00A96445">
        <w:fldChar w:fldCharType="begin"/>
      </w:r>
      <w:r w:rsidR="00721255" w:rsidRPr="00A96445">
        <w:instrText xml:space="preserve"> REF _Ref490751228 \r \h </w:instrText>
      </w:r>
      <w:r w:rsidR="00A96445">
        <w:instrText xml:space="preserve"> \* MERGEFORMAT </w:instrText>
      </w:r>
      <w:r w:rsidR="00721255" w:rsidRPr="00A96445">
        <w:fldChar w:fldCharType="separate"/>
      </w:r>
      <w:r w:rsidR="004C78A6">
        <w:t>5.69</w:t>
      </w:r>
      <w:r w:rsidR="00721255" w:rsidRPr="00A96445">
        <w:fldChar w:fldCharType="end"/>
      </w:r>
      <w:r w:rsidR="00721255" w:rsidRPr="00A96445">
        <w:t xml:space="preserve"> </w:t>
      </w:r>
      <w:r w:rsidR="005F5346">
        <w:t>respectively</w:t>
      </w:r>
      <w:r w:rsidR="00EE7533">
        <w:t>.</w:t>
      </w:r>
    </w:p>
    <w:p w14:paraId="034A4AD2" w14:textId="05F0AF8F" w:rsidR="00EE7533" w:rsidRPr="00105603" w:rsidRDefault="00EE7533" w:rsidP="00EE7533">
      <w:pPr>
        <w:pStyle w:val="base-text-paragraph"/>
      </w:pPr>
      <w:r>
        <w:t>The prohibitions on self-acquisition, taking security over shares and financial assistance</w:t>
      </w:r>
      <w:r w:rsidR="00C80F4F">
        <w:t xml:space="preserve"> explained below are required to replicate, with modifications, the equivalent prohibitions in Chapter 2J</w:t>
      </w:r>
      <w:r>
        <w:t>.</w:t>
      </w:r>
    </w:p>
    <w:p w14:paraId="59B84C2A" w14:textId="5BA27DC7" w:rsidR="00CC1F06" w:rsidRDefault="00CC1F06" w:rsidP="00580E00">
      <w:pPr>
        <w:pStyle w:val="Heading4"/>
      </w:pPr>
      <w:r>
        <w:lastRenderedPageBreak/>
        <w:t>Share capital reductions other than share redemptions</w:t>
      </w:r>
    </w:p>
    <w:p w14:paraId="00C689D6" w14:textId="71DC0335" w:rsidR="00CC1F06" w:rsidRDefault="00CC1F06" w:rsidP="00CC1F06">
      <w:pPr>
        <w:pStyle w:val="base-text-paragraph"/>
      </w:pPr>
      <w:bookmarkStart w:id="86" w:name="_Ref490244821"/>
      <w:r>
        <w:t>A CCIV may only reduce its share capital</w:t>
      </w:r>
      <w:r w:rsidR="00A3325F">
        <w:t xml:space="preserve"> (other than by redeeming shares</w:t>
      </w:r>
      <w:bookmarkEnd w:id="86"/>
      <w:r w:rsidR="00A3325F">
        <w:t>)</w:t>
      </w:r>
      <w:r w:rsidR="004A5A28">
        <w:t xml:space="preserve"> </w:t>
      </w:r>
      <w:r w:rsidR="009A023B">
        <w:t xml:space="preserve">in </w:t>
      </w:r>
      <w:r w:rsidR="004A5A28">
        <w:t>one of the following</w:t>
      </w:r>
      <w:r w:rsidR="009A023B">
        <w:t xml:space="preserve"> circumstances</w:t>
      </w:r>
      <w:r>
        <w:t>:</w:t>
      </w:r>
    </w:p>
    <w:p w14:paraId="03C02D7D" w14:textId="420790DA" w:rsidR="00CC1F06" w:rsidRPr="00EE7533" w:rsidRDefault="00CC1F06" w:rsidP="00CC1F06">
      <w:pPr>
        <w:pStyle w:val="dotpoint"/>
      </w:pPr>
      <w:r>
        <w:t xml:space="preserve">under a court order; </w:t>
      </w:r>
    </w:p>
    <w:p w14:paraId="0E89848A" w14:textId="374CDE1A" w:rsidR="00CC1F06" w:rsidRDefault="009A023B" w:rsidP="00CC1F06">
      <w:pPr>
        <w:pStyle w:val="dotpoint"/>
      </w:pPr>
      <w:r>
        <w:t xml:space="preserve">as </w:t>
      </w:r>
      <w:r w:rsidR="00CC1F06">
        <w:t xml:space="preserve">prescribed in CCIV rules; </w:t>
      </w:r>
      <w:r w:rsidR="00CC1F06" w:rsidRPr="00EE7533">
        <w:t>or</w:t>
      </w:r>
    </w:p>
    <w:p w14:paraId="0F47DF95" w14:textId="6C53BA33" w:rsidR="00CC1F06" w:rsidRDefault="0029316F" w:rsidP="00CC1F06">
      <w:pPr>
        <w:pStyle w:val="dotpoint"/>
      </w:pPr>
      <w:r>
        <w:t>if all of the following requirements are met</w:t>
      </w:r>
      <w:r w:rsidR="00CC1F06">
        <w:t>:</w:t>
      </w:r>
    </w:p>
    <w:p w14:paraId="56CFDB96" w14:textId="26627110" w:rsidR="00CC1F06" w:rsidRDefault="0029316F" w:rsidP="00CC1F06">
      <w:pPr>
        <w:pStyle w:val="dotpoint"/>
        <w:numPr>
          <w:ilvl w:val="1"/>
          <w:numId w:val="2"/>
        </w:numPr>
      </w:pPr>
      <w:r>
        <w:t xml:space="preserve">the reduction </w:t>
      </w:r>
      <w:r w:rsidR="00CC1F06">
        <w:t>is permitted by the CCIV’s constitution;</w:t>
      </w:r>
      <w:r>
        <w:t xml:space="preserve"> </w:t>
      </w:r>
    </w:p>
    <w:p w14:paraId="0BDFA957" w14:textId="59019FC4" w:rsidR="00E92B8B" w:rsidRPr="00CB2AE1" w:rsidRDefault="00E92B8B" w:rsidP="00E92B8B">
      <w:pPr>
        <w:pStyle w:val="dotpoint"/>
        <w:numPr>
          <w:ilvl w:val="1"/>
          <w:numId w:val="2"/>
        </w:numPr>
        <w:rPr>
          <w:rStyle w:val="Referencingstyle"/>
          <w:b w:val="0"/>
          <w:i w:val="0"/>
          <w:sz w:val="22"/>
        </w:rPr>
      </w:pPr>
      <w:r>
        <w:t xml:space="preserve">the reduction is fair and reasonable to the members of each affected sub-fund; </w:t>
      </w:r>
    </w:p>
    <w:p w14:paraId="755E6944" w14:textId="63B850AC" w:rsidR="0029316F" w:rsidRDefault="0029316F" w:rsidP="00E92B8B">
      <w:pPr>
        <w:pStyle w:val="dotpoint"/>
        <w:numPr>
          <w:ilvl w:val="1"/>
          <w:numId w:val="2"/>
        </w:numPr>
      </w:pPr>
      <w:r w:rsidRPr="00B079C8">
        <w:t>each sub-fund to be affected by the red</w:t>
      </w:r>
      <w:r>
        <w:t xml:space="preserve">uction </w:t>
      </w:r>
      <w:r w:rsidRPr="00B079C8">
        <w:t>is solvent i</w:t>
      </w:r>
      <w:r>
        <w:t>mmediately before the reduction</w:t>
      </w:r>
      <w:r w:rsidRPr="00B079C8">
        <w:t xml:space="preserve"> and will not be insolvent immediately after the red</w:t>
      </w:r>
      <w:r>
        <w:t>uction</w:t>
      </w:r>
      <w:r w:rsidRPr="00B079C8">
        <w:t>;</w:t>
      </w:r>
      <w:r w:rsidR="00E92B8B">
        <w:t xml:space="preserve"> and</w:t>
      </w:r>
      <w:r>
        <w:t xml:space="preserve"> </w:t>
      </w:r>
    </w:p>
    <w:p w14:paraId="68347A36" w14:textId="4F6826A4" w:rsidR="00A21882" w:rsidRDefault="00CB2AE1" w:rsidP="00A21882">
      <w:pPr>
        <w:pStyle w:val="dotpoint"/>
        <w:numPr>
          <w:ilvl w:val="1"/>
          <w:numId w:val="2"/>
        </w:numPr>
      </w:pPr>
      <w:proofErr w:type="gramStart"/>
      <w:r>
        <w:t>the</w:t>
      </w:r>
      <w:proofErr w:type="gramEnd"/>
      <w:r>
        <w:t xml:space="preserve"> reduction is approved by a resolution passed at a general meeting of members of the affected sub-fund.</w:t>
      </w:r>
    </w:p>
    <w:p w14:paraId="06517125" w14:textId="3EA1E418" w:rsidR="00CB2AE1" w:rsidRPr="00CB2AE1" w:rsidRDefault="00E92B8B" w:rsidP="00A21882">
      <w:pPr>
        <w:pStyle w:val="dotpoint"/>
        <w:numPr>
          <w:ilvl w:val="0"/>
          <w:numId w:val="0"/>
        </w:numPr>
        <w:ind w:left="1264" w:firstLine="720"/>
        <w:rPr>
          <w:rStyle w:val="Referencingstyle"/>
          <w:b w:val="0"/>
          <w:i w:val="0"/>
          <w:sz w:val="22"/>
        </w:rPr>
      </w:pPr>
      <w:r>
        <w:rPr>
          <w:rStyle w:val="Referencingstyle"/>
        </w:rPr>
        <w:t>[Schedule 1, Part 1, item 1, section</w:t>
      </w:r>
      <w:r w:rsidR="00A21882">
        <w:rPr>
          <w:rStyle w:val="Referencingstyle"/>
        </w:rPr>
        <w:t>s</w:t>
      </w:r>
      <w:r>
        <w:rPr>
          <w:rStyle w:val="Referencingstyle"/>
        </w:rPr>
        <w:t xml:space="preserve"> 1146</w:t>
      </w:r>
      <w:r w:rsidR="00A21882">
        <w:rPr>
          <w:rStyle w:val="Referencingstyle"/>
        </w:rPr>
        <w:t>,</w:t>
      </w:r>
      <w:r>
        <w:rPr>
          <w:rStyle w:val="Referencingstyle"/>
        </w:rPr>
        <w:t xml:space="preserve"> 1146A</w:t>
      </w:r>
      <w:r w:rsidR="00A21882">
        <w:rPr>
          <w:rStyle w:val="Referencingstyle"/>
        </w:rPr>
        <w:t>, 1146C and 1146D</w:t>
      </w:r>
      <w:r w:rsidR="00CB2AE1">
        <w:rPr>
          <w:rStyle w:val="Referencingstyle"/>
        </w:rPr>
        <w:t>]</w:t>
      </w:r>
    </w:p>
    <w:p w14:paraId="5B854E76" w14:textId="46878BA0" w:rsidR="00A3325F" w:rsidRDefault="00A3325F" w:rsidP="00E63180">
      <w:pPr>
        <w:pStyle w:val="base-text-paragraph"/>
      </w:pPr>
      <w:bookmarkStart w:id="87" w:name="_Ref490245162"/>
      <w:r>
        <w:t>A share capital reduction affects a sub-fund if it relates to shares that are referable to that sub-fund</w:t>
      </w:r>
      <w:r w:rsidR="00CB2AE1">
        <w:t>.</w:t>
      </w:r>
      <w:r>
        <w:t xml:space="preserve"> </w:t>
      </w:r>
      <w:r>
        <w:rPr>
          <w:rStyle w:val="Referencingstyle"/>
        </w:rPr>
        <w:t>[</w:t>
      </w:r>
      <w:r w:rsidR="00CB72DD">
        <w:rPr>
          <w:rStyle w:val="Referencingstyle"/>
        </w:rPr>
        <w:t>Schedule 1, Part 1, item 1, subsection 1146A(2)</w:t>
      </w:r>
      <w:r>
        <w:rPr>
          <w:rStyle w:val="Referencingstyle"/>
        </w:rPr>
        <w:t>]</w:t>
      </w:r>
      <w:bookmarkEnd w:id="87"/>
      <w:r w:rsidR="001B6386">
        <w:t xml:space="preserve"> </w:t>
      </w:r>
      <w:r w:rsidR="00E80AA4">
        <w:t xml:space="preserve"> </w:t>
      </w:r>
      <w:r w:rsidDel="00F92074">
        <w:t xml:space="preserve">See </w:t>
      </w:r>
      <w:r w:rsidRPr="00A96445" w:rsidDel="00F92074">
        <w:t>p</w:t>
      </w:r>
      <w:r w:rsidRPr="00A96445">
        <w:t xml:space="preserve">aragraph </w:t>
      </w:r>
      <w:r w:rsidRPr="00A96445">
        <w:fldChar w:fldCharType="begin"/>
      </w:r>
      <w:r w:rsidRPr="00A96445">
        <w:instrText xml:space="preserve"> REF _Ref490244716 \r \h </w:instrText>
      </w:r>
      <w:r w:rsidR="00A96445">
        <w:instrText xml:space="preserve"> \* MERGEFORMAT </w:instrText>
      </w:r>
      <w:r w:rsidRPr="00A96445">
        <w:fldChar w:fldCharType="separate"/>
      </w:r>
      <w:r w:rsidR="004C78A6">
        <w:t>4.18</w:t>
      </w:r>
      <w:r w:rsidRPr="00A96445">
        <w:fldChar w:fldCharType="end"/>
      </w:r>
      <w:r w:rsidRPr="00A96445">
        <w:t xml:space="preserve"> </w:t>
      </w:r>
      <w:r w:rsidRPr="00A96445" w:rsidDel="00F92074">
        <w:t>for</w:t>
      </w:r>
      <w:r w:rsidDel="00F92074">
        <w:t xml:space="preserve"> </w:t>
      </w:r>
      <w:r>
        <w:t xml:space="preserve">an explanation of when a share is </w:t>
      </w:r>
      <w:proofErr w:type="spellStart"/>
      <w:r>
        <w:t>referable</w:t>
      </w:r>
      <w:proofErr w:type="spellEnd"/>
      <w:r>
        <w:t xml:space="preserve"> to a sub-fund.</w:t>
      </w:r>
    </w:p>
    <w:p w14:paraId="2BA890CB" w14:textId="7FBEA612" w:rsidR="00087BE9" w:rsidRPr="00A03484" w:rsidRDefault="00A3325F" w:rsidP="00CB2AE1">
      <w:pPr>
        <w:pStyle w:val="base-text-paragraph"/>
        <w:rPr>
          <w:rStyle w:val="Referencingstyle"/>
          <w:b w:val="0"/>
          <w:i w:val="0"/>
          <w:sz w:val="22"/>
        </w:rPr>
      </w:pPr>
      <w:bookmarkStart w:id="88" w:name="_Ref490245168"/>
      <w:r>
        <w:t>A sub-fund is solvent</w:t>
      </w:r>
      <w:r w:rsidR="00A66DC3">
        <w:t xml:space="preserve"> if, and only if, the CCIV is able to pay all the debts that are liabilities of the sub-fund, as and when they become due and payable</w:t>
      </w:r>
      <w:r w:rsidR="00CB2AE1">
        <w:t>.</w:t>
      </w:r>
      <w:r w:rsidR="00A66DC3">
        <w:t xml:space="preserve"> Otherwise, the sub-fund is insolvent. </w:t>
      </w:r>
      <w:r w:rsidR="00A66DC3">
        <w:rPr>
          <w:rStyle w:val="Referencingstyle"/>
        </w:rPr>
        <w:t>[</w:t>
      </w:r>
      <w:r w:rsidR="00CB72DD">
        <w:rPr>
          <w:rStyle w:val="Referencingstyle"/>
        </w:rPr>
        <w:t>Schedule 1, Part</w:t>
      </w:r>
      <w:r w:rsidR="00A21882">
        <w:rPr>
          <w:rStyle w:val="Referencingstyle"/>
        </w:rPr>
        <w:t>s</w:t>
      </w:r>
      <w:r w:rsidR="00CB72DD">
        <w:rPr>
          <w:rStyle w:val="Referencingstyle"/>
        </w:rPr>
        <w:t xml:space="preserve"> 1</w:t>
      </w:r>
      <w:r w:rsidR="00A21882">
        <w:rPr>
          <w:rStyle w:val="Referencingstyle"/>
        </w:rPr>
        <w:t xml:space="preserve"> and 2</w:t>
      </w:r>
      <w:r w:rsidR="00CB72DD">
        <w:rPr>
          <w:rStyle w:val="Referencingstyle"/>
        </w:rPr>
        <w:t>, item</w:t>
      </w:r>
      <w:r w:rsidR="00A21882">
        <w:rPr>
          <w:rStyle w:val="Referencingstyle"/>
        </w:rPr>
        <w:t>s</w:t>
      </w:r>
      <w:r w:rsidR="00CB72DD">
        <w:rPr>
          <w:rStyle w:val="Referencingstyle"/>
        </w:rPr>
        <w:t xml:space="preserve"> 1</w:t>
      </w:r>
      <w:r w:rsidR="00A21882">
        <w:rPr>
          <w:rStyle w:val="Referencingstyle"/>
        </w:rPr>
        <w:t>, 5 and 9</w:t>
      </w:r>
      <w:r w:rsidR="00CB72DD">
        <w:rPr>
          <w:rStyle w:val="Referencingstyle"/>
        </w:rPr>
        <w:t xml:space="preserve">, </w:t>
      </w:r>
      <w:r w:rsidR="001B6386">
        <w:rPr>
          <w:rStyle w:val="Referencingstyle"/>
        </w:rPr>
        <w:t>the definition</w:t>
      </w:r>
      <w:r w:rsidR="008B1E00">
        <w:rPr>
          <w:rStyle w:val="Referencingstyle"/>
        </w:rPr>
        <w:t>s</w:t>
      </w:r>
      <w:r w:rsidR="001B6386">
        <w:rPr>
          <w:rStyle w:val="Referencingstyle"/>
        </w:rPr>
        <w:t xml:space="preserve"> of ‘insolvent’ </w:t>
      </w:r>
      <w:r w:rsidR="008B1E00">
        <w:rPr>
          <w:rStyle w:val="Referencingstyle"/>
        </w:rPr>
        <w:t>and</w:t>
      </w:r>
      <w:r w:rsidR="001B6386">
        <w:rPr>
          <w:rStyle w:val="Referencingstyle"/>
        </w:rPr>
        <w:t xml:space="preserve"> ‘solvent’ in section 9, and </w:t>
      </w:r>
      <w:r w:rsidR="00CB72DD">
        <w:rPr>
          <w:rStyle w:val="Referencingstyle"/>
        </w:rPr>
        <w:t>subsections 1146A(3) and (4)]</w:t>
      </w:r>
    </w:p>
    <w:p w14:paraId="400DBAE1" w14:textId="6155C186" w:rsidR="00DF21A4" w:rsidRDefault="00B8750F" w:rsidP="00DF21A4">
      <w:pPr>
        <w:pStyle w:val="base-text-paragraph"/>
      </w:pPr>
      <w:r>
        <w:t>A</w:t>
      </w:r>
      <w:r w:rsidR="00DF21A4">
        <w:t xml:space="preserve"> CCIV is permitted to apply assets of a sub-fund for the purpose of providing consideration for a reduction of share capital affecting the sub-fund. </w:t>
      </w:r>
      <w:r w:rsidR="00DF21A4">
        <w:rPr>
          <w:rStyle w:val="Referencingstyle"/>
        </w:rPr>
        <w:t>[Schedule 1, Part 1, item 1, subparagraph 1142C(2)(a)(iv)]</w:t>
      </w:r>
      <w:r w:rsidR="00DF21A4">
        <w:t xml:space="preserve"> </w:t>
      </w:r>
    </w:p>
    <w:p w14:paraId="071DBA2D" w14:textId="793F2418" w:rsidR="00CB2AE1" w:rsidRPr="00CB2AE1" w:rsidRDefault="00087BE9" w:rsidP="00CB2AE1">
      <w:pPr>
        <w:pStyle w:val="base-text-paragraph"/>
      </w:pPr>
      <w:r>
        <w:t xml:space="preserve">Relatedly, </w:t>
      </w:r>
      <w:r w:rsidR="00C80F4F">
        <w:t xml:space="preserve">a consequential amendment </w:t>
      </w:r>
      <w:r w:rsidR="00E85B67">
        <w:t>is being considered to ensure</w:t>
      </w:r>
      <w:r>
        <w:t xml:space="preserve"> the corporate director of a CCIV </w:t>
      </w:r>
      <w:r w:rsidR="00E85B67">
        <w:t>has</w:t>
      </w:r>
      <w:r>
        <w:t xml:space="preserve"> a duty to prevent insolvent trading </w:t>
      </w:r>
      <w:r w:rsidR="00E85B67">
        <w:t>of a sub-fund of the</w:t>
      </w:r>
      <w:r>
        <w:t xml:space="preserve"> CCIV. This</w:t>
      </w:r>
      <w:r w:rsidR="00E85B67">
        <w:t xml:space="preserve"> amendment</w:t>
      </w:r>
      <w:r>
        <w:t xml:space="preserve"> </w:t>
      </w:r>
      <w:r w:rsidR="00E85B67">
        <w:t>is still under development and</w:t>
      </w:r>
      <w:r>
        <w:t xml:space="preserve"> will be included in </w:t>
      </w:r>
      <w:r w:rsidR="001B6386">
        <w:t>the next</w:t>
      </w:r>
      <w:r>
        <w:t xml:space="preserve"> exposure draft</w:t>
      </w:r>
      <w:r w:rsidR="001B6386">
        <w:t xml:space="preserve"> of the Bill</w:t>
      </w:r>
      <w:r>
        <w:t>.</w:t>
      </w:r>
      <w:bookmarkEnd w:id="88"/>
    </w:p>
    <w:p w14:paraId="55ABF8EF" w14:textId="77777777" w:rsidR="009174D5" w:rsidRPr="00EE7533" w:rsidRDefault="009174D5" w:rsidP="009174D5">
      <w:pPr>
        <w:pStyle w:val="base-text-paragraph"/>
      </w:pPr>
      <w:bookmarkStart w:id="89" w:name="_Ref490751178"/>
      <w:r w:rsidRPr="00EE7533">
        <w:t>The ability to prescribe circumstances allowing a reduction of share capital in CCIV rules may be used, for example, to permit certain on-ma</w:t>
      </w:r>
      <w:r>
        <w:t>rket buy-backs for exchange-</w:t>
      </w:r>
      <w:r w:rsidRPr="00EE7533">
        <w:t>traded</w:t>
      </w:r>
      <w:r>
        <w:t xml:space="preserve"> </w:t>
      </w:r>
      <w:r w:rsidRPr="00EE7533">
        <w:t>funds.</w:t>
      </w:r>
      <w:bookmarkEnd w:id="89"/>
    </w:p>
    <w:p w14:paraId="3CED7CEE" w14:textId="16A3E46D" w:rsidR="00580E00" w:rsidRDefault="00580E00" w:rsidP="00580E00">
      <w:pPr>
        <w:pStyle w:val="Heading4"/>
      </w:pPr>
      <w:r>
        <w:lastRenderedPageBreak/>
        <w:t>Rule against self-acquisition</w:t>
      </w:r>
    </w:p>
    <w:p w14:paraId="54188245" w14:textId="0658934D" w:rsidR="00750AAC" w:rsidRDefault="0016177C" w:rsidP="002B1C9D">
      <w:pPr>
        <w:pStyle w:val="base-text-paragraph"/>
      </w:pPr>
      <w:r>
        <w:t>A CCIV is expressly prohibited from</w:t>
      </w:r>
      <w:r w:rsidR="005F41C6">
        <w:t xml:space="preserve"> acquir</w:t>
      </w:r>
      <w:r>
        <w:t>ing</w:t>
      </w:r>
      <w:r w:rsidR="005F41C6">
        <w:t xml:space="preserve"> shares (or units of shares) in itself except</w:t>
      </w:r>
      <w:r w:rsidR="00910A6F">
        <w:t>:</w:t>
      </w:r>
    </w:p>
    <w:p w14:paraId="29C58C8C" w14:textId="553C7239" w:rsidR="00750AAC" w:rsidRDefault="00750AAC" w:rsidP="00750AAC">
      <w:pPr>
        <w:pStyle w:val="dotpoint"/>
      </w:pPr>
      <w:r>
        <w:t>in buying back shares (for the purposes of a permitted reduction of share capital); or</w:t>
      </w:r>
    </w:p>
    <w:p w14:paraId="59AD486C" w14:textId="77777777" w:rsidR="00A21882" w:rsidRDefault="005F41C6" w:rsidP="00750AAC">
      <w:pPr>
        <w:pStyle w:val="dotpoint"/>
      </w:pPr>
      <w:proofErr w:type="gramStart"/>
      <w:r>
        <w:t>under</w:t>
      </w:r>
      <w:proofErr w:type="gramEnd"/>
      <w:r>
        <w:t xml:space="preserve"> a court order.</w:t>
      </w:r>
      <w:r w:rsidR="0016177C">
        <w:t xml:space="preserve"> </w:t>
      </w:r>
    </w:p>
    <w:p w14:paraId="47A42C73" w14:textId="67C04C7F" w:rsidR="005F41C6" w:rsidRDefault="0016177C" w:rsidP="00A21882">
      <w:pPr>
        <w:pStyle w:val="dotpoint"/>
        <w:numPr>
          <w:ilvl w:val="0"/>
          <w:numId w:val="0"/>
        </w:numPr>
        <w:ind w:left="1984"/>
      </w:pPr>
      <w:r>
        <w:rPr>
          <w:rStyle w:val="Referencingstyle"/>
        </w:rPr>
        <w:t>[</w:t>
      </w:r>
      <w:r w:rsidR="00CB72DD">
        <w:rPr>
          <w:rStyle w:val="Referencingstyle"/>
        </w:rPr>
        <w:t>Schedule 1, Part 1, item 1, section 1147</w:t>
      </w:r>
      <w:r>
        <w:rPr>
          <w:rStyle w:val="Referencingstyle"/>
        </w:rPr>
        <w:t>]</w:t>
      </w:r>
    </w:p>
    <w:p w14:paraId="4CBBA7C2" w14:textId="4C451872" w:rsidR="0016177C" w:rsidRDefault="0016177C" w:rsidP="002B1C9D">
      <w:pPr>
        <w:pStyle w:val="base-text-paragraph"/>
      </w:pPr>
      <w:r>
        <w:t>Consistent</w:t>
      </w:r>
      <w:r w:rsidR="004E3A58">
        <w:t>ly</w:t>
      </w:r>
      <w:r>
        <w:t xml:space="preserve"> with section 259A, </w:t>
      </w:r>
      <w:r w:rsidR="00E85B67">
        <w:t xml:space="preserve">this </w:t>
      </w:r>
      <w:r>
        <w:t xml:space="preserve">prohibition includes acquisition of ‘units of shares’, </w:t>
      </w:r>
      <w:r w:rsidR="00910A6F">
        <w:t xml:space="preserve">as </w:t>
      </w:r>
      <w:r>
        <w:t>defined in section 9</w:t>
      </w:r>
      <w:r w:rsidR="00910A6F">
        <w:t>.</w:t>
      </w:r>
    </w:p>
    <w:p w14:paraId="6FC9BA4D" w14:textId="6D03F90B" w:rsidR="00001613" w:rsidRDefault="00001613" w:rsidP="00001613">
      <w:pPr>
        <w:pStyle w:val="Heading5"/>
      </w:pPr>
      <w:r>
        <w:t>Prohibition on cross-</w:t>
      </w:r>
      <w:r w:rsidR="006027CB">
        <w:t xml:space="preserve">investment </w:t>
      </w:r>
    </w:p>
    <w:p w14:paraId="195FB6D2" w14:textId="1EDCD0DC" w:rsidR="005F41C6" w:rsidRDefault="005F41C6" w:rsidP="002B1C9D">
      <w:pPr>
        <w:pStyle w:val="base-text-paragraph"/>
      </w:pPr>
      <w:r>
        <w:t xml:space="preserve">One implication of </w:t>
      </w:r>
      <w:r w:rsidR="00E85B67">
        <w:t>the rule against self-acquisition</w:t>
      </w:r>
      <w:r>
        <w:t xml:space="preserve"> is that a sub-fund of a CCIV </w:t>
      </w:r>
      <w:r w:rsidR="00E85B67">
        <w:t>cannot</w:t>
      </w:r>
      <w:r>
        <w:t xml:space="preserve"> acquire shares that are referable to another sub-fund of the CCIV, except under a court order.</w:t>
      </w:r>
      <w:r w:rsidR="0016177C">
        <w:t xml:space="preserve"> </w:t>
      </w:r>
      <w:r w:rsidR="0016177C">
        <w:rPr>
          <w:rStyle w:val="Referencingstyle"/>
        </w:rPr>
        <w:t>[</w:t>
      </w:r>
      <w:r w:rsidR="00CB72DD">
        <w:rPr>
          <w:rStyle w:val="Referencingstyle"/>
        </w:rPr>
        <w:t xml:space="preserve">Schedule 1, Part 1, item 1, </w:t>
      </w:r>
      <w:r w:rsidR="002378EC">
        <w:rPr>
          <w:rStyle w:val="Referencingstyle"/>
        </w:rPr>
        <w:t xml:space="preserve">the </w:t>
      </w:r>
      <w:r w:rsidR="00CB72DD">
        <w:rPr>
          <w:rStyle w:val="Referencingstyle"/>
        </w:rPr>
        <w:t xml:space="preserve">note </w:t>
      </w:r>
      <w:r w:rsidR="002378EC">
        <w:rPr>
          <w:rStyle w:val="Referencingstyle"/>
        </w:rPr>
        <w:t>to</w:t>
      </w:r>
      <w:r w:rsidR="00CB72DD">
        <w:rPr>
          <w:rStyle w:val="Referencingstyle"/>
        </w:rPr>
        <w:t xml:space="preserve"> section 1147</w:t>
      </w:r>
      <w:r w:rsidR="0016177C">
        <w:rPr>
          <w:rStyle w:val="Referencingstyle"/>
        </w:rPr>
        <w:t>]</w:t>
      </w:r>
    </w:p>
    <w:p w14:paraId="5137CB2C" w14:textId="2EB752EA" w:rsidR="00001613" w:rsidRDefault="00001613" w:rsidP="00001613">
      <w:pPr>
        <w:pStyle w:val="base-text-paragraph"/>
      </w:pPr>
      <w:r>
        <w:t xml:space="preserve">This prevents one sub-fund from </w:t>
      </w:r>
      <w:r w:rsidR="001237B8">
        <w:t>‘</w:t>
      </w:r>
      <w:r>
        <w:t>cross-investing</w:t>
      </w:r>
      <w:r w:rsidR="001237B8">
        <w:t>’</w:t>
      </w:r>
      <w:r>
        <w:t xml:space="preserve"> in another sub-fund. </w:t>
      </w:r>
      <w:r w:rsidR="0021674E">
        <w:t xml:space="preserve">Allowing </w:t>
      </w:r>
      <w:r w:rsidR="00E85B67">
        <w:t>cross-investment</w:t>
      </w:r>
      <w:r>
        <w:t xml:space="preserve"> would increase the risk of contagion between the sub-funds of a CCIV in the absence of investment restrictions such as those </w:t>
      </w:r>
      <w:r w:rsidR="00910A6F">
        <w:t xml:space="preserve">included </w:t>
      </w:r>
      <w:r>
        <w:t>in the U</w:t>
      </w:r>
      <w:r w:rsidR="0000043D">
        <w:t xml:space="preserve">nited </w:t>
      </w:r>
      <w:r>
        <w:t>K</w:t>
      </w:r>
      <w:r w:rsidR="0000043D">
        <w:t>ingdom’s</w:t>
      </w:r>
      <w:r w:rsidR="00910A6F">
        <w:t xml:space="preserve"> OEIC regime (which allows cross-investment between sub-funds)</w:t>
      </w:r>
      <w:r>
        <w:t xml:space="preserve"> and other jurisdictions.</w:t>
      </w:r>
    </w:p>
    <w:p w14:paraId="07185905" w14:textId="418B9301" w:rsidR="00580E00" w:rsidRDefault="00580E00" w:rsidP="00580E00">
      <w:pPr>
        <w:pStyle w:val="Heading4"/>
      </w:pPr>
      <w:r>
        <w:t>Rule against taking security over own shares</w:t>
      </w:r>
    </w:p>
    <w:p w14:paraId="287EF3C7" w14:textId="66E54D2D" w:rsidR="00580E00" w:rsidRDefault="00001613" w:rsidP="002B1C9D">
      <w:pPr>
        <w:pStyle w:val="base-text-paragraph"/>
      </w:pPr>
      <w:r>
        <w:t>A CCIV is expressly prohibited from taking security over shares (or units of shares) in itself, or in a company that controls it</w:t>
      </w:r>
      <w:r w:rsidR="00580E00">
        <w:t>.</w:t>
      </w:r>
      <w:r w:rsidR="00836017">
        <w:t xml:space="preserve"> </w:t>
      </w:r>
      <w:r w:rsidR="00836017">
        <w:rPr>
          <w:rStyle w:val="Referencingstyle"/>
        </w:rPr>
        <w:t>[</w:t>
      </w:r>
      <w:r w:rsidR="00CB72DD">
        <w:rPr>
          <w:rStyle w:val="Referencingstyle"/>
        </w:rPr>
        <w:t>Schedule 1, Part 1, item 1, section 1147A</w:t>
      </w:r>
      <w:r w:rsidR="00836017">
        <w:rPr>
          <w:rStyle w:val="Referencingstyle"/>
        </w:rPr>
        <w:t>]</w:t>
      </w:r>
    </w:p>
    <w:p w14:paraId="62849AF6" w14:textId="76138A34" w:rsidR="00836017" w:rsidRDefault="00836017" w:rsidP="00836017">
      <w:pPr>
        <w:pStyle w:val="base-text-paragraph"/>
      </w:pPr>
      <w:r>
        <w:t>A company controls the CCIV if the company has the capacity to determine the outcome of decisions about the CCIV’s financial and operating policies (see section 50AA</w:t>
      </w:r>
      <w:r w:rsidR="00721255">
        <w:t xml:space="preserve"> for the meaning of control</w:t>
      </w:r>
      <w:r>
        <w:t>).</w:t>
      </w:r>
    </w:p>
    <w:p w14:paraId="66DB3B4F" w14:textId="037F21B7" w:rsidR="00580E00" w:rsidRDefault="00580E00" w:rsidP="00580E00">
      <w:pPr>
        <w:pStyle w:val="Heading4"/>
      </w:pPr>
      <w:r>
        <w:t>Rule against financial assistance</w:t>
      </w:r>
    </w:p>
    <w:p w14:paraId="22935991" w14:textId="70810BEA" w:rsidR="00580E00" w:rsidRDefault="00836017" w:rsidP="002B1C9D">
      <w:pPr>
        <w:pStyle w:val="base-text-paragraph"/>
      </w:pPr>
      <w:r>
        <w:t xml:space="preserve">A CCIV is expressly prohibited from financially assisting a person to acquire shares (or units of shares) </w:t>
      </w:r>
      <w:r w:rsidR="00E80A43">
        <w:t>in the CCIV</w:t>
      </w:r>
      <w:r w:rsidR="00580E00">
        <w:t>.</w:t>
      </w:r>
      <w:r w:rsidR="00E80A43">
        <w:t xml:space="preserve"> </w:t>
      </w:r>
      <w:r w:rsidR="00E80A43">
        <w:rPr>
          <w:rStyle w:val="Referencingstyle"/>
        </w:rPr>
        <w:t>[</w:t>
      </w:r>
      <w:r w:rsidR="00CB72DD">
        <w:rPr>
          <w:rStyle w:val="Referencingstyle"/>
        </w:rPr>
        <w:t>Schedule 1, Part 1, item 1, subsection 1148(1)</w:t>
      </w:r>
      <w:r w:rsidR="00E80A43">
        <w:rPr>
          <w:rStyle w:val="Referencingstyle"/>
        </w:rPr>
        <w:t>]</w:t>
      </w:r>
    </w:p>
    <w:p w14:paraId="0B6D1DB0" w14:textId="1EB4C528" w:rsidR="00F55439" w:rsidRDefault="00105603" w:rsidP="002B1C9D">
      <w:pPr>
        <w:pStyle w:val="base-text-paragraph"/>
      </w:pPr>
      <w:r>
        <w:t>W</w:t>
      </w:r>
      <w:r w:rsidR="00D93027">
        <w:t xml:space="preserve">ithout limiting the types of financial assistance </w:t>
      </w:r>
      <w:r w:rsidR="003A626B">
        <w:t xml:space="preserve">that are </w:t>
      </w:r>
      <w:r w:rsidR="00F55439">
        <w:t xml:space="preserve">prohibited, </w:t>
      </w:r>
      <w:r w:rsidR="00A66DC3">
        <w:t>a CCIV must not financially assist a person to acquire shares (or units of shares) in the CCIV by way of</w:t>
      </w:r>
      <w:r w:rsidR="00F55439">
        <w:t>:</w:t>
      </w:r>
    </w:p>
    <w:p w14:paraId="5E040929" w14:textId="7A5775B7" w:rsidR="00F55439" w:rsidRDefault="00F55439" w:rsidP="00F55439">
      <w:pPr>
        <w:pStyle w:val="dotpoint"/>
      </w:pPr>
      <w:r>
        <w:lastRenderedPageBreak/>
        <w:t xml:space="preserve">financial assistance given before or after the time of that acquisition; </w:t>
      </w:r>
    </w:p>
    <w:p w14:paraId="0DD00D4F" w14:textId="77777777" w:rsidR="00A66DC3" w:rsidRDefault="00F55439" w:rsidP="00F55439">
      <w:pPr>
        <w:pStyle w:val="dotpoint"/>
      </w:pPr>
      <w:r w:rsidRPr="00750AAC">
        <w:t>paying a dividend</w:t>
      </w:r>
      <w:r w:rsidR="00A66DC3">
        <w:t>; or</w:t>
      </w:r>
    </w:p>
    <w:p w14:paraId="10462964" w14:textId="77777777" w:rsidR="00675B18" w:rsidRDefault="00750AAC" w:rsidP="00F55439">
      <w:pPr>
        <w:pStyle w:val="dotpoint"/>
      </w:pPr>
      <w:proofErr w:type="gramStart"/>
      <w:r>
        <w:t>a</w:t>
      </w:r>
      <w:proofErr w:type="gramEnd"/>
      <w:r>
        <w:t xml:space="preserve"> reduction of share capital</w:t>
      </w:r>
      <w:r w:rsidR="00F55439">
        <w:t xml:space="preserve">. </w:t>
      </w:r>
    </w:p>
    <w:p w14:paraId="24C0D98D" w14:textId="6EAE97E0" w:rsidR="00F55439" w:rsidRDefault="00F55439" w:rsidP="00675B18">
      <w:pPr>
        <w:pStyle w:val="dotpoint"/>
        <w:numPr>
          <w:ilvl w:val="0"/>
          <w:numId w:val="0"/>
        </w:numPr>
        <w:ind w:left="1984"/>
      </w:pPr>
      <w:r>
        <w:rPr>
          <w:rStyle w:val="Referencingstyle"/>
        </w:rPr>
        <w:t>[</w:t>
      </w:r>
      <w:r w:rsidR="00CB72DD">
        <w:rPr>
          <w:rStyle w:val="Referencingstyle"/>
        </w:rPr>
        <w:t>Schedule 1, Part 1, item 1, subsection 1148(2)]</w:t>
      </w:r>
    </w:p>
    <w:p w14:paraId="11CCCD8E" w14:textId="5AE6CC62" w:rsidR="00F55439" w:rsidRDefault="003A626B" w:rsidP="002B1C9D">
      <w:pPr>
        <w:pStyle w:val="base-text-paragraph"/>
      </w:pPr>
      <w:r>
        <w:t>As a consequence,</w:t>
      </w:r>
      <w:r w:rsidR="00D64EE3">
        <w:t xml:space="preserve"> a CCIV</w:t>
      </w:r>
      <w:r>
        <w:t xml:space="preserve"> is, for example, prohibited</w:t>
      </w:r>
      <w:r w:rsidR="00D64EE3">
        <w:t xml:space="preserve"> from paying a dividend to a member for the </w:t>
      </w:r>
      <w:r w:rsidR="00D64EE3" w:rsidRPr="005C54A8">
        <w:t>purpose</w:t>
      </w:r>
      <w:r w:rsidR="00D64EE3">
        <w:t xml:space="preserve"> of the member purchasing more shares in the CCIV. However, a member </w:t>
      </w:r>
      <w:r>
        <w:t>may</w:t>
      </w:r>
      <w:r w:rsidR="00D64EE3">
        <w:t xml:space="preserve"> purchase shares in the CCIV</w:t>
      </w:r>
      <w:r>
        <w:t xml:space="preserve"> using dividend proceeds</w:t>
      </w:r>
      <w:r w:rsidR="00D64EE3">
        <w:t xml:space="preserve"> </w:t>
      </w:r>
      <w:r>
        <w:t>if this occurs at</w:t>
      </w:r>
      <w:r w:rsidR="00D64EE3">
        <w:t xml:space="preserve"> the member’s own initiative.</w:t>
      </w:r>
    </w:p>
    <w:p w14:paraId="72A84510" w14:textId="4E23C0E4" w:rsidR="00E80A43" w:rsidRDefault="00F55439" w:rsidP="002B1C9D">
      <w:pPr>
        <w:pStyle w:val="base-text-paragraph"/>
      </w:pPr>
      <w:r>
        <w:t>Th</w:t>
      </w:r>
      <w:r w:rsidR="00197FF8">
        <w:t>is</w:t>
      </w:r>
      <w:r w:rsidDel="003A626B">
        <w:t xml:space="preserve"> </w:t>
      </w:r>
      <w:r>
        <w:t>prohibition applies to an acquisition of shares (or units of shares)</w:t>
      </w:r>
      <w:r w:rsidR="007E52AA">
        <w:t xml:space="preserve">, whether that acquisition occurs by the CCIV issuing the shares, by transfer of the shares or by any other means. </w:t>
      </w:r>
      <w:r w:rsidR="00CB72DD">
        <w:rPr>
          <w:rStyle w:val="Referencingstyle"/>
        </w:rPr>
        <w:t>[Schedule 1, Part 1, item 1, subsection 1148(3)</w:t>
      </w:r>
      <w:r w:rsidR="007E52AA">
        <w:rPr>
          <w:rStyle w:val="Referencingstyle"/>
        </w:rPr>
        <w:t>]</w:t>
      </w:r>
      <w:r w:rsidR="007E52AA">
        <w:t xml:space="preserve"> </w:t>
      </w:r>
    </w:p>
    <w:p w14:paraId="132BA74A" w14:textId="27CCF2F2" w:rsidR="00051208" w:rsidRDefault="007232FC" w:rsidP="00051208">
      <w:pPr>
        <w:pStyle w:val="Heading3"/>
      </w:pPr>
      <w:r>
        <w:t xml:space="preserve">Issuing and converting </w:t>
      </w:r>
      <w:r w:rsidR="00051208">
        <w:t>redeemable share</w:t>
      </w:r>
      <w:r>
        <w:t>s</w:t>
      </w:r>
    </w:p>
    <w:p w14:paraId="4AFEBEA7" w14:textId="227D7884" w:rsidR="00512EA5" w:rsidRDefault="00512EA5" w:rsidP="00512EA5">
      <w:pPr>
        <w:pStyle w:val="Heading4"/>
      </w:pPr>
      <w:r>
        <w:t>Issue of redeemable shares</w:t>
      </w:r>
    </w:p>
    <w:p w14:paraId="5C921E2C" w14:textId="6FEF212B" w:rsidR="000C4A62" w:rsidRDefault="000C4A62" w:rsidP="00051208">
      <w:pPr>
        <w:pStyle w:val="base-text-paragraph"/>
      </w:pPr>
      <w:bookmarkStart w:id="90" w:name="_Ref490244861"/>
      <w:r>
        <w:t xml:space="preserve">The shares </w:t>
      </w:r>
      <w:r w:rsidR="00197FF8">
        <w:t>of</w:t>
      </w:r>
      <w:r>
        <w:t xml:space="preserve"> a CCIV may be issued </w:t>
      </w:r>
      <w:r w:rsidR="00F23337">
        <w:t xml:space="preserve">on the terms that they are liable to be </w:t>
      </w:r>
      <w:r>
        <w:t>redeem</w:t>
      </w:r>
      <w:r w:rsidR="00F23337">
        <w:t>ed</w:t>
      </w:r>
      <w:r>
        <w:t xml:space="preserve"> at the </w:t>
      </w:r>
      <w:r w:rsidR="0001746B">
        <w:t>member</w:t>
      </w:r>
      <w:r>
        <w:t>’s option.</w:t>
      </w:r>
      <w:r w:rsidR="0083001A">
        <w:t xml:space="preserve"> </w:t>
      </w:r>
      <w:r w:rsidR="00F021EC">
        <w:t>All, or some, of the shares in a CCIV may be redeemable shares</w:t>
      </w:r>
      <w:r w:rsidR="006027CB">
        <w:t>.</w:t>
      </w:r>
      <w:r w:rsidR="00F021EC">
        <w:t xml:space="preserve"> </w:t>
      </w:r>
      <w:r w:rsidR="0083001A">
        <w:rPr>
          <w:rStyle w:val="Referencingstyle"/>
        </w:rPr>
        <w:t>[</w:t>
      </w:r>
      <w:r w:rsidR="00D64EE3">
        <w:rPr>
          <w:rStyle w:val="Referencingstyle"/>
        </w:rPr>
        <w:t>Schedule 1, Part 1, item 1, section 1143</w:t>
      </w:r>
      <w:r w:rsidR="0083001A">
        <w:rPr>
          <w:rStyle w:val="Referencingstyle"/>
        </w:rPr>
        <w:t>]</w:t>
      </w:r>
      <w:bookmarkEnd w:id="90"/>
    </w:p>
    <w:p w14:paraId="39EA7159" w14:textId="1A7FFA3A" w:rsidR="00161957" w:rsidRDefault="00161957" w:rsidP="00051208">
      <w:pPr>
        <w:pStyle w:val="base-text-paragraph"/>
      </w:pPr>
      <w:r>
        <w:t xml:space="preserve">A CCIV can choose to be ‘open-ended’ by issuing shares in this way. </w:t>
      </w:r>
      <w:r w:rsidR="008D3BAD">
        <w:t xml:space="preserve">This allows individual members </w:t>
      </w:r>
      <w:r w:rsidR="00197FF8">
        <w:t>on their own initiative</w:t>
      </w:r>
      <w:r w:rsidR="008D3BAD">
        <w:t xml:space="preserve"> </w:t>
      </w:r>
      <w:r w:rsidR="00197FF8">
        <w:t xml:space="preserve">to </w:t>
      </w:r>
      <w:r w:rsidR="008D3BAD">
        <w:t>seek a return of their paid-up capital in exchange for extinguishing the share</w:t>
      </w:r>
      <w:r w:rsidR="00F45BA1">
        <w:t>s.</w:t>
      </w:r>
      <w:r w:rsidR="008D3BAD">
        <w:t xml:space="preserve"> </w:t>
      </w:r>
    </w:p>
    <w:p w14:paraId="2C2DEEBA" w14:textId="49F49F1E" w:rsidR="000C4A62" w:rsidRDefault="000C4A62" w:rsidP="00051208">
      <w:pPr>
        <w:pStyle w:val="base-text-paragraph"/>
      </w:pPr>
      <w:r>
        <w:t xml:space="preserve">This </w:t>
      </w:r>
      <w:r w:rsidR="00F021EC">
        <w:t xml:space="preserve">feature </w:t>
      </w:r>
      <w:r>
        <w:t>is similar to a member’s right to withdraw from a registered scheme</w:t>
      </w:r>
      <w:r w:rsidR="00197FF8">
        <w:t xml:space="preserve"> and is </w:t>
      </w:r>
      <w:r w:rsidR="00F021EC">
        <w:t>based in part on Part 5C.6 of the Act</w:t>
      </w:r>
      <w:r>
        <w:t>.</w:t>
      </w:r>
    </w:p>
    <w:p w14:paraId="3272E4B9" w14:textId="225FA9B8" w:rsidR="00434579" w:rsidRDefault="00434579" w:rsidP="00EF781A">
      <w:pPr>
        <w:pStyle w:val="Heading4"/>
      </w:pPr>
      <w:r>
        <w:t xml:space="preserve">Conversion of </w:t>
      </w:r>
      <w:r w:rsidR="00512EA5">
        <w:t xml:space="preserve">redeemable </w:t>
      </w:r>
      <w:r>
        <w:t>shares</w:t>
      </w:r>
    </w:p>
    <w:p w14:paraId="6A162158" w14:textId="27E6976F" w:rsidR="00051208" w:rsidRPr="00AE4ED6" w:rsidRDefault="00434579" w:rsidP="00051208">
      <w:pPr>
        <w:pStyle w:val="base-text-paragraph"/>
        <w:rPr>
          <w:rStyle w:val="Referencingstyle"/>
          <w:b w:val="0"/>
          <w:i w:val="0"/>
          <w:sz w:val="22"/>
        </w:rPr>
      </w:pPr>
      <w:r>
        <w:t xml:space="preserve">A CCIV may convert a non-redeemable share into a redeemable </w:t>
      </w:r>
      <w:r w:rsidR="00197FF8">
        <w:t xml:space="preserve">share </w:t>
      </w:r>
      <w:r>
        <w:t>and vice versa</w:t>
      </w:r>
      <w:r w:rsidR="00F23337">
        <w:t>, but only if this is approved by a special resolution of members of the sub-fund to which the share is referable</w:t>
      </w:r>
      <w:r>
        <w:t xml:space="preserve">. </w:t>
      </w:r>
      <w:r w:rsidR="00F23337">
        <w:rPr>
          <w:rStyle w:val="Referencingstyle"/>
        </w:rPr>
        <w:t>[</w:t>
      </w:r>
      <w:r w:rsidR="00D64EE3">
        <w:rPr>
          <w:rStyle w:val="Referencingstyle"/>
        </w:rPr>
        <w:t>Schedule 1, Part 1, item 1, section 1143A</w:t>
      </w:r>
      <w:r>
        <w:rPr>
          <w:rStyle w:val="Referencingstyle"/>
        </w:rPr>
        <w:t>]</w:t>
      </w:r>
    </w:p>
    <w:p w14:paraId="66036BCC" w14:textId="77777777" w:rsidR="00AE4ED6" w:rsidRPr="00A91855" w:rsidRDefault="00AE4ED6" w:rsidP="00051208">
      <w:pPr>
        <w:pStyle w:val="base-text-paragraph"/>
      </w:pPr>
      <w:r w:rsidRPr="00A91855">
        <w:t xml:space="preserve">A CCIV can use this procedure to: </w:t>
      </w:r>
    </w:p>
    <w:p w14:paraId="74B5A81A" w14:textId="4228BEFC" w:rsidR="00AE4ED6" w:rsidRPr="00A91855" w:rsidRDefault="00AE4ED6" w:rsidP="00AE4ED6">
      <w:pPr>
        <w:pStyle w:val="dotpoint"/>
      </w:pPr>
      <w:r w:rsidRPr="00A91855">
        <w:t xml:space="preserve">change from being ‘open-ended’ to ‘closed-ended’, by converting all its redeemable shares to non-redeemable shares; </w:t>
      </w:r>
    </w:p>
    <w:p w14:paraId="0DDBC0E9" w14:textId="5C463E5C" w:rsidR="00AE4ED6" w:rsidRPr="00A91855" w:rsidRDefault="00AE4ED6" w:rsidP="00AE4ED6">
      <w:pPr>
        <w:pStyle w:val="dotpoint"/>
      </w:pPr>
      <w:r w:rsidRPr="00A91855">
        <w:lastRenderedPageBreak/>
        <w:t xml:space="preserve">change from being ‘closed-ended’ to </w:t>
      </w:r>
      <w:r w:rsidR="00E571B6" w:rsidRPr="00A91855">
        <w:t>partially</w:t>
      </w:r>
      <w:r w:rsidRPr="00A91855">
        <w:t xml:space="preserve"> ‘open-ended’, by converting any of its </w:t>
      </w:r>
      <w:r w:rsidR="002616BA" w:rsidRPr="00A91855">
        <w:t xml:space="preserve">(non-redeemable) </w:t>
      </w:r>
      <w:r w:rsidRPr="00A91855">
        <w:t>shares</w:t>
      </w:r>
      <w:r w:rsidR="00E571B6" w:rsidRPr="00A91855">
        <w:t xml:space="preserve"> to redeemable shares; or</w:t>
      </w:r>
    </w:p>
    <w:p w14:paraId="30339454" w14:textId="05505082" w:rsidR="00AE4ED6" w:rsidRPr="00A91855" w:rsidRDefault="00AE4ED6" w:rsidP="00AE4ED6">
      <w:pPr>
        <w:pStyle w:val="dotpoint"/>
      </w:pPr>
      <w:proofErr w:type="gramStart"/>
      <w:r w:rsidRPr="00A91855">
        <w:t>change</w:t>
      </w:r>
      <w:proofErr w:type="gramEnd"/>
      <w:r w:rsidRPr="00A91855">
        <w:t xml:space="preserve"> from being ‘closed-ended’ to fully ‘open-ended’, by converting a</w:t>
      </w:r>
      <w:r w:rsidR="002616BA" w:rsidRPr="00A91855">
        <w:t xml:space="preserve">ll </w:t>
      </w:r>
      <w:r w:rsidRPr="00A91855">
        <w:t>of its</w:t>
      </w:r>
      <w:r w:rsidR="002616BA" w:rsidRPr="00A91855">
        <w:t xml:space="preserve"> (non-redeemable) shares to redeemable shares.</w:t>
      </w:r>
      <w:r w:rsidRPr="00A91855">
        <w:t xml:space="preserve"> </w:t>
      </w:r>
    </w:p>
    <w:p w14:paraId="6785798F" w14:textId="2135DDC9" w:rsidR="00434579" w:rsidRPr="00512EA5" w:rsidRDefault="00434579" w:rsidP="00051208">
      <w:pPr>
        <w:pStyle w:val="base-text-paragraph"/>
        <w:rPr>
          <w:rStyle w:val="Referencingstyle"/>
          <w:b w:val="0"/>
          <w:i w:val="0"/>
          <w:sz w:val="22"/>
        </w:rPr>
      </w:pPr>
      <w:r>
        <w:t>The rules about variation of class rights in sections 24</w:t>
      </w:r>
      <w:r w:rsidR="00F23337">
        <w:t xml:space="preserve">6B to 246G will also </w:t>
      </w:r>
      <w:r>
        <w:t>apply to any such conversion.</w:t>
      </w:r>
      <w:r w:rsidR="00974AF0">
        <w:t xml:space="preserve"> </w:t>
      </w:r>
      <w:r w:rsidR="00974AF0">
        <w:rPr>
          <w:rStyle w:val="Referencingstyle"/>
        </w:rPr>
        <w:t>[</w:t>
      </w:r>
      <w:r w:rsidR="00D64EE3">
        <w:rPr>
          <w:rStyle w:val="Referencingstyle"/>
        </w:rPr>
        <w:t>Schedule</w:t>
      </w:r>
      <w:r w:rsidR="00167A37">
        <w:rPr>
          <w:rStyle w:val="Referencingstyle"/>
        </w:rPr>
        <w:t xml:space="preserve"> 1, Part 1, item 1,</w:t>
      </w:r>
      <w:r w:rsidR="00D64EE3">
        <w:rPr>
          <w:rStyle w:val="Referencingstyle"/>
        </w:rPr>
        <w:t xml:space="preserve"> </w:t>
      </w:r>
      <w:r w:rsidR="002378EC">
        <w:rPr>
          <w:rStyle w:val="Referencingstyle"/>
        </w:rPr>
        <w:t xml:space="preserve">the </w:t>
      </w:r>
      <w:r w:rsidR="00D64EE3">
        <w:rPr>
          <w:rStyle w:val="Referencingstyle"/>
        </w:rPr>
        <w:t xml:space="preserve">note </w:t>
      </w:r>
      <w:r w:rsidR="002378EC">
        <w:rPr>
          <w:rStyle w:val="Referencingstyle"/>
        </w:rPr>
        <w:t>to</w:t>
      </w:r>
      <w:r w:rsidR="00D64EE3">
        <w:rPr>
          <w:rStyle w:val="Referencingstyle"/>
        </w:rPr>
        <w:t xml:space="preserve"> subsection 1143A(1)</w:t>
      </w:r>
      <w:r w:rsidR="00974AF0">
        <w:rPr>
          <w:rStyle w:val="Referencingstyle"/>
        </w:rPr>
        <w:t>]</w:t>
      </w:r>
    </w:p>
    <w:p w14:paraId="428537D8" w14:textId="43DDD61D" w:rsidR="00512EA5" w:rsidRDefault="00F23337" w:rsidP="00512EA5">
      <w:pPr>
        <w:pStyle w:val="Heading3"/>
      </w:pPr>
      <w:r>
        <w:t xml:space="preserve">Constitution </w:t>
      </w:r>
      <w:r w:rsidR="00C300D9">
        <w:t xml:space="preserve">to </w:t>
      </w:r>
      <w:r>
        <w:t>provide for redemption</w:t>
      </w:r>
    </w:p>
    <w:p w14:paraId="2509C59A" w14:textId="10C7959E" w:rsidR="00F23337" w:rsidRDefault="00F23337" w:rsidP="00051208">
      <w:pPr>
        <w:pStyle w:val="base-text-paragraph"/>
      </w:pPr>
      <w:bookmarkStart w:id="91" w:name="_Ref490745474"/>
      <w:r>
        <w:t xml:space="preserve">The constitution of a </w:t>
      </w:r>
      <w:r w:rsidR="00AA08C9">
        <w:t xml:space="preserve">retail </w:t>
      </w:r>
      <w:r>
        <w:t>CCIV must provide for redemption of share</w:t>
      </w:r>
      <w:r w:rsidR="00B358AE">
        <w:t xml:space="preserve">s in accordance with the rules explained below </w:t>
      </w:r>
      <w:r w:rsidR="00B358AE" w:rsidRPr="00A96445">
        <w:t xml:space="preserve">at paragraphs </w:t>
      </w:r>
      <w:r w:rsidR="00A66DC3" w:rsidRPr="00A96445">
        <w:fldChar w:fldCharType="begin"/>
      </w:r>
      <w:r w:rsidR="00A66DC3" w:rsidRPr="00A96445">
        <w:instrText xml:space="preserve"> REF _Ref490244966 \r \h </w:instrText>
      </w:r>
      <w:r w:rsidR="00A96445">
        <w:instrText xml:space="preserve"> \* MERGEFORMAT </w:instrText>
      </w:r>
      <w:r w:rsidR="00A66DC3" w:rsidRPr="00A96445">
        <w:fldChar w:fldCharType="separate"/>
      </w:r>
      <w:r w:rsidR="004C78A6">
        <w:t>5.51</w:t>
      </w:r>
      <w:r w:rsidR="00A66DC3" w:rsidRPr="00A96445">
        <w:fldChar w:fldCharType="end"/>
      </w:r>
      <w:r w:rsidR="00B358AE" w:rsidRPr="00A96445">
        <w:t xml:space="preserve"> to </w:t>
      </w:r>
      <w:r w:rsidR="004A3607" w:rsidRPr="00A96445">
        <w:fldChar w:fldCharType="begin"/>
      </w:r>
      <w:r w:rsidR="004A3607" w:rsidRPr="00A96445">
        <w:instrText xml:space="preserve"> REF _Ref490759298 \r \h </w:instrText>
      </w:r>
      <w:r w:rsidR="00A96445">
        <w:instrText xml:space="preserve"> \* MERGEFORMAT </w:instrText>
      </w:r>
      <w:r w:rsidR="004A3607" w:rsidRPr="00A96445">
        <w:fldChar w:fldCharType="separate"/>
      </w:r>
      <w:r w:rsidR="004C78A6">
        <w:t>5.65</w:t>
      </w:r>
      <w:r w:rsidR="004A3607" w:rsidRPr="00A96445">
        <w:fldChar w:fldCharType="end"/>
      </w:r>
      <w:r w:rsidRPr="00A96445">
        <w:t xml:space="preserve"> if</w:t>
      </w:r>
      <w:r>
        <w:t xml:space="preserve"> all or some of </w:t>
      </w:r>
      <w:r w:rsidR="00AA08C9">
        <w:t>its</w:t>
      </w:r>
      <w:r>
        <w:t xml:space="preserve"> shares are issued on the terms that they are liable to be redeemed at the </w:t>
      </w:r>
      <w:r w:rsidR="003D079A">
        <w:t xml:space="preserve">member’s </w:t>
      </w:r>
      <w:r>
        <w:t>option.</w:t>
      </w:r>
      <w:r w:rsidR="00D84DEF">
        <w:t xml:space="preserve"> </w:t>
      </w:r>
      <w:r w:rsidR="00197FF8">
        <w:t xml:space="preserve">The constitution </w:t>
      </w:r>
      <w:r w:rsidR="00D84DEF">
        <w:t>may make different provision for sub-funds that are liquid and sub-funds that are not liquid.</w:t>
      </w:r>
      <w:r w:rsidR="00F01CC0">
        <w:t xml:space="preserve"> </w:t>
      </w:r>
      <w:r w:rsidR="00F01CC0">
        <w:rPr>
          <w:rStyle w:val="Referencingstyle"/>
        </w:rPr>
        <w:t>[</w:t>
      </w:r>
      <w:r w:rsidR="00167A37">
        <w:rPr>
          <w:rStyle w:val="Referencingstyle"/>
        </w:rPr>
        <w:t>Schedule 1, Part 1, item 1, section 1159</w:t>
      </w:r>
      <w:r w:rsidR="00D84DEF">
        <w:rPr>
          <w:rStyle w:val="Referencingstyle"/>
        </w:rPr>
        <w:t>]</w:t>
      </w:r>
      <w:bookmarkEnd w:id="91"/>
    </w:p>
    <w:p w14:paraId="134596B2" w14:textId="349C000F" w:rsidR="00D84DEF" w:rsidRDefault="00D84DEF" w:rsidP="00EF781A">
      <w:pPr>
        <w:pStyle w:val="Heading4"/>
      </w:pPr>
      <w:r>
        <w:t xml:space="preserve">When a sub-fund </w:t>
      </w:r>
      <w:r w:rsidR="00512EA5">
        <w:t xml:space="preserve">of a retail CCIV </w:t>
      </w:r>
      <w:r>
        <w:t>is liquid</w:t>
      </w:r>
    </w:p>
    <w:p w14:paraId="6860BD66" w14:textId="59BEF8F8" w:rsidR="007232FC" w:rsidRDefault="002F30E2" w:rsidP="00051208">
      <w:pPr>
        <w:pStyle w:val="base-text-paragraph"/>
      </w:pPr>
      <w:r>
        <w:t xml:space="preserve">A sub-fund </w:t>
      </w:r>
      <w:r w:rsidR="00974AF0">
        <w:t xml:space="preserve">of </w:t>
      </w:r>
      <w:proofErr w:type="gramStart"/>
      <w:r w:rsidR="00974AF0">
        <w:t>a retail</w:t>
      </w:r>
      <w:proofErr w:type="gramEnd"/>
      <w:r w:rsidR="00974AF0">
        <w:t xml:space="preserve"> CCIV </w:t>
      </w:r>
      <w:r>
        <w:t>is liquid if liquid assets account for at least 80</w:t>
      </w:r>
      <w:r w:rsidR="008B1E00">
        <w:t xml:space="preserve"> per cent</w:t>
      </w:r>
      <w:r>
        <w:t xml:space="preserve"> of the value of the assets of the sub-fund</w:t>
      </w:r>
      <w:r w:rsidR="00285E10">
        <w:t xml:space="preserve">. </w:t>
      </w:r>
      <w:r w:rsidR="007232FC">
        <w:t xml:space="preserve">Liquid assets are </w:t>
      </w:r>
      <w:r w:rsidR="004C0E44">
        <w:t>easily realisable assets such as</w:t>
      </w:r>
      <w:r w:rsidR="007232FC">
        <w:t xml:space="preserve"> money deposited in financial institutions, bank accepted bills and marketable securities. </w:t>
      </w:r>
      <w:r w:rsidR="00167A37">
        <w:rPr>
          <w:rStyle w:val="Referencingstyle"/>
        </w:rPr>
        <w:t>[Schedule 1, Part 1, item 1, section 1159A]</w:t>
      </w:r>
    </w:p>
    <w:p w14:paraId="28507EBF" w14:textId="0E621C29" w:rsidR="002F30E2" w:rsidRDefault="002F30E2" w:rsidP="00051208">
      <w:pPr>
        <w:pStyle w:val="base-text-paragraph"/>
      </w:pPr>
      <w:r>
        <w:t xml:space="preserve">The </w:t>
      </w:r>
      <w:r w:rsidR="007359A4">
        <w:t>liquid assets test</w:t>
      </w:r>
      <w:r>
        <w:t xml:space="preserve"> is based on </w:t>
      </w:r>
      <w:r w:rsidR="007232FC">
        <w:t xml:space="preserve">the rules </w:t>
      </w:r>
      <w:r w:rsidR="004C0E44">
        <w:t xml:space="preserve">concerning </w:t>
      </w:r>
      <w:r w:rsidR="007232FC">
        <w:t xml:space="preserve">liquidity of registered schemes in </w:t>
      </w:r>
      <w:r>
        <w:t xml:space="preserve">subsections </w:t>
      </w:r>
      <w:proofErr w:type="gramStart"/>
      <w:r>
        <w:t>601KA(</w:t>
      </w:r>
      <w:proofErr w:type="gramEnd"/>
      <w:r>
        <w:t>4)</w:t>
      </w:r>
      <w:r w:rsidR="008B1E00">
        <w:t xml:space="preserve"> to </w:t>
      </w:r>
      <w:r>
        <w:t>(6).</w:t>
      </w:r>
    </w:p>
    <w:p w14:paraId="4B705ED0" w14:textId="48ECCBED" w:rsidR="00974AF0" w:rsidRDefault="00974AF0" w:rsidP="00051208">
      <w:pPr>
        <w:pStyle w:val="base-text-paragraph"/>
      </w:pPr>
      <w:r>
        <w:t xml:space="preserve">The </w:t>
      </w:r>
      <w:r w:rsidR="00285E10">
        <w:t>liquid assets test does not apply to a</w:t>
      </w:r>
      <w:r>
        <w:t xml:space="preserve"> sub-fund of a wholesale CCIV. </w:t>
      </w:r>
      <w:r w:rsidR="00285E10">
        <w:t>This is because m</w:t>
      </w:r>
      <w:r w:rsidR="00D84DDA">
        <w:t xml:space="preserve">embers of a wholesale </w:t>
      </w:r>
      <w:r w:rsidR="00E75A90">
        <w:t xml:space="preserve">CCIV should be given the flexibility to negotiate </w:t>
      </w:r>
      <w:r w:rsidR="00285E10">
        <w:t xml:space="preserve">appropriate </w:t>
      </w:r>
      <w:r w:rsidR="00E75A90">
        <w:t>arrangements with the corporate director t</w:t>
      </w:r>
      <w:r w:rsidR="005C54A8">
        <w:t>hat</w:t>
      </w:r>
      <w:r w:rsidR="00E75A90">
        <w:t xml:space="preserve"> protect their interests.</w:t>
      </w:r>
    </w:p>
    <w:p w14:paraId="152C3CEA" w14:textId="67AA1306" w:rsidR="00051208" w:rsidRDefault="00051208" w:rsidP="00051208">
      <w:pPr>
        <w:pStyle w:val="Heading3"/>
      </w:pPr>
      <w:r>
        <w:t xml:space="preserve">Redemption of </w:t>
      </w:r>
      <w:r w:rsidR="007232FC">
        <w:t xml:space="preserve">redeemable shares </w:t>
      </w:r>
    </w:p>
    <w:p w14:paraId="75A69B84" w14:textId="3ED88F7D" w:rsidR="000B46B9" w:rsidRDefault="000B46B9" w:rsidP="00EF781A">
      <w:pPr>
        <w:pStyle w:val="Heading4"/>
      </w:pPr>
      <w:r>
        <w:t xml:space="preserve">When a </w:t>
      </w:r>
      <w:r w:rsidR="00C8461E" w:rsidRPr="00974AF0">
        <w:t>retail</w:t>
      </w:r>
      <w:r w:rsidR="00C8461E">
        <w:t xml:space="preserve"> </w:t>
      </w:r>
      <w:r>
        <w:t>CCIV may redeem shares in the CCIV</w:t>
      </w:r>
    </w:p>
    <w:p w14:paraId="0CFF6361" w14:textId="7C760816" w:rsidR="00E80A43" w:rsidRPr="00836017" w:rsidRDefault="008D3BAD" w:rsidP="00836017">
      <w:pPr>
        <w:pStyle w:val="base-text-paragraph"/>
      </w:pPr>
      <w:bookmarkStart w:id="92" w:name="_Ref490244966"/>
      <w:r>
        <w:t xml:space="preserve">A </w:t>
      </w:r>
      <w:r w:rsidR="00C8461E" w:rsidRPr="00974AF0">
        <w:t>retail</w:t>
      </w:r>
      <w:r>
        <w:t xml:space="preserve"> CCIV may redeem shares in the CCIV</w:t>
      </w:r>
      <w:r w:rsidR="00F45BA1">
        <w:t xml:space="preserve"> only if:</w:t>
      </w:r>
      <w:bookmarkEnd w:id="92"/>
    </w:p>
    <w:p w14:paraId="113CD56E" w14:textId="063F4CE2" w:rsidR="00DF21A4" w:rsidRDefault="00DF21A4" w:rsidP="00DF21A4">
      <w:pPr>
        <w:pStyle w:val="dotpoint"/>
      </w:pPr>
      <w:r>
        <w:t xml:space="preserve">the shares to be redeemed are fully paid-up; </w:t>
      </w:r>
    </w:p>
    <w:p w14:paraId="21E71D86" w14:textId="45752EED" w:rsidR="007B516A" w:rsidRDefault="007B516A" w:rsidP="00DF21A4">
      <w:pPr>
        <w:pStyle w:val="dotpoint"/>
      </w:pPr>
      <w:r>
        <w:t xml:space="preserve">the shares are redeemed at the option of a member of the CCIV; </w:t>
      </w:r>
    </w:p>
    <w:p w14:paraId="1FC0E8CC" w14:textId="07DB0C1D" w:rsidR="00FD186E" w:rsidRDefault="00FD186E" w:rsidP="008B1E00">
      <w:pPr>
        <w:pStyle w:val="dotpoint"/>
      </w:pPr>
      <w:r w:rsidRPr="00B079C8">
        <w:lastRenderedPageBreak/>
        <w:t xml:space="preserve">each sub-fund to </w:t>
      </w:r>
      <w:r>
        <w:t xml:space="preserve">which </w:t>
      </w:r>
      <w:r w:rsidR="0082754B">
        <w:t xml:space="preserve">the </w:t>
      </w:r>
      <w:r>
        <w:t xml:space="preserve">shares are referable </w:t>
      </w:r>
      <w:r w:rsidRPr="00B079C8">
        <w:t>is solvent immediately before the redemption and will not be insolvent immediately after the redemption</w:t>
      </w:r>
      <w:r>
        <w:t xml:space="preserve">; </w:t>
      </w:r>
    </w:p>
    <w:p w14:paraId="4E335F7B" w14:textId="77AC5261" w:rsidR="00F45BA1" w:rsidRDefault="00F45BA1" w:rsidP="00FD186E">
      <w:pPr>
        <w:pStyle w:val="dotpoint"/>
      </w:pPr>
      <w:r>
        <w:t>the redemption is conducted according to the terms on which the shares are on issue;</w:t>
      </w:r>
      <w:r w:rsidR="00B079C8">
        <w:t xml:space="preserve"> </w:t>
      </w:r>
    </w:p>
    <w:p w14:paraId="3FA10EB8" w14:textId="10909EA8" w:rsidR="00F45BA1" w:rsidRDefault="00F45BA1" w:rsidP="00F45BA1">
      <w:pPr>
        <w:pStyle w:val="dotpoint"/>
      </w:pPr>
      <w:r>
        <w:t xml:space="preserve">the redemption is </w:t>
      </w:r>
      <w:r w:rsidR="00087BE9">
        <w:t xml:space="preserve">permitted by </w:t>
      </w:r>
      <w:r>
        <w:t>the CCIV’s constitution;</w:t>
      </w:r>
      <w:r w:rsidR="00B079C8">
        <w:t xml:space="preserve"> </w:t>
      </w:r>
    </w:p>
    <w:p w14:paraId="124E3A9F" w14:textId="6E44A91F" w:rsidR="00FC398F" w:rsidRDefault="00FC398F" w:rsidP="00F45BA1">
      <w:pPr>
        <w:pStyle w:val="dotpoint"/>
      </w:pPr>
      <w:r>
        <w:t xml:space="preserve">where the shares are referable to a liquid sub-fund, the redemption meets the further requirements explained below in </w:t>
      </w:r>
      <w:r w:rsidRPr="00A96445">
        <w:t xml:space="preserve">paragraphs </w:t>
      </w:r>
      <w:r w:rsidR="00C8461E" w:rsidRPr="00A96445">
        <w:fldChar w:fldCharType="begin"/>
      </w:r>
      <w:r w:rsidR="00C8461E" w:rsidRPr="00A96445">
        <w:instrText xml:space="preserve"> REF _Ref490233517 \r \h </w:instrText>
      </w:r>
      <w:r w:rsidR="00A96445">
        <w:instrText xml:space="preserve"> \* MERGEFORMAT </w:instrText>
      </w:r>
      <w:r w:rsidR="00C8461E" w:rsidRPr="00A96445">
        <w:fldChar w:fldCharType="separate"/>
      </w:r>
      <w:r w:rsidR="004C78A6">
        <w:t>5.52</w:t>
      </w:r>
      <w:r w:rsidR="00C8461E" w:rsidRPr="00A96445">
        <w:fldChar w:fldCharType="end"/>
      </w:r>
      <w:r w:rsidRPr="00A96445">
        <w:t xml:space="preserve"> to </w:t>
      </w:r>
      <w:r w:rsidR="00A66DC3" w:rsidRPr="00A96445">
        <w:fldChar w:fldCharType="begin"/>
      </w:r>
      <w:r w:rsidR="00A66DC3" w:rsidRPr="00A96445">
        <w:instrText xml:space="preserve"> REF _Ref490245066 \r \h </w:instrText>
      </w:r>
      <w:r w:rsidR="00A96445">
        <w:instrText xml:space="preserve"> \* MERGEFORMAT </w:instrText>
      </w:r>
      <w:r w:rsidR="00A66DC3" w:rsidRPr="00A96445">
        <w:fldChar w:fldCharType="separate"/>
      </w:r>
      <w:r w:rsidR="004C78A6">
        <w:t>5.56</w:t>
      </w:r>
      <w:r w:rsidR="00A66DC3" w:rsidRPr="00A96445">
        <w:fldChar w:fldCharType="end"/>
      </w:r>
      <w:r>
        <w:t>;</w:t>
      </w:r>
      <w:r w:rsidR="007B516A">
        <w:t xml:space="preserve"> and</w:t>
      </w:r>
    </w:p>
    <w:p w14:paraId="06FC842C" w14:textId="34D004E2" w:rsidR="00A21882" w:rsidRDefault="00FC398F" w:rsidP="00F45BA1">
      <w:pPr>
        <w:pStyle w:val="dotpoint"/>
      </w:pPr>
      <w:proofErr w:type="gramStart"/>
      <w:r>
        <w:t>where</w:t>
      </w:r>
      <w:proofErr w:type="gramEnd"/>
      <w:r>
        <w:t xml:space="preserve"> the shares are referable to a non-liquid sub-fund, </w:t>
      </w:r>
      <w:r w:rsidR="00F45BA1">
        <w:t>the redemption</w:t>
      </w:r>
      <w:r w:rsidR="009646B0">
        <w:t xml:space="preserve"> </w:t>
      </w:r>
      <w:r>
        <w:t xml:space="preserve">meets </w:t>
      </w:r>
      <w:r w:rsidR="009646B0">
        <w:t>the further requirements</w:t>
      </w:r>
      <w:r w:rsidR="00F45BA1">
        <w:t xml:space="preserve"> explained below in </w:t>
      </w:r>
      <w:r w:rsidR="00F45BA1" w:rsidRPr="00A96445">
        <w:t xml:space="preserve">paragraphs </w:t>
      </w:r>
      <w:r w:rsidR="00A66DC3" w:rsidRPr="00A96445">
        <w:fldChar w:fldCharType="begin"/>
      </w:r>
      <w:r w:rsidR="00A66DC3" w:rsidRPr="00A96445">
        <w:instrText xml:space="preserve"> REF _Ref490245088 \r \h </w:instrText>
      </w:r>
      <w:r w:rsidR="00A96445">
        <w:instrText xml:space="preserve"> \* MERGEFORMAT </w:instrText>
      </w:r>
      <w:r w:rsidR="00A66DC3" w:rsidRPr="00A96445">
        <w:fldChar w:fldCharType="separate"/>
      </w:r>
      <w:r w:rsidR="004C78A6">
        <w:t>5.57</w:t>
      </w:r>
      <w:r w:rsidR="00A66DC3" w:rsidRPr="00A96445">
        <w:fldChar w:fldCharType="end"/>
      </w:r>
      <w:r w:rsidR="00F45BA1" w:rsidRPr="00A96445">
        <w:t xml:space="preserve"> to</w:t>
      </w:r>
      <w:r w:rsidR="00A96445" w:rsidRPr="00A96445">
        <w:t xml:space="preserve"> </w:t>
      </w:r>
      <w:r w:rsidR="00A96445" w:rsidRPr="00A96445">
        <w:fldChar w:fldCharType="begin"/>
      </w:r>
      <w:r w:rsidR="00A96445" w:rsidRPr="00A96445">
        <w:instrText xml:space="preserve"> REF _Ref490756974 \r \h </w:instrText>
      </w:r>
      <w:r w:rsidR="00A96445">
        <w:instrText xml:space="preserve"> \* MERGEFORMAT </w:instrText>
      </w:r>
      <w:r w:rsidR="00A96445" w:rsidRPr="00A96445">
        <w:fldChar w:fldCharType="separate"/>
      </w:r>
      <w:r w:rsidR="004C78A6">
        <w:t>5.65</w:t>
      </w:r>
      <w:r w:rsidR="00A96445" w:rsidRPr="00A96445">
        <w:fldChar w:fldCharType="end"/>
      </w:r>
      <w:r w:rsidR="00F45BA1">
        <w:t xml:space="preserve">. </w:t>
      </w:r>
    </w:p>
    <w:p w14:paraId="2FDAF9ED" w14:textId="2ED66364" w:rsidR="00F45BA1" w:rsidRDefault="007E673F" w:rsidP="00A21882">
      <w:pPr>
        <w:pStyle w:val="dotpoint"/>
        <w:numPr>
          <w:ilvl w:val="0"/>
          <w:numId w:val="0"/>
        </w:numPr>
        <w:ind w:left="1984"/>
      </w:pPr>
      <w:r>
        <w:rPr>
          <w:rStyle w:val="Referencingstyle"/>
        </w:rPr>
        <w:t>[</w:t>
      </w:r>
      <w:r w:rsidR="007B516A">
        <w:rPr>
          <w:rStyle w:val="Referencingstyle"/>
        </w:rPr>
        <w:t>Schedule 1, Part 1, item 1, s</w:t>
      </w:r>
      <w:r w:rsidR="00A4010E">
        <w:rPr>
          <w:rStyle w:val="Referencingstyle"/>
        </w:rPr>
        <w:t>ubs</w:t>
      </w:r>
      <w:r w:rsidR="007B516A">
        <w:rPr>
          <w:rStyle w:val="Referencingstyle"/>
        </w:rPr>
        <w:t>ection</w:t>
      </w:r>
      <w:r w:rsidR="00A4010E">
        <w:rPr>
          <w:rStyle w:val="Referencingstyle"/>
        </w:rPr>
        <w:t xml:space="preserve"> </w:t>
      </w:r>
      <w:proofErr w:type="gramStart"/>
      <w:r w:rsidR="00A4010E">
        <w:rPr>
          <w:rStyle w:val="Referencingstyle"/>
        </w:rPr>
        <w:t>1144A</w:t>
      </w:r>
      <w:r w:rsidR="007B516A">
        <w:rPr>
          <w:rStyle w:val="Referencingstyle"/>
        </w:rPr>
        <w:t>(</w:t>
      </w:r>
      <w:proofErr w:type="gramEnd"/>
      <w:r w:rsidR="007B516A">
        <w:rPr>
          <w:rStyle w:val="Referencingstyle"/>
        </w:rPr>
        <w:t xml:space="preserve">1) and sections </w:t>
      </w:r>
      <w:r w:rsidR="00896B51">
        <w:rPr>
          <w:rStyle w:val="Referencingstyle"/>
        </w:rPr>
        <w:t>1146,</w:t>
      </w:r>
      <w:r w:rsidR="007B516A">
        <w:rPr>
          <w:rStyle w:val="Referencingstyle"/>
        </w:rPr>
        <w:t xml:space="preserve"> 1146B and </w:t>
      </w:r>
      <w:r w:rsidR="00896B51">
        <w:rPr>
          <w:rStyle w:val="Referencingstyle"/>
        </w:rPr>
        <w:t>1160</w:t>
      </w:r>
      <w:r w:rsidR="00F45BA1">
        <w:rPr>
          <w:rStyle w:val="Referencingstyle"/>
        </w:rPr>
        <w:t>]</w:t>
      </w:r>
    </w:p>
    <w:p w14:paraId="189F1731" w14:textId="1E795BE1" w:rsidR="00EF781A" w:rsidRDefault="009646B0" w:rsidP="00EF781A">
      <w:pPr>
        <w:pStyle w:val="Heading5"/>
      </w:pPr>
      <w:r>
        <w:t>Further requirements for redemption of a</w:t>
      </w:r>
      <w:r w:rsidR="00FC398F">
        <w:t xml:space="preserve"> redeemable</w:t>
      </w:r>
      <w:r>
        <w:t xml:space="preserve"> share referable to a liquid sub-fund</w:t>
      </w:r>
    </w:p>
    <w:p w14:paraId="5EC99FFF" w14:textId="4727961D" w:rsidR="00B414E7" w:rsidRDefault="007C2AAD" w:rsidP="00836017">
      <w:pPr>
        <w:pStyle w:val="base-text-paragraph"/>
      </w:pPr>
      <w:bookmarkStart w:id="93" w:name="_Ref490233517"/>
      <w:r>
        <w:t xml:space="preserve">There are further </w:t>
      </w:r>
      <w:r w:rsidR="00B414E7">
        <w:t xml:space="preserve">requirements </w:t>
      </w:r>
      <w:r>
        <w:t xml:space="preserve">that </w:t>
      </w:r>
      <w:r w:rsidR="00B414E7">
        <w:t xml:space="preserve">deal with the consideration </w:t>
      </w:r>
      <w:r w:rsidR="009934C5">
        <w:t>a retail</w:t>
      </w:r>
      <w:r w:rsidR="00B414E7">
        <w:t xml:space="preserve"> CCIV must pay to a member </w:t>
      </w:r>
      <w:r>
        <w:t xml:space="preserve">of a liquid sub-fund who exercises </w:t>
      </w:r>
      <w:r w:rsidR="00B414E7">
        <w:t xml:space="preserve">the option to have their share or shares </w:t>
      </w:r>
      <w:bookmarkEnd w:id="93"/>
      <w:r w:rsidR="00E80AA4">
        <w:t>redeemed.</w:t>
      </w:r>
    </w:p>
    <w:p w14:paraId="4D56866D" w14:textId="5371C1F1" w:rsidR="00EF781A" w:rsidRDefault="00FC398F" w:rsidP="00836017">
      <w:pPr>
        <w:pStyle w:val="base-text-paragraph"/>
      </w:pPr>
      <w:r>
        <w:t>Where the CCIV is unlisted, the share must be redeemable for a price determined by reference to the net asset value of the sub-fund to which it is referable</w:t>
      </w:r>
      <w:r w:rsidR="00EF781A">
        <w:t>.</w:t>
      </w:r>
      <w:r w:rsidR="00721022">
        <w:t xml:space="preserve"> </w:t>
      </w:r>
      <w:r w:rsidR="00721022">
        <w:rPr>
          <w:rStyle w:val="Referencingstyle"/>
        </w:rPr>
        <w:t>[</w:t>
      </w:r>
      <w:r w:rsidR="007B516A">
        <w:rPr>
          <w:rStyle w:val="Referencingstyle"/>
        </w:rPr>
        <w:t>Schedule 1, Part 1, item 1, section 1160A</w:t>
      </w:r>
      <w:r w:rsidR="00721022">
        <w:rPr>
          <w:rStyle w:val="Referencingstyle"/>
        </w:rPr>
        <w:t>]</w:t>
      </w:r>
      <w:r w:rsidR="00721022">
        <w:t xml:space="preserve"> </w:t>
      </w:r>
    </w:p>
    <w:p w14:paraId="2F1C3778" w14:textId="64453F42" w:rsidR="00FC398F" w:rsidRPr="00BE1084" w:rsidRDefault="00FC398F" w:rsidP="00836017">
      <w:pPr>
        <w:pStyle w:val="base-text-paragraph"/>
        <w:rPr>
          <w:rStyle w:val="Referencingstyle"/>
          <w:b w:val="0"/>
          <w:i w:val="0"/>
          <w:sz w:val="22"/>
        </w:rPr>
      </w:pPr>
      <w:r>
        <w:t>Where the CCIV is listed, the share must be redeemable for a price determined by reference to the market price, just before the redemption, of the share.</w:t>
      </w:r>
      <w:r w:rsidR="00721022">
        <w:t xml:space="preserve"> </w:t>
      </w:r>
      <w:r w:rsidR="00721022">
        <w:rPr>
          <w:rStyle w:val="Referencingstyle"/>
        </w:rPr>
        <w:t>[</w:t>
      </w:r>
      <w:r w:rsidR="007B516A">
        <w:rPr>
          <w:rStyle w:val="Referencingstyle"/>
        </w:rPr>
        <w:t>Schedule 1, Part 1, item 1, section 1160B</w:t>
      </w:r>
      <w:r w:rsidR="00721022">
        <w:rPr>
          <w:rStyle w:val="Referencingstyle"/>
        </w:rPr>
        <w:t>]</w:t>
      </w:r>
    </w:p>
    <w:p w14:paraId="79C57B16" w14:textId="0DC578DC" w:rsidR="00D84DDA" w:rsidRDefault="00D84DDA" w:rsidP="00836017">
      <w:pPr>
        <w:pStyle w:val="base-text-paragraph"/>
      </w:pPr>
      <w:bookmarkStart w:id="94" w:name="_Ref490233527"/>
      <w:r>
        <w:t>Th</w:t>
      </w:r>
      <w:r w:rsidR="00BE1084">
        <w:t xml:space="preserve">is ensures that the consideration paid on redemption is reflective of the net asset value or market price, while allowing the possibility of adjustments for things like transaction fees. </w:t>
      </w:r>
    </w:p>
    <w:p w14:paraId="538F5E72" w14:textId="78BABC38" w:rsidR="00FC398F" w:rsidRPr="00C8461E" w:rsidRDefault="00FC398F" w:rsidP="00836017">
      <w:pPr>
        <w:pStyle w:val="base-text-paragraph"/>
        <w:rPr>
          <w:rStyle w:val="Referencingstyle"/>
          <w:b w:val="0"/>
          <w:i w:val="0"/>
          <w:sz w:val="22"/>
        </w:rPr>
      </w:pPr>
      <w:bookmarkStart w:id="95" w:name="_Ref490245066"/>
      <w:r>
        <w:t xml:space="preserve">A failure to comply with these further requirements does not invalidate the redemption </w:t>
      </w:r>
      <w:r w:rsidR="00B414E7">
        <w:t>or any contract or transaction connected with it.</w:t>
      </w:r>
      <w:r w:rsidR="00C8461E">
        <w:t xml:space="preserve"> However, ASIC, the corporate director, the depositary, a member or a group of members can apply to the Court for an order adjusting the price of the redeemed shares. </w:t>
      </w:r>
      <w:r w:rsidR="00C8461E">
        <w:rPr>
          <w:rStyle w:val="Referencingstyle"/>
        </w:rPr>
        <w:t>[</w:t>
      </w:r>
      <w:r w:rsidR="007B516A">
        <w:rPr>
          <w:rStyle w:val="Referencingstyle"/>
        </w:rPr>
        <w:t>Schedule 1, Part 1, item 1, section 1160C</w:t>
      </w:r>
      <w:r w:rsidR="00C8461E">
        <w:rPr>
          <w:rStyle w:val="Referencingstyle"/>
        </w:rPr>
        <w:t>]</w:t>
      </w:r>
      <w:bookmarkEnd w:id="94"/>
      <w:bookmarkEnd w:id="95"/>
    </w:p>
    <w:p w14:paraId="7DCB8792" w14:textId="30C68C33" w:rsidR="009646B0" w:rsidRDefault="009646B0" w:rsidP="009646B0">
      <w:pPr>
        <w:pStyle w:val="Heading5"/>
      </w:pPr>
      <w:r>
        <w:lastRenderedPageBreak/>
        <w:t>Further requirements for redemption o</w:t>
      </w:r>
      <w:r w:rsidR="00FC398F">
        <w:t>f a redeemable share referable to a non-liquid sub-fund</w:t>
      </w:r>
    </w:p>
    <w:p w14:paraId="18719A0C" w14:textId="605C544D" w:rsidR="009934C5" w:rsidRDefault="00BC6BB2" w:rsidP="00836017">
      <w:pPr>
        <w:pStyle w:val="base-text-paragraph"/>
      </w:pPr>
      <w:bookmarkStart w:id="96" w:name="_Ref490245088"/>
      <w:r>
        <w:t xml:space="preserve">There are also </w:t>
      </w:r>
      <w:r w:rsidR="009934C5">
        <w:t>f</w:t>
      </w:r>
      <w:r w:rsidR="009646B0">
        <w:t>urther requirements</w:t>
      </w:r>
      <w:r w:rsidR="009934C5">
        <w:t xml:space="preserve"> </w:t>
      </w:r>
      <w:r>
        <w:t xml:space="preserve">that </w:t>
      </w:r>
      <w:r w:rsidR="009934C5">
        <w:t xml:space="preserve">constrain when and how </w:t>
      </w:r>
      <w:proofErr w:type="gramStart"/>
      <w:r w:rsidR="009934C5">
        <w:t>a retail</w:t>
      </w:r>
      <w:proofErr w:type="gramEnd"/>
      <w:r w:rsidR="009934C5">
        <w:t xml:space="preserve"> CCIV may redeem </w:t>
      </w:r>
      <w:r w:rsidR="00F23B83">
        <w:t xml:space="preserve">redeemable </w:t>
      </w:r>
      <w:r w:rsidR="009934C5">
        <w:t xml:space="preserve">shares </w:t>
      </w:r>
      <w:r>
        <w:t xml:space="preserve">that are </w:t>
      </w:r>
      <w:r w:rsidR="009934C5">
        <w:t>referable to a non-liquid sub-fund.</w:t>
      </w:r>
      <w:bookmarkEnd w:id="96"/>
    </w:p>
    <w:p w14:paraId="35EE4361" w14:textId="073E061B" w:rsidR="003A6FAF" w:rsidRDefault="009934C5" w:rsidP="00836017">
      <w:pPr>
        <w:pStyle w:val="base-text-paragraph"/>
      </w:pPr>
      <w:r>
        <w:t>The corporate director may offer members an opportunity</w:t>
      </w:r>
      <w:r w:rsidR="00F23B83">
        <w:t xml:space="preserve"> to redeem</w:t>
      </w:r>
      <w:r w:rsidR="00BC6BB2">
        <w:t xml:space="preserve"> shares in a non-liquid sub-fund</w:t>
      </w:r>
      <w:r w:rsidR="003A6FAF">
        <w:t>:</w:t>
      </w:r>
      <w:r w:rsidR="00F23B83">
        <w:t xml:space="preserve"> </w:t>
      </w:r>
    </w:p>
    <w:p w14:paraId="34685FF7" w14:textId="77777777" w:rsidR="003A6FAF" w:rsidRDefault="00F23B83" w:rsidP="003A6FAF">
      <w:pPr>
        <w:pStyle w:val="dotpoint"/>
      </w:pPr>
      <w:r>
        <w:t>to the extent that particular assets of the sub-fund are available and able to be converted to money in time to satisfy redemption requests that members may make in response to the offer</w:t>
      </w:r>
      <w:r w:rsidR="003A6FAF">
        <w:t>; and</w:t>
      </w:r>
    </w:p>
    <w:p w14:paraId="38DCCBCF" w14:textId="77777777" w:rsidR="00675B18" w:rsidRDefault="003A6FAF" w:rsidP="003A6FAF">
      <w:pPr>
        <w:pStyle w:val="dotpoint"/>
      </w:pPr>
      <w:proofErr w:type="gramStart"/>
      <w:r>
        <w:t>so</w:t>
      </w:r>
      <w:proofErr w:type="gramEnd"/>
      <w:r>
        <w:t xml:space="preserve"> long as no other redemption offer is open in relation to the particular sub-fund. </w:t>
      </w:r>
    </w:p>
    <w:p w14:paraId="751895C1" w14:textId="098394E7" w:rsidR="003A6FAF" w:rsidRDefault="003A6FAF" w:rsidP="00675B18">
      <w:pPr>
        <w:pStyle w:val="dotpoint"/>
        <w:numPr>
          <w:ilvl w:val="0"/>
          <w:numId w:val="0"/>
        </w:numPr>
        <w:ind w:left="1984"/>
      </w:pPr>
      <w:r>
        <w:rPr>
          <w:rStyle w:val="Referencingstyle"/>
        </w:rPr>
        <w:t>[</w:t>
      </w:r>
      <w:r w:rsidR="009965ED">
        <w:rPr>
          <w:rStyle w:val="Referencingstyle"/>
        </w:rPr>
        <w:t xml:space="preserve">Schedule 1, Part 1, item 1, subsection </w:t>
      </w:r>
      <w:proofErr w:type="gramStart"/>
      <w:r w:rsidR="009965ED">
        <w:rPr>
          <w:rStyle w:val="Referencingstyle"/>
        </w:rPr>
        <w:t>1160D</w:t>
      </w:r>
      <w:r>
        <w:rPr>
          <w:rStyle w:val="Referencingstyle"/>
        </w:rPr>
        <w:t>(</w:t>
      </w:r>
      <w:proofErr w:type="gramEnd"/>
      <w:r>
        <w:rPr>
          <w:rStyle w:val="Referencingstyle"/>
        </w:rPr>
        <w:t>1)]</w:t>
      </w:r>
      <w:r>
        <w:t xml:space="preserve"> </w:t>
      </w:r>
    </w:p>
    <w:p w14:paraId="05AB4BF8" w14:textId="771A203A" w:rsidR="004D3F8D" w:rsidRPr="004D3F8D" w:rsidRDefault="00AA0F06" w:rsidP="003A6FAF">
      <w:pPr>
        <w:pStyle w:val="base-text-paragraph"/>
        <w:rPr>
          <w:rStyle w:val="Referencingstyle"/>
          <w:b w:val="0"/>
          <w:i w:val="0"/>
          <w:sz w:val="22"/>
        </w:rPr>
      </w:pPr>
      <w:r>
        <w:t xml:space="preserve">A redemption offer </w:t>
      </w:r>
      <w:r w:rsidR="00351EEB">
        <w:t>must be in writing and must be made in accordance with any procedures for doing so in the CCIV’s constitution</w:t>
      </w:r>
      <w:r w:rsidR="007C2AAD">
        <w:t>,</w:t>
      </w:r>
      <w:r w:rsidR="00351EEB">
        <w:t xml:space="preserve"> or otherwise by giving a copy to all members of the sub-fund in question. For joint members, a copy need only be given to the joint member named first in the register of members</w:t>
      </w:r>
      <w:r w:rsidR="004D3F8D">
        <w:t xml:space="preserve">. </w:t>
      </w:r>
      <w:r w:rsidR="004D3F8D">
        <w:rPr>
          <w:rStyle w:val="Referencingstyle"/>
        </w:rPr>
        <w:t>[</w:t>
      </w:r>
      <w:r w:rsidR="009965ED">
        <w:rPr>
          <w:rStyle w:val="Referencingstyle"/>
        </w:rPr>
        <w:t>Schedule 1, Part 1, item 1, subsections 1160D</w:t>
      </w:r>
      <w:r w:rsidR="004D3F8D">
        <w:rPr>
          <w:rStyle w:val="Referencingstyle"/>
        </w:rPr>
        <w:t>(2</w:t>
      </w:r>
      <w:r w:rsidR="009965ED">
        <w:rPr>
          <w:rStyle w:val="Referencingstyle"/>
        </w:rPr>
        <w:t>)</w:t>
      </w:r>
      <w:r w:rsidR="00F35984">
        <w:rPr>
          <w:rStyle w:val="Referencingstyle"/>
        </w:rPr>
        <w:t xml:space="preserve"> </w:t>
      </w:r>
      <w:r w:rsidR="00351EEB">
        <w:rPr>
          <w:rStyle w:val="Referencingstyle"/>
        </w:rPr>
        <w:t>and</w:t>
      </w:r>
      <w:r w:rsidR="009965ED">
        <w:rPr>
          <w:rStyle w:val="Referencingstyle"/>
        </w:rPr>
        <w:t xml:space="preserve"> </w:t>
      </w:r>
      <w:r w:rsidR="004D3F8D">
        <w:rPr>
          <w:rStyle w:val="Referencingstyle"/>
        </w:rPr>
        <w:t>(4)]</w:t>
      </w:r>
    </w:p>
    <w:p w14:paraId="5B004BC1" w14:textId="2F97B0A3" w:rsidR="009646B0" w:rsidRPr="00836017" w:rsidRDefault="004D3F8D" w:rsidP="00836017">
      <w:pPr>
        <w:pStyle w:val="base-text-paragraph"/>
      </w:pPr>
      <w:r>
        <w:t>The corporate director must also lodge a copy of the offer with ASIC as soon as practicable after making the offer.</w:t>
      </w:r>
      <w:r w:rsidR="008E7BBE">
        <w:t xml:space="preserve"> </w:t>
      </w:r>
      <w:r w:rsidR="008E7BBE">
        <w:rPr>
          <w:rStyle w:val="Referencingstyle"/>
        </w:rPr>
        <w:t>[</w:t>
      </w:r>
      <w:r w:rsidR="009965ED">
        <w:rPr>
          <w:rStyle w:val="Referencingstyle"/>
        </w:rPr>
        <w:t>Schedule 1, Part 1, item 1, subsection 1160D</w:t>
      </w:r>
      <w:r w:rsidR="008E7BBE">
        <w:rPr>
          <w:rStyle w:val="Referencingstyle"/>
        </w:rPr>
        <w:t>(5)]</w:t>
      </w:r>
      <w:r w:rsidR="009934C5">
        <w:t xml:space="preserve"> </w:t>
      </w:r>
    </w:p>
    <w:p w14:paraId="20F2F65C" w14:textId="241FC01F" w:rsidR="00351EEB" w:rsidRDefault="00351EEB" w:rsidP="00836017">
      <w:pPr>
        <w:pStyle w:val="base-text-paragraph"/>
      </w:pPr>
      <w:r>
        <w:t>A redemption offer must specify:</w:t>
      </w:r>
    </w:p>
    <w:p w14:paraId="0AD18D20" w14:textId="5FBF37F2" w:rsidR="00351EEB" w:rsidRDefault="00351EEB" w:rsidP="00E63180">
      <w:pPr>
        <w:pStyle w:val="dotpoint"/>
      </w:pPr>
      <w:r>
        <w:t>the period during which the offer will remain open (which must last for at least 21 days after the offer is made);</w:t>
      </w:r>
    </w:p>
    <w:p w14:paraId="485AD58C" w14:textId="53178AB0" w:rsidR="00351EEB" w:rsidRDefault="00351EEB" w:rsidP="00E63180">
      <w:pPr>
        <w:pStyle w:val="dotpoint"/>
      </w:pPr>
      <w:r>
        <w:t>the assets that will be used to satisfy redemption requests;</w:t>
      </w:r>
    </w:p>
    <w:p w14:paraId="481119CC" w14:textId="123782D1" w:rsidR="00351EEB" w:rsidRDefault="00351EEB" w:rsidP="00E63180">
      <w:pPr>
        <w:pStyle w:val="dotpoint"/>
      </w:pPr>
      <w:r>
        <w:t>the amount of money that is expected to be available when those assets are converted to money; and</w:t>
      </w:r>
    </w:p>
    <w:p w14:paraId="67745388" w14:textId="3F581DFC" w:rsidR="00351EEB" w:rsidRDefault="003550A4" w:rsidP="00E63180">
      <w:pPr>
        <w:pStyle w:val="dotpoint"/>
      </w:pPr>
      <w:proofErr w:type="gramStart"/>
      <w:r>
        <w:t>the</w:t>
      </w:r>
      <w:proofErr w:type="gramEnd"/>
      <w:r>
        <w:t xml:space="preserve"> </w:t>
      </w:r>
      <w:r w:rsidR="00DF2EED">
        <w:t>method the CCIV will use to</w:t>
      </w:r>
      <w:r w:rsidR="00351EEB">
        <w:t xml:space="preserve"> deal with redemption requests if the money available is insufficient to satisfy all requests</w:t>
      </w:r>
      <w:r>
        <w:t xml:space="preserve"> (provided the method complies with the requirements set out below in </w:t>
      </w:r>
      <w:r w:rsidRPr="00A96445">
        <w:t xml:space="preserve">paragraphs </w:t>
      </w:r>
      <w:r w:rsidRPr="00A96445">
        <w:fldChar w:fldCharType="begin"/>
      </w:r>
      <w:r w:rsidRPr="00A96445">
        <w:instrText xml:space="preserve"> REF _Ref490749507 \r \h  \* MERGEFORMAT </w:instrText>
      </w:r>
      <w:r w:rsidRPr="00A96445">
        <w:fldChar w:fldCharType="separate"/>
      </w:r>
      <w:r w:rsidR="004C78A6">
        <w:t>5.62</w:t>
      </w:r>
      <w:r w:rsidRPr="00A96445">
        <w:fldChar w:fldCharType="end"/>
      </w:r>
      <w:r w:rsidRPr="00A96445">
        <w:t xml:space="preserve"> and </w:t>
      </w:r>
      <w:r w:rsidRPr="00A96445">
        <w:fldChar w:fldCharType="begin"/>
      </w:r>
      <w:r w:rsidRPr="00A96445">
        <w:instrText xml:space="preserve"> REF _Ref490749515 \r \h  \* MERGEFORMAT </w:instrText>
      </w:r>
      <w:r w:rsidRPr="00A96445">
        <w:fldChar w:fldCharType="separate"/>
      </w:r>
      <w:r w:rsidR="004C78A6">
        <w:t>5.63</w:t>
      </w:r>
      <w:r w:rsidRPr="00A96445">
        <w:fldChar w:fldCharType="end"/>
      </w:r>
      <w:r>
        <w:t>)</w:t>
      </w:r>
      <w:r w:rsidR="00351EEB">
        <w:t>.</w:t>
      </w:r>
    </w:p>
    <w:p w14:paraId="523C7B48" w14:textId="0AB8D91C" w:rsidR="00351EEB" w:rsidRPr="00836017" w:rsidRDefault="00351EEB" w:rsidP="00351EEB">
      <w:pPr>
        <w:pStyle w:val="dotpoint"/>
        <w:numPr>
          <w:ilvl w:val="0"/>
          <w:numId w:val="0"/>
        </w:numPr>
        <w:ind w:left="1984"/>
      </w:pPr>
      <w:r>
        <w:rPr>
          <w:rStyle w:val="Referencingstyle"/>
        </w:rPr>
        <w:t xml:space="preserve">[Schedule 1, Part 1, item 1, subsection </w:t>
      </w:r>
      <w:proofErr w:type="gramStart"/>
      <w:r>
        <w:rPr>
          <w:rStyle w:val="Referencingstyle"/>
        </w:rPr>
        <w:t>1160D(</w:t>
      </w:r>
      <w:proofErr w:type="gramEnd"/>
      <w:r>
        <w:rPr>
          <w:rStyle w:val="Referencingstyle"/>
        </w:rPr>
        <w:t>3)]</w:t>
      </w:r>
    </w:p>
    <w:p w14:paraId="5825C070" w14:textId="735C5AB0" w:rsidR="008E7BBE" w:rsidRDefault="008E7BBE" w:rsidP="003A6FAF">
      <w:pPr>
        <w:pStyle w:val="base-text-paragraph"/>
      </w:pPr>
      <w:bookmarkStart w:id="97" w:name="_Ref490749507"/>
      <w:r>
        <w:lastRenderedPageBreak/>
        <w:t xml:space="preserve">The corporate director must ensure redemption requests made in response to a redemption offer are satisfied within 21 days after the offer closes. However, the corporate director must not satisfy a request while the offer is still open. </w:t>
      </w:r>
      <w:r>
        <w:rPr>
          <w:rStyle w:val="Referencingstyle"/>
        </w:rPr>
        <w:t>[</w:t>
      </w:r>
      <w:r w:rsidR="009965ED">
        <w:rPr>
          <w:rStyle w:val="Referencingstyle"/>
        </w:rPr>
        <w:t>Schedule 1, Part 1, item 1, subsections 1160E</w:t>
      </w:r>
      <w:r>
        <w:rPr>
          <w:rStyle w:val="Referencingstyle"/>
        </w:rPr>
        <w:t>(1)</w:t>
      </w:r>
      <w:r w:rsidR="009965ED">
        <w:rPr>
          <w:rStyle w:val="Referencingstyle"/>
        </w:rPr>
        <w:t xml:space="preserve"> and </w:t>
      </w:r>
      <w:r>
        <w:rPr>
          <w:rStyle w:val="Referencingstyle"/>
        </w:rPr>
        <w:t>(2)]</w:t>
      </w:r>
      <w:bookmarkEnd w:id="97"/>
    </w:p>
    <w:p w14:paraId="2A6661CD" w14:textId="47E6A7E2" w:rsidR="008E7BBE" w:rsidRDefault="00AE4ED6" w:rsidP="003A6FAF">
      <w:pPr>
        <w:pStyle w:val="base-text-paragraph"/>
      </w:pPr>
      <w:bookmarkStart w:id="98" w:name="_Ref490749515"/>
      <w:r>
        <w:t xml:space="preserve">If an insufficient amount of money is available (from assets specified in the offer) to satisfy all redemption requests, the requests must be satisfied proportionately </w:t>
      </w:r>
      <w:r w:rsidR="00406C92">
        <w:t xml:space="preserve">according to </w:t>
      </w:r>
      <w:r>
        <w:t>the following formula:</w:t>
      </w:r>
      <w:bookmarkEnd w:id="98"/>
      <w:r>
        <w:t xml:space="preserve"> </w:t>
      </w:r>
      <w:r w:rsidR="008E7BBE">
        <w:t xml:space="preserve">  </w:t>
      </w:r>
    </w:p>
    <w:p w14:paraId="15728302" w14:textId="71E80FF6" w:rsidR="00AE4ED6" w:rsidRDefault="00AE4ED6" w:rsidP="00AE4ED6">
      <w:pPr>
        <w:pStyle w:val="base-text-paragraph"/>
        <w:numPr>
          <w:ilvl w:val="0"/>
          <w:numId w:val="0"/>
        </w:numPr>
        <w:ind w:left="1854" w:firstLine="306"/>
        <w:rPr>
          <w:rFonts w:eastAsia="Calibri"/>
        </w:rPr>
      </w:pPr>
      <w:r>
        <w:rPr>
          <w:rFonts w:eastAsia="Calibri"/>
          <w:lang w:eastAsia="en-US"/>
        </w:rPr>
        <w:object w:dxaOrig="3660" w:dyaOrig="1350" w14:anchorId="09F71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67.5pt" o:ole="">
            <v:imagedata r:id="rId50" o:title=""/>
          </v:shape>
          <o:OLEObject Type="Embed" ProgID="Equation.DSMT4" ShapeID="_x0000_i1025" DrawAspect="Content" ObjectID="_1564818294" r:id="rId51"/>
        </w:object>
      </w:r>
    </w:p>
    <w:p w14:paraId="6A2DA7D8" w14:textId="459005FD" w:rsidR="00F35984" w:rsidRDefault="00F35984" w:rsidP="00E63180">
      <w:pPr>
        <w:pStyle w:val="base-text-paragraph"/>
        <w:numPr>
          <w:ilvl w:val="0"/>
          <w:numId w:val="0"/>
        </w:numPr>
        <w:ind w:left="2268"/>
      </w:pPr>
      <w:r>
        <w:rPr>
          <w:rStyle w:val="Referencingstyle"/>
        </w:rPr>
        <w:t xml:space="preserve">[Schedule 1, Part 1, item 1, subsection </w:t>
      </w:r>
      <w:proofErr w:type="gramStart"/>
      <w:r>
        <w:rPr>
          <w:rStyle w:val="Referencingstyle"/>
        </w:rPr>
        <w:t>1160E(</w:t>
      </w:r>
      <w:proofErr w:type="gramEnd"/>
      <w:r>
        <w:rPr>
          <w:rStyle w:val="Referencingstyle"/>
        </w:rPr>
        <w:t>3)]</w:t>
      </w:r>
    </w:p>
    <w:p w14:paraId="4BD04B46" w14:textId="3EB7B296" w:rsidR="003550A4" w:rsidRDefault="008E7BBE" w:rsidP="003A6FAF">
      <w:pPr>
        <w:pStyle w:val="base-text-paragraph"/>
      </w:pPr>
      <w:bookmarkStart w:id="99" w:name="_Ref490244991"/>
      <w:r>
        <w:t xml:space="preserve">The corporate director </w:t>
      </w:r>
      <w:r w:rsidR="00406C92">
        <w:t>has the option of cancelling</w:t>
      </w:r>
      <w:r>
        <w:t xml:space="preserve"> a redemption offer before it closes if it contains a material error, and must cancel the redemption offer before it closes if it is in the best interests of members to do so. </w:t>
      </w:r>
      <w:r w:rsidR="003550A4">
        <w:rPr>
          <w:rStyle w:val="Referencingstyle"/>
        </w:rPr>
        <w:t>[Schedule 1, Part 1, item 1, subsection 1160F(1)]</w:t>
      </w:r>
      <w:r w:rsidR="003550A4">
        <w:t xml:space="preserve"> </w:t>
      </w:r>
    </w:p>
    <w:p w14:paraId="0942B14A" w14:textId="5238B099" w:rsidR="008E7BBE" w:rsidRDefault="003550A4" w:rsidP="003A6FAF">
      <w:pPr>
        <w:pStyle w:val="base-text-paragraph"/>
      </w:pPr>
      <w:bookmarkStart w:id="100" w:name="_Ref490756974"/>
      <w:bookmarkStart w:id="101" w:name="_Ref490759298"/>
      <w:r>
        <w:t xml:space="preserve">The corporate director must make the cancellation in accordance with any procedures for doing so in the CCIV’s </w:t>
      </w:r>
      <w:r w:rsidR="004A3607">
        <w:t>constitution</w:t>
      </w:r>
      <w:r>
        <w:t xml:space="preserve"> or otherwise by notice in writing to the members to whom the offer was made. The corporate director must also lodge written notice of the cancellation with ASIC.</w:t>
      </w:r>
      <w:r w:rsidR="008E7BBE">
        <w:t xml:space="preserve"> </w:t>
      </w:r>
      <w:r w:rsidR="008E7BBE">
        <w:rPr>
          <w:rStyle w:val="Referencingstyle"/>
        </w:rPr>
        <w:t>[</w:t>
      </w:r>
      <w:r w:rsidR="009965ED">
        <w:rPr>
          <w:rStyle w:val="Referencingstyle"/>
        </w:rPr>
        <w:t xml:space="preserve">Schedule 1, Part 1, item 1, </w:t>
      </w:r>
      <w:bookmarkEnd w:id="99"/>
      <w:r>
        <w:rPr>
          <w:rStyle w:val="Referencingstyle"/>
        </w:rPr>
        <w:t>sub</w:t>
      </w:r>
      <w:r w:rsidR="009965ED">
        <w:rPr>
          <w:rStyle w:val="Referencingstyle"/>
        </w:rPr>
        <w:t>section</w:t>
      </w:r>
      <w:r>
        <w:rPr>
          <w:rStyle w:val="Referencingstyle"/>
        </w:rPr>
        <w:t>s</w:t>
      </w:r>
      <w:r w:rsidR="009965ED">
        <w:rPr>
          <w:rStyle w:val="Referencingstyle"/>
        </w:rPr>
        <w:t xml:space="preserve"> 1160F</w:t>
      </w:r>
      <w:r>
        <w:rPr>
          <w:rStyle w:val="Referencingstyle"/>
        </w:rPr>
        <w:t>(2) and (3)</w:t>
      </w:r>
      <w:r w:rsidR="008E7BBE">
        <w:rPr>
          <w:rStyle w:val="Referencingstyle"/>
        </w:rPr>
        <w:t>]</w:t>
      </w:r>
      <w:bookmarkEnd w:id="100"/>
      <w:bookmarkEnd w:id="101"/>
    </w:p>
    <w:p w14:paraId="75DEA45C" w14:textId="08987B52" w:rsidR="00B079C8" w:rsidRDefault="00B079C8" w:rsidP="00B079C8">
      <w:pPr>
        <w:pStyle w:val="Heading4"/>
      </w:pPr>
      <w:r>
        <w:t>When a wholesale CCIV may redeem shares in the CCIV</w:t>
      </w:r>
    </w:p>
    <w:p w14:paraId="4C8316F6" w14:textId="08B67BC9" w:rsidR="007E673F" w:rsidRDefault="007E673F" w:rsidP="007E673F">
      <w:pPr>
        <w:pStyle w:val="base-text-paragraph"/>
      </w:pPr>
      <w:r>
        <w:t>A wholesale CCIV may redeem shares in the CCIV only if:</w:t>
      </w:r>
    </w:p>
    <w:p w14:paraId="188E241B" w14:textId="781BD698" w:rsidR="00FD186E" w:rsidRDefault="00FD186E" w:rsidP="00FD186E">
      <w:pPr>
        <w:pStyle w:val="dotpoint"/>
      </w:pPr>
      <w:r>
        <w:t xml:space="preserve">the shares to be redeemed are fully paid-up; </w:t>
      </w:r>
    </w:p>
    <w:p w14:paraId="20D1CB6E" w14:textId="22EFBA00" w:rsidR="007E673F" w:rsidRDefault="00DF21A4" w:rsidP="007E673F">
      <w:pPr>
        <w:pStyle w:val="dotpoint"/>
      </w:pPr>
      <w:r>
        <w:t xml:space="preserve">the shares are redeemed at the option of a member of the CCIV; </w:t>
      </w:r>
      <w:r w:rsidR="007E673F">
        <w:t xml:space="preserve">and </w:t>
      </w:r>
    </w:p>
    <w:p w14:paraId="678B01DF" w14:textId="360AE7EE" w:rsidR="007E673F" w:rsidRPr="00A3325F" w:rsidRDefault="007E673F" w:rsidP="007E673F">
      <w:pPr>
        <w:pStyle w:val="dotpoint"/>
        <w:rPr>
          <w:rStyle w:val="Referencingstyle"/>
          <w:b w:val="0"/>
          <w:i w:val="0"/>
          <w:sz w:val="22"/>
        </w:rPr>
      </w:pPr>
      <w:proofErr w:type="gramStart"/>
      <w:r w:rsidRPr="00B079C8">
        <w:t>each</w:t>
      </w:r>
      <w:proofErr w:type="gramEnd"/>
      <w:r w:rsidRPr="00B079C8">
        <w:t xml:space="preserve"> sub-fund to </w:t>
      </w:r>
      <w:r w:rsidR="00FD186E">
        <w:t xml:space="preserve">which </w:t>
      </w:r>
      <w:r w:rsidR="00794DFA">
        <w:t xml:space="preserve">the </w:t>
      </w:r>
      <w:r w:rsidR="00FD186E">
        <w:t xml:space="preserve">shares are referable </w:t>
      </w:r>
      <w:r w:rsidRPr="00B079C8">
        <w:t>is solvent immediately before the redemption and will not be insolvent immediately after the redemption</w:t>
      </w:r>
      <w:r>
        <w:t xml:space="preserve">. </w:t>
      </w:r>
    </w:p>
    <w:p w14:paraId="71AFB94F" w14:textId="7DB19D84" w:rsidR="00305BA1" w:rsidRPr="00A3325F" w:rsidRDefault="00305BA1" w:rsidP="00305BA1">
      <w:pPr>
        <w:pStyle w:val="dotpoint"/>
        <w:numPr>
          <w:ilvl w:val="0"/>
          <w:numId w:val="0"/>
        </w:numPr>
        <w:ind w:left="1984"/>
        <w:rPr>
          <w:rStyle w:val="Referencingstyle"/>
          <w:b w:val="0"/>
          <w:i w:val="0"/>
          <w:sz w:val="22"/>
        </w:rPr>
      </w:pPr>
      <w:r>
        <w:rPr>
          <w:rStyle w:val="Referencingstyle"/>
        </w:rPr>
        <w:t xml:space="preserve">[Schedule 1, Part 1, item 1, subsection </w:t>
      </w:r>
      <w:proofErr w:type="gramStart"/>
      <w:r>
        <w:rPr>
          <w:rStyle w:val="Referencingstyle"/>
        </w:rPr>
        <w:t>1144A(</w:t>
      </w:r>
      <w:proofErr w:type="gramEnd"/>
      <w:r>
        <w:rPr>
          <w:rStyle w:val="Referencingstyle"/>
        </w:rPr>
        <w:t>1), section 1146 and paragraphs 1146B</w:t>
      </w:r>
      <w:r w:rsidR="00162773">
        <w:rPr>
          <w:rStyle w:val="Referencingstyle"/>
        </w:rPr>
        <w:t>(a) and (b)</w:t>
      </w:r>
      <w:r>
        <w:rPr>
          <w:rStyle w:val="Referencingstyle"/>
        </w:rPr>
        <w:t>]</w:t>
      </w:r>
    </w:p>
    <w:p w14:paraId="61F8C238" w14:textId="1F3FB69D" w:rsidR="007E673F" w:rsidRDefault="007E673F" w:rsidP="007E673F">
      <w:pPr>
        <w:pStyle w:val="Heading4"/>
      </w:pPr>
      <w:r>
        <w:lastRenderedPageBreak/>
        <w:t>Redemptions of redeemable shares generally</w:t>
      </w:r>
    </w:p>
    <w:p w14:paraId="58D465A4" w14:textId="2E100C6E" w:rsidR="007E673F" w:rsidRDefault="00B8750F" w:rsidP="007E673F">
      <w:pPr>
        <w:pStyle w:val="base-text-paragraph"/>
      </w:pPr>
      <w:r>
        <w:t>A</w:t>
      </w:r>
      <w:r w:rsidR="007E673F">
        <w:t xml:space="preserve"> CCIV is permitted to apply assets of a sub-fund for the purpose of redeeming redeemable shares in the sub-fund. </w:t>
      </w:r>
      <w:r w:rsidR="007E673F">
        <w:rPr>
          <w:rStyle w:val="Referencingstyle"/>
        </w:rPr>
        <w:t>[</w:t>
      </w:r>
      <w:r w:rsidR="009965ED">
        <w:rPr>
          <w:rStyle w:val="Referencingstyle"/>
        </w:rPr>
        <w:t>Schedule 1, Part 1, item 1, subparagraph 1142C</w:t>
      </w:r>
      <w:r w:rsidR="007E673F">
        <w:rPr>
          <w:rStyle w:val="Referencingstyle"/>
        </w:rPr>
        <w:t>(2)(a)(v)]</w:t>
      </w:r>
      <w:r w:rsidR="007E673F">
        <w:t xml:space="preserve"> </w:t>
      </w:r>
    </w:p>
    <w:p w14:paraId="601C9751" w14:textId="5B06FDCF" w:rsidR="00870739" w:rsidRPr="00BA5E38" w:rsidRDefault="00870739" w:rsidP="007E673F">
      <w:pPr>
        <w:pStyle w:val="base-text-paragraph"/>
        <w:rPr>
          <w:rStyle w:val="Referencingstyle"/>
          <w:b w:val="0"/>
          <w:i w:val="0"/>
          <w:sz w:val="22"/>
        </w:rPr>
      </w:pPr>
      <w:bookmarkStart w:id="102" w:name="_Ref490672414"/>
      <w:r>
        <w:t xml:space="preserve">On redemption, the shares are cancelled. </w:t>
      </w:r>
      <w:r>
        <w:rPr>
          <w:rStyle w:val="Referencingstyle"/>
        </w:rPr>
        <w:t>[Schedule 1, Part 1, item 1, subsection 1144A(2)]</w:t>
      </w:r>
      <w:bookmarkEnd w:id="102"/>
    </w:p>
    <w:p w14:paraId="36F9EBD2" w14:textId="4695D2EA" w:rsidR="00FD186E" w:rsidDel="00406C92" w:rsidRDefault="008B20DC" w:rsidP="00FD186E">
      <w:pPr>
        <w:pStyle w:val="base-text-paragraph"/>
      </w:pPr>
      <w:bookmarkStart w:id="103" w:name="_Ref490244874"/>
      <w:bookmarkStart w:id="104" w:name="_Ref490751228"/>
      <w:r w:rsidDel="00406C92">
        <w:rPr>
          <w:rStyle w:val="Referencingstyle"/>
          <w:b w:val="0"/>
          <w:i w:val="0"/>
          <w:sz w:val="22"/>
        </w:rPr>
        <w:t xml:space="preserve">See </w:t>
      </w:r>
      <w:r w:rsidRPr="0033083D" w:rsidDel="00406C92">
        <w:rPr>
          <w:rStyle w:val="Referencingstyle"/>
          <w:b w:val="0"/>
          <w:i w:val="0"/>
          <w:sz w:val="22"/>
        </w:rPr>
        <w:t xml:space="preserve">paragraph </w:t>
      </w:r>
      <w:r w:rsidR="00A66DC3" w:rsidRPr="0033083D" w:rsidDel="00406C92">
        <w:rPr>
          <w:rStyle w:val="Referencingstyle"/>
          <w:b w:val="0"/>
          <w:i w:val="0"/>
          <w:sz w:val="22"/>
        </w:rPr>
        <w:fldChar w:fldCharType="begin"/>
      </w:r>
      <w:r w:rsidR="00A66DC3" w:rsidRPr="0033083D" w:rsidDel="00406C92">
        <w:rPr>
          <w:rStyle w:val="Referencingstyle"/>
          <w:b w:val="0"/>
          <w:i w:val="0"/>
          <w:sz w:val="22"/>
        </w:rPr>
        <w:instrText xml:space="preserve"> REF _Ref490245168 \r \h </w:instrText>
      </w:r>
      <w:r w:rsidR="0033083D">
        <w:rPr>
          <w:rStyle w:val="Referencingstyle"/>
          <w:b w:val="0"/>
          <w:i w:val="0"/>
          <w:sz w:val="22"/>
        </w:rPr>
        <w:instrText xml:space="preserve"> \* MERGEFORMAT </w:instrText>
      </w:r>
      <w:r w:rsidR="00A66DC3" w:rsidRPr="0033083D" w:rsidDel="00406C92">
        <w:rPr>
          <w:rStyle w:val="Referencingstyle"/>
          <w:b w:val="0"/>
          <w:i w:val="0"/>
          <w:sz w:val="22"/>
        </w:rPr>
      </w:r>
      <w:r w:rsidR="00A66DC3" w:rsidRPr="0033083D" w:rsidDel="00406C92">
        <w:rPr>
          <w:rStyle w:val="Referencingstyle"/>
          <w:b w:val="0"/>
          <w:i w:val="0"/>
          <w:sz w:val="22"/>
        </w:rPr>
        <w:fldChar w:fldCharType="separate"/>
      </w:r>
      <w:r w:rsidR="004C78A6">
        <w:rPr>
          <w:rStyle w:val="Referencingstyle"/>
          <w:b w:val="0"/>
          <w:i w:val="0"/>
          <w:sz w:val="22"/>
        </w:rPr>
        <w:t>5.27</w:t>
      </w:r>
      <w:r w:rsidR="00A66DC3" w:rsidRPr="0033083D" w:rsidDel="00406C92">
        <w:rPr>
          <w:rStyle w:val="Referencingstyle"/>
          <w:b w:val="0"/>
          <w:i w:val="0"/>
          <w:sz w:val="22"/>
        </w:rPr>
        <w:fldChar w:fldCharType="end"/>
      </w:r>
      <w:r w:rsidRPr="0033083D" w:rsidDel="00406C92">
        <w:rPr>
          <w:rStyle w:val="Referencingstyle"/>
          <w:b w:val="0"/>
          <w:i w:val="0"/>
          <w:sz w:val="22"/>
        </w:rPr>
        <w:t xml:space="preserve"> </w:t>
      </w:r>
      <w:r w:rsidR="00A66DC3" w:rsidRPr="0033083D" w:rsidDel="00406C92">
        <w:rPr>
          <w:rStyle w:val="Referencingstyle"/>
          <w:b w:val="0"/>
          <w:i w:val="0"/>
          <w:sz w:val="22"/>
        </w:rPr>
        <w:t>above</w:t>
      </w:r>
      <w:r w:rsidRPr="0033083D" w:rsidDel="00406C92">
        <w:rPr>
          <w:rStyle w:val="Referencingstyle"/>
          <w:b w:val="0"/>
          <w:i w:val="0"/>
          <w:sz w:val="22"/>
        </w:rPr>
        <w:t xml:space="preserve"> for an explanation of the meaning of solvency and insolvency of a sub-fund.</w:t>
      </w:r>
      <w:bookmarkEnd w:id="103"/>
      <w:r w:rsidRPr="0033083D" w:rsidDel="00406C92">
        <w:rPr>
          <w:rStyle w:val="Referencingstyle"/>
          <w:b w:val="0"/>
          <w:i w:val="0"/>
          <w:sz w:val="22"/>
        </w:rPr>
        <w:t xml:space="preserve"> </w:t>
      </w:r>
      <w:r w:rsidR="00FD186E" w:rsidRPr="0033083D" w:rsidDel="00406C92">
        <w:t xml:space="preserve">See paragraph </w:t>
      </w:r>
      <w:r w:rsidR="00FD186E" w:rsidRPr="0033083D" w:rsidDel="00406C92">
        <w:fldChar w:fldCharType="begin"/>
      </w:r>
      <w:r w:rsidR="00FD186E" w:rsidRPr="0033083D" w:rsidDel="00406C92">
        <w:instrText xml:space="preserve"> REF _Ref490244716 \r \h </w:instrText>
      </w:r>
      <w:r w:rsidR="0033083D">
        <w:instrText xml:space="preserve"> \* MERGEFORMAT </w:instrText>
      </w:r>
      <w:r w:rsidR="00FD186E" w:rsidRPr="0033083D" w:rsidDel="00406C92">
        <w:fldChar w:fldCharType="separate"/>
      </w:r>
      <w:r w:rsidR="004C78A6">
        <w:t>4.18</w:t>
      </w:r>
      <w:r w:rsidR="00FD186E" w:rsidRPr="0033083D" w:rsidDel="00406C92">
        <w:fldChar w:fldCharType="end"/>
      </w:r>
      <w:r w:rsidR="00FD186E" w:rsidRPr="0033083D" w:rsidDel="00406C92">
        <w:t xml:space="preserve"> for</w:t>
      </w:r>
      <w:r w:rsidR="00FD186E" w:rsidDel="00406C92">
        <w:t xml:space="preserve"> an explanation of when a share is </w:t>
      </w:r>
      <w:proofErr w:type="spellStart"/>
      <w:r w:rsidR="00FD186E" w:rsidDel="00406C92">
        <w:t>referable</w:t>
      </w:r>
      <w:proofErr w:type="spellEnd"/>
      <w:r w:rsidR="00FD186E" w:rsidDel="00406C92">
        <w:t xml:space="preserve"> to a sub-fund.</w:t>
      </w:r>
      <w:bookmarkEnd w:id="104"/>
      <w:r w:rsidR="00FD186E" w:rsidDel="00406C92">
        <w:t xml:space="preserve"> </w:t>
      </w:r>
    </w:p>
    <w:p w14:paraId="5D734AE4" w14:textId="77777777" w:rsidR="008B20DC" w:rsidDel="00406C92" w:rsidRDefault="008B20DC" w:rsidP="008B20DC">
      <w:pPr>
        <w:pStyle w:val="base-text-paragraph"/>
        <w:numPr>
          <w:ilvl w:val="0"/>
          <w:numId w:val="0"/>
        </w:numPr>
        <w:ind w:left="1134"/>
      </w:pPr>
    </w:p>
    <w:p w14:paraId="005D9457" w14:textId="40A2EB52" w:rsidR="00B079C8" w:rsidRPr="00836017" w:rsidRDefault="00B079C8" w:rsidP="007E673F">
      <w:pPr>
        <w:pStyle w:val="base-text-paragraph"/>
        <w:numPr>
          <w:ilvl w:val="0"/>
          <w:numId w:val="0"/>
        </w:numPr>
        <w:ind w:left="1134"/>
      </w:pPr>
    </w:p>
    <w:p w14:paraId="546A01E3" w14:textId="77777777" w:rsidR="00193D6A" w:rsidRDefault="00193D6A" w:rsidP="00193D6A">
      <w:pPr>
        <w:pStyle w:val="base-text-paragraphnonumbers"/>
        <w:ind w:left="0"/>
      </w:pPr>
    </w:p>
    <w:p w14:paraId="7CC3B7C0" w14:textId="77777777" w:rsidR="00836017" w:rsidRDefault="00836017" w:rsidP="00193D6A">
      <w:pPr>
        <w:pStyle w:val="base-text-paragraphnonumbers"/>
        <w:ind w:left="0"/>
        <w:sectPr w:rsidR="00836017" w:rsidSect="0084606C">
          <w:headerReference w:type="even" r:id="rId52"/>
          <w:headerReference w:type="default" r:id="rId53"/>
          <w:footerReference w:type="even" r:id="rId54"/>
          <w:footerReference w:type="default" r:id="rId55"/>
          <w:footerReference w:type="first" r:id="rId56"/>
          <w:type w:val="oddPage"/>
          <w:pgSz w:w="11906" w:h="16838" w:code="9"/>
          <w:pgMar w:top="2466" w:right="2098" w:bottom="2466" w:left="2098" w:header="1559" w:footer="1899" w:gutter="0"/>
          <w:cols w:space="708"/>
          <w:titlePg/>
          <w:docGrid w:linePitch="360"/>
        </w:sectPr>
      </w:pPr>
    </w:p>
    <w:p w14:paraId="072B655F" w14:textId="77777777" w:rsidR="005B1807" w:rsidRPr="00F51A71" w:rsidRDefault="005B1807" w:rsidP="005B1807">
      <w:pPr>
        <w:pStyle w:val="ChapterHeading"/>
        <w:tabs>
          <w:tab w:val="clear" w:pos="1134"/>
          <w:tab w:val="num" w:pos="360"/>
        </w:tabs>
      </w:pPr>
      <w:r w:rsidRPr="00F51A71">
        <w:lastRenderedPageBreak/>
        <w:br/>
      </w:r>
      <w:bookmarkStart w:id="105" w:name="_Toc487789246"/>
      <w:bookmarkStart w:id="106" w:name="_Toc490215648"/>
      <w:bookmarkStart w:id="107" w:name="_Toc490217596"/>
      <w:bookmarkStart w:id="108" w:name="_Toc490223769"/>
      <w:bookmarkStart w:id="109" w:name="_Toc490245444"/>
      <w:bookmarkStart w:id="110" w:name="_Toc490758908"/>
      <w:bookmarkStart w:id="111" w:name="_Toc490759101"/>
      <w:bookmarkStart w:id="112" w:name="_Toc490812085"/>
      <w:bookmarkStart w:id="113" w:name="_Toc490814943"/>
      <w:r>
        <w:t>Depositary</w:t>
      </w:r>
      <w:bookmarkEnd w:id="105"/>
      <w:bookmarkEnd w:id="106"/>
      <w:bookmarkEnd w:id="107"/>
      <w:bookmarkEnd w:id="108"/>
      <w:bookmarkEnd w:id="109"/>
      <w:bookmarkEnd w:id="110"/>
      <w:bookmarkEnd w:id="111"/>
      <w:bookmarkEnd w:id="112"/>
      <w:bookmarkEnd w:id="113"/>
    </w:p>
    <w:p w14:paraId="26DC9C0B" w14:textId="77777777" w:rsidR="005B1807" w:rsidRDefault="005B1807" w:rsidP="005B1807">
      <w:pPr>
        <w:pStyle w:val="Heading2"/>
      </w:pPr>
      <w:r>
        <w:t>Outline of chapter</w:t>
      </w:r>
    </w:p>
    <w:p w14:paraId="785B241D" w14:textId="76C35DD8" w:rsidR="005B1807" w:rsidRDefault="00364440" w:rsidP="005B1807">
      <w:pPr>
        <w:pStyle w:val="base-text-paragraph"/>
      </w:pPr>
      <w:r>
        <w:t xml:space="preserve">Division </w:t>
      </w:r>
      <w:r w:rsidR="00064CD0">
        <w:t>6</w:t>
      </w:r>
      <w:r>
        <w:t xml:space="preserve"> of Part 3 of </w:t>
      </w:r>
      <w:r w:rsidR="008A3370">
        <w:t>Chapter 7A</w:t>
      </w:r>
      <w:r w:rsidR="0021335C">
        <w:t xml:space="preserve"> sets out the requirements for</w:t>
      </w:r>
      <w:r w:rsidR="005F4F0B">
        <w:t xml:space="preserve"> the depositary of </w:t>
      </w:r>
      <w:proofErr w:type="gramStart"/>
      <w:r w:rsidR="005F4F0B">
        <w:t>a retail</w:t>
      </w:r>
      <w:proofErr w:type="gramEnd"/>
      <w:r w:rsidR="005F4F0B">
        <w:t xml:space="preserve"> CCIV. This includes the powers and duties of the depositary and rules for replacing the depositary. </w:t>
      </w:r>
      <w:r w:rsidR="0021335C">
        <w:t xml:space="preserve"> </w:t>
      </w:r>
    </w:p>
    <w:p w14:paraId="5B856FBC" w14:textId="77777777" w:rsidR="005B1807" w:rsidRDefault="005B1807" w:rsidP="005B1807">
      <w:pPr>
        <w:pStyle w:val="Heading2"/>
      </w:pPr>
      <w:r>
        <w:t>Context of amendments</w:t>
      </w:r>
    </w:p>
    <w:p w14:paraId="78154A79" w14:textId="23342C89" w:rsidR="00154C79" w:rsidRDefault="006F30B3" w:rsidP="0082446F">
      <w:pPr>
        <w:pStyle w:val="base-text-paragraph"/>
      </w:pPr>
      <w:r>
        <w:t xml:space="preserve">A key </w:t>
      </w:r>
      <w:r w:rsidR="00154C79">
        <w:t xml:space="preserve">feature of UCITS funds is </w:t>
      </w:r>
      <w:r>
        <w:t>the</w:t>
      </w:r>
      <w:r w:rsidR="005F4F0B">
        <w:t xml:space="preserve"> requirement to have a</w:t>
      </w:r>
      <w:r>
        <w:t xml:space="preserve"> depositary. </w:t>
      </w:r>
      <w:r w:rsidR="005F4F0B">
        <w:t>In the UCITS regime, t</w:t>
      </w:r>
      <w:r>
        <w:t xml:space="preserve">he depositary safeguards the assets of the fund and </w:t>
      </w:r>
      <w:r w:rsidR="00A247AF">
        <w:t xml:space="preserve">also </w:t>
      </w:r>
      <w:r>
        <w:t xml:space="preserve">has oversight of certain functions undertaken by the fund. </w:t>
      </w:r>
    </w:p>
    <w:p w14:paraId="45E9DB77" w14:textId="1A1D3C81" w:rsidR="00E02C9E" w:rsidRDefault="006F30B3" w:rsidP="005F4F0B">
      <w:pPr>
        <w:pStyle w:val="base-text-paragraph"/>
      </w:pPr>
      <w:r>
        <w:t>The depositary</w:t>
      </w:r>
      <w:r w:rsidR="00A247AF">
        <w:t xml:space="preserve">’s duties </w:t>
      </w:r>
      <w:r w:rsidR="006F7230">
        <w:t xml:space="preserve">in Chapter 7A </w:t>
      </w:r>
      <w:r w:rsidR="00A247AF">
        <w:t>generally</w:t>
      </w:r>
      <w:r>
        <w:t xml:space="preserve"> reflect most of t</w:t>
      </w:r>
      <w:r w:rsidR="00154C79">
        <w:t xml:space="preserve">he duties of </w:t>
      </w:r>
      <w:r w:rsidR="00065E33">
        <w:t>the depositary of a</w:t>
      </w:r>
      <w:r w:rsidR="00154C79">
        <w:t xml:space="preserve"> UCITS </w:t>
      </w:r>
      <w:r w:rsidR="00065E33">
        <w:t>fund</w:t>
      </w:r>
      <w:r w:rsidR="00154C79">
        <w:t xml:space="preserve">. </w:t>
      </w:r>
      <w:r w:rsidR="00E02C9E">
        <w:t xml:space="preserve">This </w:t>
      </w:r>
      <w:r w:rsidR="00A247AF">
        <w:t>ensures a level of regulatory alignment that will enable</w:t>
      </w:r>
      <w:r w:rsidR="00E02C9E">
        <w:t xml:space="preserve"> existing depositaries operating in overseas jurisdictions to more easily adapt their operations to the Australian regulatory framework for CCIVs. </w:t>
      </w:r>
    </w:p>
    <w:p w14:paraId="40987F14" w14:textId="05CEC36B" w:rsidR="005F4F0B" w:rsidRDefault="005F4F0B" w:rsidP="005F4F0B">
      <w:pPr>
        <w:pStyle w:val="base-text-paragraph"/>
      </w:pPr>
      <w:r>
        <w:t xml:space="preserve">However, some adjustments have been made to reflect </w:t>
      </w:r>
      <w:r w:rsidR="00E02C9E">
        <w:t>Australia’s existing laws</w:t>
      </w:r>
      <w:r>
        <w:t xml:space="preserve">. For example, </w:t>
      </w:r>
      <w:r w:rsidR="00D44B00">
        <w:t xml:space="preserve">as </w:t>
      </w:r>
      <w:r>
        <w:t xml:space="preserve">the CCIV </w:t>
      </w:r>
      <w:r w:rsidR="00E02C9E">
        <w:t>legislative framework</w:t>
      </w:r>
      <w:r>
        <w:t xml:space="preserve"> </w:t>
      </w:r>
      <w:r w:rsidR="00D44B00">
        <w:t>does</w:t>
      </w:r>
      <w:r>
        <w:t xml:space="preserve"> not </w:t>
      </w:r>
      <w:r w:rsidR="00E02C9E">
        <w:t xml:space="preserve">impose </w:t>
      </w:r>
      <w:r>
        <w:t>statutory investment restrictions</w:t>
      </w:r>
      <w:r w:rsidR="00D44B00">
        <w:t>,</w:t>
      </w:r>
      <w:r w:rsidR="00E02C9E">
        <w:t xml:space="preserve"> a depositary of </w:t>
      </w:r>
      <w:proofErr w:type="gramStart"/>
      <w:r w:rsidR="00E02C9E">
        <w:t>a retail</w:t>
      </w:r>
      <w:proofErr w:type="gramEnd"/>
      <w:r w:rsidR="00E02C9E">
        <w:t xml:space="preserve"> CCIV will not be required to </w:t>
      </w:r>
      <w:r>
        <w:t>overs</w:t>
      </w:r>
      <w:r w:rsidR="00E14875">
        <w:t>ee</w:t>
      </w:r>
      <w:r>
        <w:t xml:space="preserve"> the investment functions undertaken by the CCIV.</w:t>
      </w:r>
    </w:p>
    <w:p w14:paraId="1351F8F0" w14:textId="5B44653E" w:rsidR="005F4F0B" w:rsidRDefault="005F4F0B" w:rsidP="0082446F">
      <w:pPr>
        <w:pStyle w:val="base-text-paragraph"/>
      </w:pPr>
      <w:r>
        <w:t>As the depositary is an important consumer protection, it will be mandatory for retail CCIVs</w:t>
      </w:r>
      <w:r w:rsidR="00D44B00">
        <w:t>. T</w:t>
      </w:r>
      <w:r w:rsidR="00E02C9E">
        <w:t>he depositary</w:t>
      </w:r>
      <w:r>
        <w:t xml:space="preserve"> </w:t>
      </w:r>
      <w:r w:rsidR="00D44B00">
        <w:t>is also subject to independence requirements</w:t>
      </w:r>
      <w:r>
        <w:t>.</w:t>
      </w:r>
    </w:p>
    <w:p w14:paraId="3FE4E1C4" w14:textId="77777777" w:rsidR="005B1807" w:rsidRDefault="005B1807" w:rsidP="005B1807">
      <w:pPr>
        <w:pStyle w:val="Heading2"/>
      </w:pPr>
      <w:r>
        <w:t>Summary of new law</w:t>
      </w:r>
    </w:p>
    <w:p w14:paraId="23A7085A" w14:textId="3FF41204" w:rsidR="0021335C" w:rsidRDefault="0021335C" w:rsidP="0021335C">
      <w:pPr>
        <w:pStyle w:val="base-text-paragraph"/>
      </w:pPr>
      <w:r>
        <w:t xml:space="preserve">Division </w:t>
      </w:r>
      <w:r w:rsidR="00064CD0">
        <w:t>6</w:t>
      </w:r>
      <w:r>
        <w:t xml:space="preserve"> of Part 3 of </w:t>
      </w:r>
      <w:r w:rsidR="008A3370">
        <w:t>Chapter 7A</w:t>
      </w:r>
      <w:r>
        <w:t xml:space="preserve"> establishes the legislative framework for the depositary of </w:t>
      </w:r>
      <w:proofErr w:type="gramStart"/>
      <w:r>
        <w:t xml:space="preserve">a </w:t>
      </w:r>
      <w:r w:rsidR="00976DE8">
        <w:t>retail</w:t>
      </w:r>
      <w:proofErr w:type="gramEnd"/>
      <w:r w:rsidR="00976DE8">
        <w:t xml:space="preserve"> </w:t>
      </w:r>
      <w:r>
        <w:t xml:space="preserve">CCIV. </w:t>
      </w:r>
    </w:p>
    <w:p w14:paraId="53023AC2" w14:textId="3FC81F99" w:rsidR="0021335C" w:rsidRDefault="0021335C" w:rsidP="005B1807">
      <w:pPr>
        <w:pStyle w:val="base-text-paragraph"/>
      </w:pPr>
      <w:r>
        <w:t xml:space="preserve">Subdivision A sets out the basic requirements for the depositary. </w:t>
      </w:r>
    </w:p>
    <w:p w14:paraId="5AB6BA42" w14:textId="3714E25E" w:rsidR="0021335C" w:rsidRDefault="0021335C" w:rsidP="005B1807">
      <w:pPr>
        <w:pStyle w:val="base-text-paragraph"/>
      </w:pPr>
      <w:r>
        <w:lastRenderedPageBreak/>
        <w:t xml:space="preserve">Subdivision B sets out the duties and powers of the depositary, including the key </w:t>
      </w:r>
      <w:r w:rsidR="00F5151C">
        <w:t>requirements</w:t>
      </w:r>
      <w:r>
        <w:t xml:space="preserve"> that a depositary must hold the assets of the CCIV on trust for the CCIV and the depositary must overs</w:t>
      </w:r>
      <w:r w:rsidR="000F56F5">
        <w:t>ee</w:t>
      </w:r>
      <w:r>
        <w:t xml:space="preserve"> the corporate director. </w:t>
      </w:r>
    </w:p>
    <w:p w14:paraId="0C37C4E5" w14:textId="6A03E023" w:rsidR="00976DE8" w:rsidRDefault="0021335C" w:rsidP="005B1807">
      <w:pPr>
        <w:pStyle w:val="base-text-paragraph"/>
      </w:pPr>
      <w:r>
        <w:t xml:space="preserve">Subdivision C sets out the rules for replacing the depositary, whether </w:t>
      </w:r>
      <w:r w:rsidR="00F5151C">
        <w:t>on occasion of the</w:t>
      </w:r>
      <w:r>
        <w:t xml:space="preserve"> retirement</w:t>
      </w:r>
      <w:r w:rsidR="00F5151C">
        <w:t xml:space="preserve"> of the </w:t>
      </w:r>
      <w:r w:rsidR="002B079B">
        <w:t>deposita</w:t>
      </w:r>
      <w:r w:rsidR="00F5151C">
        <w:t>ry</w:t>
      </w:r>
      <w:r>
        <w:t xml:space="preserve"> or</w:t>
      </w:r>
      <w:r w:rsidR="00F5151C">
        <w:t xml:space="preserve"> upon the deposit</w:t>
      </w:r>
      <w:r w:rsidR="002B079B">
        <w:t>a</w:t>
      </w:r>
      <w:r w:rsidR="00F5151C">
        <w:t>ry’s</w:t>
      </w:r>
      <w:r>
        <w:t xml:space="preserve"> removal. </w:t>
      </w:r>
    </w:p>
    <w:p w14:paraId="4F7150FE" w14:textId="11640889" w:rsidR="008B2669" w:rsidRDefault="00F5151C" w:rsidP="005B1807">
      <w:pPr>
        <w:pStyle w:val="base-text-paragraph"/>
      </w:pPr>
      <w:r>
        <w:t>It is a mandatory</w:t>
      </w:r>
      <w:r w:rsidR="00341BC2">
        <w:t xml:space="preserve"> requirement </w:t>
      </w:r>
      <w:r>
        <w:t xml:space="preserve">for </w:t>
      </w:r>
      <w:proofErr w:type="gramStart"/>
      <w:r>
        <w:t>a retail</w:t>
      </w:r>
      <w:proofErr w:type="gramEnd"/>
      <w:r>
        <w:t xml:space="preserve"> CCIV </w:t>
      </w:r>
      <w:r w:rsidR="00341BC2">
        <w:t xml:space="preserve">to have a depositary. </w:t>
      </w:r>
      <w:r>
        <w:t>A</w:t>
      </w:r>
      <w:r w:rsidR="00341BC2">
        <w:t xml:space="preserve"> wholesale CCIV may </w:t>
      </w:r>
      <w:r>
        <w:t>opt</w:t>
      </w:r>
      <w:r w:rsidR="00341BC2">
        <w:t xml:space="preserve"> to have a depositary, </w:t>
      </w:r>
      <w:r>
        <w:t xml:space="preserve">but if it does so, the full regulatory requirements </w:t>
      </w:r>
      <w:r w:rsidR="00FD691B">
        <w:t>for</w:t>
      </w:r>
      <w:r>
        <w:t xml:space="preserve"> deposit</w:t>
      </w:r>
      <w:r w:rsidR="008A3370">
        <w:t>a</w:t>
      </w:r>
      <w:r>
        <w:t>ries apply</w:t>
      </w:r>
      <w:r w:rsidR="00341BC2">
        <w:t xml:space="preserve">. </w:t>
      </w:r>
    </w:p>
    <w:p w14:paraId="4AB5F54B" w14:textId="45A82485" w:rsidR="005B1807" w:rsidRPr="008F726E" w:rsidRDefault="008B2669" w:rsidP="005B1807">
      <w:pPr>
        <w:pStyle w:val="base-text-paragraph"/>
      </w:pPr>
      <w:r>
        <w:t>References to ‘CCIV’ in this Chapter wil</w:t>
      </w:r>
      <w:r w:rsidR="009F0AC4">
        <w:t xml:space="preserve">l generally be to </w:t>
      </w:r>
      <w:proofErr w:type="gramStart"/>
      <w:r w:rsidR="009F0AC4">
        <w:t>a retail</w:t>
      </w:r>
      <w:proofErr w:type="gramEnd"/>
      <w:r w:rsidR="009F0AC4">
        <w:t xml:space="preserve"> CCIV. However, </w:t>
      </w:r>
      <w:r>
        <w:t>as a wholesale CCIV may c</w:t>
      </w:r>
      <w:r w:rsidR="009F0AC4">
        <w:t xml:space="preserve">hoose to have a depositary the broader term ‘CCIV’ has been used. </w:t>
      </w:r>
    </w:p>
    <w:p w14:paraId="419016F6" w14:textId="77777777" w:rsidR="005B1807" w:rsidRDefault="005B1807" w:rsidP="005B1807">
      <w:pPr>
        <w:pStyle w:val="Heading2"/>
      </w:pPr>
      <w:r>
        <w:t>Detailed explanation of new law</w:t>
      </w:r>
    </w:p>
    <w:p w14:paraId="2E9C5BC7" w14:textId="15D70BF1" w:rsidR="002248C0" w:rsidRDefault="00506619" w:rsidP="00506619">
      <w:pPr>
        <w:pStyle w:val="Heading3"/>
      </w:pPr>
      <w:r>
        <w:t>Requirement for depositary</w:t>
      </w:r>
    </w:p>
    <w:p w14:paraId="061E4E28" w14:textId="3E550A15" w:rsidR="0095403A" w:rsidRDefault="0095403A" w:rsidP="00506619">
      <w:pPr>
        <w:pStyle w:val="Heading4"/>
      </w:pPr>
      <w:r>
        <w:t>Meaning of depositary</w:t>
      </w:r>
    </w:p>
    <w:p w14:paraId="2153DC60" w14:textId="5808BF80" w:rsidR="0095403A" w:rsidRDefault="0095403A" w:rsidP="0095403A">
      <w:pPr>
        <w:pStyle w:val="base-text-paragraph"/>
      </w:pPr>
      <w:r>
        <w:t xml:space="preserve">The depositary of a CCIV is the company named in ASIC’s record of the CCIV’s registration as the depositary or temporary depositary of the CCIV. </w:t>
      </w:r>
      <w:r>
        <w:rPr>
          <w:rStyle w:val="Referencingstyle"/>
        </w:rPr>
        <w:t>[</w:t>
      </w:r>
      <w:r w:rsidR="0096270C">
        <w:rPr>
          <w:rStyle w:val="Referencingstyle"/>
        </w:rPr>
        <w:t xml:space="preserve">Schedule 1, Part 2, item 3, </w:t>
      </w:r>
      <w:r w:rsidR="00E255A2">
        <w:rPr>
          <w:rStyle w:val="Referencingstyle"/>
        </w:rPr>
        <w:t>the definition of ‘depositary’ in section 9</w:t>
      </w:r>
      <w:r>
        <w:rPr>
          <w:rStyle w:val="Referencingstyle"/>
        </w:rPr>
        <w:t>]</w:t>
      </w:r>
    </w:p>
    <w:p w14:paraId="58653953" w14:textId="71558F3F" w:rsidR="0095403A" w:rsidRPr="004114D3" w:rsidRDefault="005E519B" w:rsidP="0095403A">
      <w:pPr>
        <w:pStyle w:val="base-text-paragraph"/>
        <w:rPr>
          <w:rStyle w:val="Referencingstyle"/>
          <w:b w:val="0"/>
          <w:i w:val="0"/>
          <w:sz w:val="22"/>
        </w:rPr>
      </w:pPr>
      <w:r>
        <w:t xml:space="preserve">Chapter 7 </w:t>
      </w:r>
      <w:r w:rsidR="004114D3">
        <w:t xml:space="preserve">of the Act </w:t>
      </w:r>
      <w:r>
        <w:t>has a definition of ‘custodial or deposit</w:t>
      </w:r>
      <w:r w:rsidR="005A5F60">
        <w:t>o</w:t>
      </w:r>
      <w:r>
        <w:t>ry service</w:t>
      </w:r>
      <w:r w:rsidR="004114D3">
        <w:t>’ whereby, under an arrangement between a provider and a client, a financial product is held by the provider in trust for the client</w:t>
      </w:r>
      <w:r w:rsidR="00E05DE0">
        <w:t xml:space="preserve"> (see section 766E)</w:t>
      </w:r>
      <w:r>
        <w:t>.</w:t>
      </w:r>
      <w:r>
        <w:rPr>
          <w:rStyle w:val="Referencingstyle"/>
        </w:rPr>
        <w:t xml:space="preserve"> </w:t>
      </w:r>
    </w:p>
    <w:p w14:paraId="5B4A5D01" w14:textId="1D9E250A" w:rsidR="004114D3" w:rsidRDefault="004114D3" w:rsidP="0095403A">
      <w:pPr>
        <w:pStyle w:val="base-text-paragraph"/>
      </w:pPr>
      <w:r>
        <w:t>The depositary of a C</w:t>
      </w:r>
      <w:r w:rsidR="00D30C5E">
        <w:t>CIV is distinct from ‘</w:t>
      </w:r>
      <w:r w:rsidR="005A5F60">
        <w:t>deposito</w:t>
      </w:r>
      <w:r w:rsidR="00D30C5E">
        <w:t>ry services’ as that term is used in Chapter 7. It is a</w:t>
      </w:r>
      <w:r>
        <w:t xml:space="preserve"> new</w:t>
      </w:r>
      <w:r w:rsidR="00D30C5E">
        <w:t xml:space="preserve"> </w:t>
      </w:r>
      <w:r>
        <w:t xml:space="preserve">statutory concept </w:t>
      </w:r>
      <w:r w:rsidR="009450DC">
        <w:t>that should not be confused with the concept of ‘custodial or deposit</w:t>
      </w:r>
      <w:r w:rsidR="005A5F60">
        <w:t>o</w:t>
      </w:r>
      <w:r w:rsidR="009450DC">
        <w:t xml:space="preserve">ry services’ in Chapter 7. </w:t>
      </w:r>
    </w:p>
    <w:p w14:paraId="2F894B02" w14:textId="5E8DD75C" w:rsidR="00D30C5E" w:rsidRPr="001A2332" w:rsidRDefault="008B2669" w:rsidP="0095403A">
      <w:pPr>
        <w:pStyle w:val="base-text-paragraph"/>
      </w:pPr>
      <w:r>
        <w:t xml:space="preserve">A consequential amendment </w:t>
      </w:r>
      <w:r w:rsidR="00FD691B">
        <w:t>currently under consideration for</w:t>
      </w:r>
      <w:r>
        <w:t xml:space="preserve"> </w:t>
      </w:r>
      <w:r w:rsidR="00012C5E">
        <w:t>the next</w:t>
      </w:r>
      <w:r>
        <w:t xml:space="preserve"> exposure draft </w:t>
      </w:r>
      <w:r w:rsidR="00774BE5">
        <w:t xml:space="preserve">of the Bill </w:t>
      </w:r>
      <w:r>
        <w:t>will be to rename t</w:t>
      </w:r>
      <w:r w:rsidRPr="001A2332">
        <w:t xml:space="preserve">he </w:t>
      </w:r>
      <w:r w:rsidR="0000490D" w:rsidRPr="001A2332">
        <w:t xml:space="preserve">concept of </w:t>
      </w:r>
      <w:r w:rsidR="00D30C5E" w:rsidRPr="001A2332">
        <w:t>‘custodial or deposit</w:t>
      </w:r>
      <w:r w:rsidR="005A5F60">
        <w:t>o</w:t>
      </w:r>
      <w:r w:rsidR="00D30C5E" w:rsidRPr="001A2332">
        <w:t xml:space="preserve">ry services’ </w:t>
      </w:r>
      <w:r w:rsidR="0000490D" w:rsidRPr="001A2332">
        <w:t xml:space="preserve">in Chapter </w:t>
      </w:r>
      <w:r w:rsidR="00D30C5E" w:rsidRPr="001A2332">
        <w:t>7</w:t>
      </w:r>
      <w:r w:rsidR="0000490D" w:rsidRPr="001A2332">
        <w:t xml:space="preserve"> </w:t>
      </w:r>
      <w:r>
        <w:t>as</w:t>
      </w:r>
      <w:r w:rsidR="00D30C5E" w:rsidRPr="001A2332">
        <w:t xml:space="preserve"> ‘custodial services’</w:t>
      </w:r>
      <w:r w:rsidR="0000490D" w:rsidRPr="001A2332">
        <w:t xml:space="preserve"> to avoid confusion</w:t>
      </w:r>
      <w:r w:rsidR="003447B1" w:rsidRPr="001A2332">
        <w:t>.</w:t>
      </w:r>
      <w:r w:rsidR="0000490D" w:rsidRPr="001A2332">
        <w:t xml:space="preserve"> For instance, a wholesale CCIV might decide to</w:t>
      </w:r>
      <w:r w:rsidR="00A45AB5" w:rsidRPr="001A2332">
        <w:t xml:space="preserve"> engage a custodian to hold assets of the CCIV on trust, but that custodian would not be regulated as a ‘depositary’ under</w:t>
      </w:r>
      <w:r w:rsidR="00CA076E" w:rsidRPr="001A2332">
        <w:t xml:space="preserve"> this Bill</w:t>
      </w:r>
      <w:r w:rsidR="00A45AB5" w:rsidRPr="001A2332">
        <w:t>.</w:t>
      </w:r>
      <w:r w:rsidR="001A2332" w:rsidRPr="001A2332">
        <w:t xml:space="preserve"> </w:t>
      </w:r>
    </w:p>
    <w:p w14:paraId="1A6AFF76" w14:textId="58C177C5" w:rsidR="00506619" w:rsidRPr="00506619" w:rsidRDefault="00CC0345" w:rsidP="00506619">
      <w:pPr>
        <w:pStyle w:val="Heading4"/>
      </w:pPr>
      <w:r>
        <w:lastRenderedPageBreak/>
        <w:t>Who must have a depositary</w:t>
      </w:r>
    </w:p>
    <w:p w14:paraId="260726E6" w14:textId="522F7F10" w:rsidR="0095403A" w:rsidRDefault="00CC0345" w:rsidP="005B1807">
      <w:pPr>
        <w:pStyle w:val="base-text-paragraph"/>
      </w:pPr>
      <w:proofErr w:type="gramStart"/>
      <w:r>
        <w:t>A retail</w:t>
      </w:r>
      <w:proofErr w:type="gramEnd"/>
      <w:r>
        <w:t xml:space="preserve"> CCIV must have a depositary.</w:t>
      </w:r>
      <w:r w:rsidR="0095403A">
        <w:t xml:space="preserve"> </w:t>
      </w:r>
      <w:r w:rsidR="0095403A">
        <w:rPr>
          <w:rStyle w:val="Referencingstyle"/>
        </w:rPr>
        <w:t>[</w:t>
      </w:r>
      <w:r w:rsidR="002530FF">
        <w:rPr>
          <w:rStyle w:val="Referencingstyle"/>
        </w:rPr>
        <w:t>Schedule 1, Part 1, item 1, subsection 1163(1)</w:t>
      </w:r>
      <w:r w:rsidR="0095403A">
        <w:rPr>
          <w:rStyle w:val="Referencingstyle"/>
        </w:rPr>
        <w:t>]</w:t>
      </w:r>
      <w:r>
        <w:t xml:space="preserve"> </w:t>
      </w:r>
    </w:p>
    <w:p w14:paraId="111CACEA" w14:textId="16CB16DE" w:rsidR="00CC0345" w:rsidRPr="005E519B" w:rsidRDefault="0095403A" w:rsidP="005B1807">
      <w:pPr>
        <w:pStyle w:val="base-text-paragraph"/>
        <w:rPr>
          <w:rStyle w:val="Referencingstyle"/>
          <w:b w:val="0"/>
          <w:i w:val="0"/>
          <w:sz w:val="22"/>
        </w:rPr>
      </w:pPr>
      <w:r>
        <w:t xml:space="preserve">A wholesale CCIV may </w:t>
      </w:r>
      <w:r w:rsidR="00806EFC">
        <w:t>choose</w:t>
      </w:r>
      <w:r>
        <w:t xml:space="preserve"> to have a depositary</w:t>
      </w:r>
      <w:r w:rsidR="005E519B">
        <w:t xml:space="preserve">. </w:t>
      </w:r>
      <w:r w:rsidR="00806EFC">
        <w:t xml:space="preserve">If a wholesale CCIV appoints a depositary and notifies ASIC in the manner explained below in </w:t>
      </w:r>
      <w:r w:rsidR="00806EFC" w:rsidRPr="0033083D">
        <w:t xml:space="preserve">paragraph </w:t>
      </w:r>
      <w:r w:rsidR="0033083D" w:rsidRPr="0033083D">
        <w:fldChar w:fldCharType="begin"/>
      </w:r>
      <w:r w:rsidR="0033083D" w:rsidRPr="0033083D">
        <w:instrText xml:space="preserve"> REF _Ref490762010 \r \h </w:instrText>
      </w:r>
      <w:r w:rsidR="0033083D">
        <w:instrText xml:space="preserve"> \* MERGEFORMAT </w:instrText>
      </w:r>
      <w:r w:rsidR="0033083D" w:rsidRPr="0033083D">
        <w:fldChar w:fldCharType="separate"/>
      </w:r>
      <w:r w:rsidR="004C78A6">
        <w:t>6.24</w:t>
      </w:r>
      <w:r w:rsidR="0033083D" w:rsidRPr="0033083D">
        <w:fldChar w:fldCharType="end"/>
      </w:r>
      <w:r w:rsidR="00806EFC">
        <w:t>, then</w:t>
      </w:r>
      <w:r w:rsidR="005E519B">
        <w:t xml:space="preserve"> </w:t>
      </w:r>
      <w:r w:rsidR="00754A72">
        <w:t xml:space="preserve">the rules about depositaries </w:t>
      </w:r>
      <w:r w:rsidR="00806EFC">
        <w:t xml:space="preserve">explained </w:t>
      </w:r>
      <w:r w:rsidR="00754A72">
        <w:t>in this Chapter</w:t>
      </w:r>
      <w:r w:rsidR="005E519B">
        <w:t xml:space="preserve"> appl</w:t>
      </w:r>
      <w:r w:rsidR="00754A72">
        <w:t>y</w:t>
      </w:r>
      <w:r w:rsidR="005E519B">
        <w:t xml:space="preserve"> </w:t>
      </w:r>
      <w:r w:rsidR="00806EFC">
        <w:t xml:space="preserve">to the wholesale CCIV and the depositary </w:t>
      </w:r>
      <w:r w:rsidR="005E519B">
        <w:t>in t</w:t>
      </w:r>
      <w:r w:rsidR="00754A72">
        <w:t>heir</w:t>
      </w:r>
      <w:r w:rsidR="005E519B">
        <w:t xml:space="preserve"> entirety</w:t>
      </w:r>
      <w:r w:rsidR="00806EFC">
        <w:t>.</w:t>
      </w:r>
      <w:r w:rsidR="00683D9C">
        <w:t xml:space="preserve"> </w:t>
      </w:r>
      <w:r w:rsidR="002530FF">
        <w:rPr>
          <w:rStyle w:val="Referencingstyle"/>
        </w:rPr>
        <w:t>[Schedule 1, Part 1, item 1, section 1163A</w:t>
      </w:r>
      <w:r w:rsidR="005E519B">
        <w:rPr>
          <w:rStyle w:val="Referencingstyle"/>
        </w:rPr>
        <w:t>]</w:t>
      </w:r>
    </w:p>
    <w:p w14:paraId="5B2BD793" w14:textId="028BC47C" w:rsidR="00754A72" w:rsidRDefault="00754A72" w:rsidP="005B1807">
      <w:pPr>
        <w:pStyle w:val="base-text-paragraph"/>
      </w:pPr>
      <w:r>
        <w:t xml:space="preserve">For instance, if a wholesale CCIV </w:t>
      </w:r>
      <w:r w:rsidR="00697F18">
        <w:t xml:space="preserve">chooses </w:t>
      </w:r>
      <w:r>
        <w:t xml:space="preserve">to have a depositary, the assets of the CCIV must be held (on trust) by the depositary. </w:t>
      </w:r>
      <w:r>
        <w:rPr>
          <w:rStyle w:val="Referencingstyle"/>
        </w:rPr>
        <w:t>[</w:t>
      </w:r>
      <w:r w:rsidR="002530FF">
        <w:rPr>
          <w:rStyle w:val="Referencingstyle"/>
        </w:rPr>
        <w:t>Schedule 1, Part 1, item 1, subsection 1164(1</w:t>
      </w:r>
      <w:r>
        <w:rPr>
          <w:rStyle w:val="Referencingstyle"/>
        </w:rPr>
        <w:t>)]</w:t>
      </w:r>
      <w:r>
        <w:t xml:space="preserve"> </w:t>
      </w:r>
    </w:p>
    <w:p w14:paraId="29A71462" w14:textId="30464A15" w:rsidR="005E519B" w:rsidRDefault="005E519B" w:rsidP="005B1807">
      <w:pPr>
        <w:pStyle w:val="base-text-paragraph"/>
      </w:pPr>
      <w:r>
        <w:t>The rules about the depositary</w:t>
      </w:r>
      <w:r w:rsidR="00A45AB5">
        <w:t xml:space="preserve"> of a CCIV</w:t>
      </w:r>
      <w:r>
        <w:t xml:space="preserve"> are </w:t>
      </w:r>
      <w:r w:rsidR="00A16178">
        <w:t xml:space="preserve">identical </w:t>
      </w:r>
      <w:r>
        <w:t xml:space="preserve">for retail and wholesale CCIVs, except that having a depositary </w:t>
      </w:r>
      <w:r w:rsidR="00A45AB5">
        <w:t xml:space="preserve">is mandatory for the former and </w:t>
      </w:r>
      <w:r>
        <w:t>voluntary for the latter.</w:t>
      </w:r>
    </w:p>
    <w:p w14:paraId="0BB16A43" w14:textId="06972DA1" w:rsidR="00A16178" w:rsidRDefault="00A16178" w:rsidP="005B1807">
      <w:pPr>
        <w:pStyle w:val="base-text-paragraph"/>
      </w:pPr>
      <w:r>
        <w:t>Once a wholesale CCIV appoints a depositary, it cannot revoke its election to have one.</w:t>
      </w:r>
    </w:p>
    <w:p w14:paraId="73A24E45" w14:textId="49126772" w:rsidR="00A16178" w:rsidRDefault="00A16178" w:rsidP="005B1807">
      <w:pPr>
        <w:pStyle w:val="base-text-paragraph"/>
      </w:pPr>
      <w:r>
        <w:t>It is envisaged that wholesale CCIVs may elect to have a depositary in the expectation that prospective investors would be attracted to the</w:t>
      </w:r>
      <w:r w:rsidR="00EE7B67">
        <w:t xml:space="preserve"> additional</w:t>
      </w:r>
      <w:r>
        <w:t xml:space="preserve"> protection that would afford them. </w:t>
      </w:r>
    </w:p>
    <w:p w14:paraId="59892B2D" w14:textId="1FDA9BF5" w:rsidR="004114D3" w:rsidRDefault="004114D3" w:rsidP="004114D3">
      <w:pPr>
        <w:pStyle w:val="Heading4"/>
      </w:pPr>
      <w:r>
        <w:t>Basic requirements</w:t>
      </w:r>
    </w:p>
    <w:p w14:paraId="02E12C19" w14:textId="77777777" w:rsidR="009F0AC4" w:rsidRDefault="00372D73" w:rsidP="005B1807">
      <w:pPr>
        <w:pStyle w:val="base-text-paragraph"/>
      </w:pPr>
      <w:bookmarkStart w:id="114" w:name="_Ref490763903"/>
      <w:r>
        <w:t>The depositary of a</w:t>
      </w:r>
      <w:r w:rsidR="005B1807">
        <w:t xml:space="preserve"> CCIV must</w:t>
      </w:r>
      <w:r>
        <w:t xml:space="preserve"> be</w:t>
      </w:r>
      <w:r w:rsidR="009F0AC4">
        <w:t>:</w:t>
      </w:r>
      <w:bookmarkEnd w:id="114"/>
    </w:p>
    <w:p w14:paraId="1561733F" w14:textId="1CB2743B" w:rsidR="009F0AC4" w:rsidRDefault="009F0AC4" w:rsidP="00806EFC">
      <w:pPr>
        <w:pStyle w:val="dotpoint"/>
      </w:pPr>
      <w:r>
        <w:t>either:</w:t>
      </w:r>
    </w:p>
    <w:p w14:paraId="24EDDE6D" w14:textId="3F0239C5" w:rsidR="009F0AC4" w:rsidRDefault="00372D73" w:rsidP="00806EFC">
      <w:pPr>
        <w:pStyle w:val="dotpoint2"/>
      </w:pPr>
      <w:r>
        <w:t>a public company</w:t>
      </w:r>
      <w:r w:rsidR="009F0AC4">
        <w:t>; or</w:t>
      </w:r>
    </w:p>
    <w:p w14:paraId="0521B402" w14:textId="4B9E939D" w:rsidR="009F0AC4" w:rsidRDefault="009F0AC4" w:rsidP="00806EFC">
      <w:pPr>
        <w:pStyle w:val="dotpoint2"/>
      </w:pPr>
      <w:r>
        <w:t>a foreign company registered under Division 2 of Part 5B.2</w:t>
      </w:r>
      <w:r w:rsidR="00774BE5">
        <w:t xml:space="preserve"> of the Act</w:t>
      </w:r>
      <w:r>
        <w:t xml:space="preserve">; </w:t>
      </w:r>
    </w:p>
    <w:p w14:paraId="0ECC2E3E" w14:textId="536F0605" w:rsidR="009F0AC4" w:rsidRDefault="00372D73" w:rsidP="00806EFC">
      <w:pPr>
        <w:pStyle w:val="dotpoint"/>
      </w:pPr>
      <w:r>
        <w:t xml:space="preserve">that holds an </w:t>
      </w:r>
      <w:r w:rsidR="00C61ABA">
        <w:t>AFSL</w:t>
      </w:r>
      <w:r>
        <w:t xml:space="preserve"> authorising it to act as a depositary</w:t>
      </w:r>
      <w:r w:rsidR="009F0AC4">
        <w:t>;</w:t>
      </w:r>
      <w:r w:rsidR="00710844">
        <w:t xml:space="preserve"> and </w:t>
      </w:r>
    </w:p>
    <w:p w14:paraId="599F5566" w14:textId="0E7A61F4" w:rsidR="009F0AC4" w:rsidRPr="0033083D" w:rsidRDefault="00683D9C" w:rsidP="00806EFC">
      <w:pPr>
        <w:pStyle w:val="dotpoint"/>
      </w:pPr>
      <w:proofErr w:type="gramStart"/>
      <w:r w:rsidRPr="0033083D">
        <w:t>that</w:t>
      </w:r>
      <w:proofErr w:type="gramEnd"/>
      <w:r w:rsidRPr="0033083D">
        <w:t xml:space="preserve"> </w:t>
      </w:r>
      <w:r w:rsidR="00710844" w:rsidRPr="0033083D">
        <w:t xml:space="preserve">meets the independence requirement </w:t>
      </w:r>
      <w:r w:rsidR="00C61ABA" w:rsidRPr="0033083D">
        <w:t>explain</w:t>
      </w:r>
      <w:r w:rsidR="00710844" w:rsidRPr="0033083D">
        <w:t xml:space="preserve">ed below at paragraphs </w:t>
      </w:r>
      <w:r w:rsidR="006D64CA" w:rsidRPr="0033083D">
        <w:fldChar w:fldCharType="begin"/>
      </w:r>
      <w:r w:rsidR="006D64CA" w:rsidRPr="0033083D">
        <w:instrText xml:space="preserve"> REF _Ref489284405 \r </w:instrText>
      </w:r>
      <w:r w:rsidR="0033083D">
        <w:instrText xml:space="preserve"> \* MERGEFORMAT </w:instrText>
      </w:r>
      <w:r w:rsidR="006D64CA" w:rsidRPr="0033083D">
        <w:fldChar w:fldCharType="separate"/>
      </w:r>
      <w:r w:rsidR="004C78A6">
        <w:t>6.25</w:t>
      </w:r>
      <w:r w:rsidR="006D64CA" w:rsidRPr="0033083D">
        <w:fldChar w:fldCharType="end"/>
      </w:r>
      <w:r w:rsidR="00710844" w:rsidRPr="0033083D">
        <w:t xml:space="preserve"> to </w:t>
      </w:r>
      <w:r w:rsidR="006D64CA" w:rsidRPr="0033083D">
        <w:fldChar w:fldCharType="begin"/>
      </w:r>
      <w:r w:rsidR="006D64CA" w:rsidRPr="0033083D">
        <w:instrText xml:space="preserve"> REF _Ref489284417 \r </w:instrText>
      </w:r>
      <w:r w:rsidR="0033083D">
        <w:instrText xml:space="preserve"> \* MERGEFORMAT </w:instrText>
      </w:r>
      <w:r w:rsidR="006D64CA" w:rsidRPr="0033083D">
        <w:fldChar w:fldCharType="separate"/>
      </w:r>
      <w:r w:rsidR="004C78A6">
        <w:t>6.34</w:t>
      </w:r>
      <w:r w:rsidR="006D64CA" w:rsidRPr="0033083D">
        <w:fldChar w:fldCharType="end"/>
      </w:r>
      <w:r w:rsidR="005B1807" w:rsidRPr="0033083D">
        <w:t xml:space="preserve">. </w:t>
      </w:r>
    </w:p>
    <w:p w14:paraId="255A357E" w14:textId="19DC63C2" w:rsidR="0095403A" w:rsidRPr="0095403A" w:rsidRDefault="00710844" w:rsidP="00712B4B">
      <w:pPr>
        <w:pStyle w:val="dotpoint"/>
        <w:numPr>
          <w:ilvl w:val="0"/>
          <w:numId w:val="0"/>
        </w:numPr>
        <w:ind w:left="1984"/>
        <w:rPr>
          <w:rStyle w:val="Referencingstyle"/>
          <w:b w:val="0"/>
          <w:i w:val="0"/>
          <w:sz w:val="22"/>
        </w:rPr>
      </w:pPr>
      <w:r>
        <w:rPr>
          <w:rStyle w:val="Referencingstyle"/>
        </w:rPr>
        <w:t>[</w:t>
      </w:r>
      <w:r w:rsidR="002530FF">
        <w:rPr>
          <w:rStyle w:val="Referencingstyle"/>
        </w:rPr>
        <w:t>Schedule 1, Part 1, item 1, subsection 1163(2)</w:t>
      </w:r>
      <w:r w:rsidR="005B1807">
        <w:rPr>
          <w:rStyle w:val="Referencingstyle"/>
        </w:rPr>
        <w:t xml:space="preserve">] </w:t>
      </w:r>
    </w:p>
    <w:p w14:paraId="104A034D" w14:textId="0666325E" w:rsidR="002530FF" w:rsidRDefault="00EE7B67" w:rsidP="005B1807">
      <w:pPr>
        <w:pStyle w:val="base-text-paragraph"/>
      </w:pPr>
      <w:bookmarkStart w:id="115" w:name="_Ref489284361"/>
      <w:r>
        <w:t>It is envisaged the</w:t>
      </w:r>
      <w:r w:rsidR="005B1807">
        <w:t xml:space="preserve"> initial appointment of a </w:t>
      </w:r>
      <w:r w:rsidR="002B079B">
        <w:t>deposita</w:t>
      </w:r>
      <w:r w:rsidR="005B1807">
        <w:t xml:space="preserve">ry will be made by </w:t>
      </w:r>
      <w:r w:rsidR="00A32C68">
        <w:t>nomination</w:t>
      </w:r>
      <w:r w:rsidR="005B1807">
        <w:t xml:space="preserve"> </w:t>
      </w:r>
      <w:r>
        <w:t>at the time of registration of a company as a CCIV</w:t>
      </w:r>
      <w:r w:rsidR="002530FF">
        <w:t>,</w:t>
      </w:r>
      <w:r>
        <w:t xml:space="preserve"> with the name of the deposit</w:t>
      </w:r>
      <w:r w:rsidR="002B079B">
        <w:t>a</w:t>
      </w:r>
      <w:r>
        <w:t xml:space="preserve">ry included in </w:t>
      </w:r>
      <w:r w:rsidR="005B1807">
        <w:t>the</w:t>
      </w:r>
      <w:r>
        <w:t xml:space="preserve"> prospective</w:t>
      </w:r>
      <w:r w:rsidR="005B1807">
        <w:t xml:space="preserve"> CCIV’s application for registration. </w:t>
      </w:r>
      <w:r w:rsidR="00774BE5">
        <w:t xml:space="preserve">The registration process for CCIVs </w:t>
      </w:r>
      <w:r w:rsidR="00012C5E">
        <w:t xml:space="preserve">is still </w:t>
      </w:r>
      <w:r w:rsidR="00012C5E">
        <w:lastRenderedPageBreak/>
        <w:t xml:space="preserve">under development </w:t>
      </w:r>
      <w:r w:rsidR="001A3825">
        <w:t xml:space="preserve">and </w:t>
      </w:r>
      <w:r w:rsidR="00774BE5">
        <w:t xml:space="preserve">will be included in </w:t>
      </w:r>
      <w:r w:rsidR="00012C5E">
        <w:t>the next</w:t>
      </w:r>
      <w:r w:rsidR="00774BE5">
        <w:t xml:space="preserve"> exposure draft of the Bill. </w:t>
      </w:r>
    </w:p>
    <w:p w14:paraId="22097FCA" w14:textId="26E28A4B" w:rsidR="005B1807" w:rsidRPr="00A32C68" w:rsidRDefault="0031609B" w:rsidP="005B1807">
      <w:pPr>
        <w:pStyle w:val="base-text-paragraph"/>
        <w:rPr>
          <w:rStyle w:val="Referencingstyle"/>
          <w:b w:val="0"/>
          <w:i w:val="0"/>
          <w:sz w:val="22"/>
        </w:rPr>
      </w:pPr>
      <w:bookmarkStart w:id="116" w:name="_Ref490762010"/>
      <w:r>
        <w:t xml:space="preserve">In the event of </w:t>
      </w:r>
      <w:r w:rsidR="00EE7B67">
        <w:t xml:space="preserve">any </w:t>
      </w:r>
      <w:r>
        <w:t>s</w:t>
      </w:r>
      <w:r w:rsidR="00CD4D2A">
        <w:t xml:space="preserve">ubsequent </w:t>
      </w:r>
      <w:r w:rsidR="00EE7B67">
        <w:t>replacement of the deposit</w:t>
      </w:r>
      <w:r w:rsidR="002B079B">
        <w:t>a</w:t>
      </w:r>
      <w:r w:rsidR="00EE7B67">
        <w:t xml:space="preserve">ry with a new </w:t>
      </w:r>
      <w:r>
        <w:t xml:space="preserve">depositary, the corporate director must give ASIC written notice of the name, and the address of the registered office, of the depositary. </w:t>
      </w:r>
      <w:r>
        <w:rPr>
          <w:rStyle w:val="Referencingstyle"/>
        </w:rPr>
        <w:t>[</w:t>
      </w:r>
      <w:r w:rsidR="002530FF">
        <w:rPr>
          <w:rStyle w:val="Referencingstyle"/>
        </w:rPr>
        <w:t>Schedule 1, Part 1, item 1, section 1163B</w:t>
      </w:r>
      <w:r>
        <w:rPr>
          <w:rStyle w:val="Referencingstyle"/>
        </w:rPr>
        <w:t>]</w:t>
      </w:r>
      <w:r>
        <w:t xml:space="preserve"> The circumstances that could give rise to subsequent appointments are discussed below at </w:t>
      </w:r>
      <w:r w:rsidRPr="0033083D">
        <w:t xml:space="preserve">paragraphs </w:t>
      </w:r>
      <w:r w:rsidR="00A12CC5" w:rsidRPr="0033083D">
        <w:fldChar w:fldCharType="begin"/>
      </w:r>
      <w:r w:rsidR="00A12CC5" w:rsidRPr="0033083D">
        <w:instrText xml:space="preserve"> REF _Ref490668069 \r \h </w:instrText>
      </w:r>
      <w:r w:rsidR="0033083D">
        <w:instrText xml:space="preserve"> \* MERGEFORMAT </w:instrText>
      </w:r>
      <w:r w:rsidR="00A12CC5" w:rsidRPr="0033083D">
        <w:fldChar w:fldCharType="separate"/>
      </w:r>
      <w:r w:rsidR="004C78A6">
        <w:t>6.73</w:t>
      </w:r>
      <w:r w:rsidR="00A12CC5" w:rsidRPr="0033083D">
        <w:fldChar w:fldCharType="end"/>
      </w:r>
      <w:r w:rsidRPr="0033083D">
        <w:t xml:space="preserve"> to </w:t>
      </w:r>
      <w:bookmarkEnd w:id="115"/>
      <w:r w:rsidR="00A12CC5" w:rsidRPr="0033083D">
        <w:fldChar w:fldCharType="begin"/>
      </w:r>
      <w:r w:rsidR="00A12CC5" w:rsidRPr="0033083D">
        <w:instrText xml:space="preserve"> REF _Ref490668085 \r \h </w:instrText>
      </w:r>
      <w:r w:rsidR="0033083D">
        <w:instrText xml:space="preserve"> \* MERGEFORMAT </w:instrText>
      </w:r>
      <w:r w:rsidR="00A12CC5" w:rsidRPr="0033083D">
        <w:fldChar w:fldCharType="separate"/>
      </w:r>
      <w:r w:rsidR="004C78A6">
        <w:t>6.117</w:t>
      </w:r>
      <w:r w:rsidR="00A12CC5" w:rsidRPr="0033083D">
        <w:fldChar w:fldCharType="end"/>
      </w:r>
      <w:r w:rsidRPr="0033083D">
        <w:t>.</w:t>
      </w:r>
      <w:bookmarkEnd w:id="116"/>
      <w:r w:rsidR="005B1807">
        <w:rPr>
          <w:rStyle w:val="Referencingstyle"/>
        </w:rPr>
        <w:t xml:space="preserve"> </w:t>
      </w:r>
    </w:p>
    <w:p w14:paraId="45D110FF" w14:textId="0C11BDF2" w:rsidR="00A32C68" w:rsidRDefault="00A32C68" w:rsidP="00A32C68">
      <w:pPr>
        <w:pStyle w:val="Heading5"/>
      </w:pPr>
      <w:r>
        <w:t>Independence requirement</w:t>
      </w:r>
    </w:p>
    <w:p w14:paraId="5523BD41" w14:textId="5D4928E3" w:rsidR="00FD783C" w:rsidRPr="00A32C68" w:rsidRDefault="00D25AAE" w:rsidP="00FD783C">
      <w:pPr>
        <w:pStyle w:val="base-text-paragraph"/>
        <w:rPr>
          <w:rStyle w:val="Referencingstyle"/>
          <w:b w:val="0"/>
          <w:i w:val="0"/>
          <w:sz w:val="22"/>
        </w:rPr>
      </w:pPr>
      <w:bookmarkStart w:id="117" w:name="_Ref489284405"/>
      <w:bookmarkStart w:id="118" w:name="_Ref489989434"/>
      <w:r>
        <w:t xml:space="preserve">A person </w:t>
      </w:r>
      <w:r w:rsidR="00FD783C">
        <w:t>that is, or is to be appointed as</w:t>
      </w:r>
      <w:r w:rsidR="00182AD8">
        <w:t xml:space="preserve"> </w:t>
      </w:r>
      <w:r w:rsidR="00FD783C">
        <w:t>the depositary</w:t>
      </w:r>
      <w:r w:rsidR="00182AD8">
        <w:t xml:space="preserve">, as </w:t>
      </w:r>
      <w:r>
        <w:t xml:space="preserve">an agent </w:t>
      </w:r>
      <w:r w:rsidR="00E14875">
        <w:t>of the deposita</w:t>
      </w:r>
      <w:r w:rsidR="00182AD8">
        <w:t xml:space="preserve">ry </w:t>
      </w:r>
      <w:r>
        <w:t>or otherwise engaged by the depositary</w:t>
      </w:r>
      <w:r w:rsidR="005B1807">
        <w:t xml:space="preserve"> must satisfy the independence requirement</w:t>
      </w:r>
      <w:r w:rsidR="00FD783C">
        <w:t>.</w:t>
      </w:r>
      <w:r w:rsidR="00EE7B67">
        <w:t xml:space="preserve"> For the purposes of determining whether the person meets the independence requirement, the concept of </w:t>
      </w:r>
      <w:r w:rsidR="00F2514D">
        <w:t>a ‘</w:t>
      </w:r>
      <w:r w:rsidR="00EE7B67">
        <w:t>test deposit</w:t>
      </w:r>
      <w:r w:rsidR="002B079B">
        <w:t>a</w:t>
      </w:r>
      <w:r w:rsidR="00F2514D">
        <w:t>ry’</w:t>
      </w:r>
      <w:r w:rsidR="00EE7B67">
        <w:t xml:space="preserve"> is used.</w:t>
      </w:r>
      <w:r w:rsidR="00FD783C">
        <w:t xml:space="preserve"> </w:t>
      </w:r>
      <w:bookmarkEnd w:id="117"/>
      <w:bookmarkEnd w:id="118"/>
      <w:r w:rsidR="00FD783C">
        <w:rPr>
          <w:rStyle w:val="Referencingstyle"/>
        </w:rPr>
        <w:t>[</w:t>
      </w:r>
      <w:r w:rsidR="002B079B">
        <w:rPr>
          <w:rStyle w:val="Referencingstyle"/>
        </w:rPr>
        <w:t>Schedule 1, Part 1, item 1, paragraph 1163(2)(c), section 1163C and paragraph 1164(3)(b)</w:t>
      </w:r>
      <w:r w:rsidR="00FD783C">
        <w:rPr>
          <w:rStyle w:val="Referencingstyle"/>
        </w:rPr>
        <w:t xml:space="preserve">]  </w:t>
      </w:r>
    </w:p>
    <w:p w14:paraId="14699C4A" w14:textId="3E5846AA" w:rsidR="00FD3FF3" w:rsidRDefault="00EE7B67" w:rsidP="005B1807">
      <w:pPr>
        <w:pStyle w:val="base-text-paragraph"/>
      </w:pPr>
      <w:r>
        <w:t>A person (the</w:t>
      </w:r>
      <w:r w:rsidR="00FD783C">
        <w:t xml:space="preserve"> </w:t>
      </w:r>
      <w:r w:rsidR="00D25AAE">
        <w:t>test depositary</w:t>
      </w:r>
      <w:r>
        <w:t>)</w:t>
      </w:r>
      <w:r w:rsidR="00D25AAE">
        <w:t xml:space="preserve"> </w:t>
      </w:r>
      <w:r w:rsidR="00FD783C">
        <w:t xml:space="preserve">satisfies the independence requirement </w:t>
      </w:r>
      <w:r w:rsidR="00FD783C" w:rsidRPr="00712B4B">
        <w:t>unless</w:t>
      </w:r>
      <w:r w:rsidR="00FD783C">
        <w:t xml:space="preserve"> one </w:t>
      </w:r>
      <w:r w:rsidR="003B2642">
        <w:t xml:space="preserve">or more </w:t>
      </w:r>
      <w:r w:rsidR="00FD783C">
        <w:t>of the following is true:</w:t>
      </w:r>
    </w:p>
    <w:p w14:paraId="6F892171" w14:textId="047A4ECD" w:rsidR="00D86076" w:rsidRDefault="00392F00" w:rsidP="00FD3FF3">
      <w:pPr>
        <w:pStyle w:val="dotpoint"/>
      </w:pPr>
      <w:r>
        <w:t>a</w:t>
      </w:r>
      <w:r w:rsidR="00FD3FF3">
        <w:t xml:space="preserve"> director or officer of the corporate director of the CCIV, or any associate of </w:t>
      </w:r>
      <w:r w:rsidR="003B2642">
        <w:t>a director of the corporate director of the CCIV</w:t>
      </w:r>
      <w:r w:rsidR="003B047D">
        <w:t>:</w:t>
      </w:r>
    </w:p>
    <w:p w14:paraId="760DF996" w14:textId="137C0426" w:rsidR="003B2642" w:rsidRDefault="003B2642" w:rsidP="00712B4B">
      <w:pPr>
        <w:pStyle w:val="dotpoint2"/>
      </w:pPr>
      <w:r>
        <w:t xml:space="preserve">is a director, officer or </w:t>
      </w:r>
      <w:r w:rsidR="00FD3FF3">
        <w:t xml:space="preserve">employee of the </w:t>
      </w:r>
      <w:r w:rsidR="00D25AAE">
        <w:t>test depositary</w:t>
      </w:r>
      <w:r>
        <w:t>;</w:t>
      </w:r>
      <w:r w:rsidR="002259D2">
        <w:t xml:space="preserve"> </w:t>
      </w:r>
    </w:p>
    <w:p w14:paraId="04224F58" w14:textId="6496FAB3" w:rsidR="003B2642" w:rsidDel="00081E2D" w:rsidRDefault="00D86076" w:rsidP="00712B4B">
      <w:pPr>
        <w:pStyle w:val="dotpoint2"/>
      </w:pPr>
      <w:r>
        <w:t xml:space="preserve">is in a position to cast, or to control (whether directly or indirectly) the casting of </w:t>
      </w:r>
      <w:r w:rsidR="00797867" w:rsidDel="00081E2D">
        <w:t>more than 0.5 per cent</w:t>
      </w:r>
      <w:r w:rsidR="003B2642" w:rsidDel="00081E2D">
        <w:t xml:space="preserve"> of the </w:t>
      </w:r>
      <w:r>
        <w:t xml:space="preserve">maximum number of </w:t>
      </w:r>
      <w:r w:rsidR="003B2642" w:rsidDel="00081E2D">
        <w:t xml:space="preserve">votes at a general meeting of </w:t>
      </w:r>
      <w:r>
        <w:t>the test depositary, if the only shares in the test depositary were shares of a particular class;</w:t>
      </w:r>
      <w:r w:rsidR="003B2642">
        <w:t xml:space="preserve"> </w:t>
      </w:r>
    </w:p>
    <w:p w14:paraId="7739DA2D" w14:textId="6E6303D3" w:rsidR="00FD783C" w:rsidRDefault="002259D2" w:rsidP="00712B4B">
      <w:pPr>
        <w:pStyle w:val="dotpoint2"/>
      </w:pPr>
      <w:r>
        <w:t xml:space="preserve">has any other relationship with the </w:t>
      </w:r>
      <w:r w:rsidR="00081E2D">
        <w:t xml:space="preserve">test depositary </w:t>
      </w:r>
      <w:r>
        <w:t>which might reasonably be expected to give rise to a potential conflict of interest;</w:t>
      </w:r>
      <w:r w:rsidR="00FD3FF3">
        <w:t xml:space="preserve"> </w:t>
      </w:r>
    </w:p>
    <w:p w14:paraId="31ADCB54" w14:textId="0EC62664" w:rsidR="002259D2" w:rsidRPr="00081E2D" w:rsidRDefault="00392F00" w:rsidP="00FD3FF3">
      <w:pPr>
        <w:pStyle w:val="dotpoint"/>
        <w:rPr>
          <w:rStyle w:val="Referencingstyle"/>
          <w:b w:val="0"/>
          <w:i w:val="0"/>
          <w:sz w:val="22"/>
        </w:rPr>
      </w:pPr>
      <w:r>
        <w:t>t</w:t>
      </w:r>
      <w:r w:rsidR="002259D2">
        <w:t xml:space="preserve">he </w:t>
      </w:r>
      <w:r w:rsidR="00FF7308">
        <w:t>v</w:t>
      </w:r>
      <w:r w:rsidR="002259D2">
        <w:t>oting power</w:t>
      </w:r>
      <w:r w:rsidR="00FF7308">
        <w:t xml:space="preserve"> of the corporate director of the CCIV</w:t>
      </w:r>
      <w:r w:rsidR="00797867">
        <w:t xml:space="preserve"> in the </w:t>
      </w:r>
      <w:r w:rsidR="00081E2D">
        <w:t xml:space="preserve">test depositary </w:t>
      </w:r>
      <w:r w:rsidR="00797867">
        <w:t>exceeds 20 per cent</w:t>
      </w:r>
      <w:r w:rsidR="00FF7308">
        <w:t xml:space="preserve">; </w:t>
      </w:r>
    </w:p>
    <w:p w14:paraId="10168BDB" w14:textId="4228CB9B" w:rsidR="00081E2D" w:rsidRDefault="00081E2D" w:rsidP="00FD3FF3">
      <w:pPr>
        <w:pStyle w:val="dotpoint"/>
      </w:pPr>
      <w:r>
        <w:t>the test depositary’s voting power in</w:t>
      </w:r>
      <w:r w:rsidR="00057F4B">
        <w:t xml:space="preserve"> any of the following</w:t>
      </w:r>
      <w:r>
        <w:t xml:space="preserve"> exceeds 20 per cent</w:t>
      </w:r>
      <w:r w:rsidR="00057F4B">
        <w:t>:</w:t>
      </w:r>
    </w:p>
    <w:p w14:paraId="53E034F5" w14:textId="36752962" w:rsidR="00057F4B" w:rsidRDefault="00057F4B" w:rsidP="00712B4B">
      <w:pPr>
        <w:pStyle w:val="dotpoint2"/>
      </w:pPr>
      <w:r>
        <w:t>the CCIV;</w:t>
      </w:r>
    </w:p>
    <w:p w14:paraId="1F240DF2" w14:textId="75D9591D" w:rsidR="00057F4B" w:rsidRDefault="00057F4B" w:rsidP="00712B4B">
      <w:pPr>
        <w:pStyle w:val="dotpoint2"/>
      </w:pPr>
      <w:r>
        <w:t>the corporate director of the CCIV;</w:t>
      </w:r>
    </w:p>
    <w:p w14:paraId="399D5BBA" w14:textId="5EC0CE94" w:rsidR="00057F4B" w:rsidRDefault="00057F4B" w:rsidP="00712B4B">
      <w:pPr>
        <w:pStyle w:val="dotpoint2"/>
      </w:pPr>
      <w:r>
        <w:lastRenderedPageBreak/>
        <w:t>a class or classes of shares in the corporate director of the CCIV</w:t>
      </w:r>
      <w:r w:rsidR="00F2514D">
        <w:t xml:space="preserve"> (see </w:t>
      </w:r>
      <w:r w:rsidR="00F2514D" w:rsidRPr="0033083D">
        <w:t xml:space="preserve">paragraphs </w:t>
      </w:r>
      <w:r w:rsidR="00F2514D" w:rsidRPr="0033083D">
        <w:fldChar w:fldCharType="begin"/>
      </w:r>
      <w:r w:rsidR="00F2514D" w:rsidRPr="0033083D">
        <w:instrText xml:space="preserve"> REF _Ref490670167 \r \h  \* MERGEFORMAT </w:instrText>
      </w:r>
      <w:r w:rsidR="00F2514D" w:rsidRPr="0033083D">
        <w:fldChar w:fldCharType="separate"/>
      </w:r>
      <w:r w:rsidR="004C78A6">
        <w:t>6.28</w:t>
      </w:r>
      <w:r w:rsidR="00F2514D" w:rsidRPr="0033083D">
        <w:fldChar w:fldCharType="end"/>
      </w:r>
      <w:r w:rsidR="00F2514D" w:rsidRPr="0033083D">
        <w:t xml:space="preserve"> to </w:t>
      </w:r>
      <w:r w:rsidR="00F2514D" w:rsidRPr="0033083D">
        <w:fldChar w:fldCharType="begin"/>
      </w:r>
      <w:r w:rsidR="00F2514D" w:rsidRPr="0033083D">
        <w:instrText xml:space="preserve"> REF _Ref490670175 \r \h  \* MERGEFORMAT </w:instrText>
      </w:r>
      <w:r w:rsidR="00F2514D" w:rsidRPr="0033083D">
        <w:fldChar w:fldCharType="separate"/>
      </w:r>
      <w:r w:rsidR="004C78A6">
        <w:t>6.29</w:t>
      </w:r>
      <w:r w:rsidR="00F2514D" w:rsidRPr="0033083D">
        <w:fldChar w:fldCharType="end"/>
      </w:r>
      <w:r w:rsidR="00F2514D">
        <w:t>)</w:t>
      </w:r>
      <w:r w:rsidR="0083674A">
        <w:t xml:space="preserve">; </w:t>
      </w:r>
    </w:p>
    <w:p w14:paraId="53FA224B" w14:textId="41C87EED" w:rsidR="00450EDA" w:rsidRPr="00057F4B" w:rsidRDefault="00392F00" w:rsidP="00FD3FF3">
      <w:pPr>
        <w:pStyle w:val="dotpoint"/>
        <w:rPr>
          <w:rStyle w:val="Referencingstyle"/>
          <w:b w:val="0"/>
          <w:i w:val="0"/>
          <w:sz w:val="22"/>
        </w:rPr>
      </w:pPr>
      <w:proofErr w:type="gramStart"/>
      <w:r>
        <w:t>t</w:t>
      </w:r>
      <w:r w:rsidR="00450EDA">
        <w:t>he</w:t>
      </w:r>
      <w:proofErr w:type="gramEnd"/>
      <w:r w:rsidR="00450EDA">
        <w:t xml:space="preserve"> corporate director of the CCIV controls the </w:t>
      </w:r>
      <w:r w:rsidR="00081E2D">
        <w:t>test depositary</w:t>
      </w:r>
      <w:r w:rsidR="00057F4B">
        <w:t xml:space="preserve">, </w:t>
      </w:r>
      <w:r w:rsidR="00450EDA">
        <w:t xml:space="preserve">or </w:t>
      </w:r>
      <w:r>
        <w:t>t</w:t>
      </w:r>
      <w:r w:rsidR="00450EDA">
        <w:t xml:space="preserve">he </w:t>
      </w:r>
      <w:r w:rsidR="00081E2D">
        <w:t xml:space="preserve">test depositary </w:t>
      </w:r>
      <w:r w:rsidR="00450EDA">
        <w:t>controls the corporate director of the CCIV</w:t>
      </w:r>
      <w:r w:rsidR="00057F4B">
        <w:t xml:space="preserve"> (see </w:t>
      </w:r>
      <w:r w:rsidR="00057F4B" w:rsidRPr="0033083D">
        <w:t xml:space="preserve">paragraph </w:t>
      </w:r>
      <w:r w:rsidR="00893A72" w:rsidRPr="0033083D">
        <w:fldChar w:fldCharType="begin"/>
      </w:r>
      <w:r w:rsidR="00893A72" w:rsidRPr="0033083D">
        <w:instrText xml:space="preserve"> REF _Ref490670206 \r \h </w:instrText>
      </w:r>
      <w:r w:rsidR="0033083D">
        <w:instrText xml:space="preserve"> \* MERGEFORMAT </w:instrText>
      </w:r>
      <w:r w:rsidR="00893A72" w:rsidRPr="0033083D">
        <w:fldChar w:fldCharType="separate"/>
      </w:r>
      <w:r w:rsidR="004C78A6">
        <w:t>6.30</w:t>
      </w:r>
      <w:r w:rsidR="00893A72" w:rsidRPr="0033083D">
        <w:fldChar w:fldCharType="end"/>
      </w:r>
      <w:r w:rsidR="00057F4B">
        <w:t>)</w:t>
      </w:r>
      <w:r w:rsidR="00450EDA">
        <w:t xml:space="preserve">. </w:t>
      </w:r>
    </w:p>
    <w:p w14:paraId="0D8E3B2D" w14:textId="395FE526" w:rsidR="00081E2D" w:rsidRDefault="00081E2D" w:rsidP="00712B4B">
      <w:pPr>
        <w:pStyle w:val="dotpoint"/>
        <w:numPr>
          <w:ilvl w:val="0"/>
          <w:numId w:val="0"/>
        </w:numPr>
        <w:ind w:left="1984"/>
      </w:pPr>
      <w:r>
        <w:rPr>
          <w:rStyle w:val="Referencingstyle"/>
        </w:rPr>
        <w:t>[</w:t>
      </w:r>
      <w:r w:rsidR="00893A72">
        <w:rPr>
          <w:rStyle w:val="Referencingstyle"/>
        </w:rPr>
        <w:t>Schedule 1, Part 1, item 1, section 1163C</w:t>
      </w:r>
      <w:r>
        <w:rPr>
          <w:rStyle w:val="Referencingstyle"/>
        </w:rPr>
        <w:t>]</w:t>
      </w:r>
    </w:p>
    <w:p w14:paraId="318941A1" w14:textId="74C51E0A" w:rsidR="00E94AA9" w:rsidRPr="008846C8" w:rsidRDefault="00E94AA9" w:rsidP="00E94AA9">
      <w:pPr>
        <w:pStyle w:val="base-text-paragraph"/>
        <w:rPr>
          <w:rStyle w:val="Referencingstyle"/>
          <w:b w:val="0"/>
          <w:i w:val="0"/>
          <w:sz w:val="22"/>
        </w:rPr>
      </w:pPr>
      <w:r>
        <w:rPr>
          <w:rStyle w:val="Referencingstyle"/>
          <w:b w:val="0"/>
          <w:i w:val="0"/>
          <w:sz w:val="22"/>
        </w:rPr>
        <w:t>Note that the independence requirement does not prevent the depositary owning shares in the CCIV.</w:t>
      </w:r>
    </w:p>
    <w:p w14:paraId="27DA035E" w14:textId="77777777" w:rsidR="007D125F" w:rsidRDefault="008846C8" w:rsidP="005B1807">
      <w:pPr>
        <w:pStyle w:val="base-text-paragraph"/>
        <w:rPr>
          <w:rStyle w:val="Referencingstyle"/>
          <w:b w:val="0"/>
          <w:i w:val="0"/>
          <w:sz w:val="22"/>
        </w:rPr>
      </w:pPr>
      <w:bookmarkStart w:id="119" w:name="_Ref490670167"/>
      <w:r>
        <w:rPr>
          <w:rStyle w:val="Referencingstyle"/>
          <w:b w:val="0"/>
          <w:i w:val="0"/>
          <w:sz w:val="22"/>
        </w:rPr>
        <w:t xml:space="preserve">A person’s voting power </w:t>
      </w:r>
      <w:r w:rsidR="003C49D0">
        <w:rPr>
          <w:rStyle w:val="Referencingstyle"/>
          <w:b w:val="0"/>
          <w:i w:val="0"/>
          <w:sz w:val="22"/>
        </w:rPr>
        <w:t xml:space="preserve">in a class of shares is worked out using </w:t>
      </w:r>
      <w:r w:rsidR="007D125F">
        <w:rPr>
          <w:rStyle w:val="Referencingstyle"/>
          <w:b w:val="0"/>
          <w:i w:val="0"/>
          <w:sz w:val="22"/>
        </w:rPr>
        <w:t>the following formula:</w:t>
      </w:r>
      <w:bookmarkEnd w:id="119"/>
    </w:p>
    <w:p w14:paraId="6D74799E" w14:textId="6999261E" w:rsidR="007D125F" w:rsidRDefault="007D125F" w:rsidP="00712B4B">
      <w:pPr>
        <w:pStyle w:val="base-text-paragraphnonumbers"/>
        <w:rPr>
          <w:rStyle w:val="Referencingstyle"/>
          <w:b w:val="0"/>
          <w:i w:val="0"/>
          <w:sz w:val="22"/>
        </w:rPr>
      </w:pPr>
      <w:r>
        <w:rPr>
          <w:noProof/>
        </w:rPr>
        <w:drawing>
          <wp:inline distT="0" distB="0" distL="0" distR="0" wp14:anchorId="63E068AE" wp14:editId="1FAA76B8">
            <wp:extent cx="1916430" cy="47561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916430" cy="475615"/>
                    </a:xfrm>
                    <a:prstGeom prst="rect">
                      <a:avLst/>
                    </a:prstGeom>
                    <a:noFill/>
                    <a:ln>
                      <a:noFill/>
                    </a:ln>
                  </pic:spPr>
                </pic:pic>
              </a:graphicData>
            </a:graphic>
          </wp:inline>
        </w:drawing>
      </w:r>
    </w:p>
    <w:p w14:paraId="3AFC9BEE" w14:textId="3C058C4D" w:rsidR="00902E2B" w:rsidRDefault="007D125F" w:rsidP="005B1807">
      <w:pPr>
        <w:pStyle w:val="base-text-paragraph"/>
        <w:rPr>
          <w:rStyle w:val="Referencingstyle"/>
          <w:b w:val="0"/>
          <w:i w:val="0"/>
          <w:sz w:val="22"/>
        </w:rPr>
      </w:pPr>
      <w:bookmarkStart w:id="120" w:name="_Ref490670175"/>
      <w:r>
        <w:rPr>
          <w:rStyle w:val="Referencingstyle"/>
          <w:b w:val="0"/>
          <w:i w:val="0"/>
          <w:sz w:val="22"/>
        </w:rPr>
        <w:t>This</w:t>
      </w:r>
      <w:r w:rsidR="003C49D0">
        <w:rPr>
          <w:rStyle w:val="Referencingstyle"/>
          <w:b w:val="0"/>
          <w:i w:val="0"/>
          <w:sz w:val="22"/>
        </w:rPr>
        <w:t xml:space="preserve"> formula accounts for the number of votes attached to all the voting shares in the class of shares that the person or an associate has a relevant interest in. A person’s voting power in multiple classes of shares, or in the company or corporate director as a whole, </w:t>
      </w:r>
      <w:r w:rsidR="00902E2B">
        <w:rPr>
          <w:rStyle w:val="Referencingstyle"/>
          <w:b w:val="0"/>
          <w:i w:val="0"/>
          <w:sz w:val="22"/>
        </w:rPr>
        <w:t>is worked out using that formula as if all the shares were of the same class</w:t>
      </w:r>
      <w:r w:rsidR="003C49D0">
        <w:rPr>
          <w:rStyle w:val="Referencingstyle"/>
          <w:b w:val="0"/>
          <w:i w:val="0"/>
          <w:sz w:val="22"/>
        </w:rPr>
        <w:t>.</w:t>
      </w:r>
      <w:r w:rsidR="007139AB">
        <w:rPr>
          <w:rStyle w:val="Referencingstyle"/>
          <w:b w:val="0"/>
          <w:i w:val="0"/>
          <w:sz w:val="22"/>
        </w:rPr>
        <w:t xml:space="preserve"> </w:t>
      </w:r>
      <w:r w:rsidR="00902E2B">
        <w:rPr>
          <w:rStyle w:val="Referencingstyle"/>
        </w:rPr>
        <w:t>[</w:t>
      </w:r>
      <w:r w:rsidR="00893A72">
        <w:rPr>
          <w:rStyle w:val="Referencingstyle"/>
        </w:rPr>
        <w:t>Schedule 1, Parts 1 and 2, items 1 and 1</w:t>
      </w:r>
      <w:r w:rsidR="008955AC">
        <w:rPr>
          <w:rStyle w:val="Referencingstyle"/>
        </w:rPr>
        <w:t>2</w:t>
      </w:r>
      <w:r w:rsidR="00893A72">
        <w:rPr>
          <w:rStyle w:val="Referencingstyle"/>
        </w:rPr>
        <w:t xml:space="preserve">, </w:t>
      </w:r>
      <w:r w:rsidR="00B45BAD">
        <w:rPr>
          <w:rStyle w:val="Referencingstyle"/>
        </w:rPr>
        <w:t>the definition of ‘voting power’ in section 9</w:t>
      </w:r>
      <w:r w:rsidR="006A0A0F">
        <w:rPr>
          <w:rStyle w:val="Referencingstyle"/>
        </w:rPr>
        <w:t xml:space="preserve">, and </w:t>
      </w:r>
      <w:r w:rsidR="00893A72">
        <w:rPr>
          <w:rStyle w:val="Referencingstyle"/>
        </w:rPr>
        <w:t>section 1163D</w:t>
      </w:r>
      <w:r w:rsidR="00902E2B">
        <w:rPr>
          <w:rStyle w:val="Referencingstyle"/>
        </w:rPr>
        <w:t>]</w:t>
      </w:r>
      <w:bookmarkEnd w:id="120"/>
    </w:p>
    <w:p w14:paraId="17589617" w14:textId="262B0918" w:rsidR="007139AB" w:rsidRPr="008846C8" w:rsidRDefault="00057F4B" w:rsidP="007139AB">
      <w:pPr>
        <w:pStyle w:val="base-text-paragraph"/>
        <w:rPr>
          <w:rStyle w:val="Referencingstyle"/>
          <w:b w:val="0"/>
          <w:i w:val="0"/>
          <w:sz w:val="22"/>
        </w:rPr>
      </w:pPr>
      <w:bookmarkStart w:id="121" w:name="_Ref490670206"/>
      <w:r>
        <w:rPr>
          <w:rStyle w:val="Referencingstyle"/>
          <w:b w:val="0"/>
          <w:i w:val="0"/>
          <w:sz w:val="22"/>
        </w:rPr>
        <w:t xml:space="preserve">‘Control’, for the purposes of </w:t>
      </w:r>
      <w:r w:rsidR="007139AB">
        <w:rPr>
          <w:rStyle w:val="Referencingstyle"/>
          <w:b w:val="0"/>
          <w:i w:val="0"/>
          <w:sz w:val="22"/>
        </w:rPr>
        <w:t xml:space="preserve">determining whether or not the corporate director of the CCIV controls the </w:t>
      </w:r>
      <w:r>
        <w:rPr>
          <w:rStyle w:val="Referencingstyle"/>
          <w:b w:val="0"/>
          <w:i w:val="0"/>
          <w:sz w:val="22"/>
        </w:rPr>
        <w:t>test depositary</w:t>
      </w:r>
      <w:r w:rsidR="007139AB">
        <w:rPr>
          <w:rStyle w:val="Referencingstyle"/>
          <w:b w:val="0"/>
          <w:i w:val="0"/>
          <w:sz w:val="22"/>
        </w:rPr>
        <w:t xml:space="preserve">, or whether or not the </w:t>
      </w:r>
      <w:r>
        <w:rPr>
          <w:rStyle w:val="Referencingstyle"/>
          <w:b w:val="0"/>
          <w:i w:val="0"/>
          <w:sz w:val="22"/>
        </w:rPr>
        <w:t xml:space="preserve">test depositary </w:t>
      </w:r>
      <w:r w:rsidR="007139AB">
        <w:rPr>
          <w:rStyle w:val="Referencingstyle"/>
          <w:b w:val="0"/>
          <w:i w:val="0"/>
          <w:sz w:val="22"/>
        </w:rPr>
        <w:t xml:space="preserve">controls the corporate director of the CCIV, </w:t>
      </w:r>
      <w:r>
        <w:rPr>
          <w:rStyle w:val="Referencingstyle"/>
          <w:b w:val="0"/>
          <w:i w:val="0"/>
          <w:sz w:val="22"/>
        </w:rPr>
        <w:t xml:space="preserve">is defined in </w:t>
      </w:r>
      <w:r w:rsidR="007139AB">
        <w:rPr>
          <w:rStyle w:val="Referencingstyle"/>
          <w:b w:val="0"/>
          <w:i w:val="0"/>
          <w:sz w:val="22"/>
        </w:rPr>
        <w:t>section 50AA.</w:t>
      </w:r>
      <w:bookmarkEnd w:id="121"/>
    </w:p>
    <w:p w14:paraId="790B413E" w14:textId="014F6AB4" w:rsidR="007139AB" w:rsidRPr="008846C8" w:rsidRDefault="00057F4B" w:rsidP="007139AB">
      <w:pPr>
        <w:pStyle w:val="base-text-paragraph"/>
        <w:rPr>
          <w:rStyle w:val="Referencingstyle"/>
          <w:b w:val="0"/>
          <w:i w:val="0"/>
          <w:sz w:val="22"/>
        </w:rPr>
      </w:pPr>
      <w:r>
        <w:rPr>
          <w:rStyle w:val="Referencingstyle"/>
          <w:b w:val="0"/>
          <w:i w:val="0"/>
          <w:sz w:val="22"/>
        </w:rPr>
        <w:t>‘Associate’, for the purposes of</w:t>
      </w:r>
      <w:r w:rsidR="007139AB">
        <w:rPr>
          <w:rStyle w:val="Referencingstyle"/>
          <w:b w:val="0"/>
          <w:i w:val="0"/>
          <w:sz w:val="22"/>
        </w:rPr>
        <w:t xml:space="preserve"> determining who is an associate of a director of the corporate director of the CCIV, or who is an associate of the person whose voting power is to be calculated</w:t>
      </w:r>
      <w:r>
        <w:rPr>
          <w:rStyle w:val="Referencingstyle"/>
          <w:b w:val="0"/>
          <w:i w:val="0"/>
          <w:sz w:val="22"/>
        </w:rPr>
        <w:t xml:space="preserve"> (see above </w:t>
      </w:r>
      <w:r w:rsidR="006A0A0F">
        <w:rPr>
          <w:rStyle w:val="Referencingstyle"/>
          <w:b w:val="0"/>
          <w:i w:val="0"/>
          <w:sz w:val="22"/>
        </w:rPr>
        <w:t>formula</w:t>
      </w:r>
      <w:r>
        <w:rPr>
          <w:rStyle w:val="Referencingstyle"/>
          <w:b w:val="0"/>
          <w:i w:val="0"/>
          <w:sz w:val="22"/>
        </w:rPr>
        <w:t>)</w:t>
      </w:r>
      <w:r w:rsidR="007139AB">
        <w:rPr>
          <w:rStyle w:val="Referencingstyle"/>
          <w:b w:val="0"/>
          <w:i w:val="0"/>
          <w:sz w:val="22"/>
        </w:rPr>
        <w:t xml:space="preserve">, </w:t>
      </w:r>
      <w:r>
        <w:rPr>
          <w:rStyle w:val="Referencingstyle"/>
          <w:b w:val="0"/>
          <w:i w:val="0"/>
          <w:sz w:val="22"/>
        </w:rPr>
        <w:t xml:space="preserve">takes its meaning from </w:t>
      </w:r>
      <w:r w:rsidR="007139AB">
        <w:rPr>
          <w:rStyle w:val="Referencingstyle"/>
          <w:b w:val="0"/>
          <w:i w:val="0"/>
          <w:sz w:val="22"/>
        </w:rPr>
        <w:t>Division 2 of Part 1.2</w:t>
      </w:r>
      <w:r w:rsidR="006A0A0F">
        <w:rPr>
          <w:rStyle w:val="Referencingstyle"/>
          <w:b w:val="0"/>
          <w:i w:val="0"/>
          <w:sz w:val="22"/>
        </w:rPr>
        <w:t xml:space="preserve"> of the Act</w:t>
      </w:r>
      <w:r w:rsidR="007139AB">
        <w:rPr>
          <w:rStyle w:val="Referencingstyle"/>
          <w:b w:val="0"/>
          <w:i w:val="0"/>
          <w:sz w:val="22"/>
        </w:rPr>
        <w:t xml:space="preserve">. </w:t>
      </w:r>
    </w:p>
    <w:p w14:paraId="635097D1" w14:textId="62BB95C7" w:rsidR="008846C8" w:rsidRDefault="00E46038" w:rsidP="005B1807">
      <w:pPr>
        <w:pStyle w:val="base-text-paragraph"/>
        <w:rPr>
          <w:rStyle w:val="Referencingstyle"/>
          <w:b w:val="0"/>
          <w:i w:val="0"/>
          <w:sz w:val="22"/>
        </w:rPr>
      </w:pPr>
      <w:r>
        <w:rPr>
          <w:rStyle w:val="Referencingstyle"/>
          <w:b w:val="0"/>
          <w:i w:val="0"/>
          <w:sz w:val="22"/>
        </w:rPr>
        <w:t xml:space="preserve">The independence requirement </w:t>
      </w:r>
      <w:r w:rsidR="00BD5BDE">
        <w:rPr>
          <w:rStyle w:val="Referencingstyle"/>
          <w:b w:val="0"/>
          <w:i w:val="0"/>
          <w:sz w:val="22"/>
        </w:rPr>
        <w:t>ensures</w:t>
      </w:r>
      <w:r>
        <w:rPr>
          <w:rStyle w:val="Referencingstyle"/>
          <w:b w:val="0"/>
          <w:i w:val="0"/>
          <w:sz w:val="22"/>
        </w:rPr>
        <w:t xml:space="preserve"> the depositary is independent of the directors of the corporate director (who are the directing minds of the CCIV), does not have significant voting power in the CCIV and does not have practical control</w:t>
      </w:r>
      <w:r w:rsidR="00157221">
        <w:rPr>
          <w:rStyle w:val="Referencingstyle"/>
          <w:b w:val="0"/>
          <w:i w:val="0"/>
          <w:sz w:val="22"/>
        </w:rPr>
        <w:t xml:space="preserve"> of the CCIV</w:t>
      </w:r>
      <w:r>
        <w:rPr>
          <w:rStyle w:val="Referencingstyle"/>
          <w:b w:val="0"/>
          <w:i w:val="0"/>
          <w:sz w:val="22"/>
        </w:rPr>
        <w:t>.</w:t>
      </w:r>
    </w:p>
    <w:p w14:paraId="01A4515A" w14:textId="01A1C6A2" w:rsidR="00E46038" w:rsidRDefault="00E46038" w:rsidP="005B1807">
      <w:pPr>
        <w:pStyle w:val="base-text-paragraph"/>
        <w:rPr>
          <w:rStyle w:val="Referencingstyle"/>
          <w:b w:val="0"/>
          <w:i w:val="0"/>
          <w:sz w:val="22"/>
        </w:rPr>
      </w:pPr>
      <w:r>
        <w:rPr>
          <w:rStyle w:val="Referencingstyle"/>
          <w:b w:val="0"/>
          <w:i w:val="0"/>
          <w:sz w:val="22"/>
        </w:rPr>
        <w:t xml:space="preserve">The independence requirement is based in part on the requirements in </w:t>
      </w:r>
      <w:r w:rsidR="0000324F">
        <w:rPr>
          <w:rStyle w:val="Referencingstyle"/>
          <w:b w:val="0"/>
          <w:i w:val="0"/>
          <w:sz w:val="22"/>
        </w:rPr>
        <w:t>the U</w:t>
      </w:r>
      <w:r w:rsidR="00E05DE0">
        <w:rPr>
          <w:rStyle w:val="Referencingstyle"/>
          <w:b w:val="0"/>
          <w:i w:val="0"/>
          <w:sz w:val="22"/>
        </w:rPr>
        <w:t xml:space="preserve">nited </w:t>
      </w:r>
      <w:r w:rsidR="0000324F">
        <w:rPr>
          <w:rStyle w:val="Referencingstyle"/>
          <w:b w:val="0"/>
          <w:i w:val="0"/>
          <w:sz w:val="22"/>
        </w:rPr>
        <w:t>K</w:t>
      </w:r>
      <w:r w:rsidR="00E05DE0">
        <w:rPr>
          <w:rStyle w:val="Referencingstyle"/>
          <w:b w:val="0"/>
          <w:i w:val="0"/>
          <w:sz w:val="22"/>
        </w:rPr>
        <w:t>ingdom</w:t>
      </w:r>
      <w:r w:rsidR="0000324F">
        <w:rPr>
          <w:rStyle w:val="Referencingstyle"/>
          <w:b w:val="0"/>
          <w:i w:val="0"/>
          <w:sz w:val="22"/>
        </w:rPr>
        <w:t xml:space="preserve">’s </w:t>
      </w:r>
      <w:r w:rsidR="00CB603A">
        <w:rPr>
          <w:rStyle w:val="Referencingstyle"/>
          <w:b w:val="0"/>
          <w:i w:val="0"/>
          <w:sz w:val="22"/>
        </w:rPr>
        <w:t>OEIC regime</w:t>
      </w:r>
      <w:r>
        <w:rPr>
          <w:rStyle w:val="Referencingstyle"/>
          <w:b w:val="0"/>
          <w:i w:val="0"/>
          <w:sz w:val="22"/>
        </w:rPr>
        <w:t xml:space="preserve">, but includes a higher threshold for the </w:t>
      </w:r>
      <w:r w:rsidR="00797867">
        <w:rPr>
          <w:rStyle w:val="Referencingstyle"/>
          <w:b w:val="0"/>
          <w:i w:val="0"/>
          <w:sz w:val="22"/>
        </w:rPr>
        <w:t>prohibition on voting power (20 per cent rather than 15 per cent</w:t>
      </w:r>
      <w:r>
        <w:rPr>
          <w:rStyle w:val="Referencingstyle"/>
          <w:b w:val="0"/>
          <w:i w:val="0"/>
          <w:sz w:val="22"/>
        </w:rPr>
        <w:t>) and incl</w:t>
      </w:r>
      <w:r w:rsidR="0000324F">
        <w:rPr>
          <w:rStyle w:val="Referencingstyle"/>
          <w:b w:val="0"/>
          <w:i w:val="0"/>
          <w:sz w:val="22"/>
        </w:rPr>
        <w:t xml:space="preserve">udes an additional </w:t>
      </w:r>
      <w:r>
        <w:rPr>
          <w:rStyle w:val="Referencingstyle"/>
          <w:b w:val="0"/>
          <w:i w:val="0"/>
          <w:sz w:val="22"/>
        </w:rPr>
        <w:t xml:space="preserve">requirement prohibiting </w:t>
      </w:r>
      <w:r w:rsidR="0000324F">
        <w:rPr>
          <w:rStyle w:val="Referencingstyle"/>
          <w:b w:val="0"/>
          <w:i w:val="0"/>
          <w:sz w:val="22"/>
        </w:rPr>
        <w:t xml:space="preserve">practical control. The </w:t>
      </w:r>
      <w:r>
        <w:rPr>
          <w:rStyle w:val="Referencingstyle"/>
          <w:b w:val="0"/>
          <w:i w:val="0"/>
          <w:sz w:val="22"/>
        </w:rPr>
        <w:t>higher threshold is used for the prohibition</w:t>
      </w:r>
      <w:r w:rsidR="00E40AB4">
        <w:rPr>
          <w:rStyle w:val="Referencingstyle"/>
          <w:b w:val="0"/>
          <w:i w:val="0"/>
          <w:sz w:val="22"/>
        </w:rPr>
        <w:t xml:space="preserve"> on </w:t>
      </w:r>
      <w:r w:rsidR="00E40AB4">
        <w:rPr>
          <w:rStyle w:val="Referencingstyle"/>
          <w:b w:val="0"/>
          <w:i w:val="0"/>
          <w:sz w:val="22"/>
        </w:rPr>
        <w:lastRenderedPageBreak/>
        <w:t xml:space="preserve">voting power because the 20 per cent threshold is </w:t>
      </w:r>
      <w:r>
        <w:rPr>
          <w:rStyle w:val="Referencingstyle"/>
          <w:b w:val="0"/>
          <w:i w:val="0"/>
          <w:sz w:val="22"/>
        </w:rPr>
        <w:t xml:space="preserve">used </w:t>
      </w:r>
      <w:r w:rsidR="00E40AB4">
        <w:rPr>
          <w:rStyle w:val="Referencingstyle"/>
          <w:b w:val="0"/>
          <w:i w:val="0"/>
          <w:sz w:val="22"/>
        </w:rPr>
        <w:t xml:space="preserve">widely </w:t>
      </w:r>
      <w:r>
        <w:rPr>
          <w:rStyle w:val="Referencingstyle"/>
          <w:b w:val="0"/>
          <w:i w:val="0"/>
          <w:sz w:val="22"/>
        </w:rPr>
        <w:t>in Australian law (</w:t>
      </w:r>
      <w:r w:rsidR="00157221">
        <w:rPr>
          <w:rStyle w:val="Referencingstyle"/>
          <w:b w:val="0"/>
          <w:i w:val="0"/>
          <w:sz w:val="22"/>
        </w:rPr>
        <w:t xml:space="preserve">see </w:t>
      </w:r>
      <w:r>
        <w:rPr>
          <w:rStyle w:val="Referencingstyle"/>
          <w:b w:val="0"/>
          <w:i w:val="0"/>
          <w:sz w:val="22"/>
        </w:rPr>
        <w:t>for example, Part 6.1 of the Act).</w:t>
      </w:r>
    </w:p>
    <w:p w14:paraId="116D3877" w14:textId="282CD5AB" w:rsidR="00E46038" w:rsidRDefault="00E46038" w:rsidP="005B1807">
      <w:pPr>
        <w:pStyle w:val="base-text-paragraph"/>
        <w:rPr>
          <w:rStyle w:val="Referencingstyle"/>
          <w:b w:val="0"/>
          <w:i w:val="0"/>
          <w:sz w:val="22"/>
        </w:rPr>
      </w:pPr>
      <w:bookmarkStart w:id="122" w:name="_Ref489284417"/>
      <w:r>
        <w:rPr>
          <w:rStyle w:val="Referencingstyle"/>
          <w:b w:val="0"/>
          <w:i w:val="0"/>
          <w:sz w:val="22"/>
        </w:rPr>
        <w:t>The independence requirement supplement</w:t>
      </w:r>
      <w:r w:rsidR="0089376E">
        <w:rPr>
          <w:rStyle w:val="Referencingstyle"/>
          <w:b w:val="0"/>
          <w:i w:val="0"/>
          <w:sz w:val="22"/>
        </w:rPr>
        <w:t>s</w:t>
      </w:r>
      <w:r>
        <w:rPr>
          <w:rStyle w:val="Referencingstyle"/>
          <w:b w:val="0"/>
          <w:i w:val="0"/>
          <w:sz w:val="22"/>
        </w:rPr>
        <w:t xml:space="preserve"> the general obligations on the depositary an</w:t>
      </w:r>
      <w:r w:rsidR="0000324F">
        <w:rPr>
          <w:rStyle w:val="Referencingstyle"/>
          <w:b w:val="0"/>
          <w:i w:val="0"/>
          <w:sz w:val="22"/>
        </w:rPr>
        <w:t xml:space="preserve">d the corporate director as </w:t>
      </w:r>
      <w:r w:rsidR="00EC70A2">
        <w:rPr>
          <w:rStyle w:val="Referencingstyle"/>
          <w:b w:val="0"/>
          <w:i w:val="0"/>
          <w:sz w:val="22"/>
        </w:rPr>
        <w:t>AFSL</w:t>
      </w:r>
      <w:r w:rsidR="00760DD5">
        <w:rPr>
          <w:rStyle w:val="Referencingstyle"/>
          <w:b w:val="0"/>
          <w:i w:val="0"/>
          <w:sz w:val="22"/>
        </w:rPr>
        <w:t xml:space="preserve"> holders</w:t>
      </w:r>
      <w:r>
        <w:rPr>
          <w:rStyle w:val="Referencingstyle"/>
          <w:b w:val="0"/>
          <w:i w:val="0"/>
          <w:sz w:val="22"/>
        </w:rPr>
        <w:t>. They are obliged to have in place adequate arrangements for the management of conflicts of interest that may arise wholly, or partially, in relation to their financial services activities</w:t>
      </w:r>
      <w:r w:rsidR="00760DD5">
        <w:rPr>
          <w:rStyle w:val="Referencingstyle"/>
          <w:b w:val="0"/>
          <w:i w:val="0"/>
          <w:sz w:val="22"/>
        </w:rPr>
        <w:t xml:space="preserve"> (</w:t>
      </w:r>
      <w:r w:rsidR="00EC70A2">
        <w:rPr>
          <w:rStyle w:val="Referencingstyle"/>
          <w:b w:val="0"/>
          <w:i w:val="0"/>
          <w:sz w:val="22"/>
        </w:rPr>
        <w:t xml:space="preserve">see </w:t>
      </w:r>
      <w:r w:rsidR="00760DD5">
        <w:rPr>
          <w:rStyle w:val="Referencingstyle"/>
          <w:b w:val="0"/>
          <w:i w:val="0"/>
          <w:sz w:val="22"/>
        </w:rPr>
        <w:t>paragraph 912A(1)(aa</w:t>
      </w:r>
      <w:bookmarkEnd w:id="122"/>
      <w:r w:rsidR="00760DD5">
        <w:rPr>
          <w:rStyle w:val="Referencingstyle"/>
          <w:b w:val="0"/>
          <w:i w:val="0"/>
          <w:sz w:val="22"/>
        </w:rPr>
        <w:t>))</w:t>
      </w:r>
      <w:r>
        <w:rPr>
          <w:rStyle w:val="Referencingstyle"/>
          <w:b w:val="0"/>
          <w:i w:val="0"/>
          <w:sz w:val="22"/>
        </w:rPr>
        <w:t>.</w:t>
      </w:r>
    </w:p>
    <w:p w14:paraId="0DDC8A99" w14:textId="15C9A478" w:rsidR="00E736D1" w:rsidRDefault="00E736D1" w:rsidP="00E736D1">
      <w:pPr>
        <w:pStyle w:val="Heading5"/>
        <w:rPr>
          <w:rStyle w:val="Referencingstyle"/>
          <w:b w:val="0"/>
          <w:i/>
          <w:sz w:val="22"/>
        </w:rPr>
      </w:pPr>
      <w:r>
        <w:rPr>
          <w:rStyle w:val="Referencingstyle"/>
          <w:b w:val="0"/>
          <w:i/>
          <w:sz w:val="22"/>
        </w:rPr>
        <w:t>Corporate director and depositary to provide each other with reasonable assistance</w:t>
      </w:r>
    </w:p>
    <w:p w14:paraId="603B0F1D" w14:textId="69E86BD5" w:rsidR="008C1B57" w:rsidRDefault="00157221" w:rsidP="005B1807">
      <w:pPr>
        <w:pStyle w:val="base-text-paragraph"/>
      </w:pPr>
      <w:bookmarkStart w:id="123" w:name="_Ref490723340"/>
      <w:r>
        <w:t>The roles of the corporate director and deposit</w:t>
      </w:r>
      <w:r w:rsidR="002B079B">
        <w:t>a</w:t>
      </w:r>
      <w:r>
        <w:t>ry are complementary and, hence, t</w:t>
      </w:r>
      <w:r w:rsidR="00E736D1">
        <w:t xml:space="preserve">he corporate director must give the depositary reasonable assistance to support the depositary’s performance of its duties. The depositary must likewise give the corporate director reasonable assistance to support the corporate director’s performance of its duties. </w:t>
      </w:r>
      <w:r w:rsidR="00E736D1">
        <w:rPr>
          <w:rStyle w:val="Referencingstyle"/>
        </w:rPr>
        <w:t>[</w:t>
      </w:r>
      <w:r w:rsidR="00694183">
        <w:rPr>
          <w:rStyle w:val="Referencingstyle"/>
        </w:rPr>
        <w:t>Schedule 1, Part 1, item 1, subsections 1163E(1</w:t>
      </w:r>
      <w:r w:rsidR="008C1B57" w:rsidDel="00694183">
        <w:rPr>
          <w:rStyle w:val="Referencingstyle"/>
        </w:rPr>
        <w:t>)</w:t>
      </w:r>
      <w:r w:rsidR="008C1B57">
        <w:rPr>
          <w:rStyle w:val="Referencingstyle"/>
        </w:rPr>
        <w:t xml:space="preserve"> and </w:t>
      </w:r>
      <w:r w:rsidR="00694183">
        <w:rPr>
          <w:rStyle w:val="Referencingstyle"/>
        </w:rPr>
        <w:t>1164C(1</w:t>
      </w:r>
      <w:r w:rsidR="008C1B57" w:rsidDel="00694183">
        <w:rPr>
          <w:rStyle w:val="Referencingstyle"/>
        </w:rPr>
        <w:t>)</w:t>
      </w:r>
      <w:r w:rsidR="00E736D1">
        <w:rPr>
          <w:rStyle w:val="Referencingstyle"/>
        </w:rPr>
        <w:t>]</w:t>
      </w:r>
      <w:bookmarkEnd w:id="123"/>
      <w:r w:rsidR="00E736D1">
        <w:t xml:space="preserve"> </w:t>
      </w:r>
    </w:p>
    <w:p w14:paraId="20B63313" w14:textId="4727F6EC" w:rsidR="00E736D1" w:rsidRPr="00A22D52" w:rsidRDefault="00E736D1" w:rsidP="005B1807">
      <w:pPr>
        <w:pStyle w:val="base-text-paragraph"/>
        <w:rPr>
          <w:rStyle w:val="Referencingstyle"/>
          <w:b w:val="0"/>
          <w:i w:val="0"/>
          <w:sz w:val="22"/>
        </w:rPr>
      </w:pPr>
      <w:r>
        <w:t xml:space="preserve">This includes requiring the corporate director or depositary to provide any information in its possession or control that the depositary or corporate director reasonably requires </w:t>
      </w:r>
      <w:proofErr w:type="gramStart"/>
      <w:r>
        <w:t>to fulfil</w:t>
      </w:r>
      <w:proofErr w:type="gramEnd"/>
      <w:r>
        <w:t xml:space="preserve"> its responsibilities</w:t>
      </w:r>
      <w:r w:rsidR="008C1B57">
        <w:t xml:space="preserve"> in relation to the CCIV</w:t>
      </w:r>
      <w:r>
        <w:t xml:space="preserve">. A written request for information must be complied </w:t>
      </w:r>
      <w:r w:rsidRPr="00A22D52">
        <w:t xml:space="preserve">with in a </w:t>
      </w:r>
      <w:r w:rsidR="00A22D52" w:rsidRPr="00A22D52">
        <w:t xml:space="preserve">reasonable </w:t>
      </w:r>
      <w:r w:rsidRPr="00A22D52">
        <w:t xml:space="preserve">period. </w:t>
      </w:r>
      <w:r w:rsidRPr="00A22D52">
        <w:rPr>
          <w:rStyle w:val="Referencingstyle"/>
        </w:rPr>
        <w:t>[</w:t>
      </w:r>
      <w:r w:rsidR="00694183">
        <w:rPr>
          <w:rStyle w:val="Referencingstyle"/>
        </w:rPr>
        <w:t>Schedule 1, Part 1, item 1, sections 1163E and 1164C</w:t>
      </w:r>
      <w:r w:rsidRPr="00A22D52">
        <w:rPr>
          <w:rStyle w:val="Referencingstyle"/>
        </w:rPr>
        <w:t>]</w:t>
      </w:r>
    </w:p>
    <w:p w14:paraId="48C8A622" w14:textId="78F9E3E6" w:rsidR="00A32C68" w:rsidRDefault="0065743A" w:rsidP="00A32C68">
      <w:pPr>
        <w:pStyle w:val="Heading3"/>
      </w:pPr>
      <w:r>
        <w:t xml:space="preserve">Duties </w:t>
      </w:r>
      <w:r w:rsidR="00A32C68">
        <w:t>and powers of the depositary</w:t>
      </w:r>
    </w:p>
    <w:p w14:paraId="4DED97A1" w14:textId="1E17ECBE" w:rsidR="008C1B57" w:rsidRDefault="0065743A" w:rsidP="005B1807">
      <w:pPr>
        <w:pStyle w:val="base-text-paragraph"/>
      </w:pPr>
      <w:bookmarkStart w:id="124" w:name="_Ref489989284"/>
      <w:bookmarkStart w:id="125" w:name="_Ref489284481"/>
      <w:r>
        <w:t xml:space="preserve">The depositary of a CCIV has three core </w:t>
      </w:r>
      <w:r w:rsidR="00B85874">
        <w:t>duties</w:t>
      </w:r>
      <w:r w:rsidR="008C1B57">
        <w:t xml:space="preserve">: </w:t>
      </w:r>
      <w:r>
        <w:t>to hold the assets of the CCIV on trust for the CCIV</w:t>
      </w:r>
      <w:r w:rsidR="008C1B57">
        <w:t>;</w:t>
      </w:r>
      <w:r>
        <w:t xml:space="preserve"> to execute the instructions of the co</w:t>
      </w:r>
      <w:r w:rsidR="00E94AA9">
        <w:t xml:space="preserve">rporate director in </w:t>
      </w:r>
      <w:r>
        <w:t>dealing with those assets</w:t>
      </w:r>
      <w:r w:rsidR="008C1B57">
        <w:t>;</w:t>
      </w:r>
      <w:r>
        <w:t xml:space="preserve"> and to supervise the </w:t>
      </w:r>
      <w:r w:rsidR="007308C1">
        <w:t xml:space="preserve">corporate director’s </w:t>
      </w:r>
      <w:r>
        <w:t>conduct of certain acti</w:t>
      </w:r>
      <w:r w:rsidR="007308C1">
        <w:t>vities.</w:t>
      </w:r>
      <w:bookmarkEnd w:id="124"/>
      <w:r w:rsidR="003342D2">
        <w:t xml:space="preserve"> </w:t>
      </w:r>
    </w:p>
    <w:p w14:paraId="57E2B242" w14:textId="27FC7C34" w:rsidR="00B85874" w:rsidRDefault="003342D2" w:rsidP="005B1807">
      <w:pPr>
        <w:pStyle w:val="base-text-paragraph"/>
      </w:pPr>
      <w:r>
        <w:t xml:space="preserve">The depositary also has some other </w:t>
      </w:r>
      <w:r w:rsidR="00EB13F1">
        <w:t>statutory</w:t>
      </w:r>
      <w:r>
        <w:t xml:space="preserve"> dut</w:t>
      </w:r>
      <w:r w:rsidR="00F31F01">
        <w:t>ies</w:t>
      </w:r>
      <w:r>
        <w:t>.</w:t>
      </w:r>
      <w:bookmarkEnd w:id="125"/>
      <w:r w:rsidR="008C1B57">
        <w:t xml:space="preserve"> </w:t>
      </w:r>
      <w:r w:rsidR="00B85874">
        <w:t>These duties are in addition to those that may be imposed by the general law and by the constitution</w:t>
      </w:r>
      <w:r w:rsidR="00EC70A2">
        <w:t xml:space="preserve"> of the CCIV</w:t>
      </w:r>
      <w:r w:rsidR="00B85874">
        <w:t>.</w:t>
      </w:r>
    </w:p>
    <w:p w14:paraId="28D38979" w14:textId="0D368062" w:rsidR="0065743A" w:rsidRDefault="007308C1" w:rsidP="007308C1">
      <w:pPr>
        <w:pStyle w:val="Heading4"/>
      </w:pPr>
      <w:r>
        <w:t xml:space="preserve">Depositary to hold CCIV assets on trust </w:t>
      </w:r>
    </w:p>
    <w:p w14:paraId="18687DC7" w14:textId="17C20E98" w:rsidR="005B1807" w:rsidRDefault="005B1807" w:rsidP="005B1807">
      <w:pPr>
        <w:pStyle w:val="base-text-paragraph"/>
        <w:rPr>
          <w:rStyle w:val="Referencingstyle"/>
          <w:b w:val="0"/>
          <w:i w:val="0"/>
          <w:sz w:val="22"/>
        </w:rPr>
      </w:pPr>
      <w:r>
        <w:t xml:space="preserve">The </w:t>
      </w:r>
      <w:r w:rsidR="00642D0A">
        <w:t xml:space="preserve">depositary must </w:t>
      </w:r>
      <w:r>
        <w:t>hold the assets of the CCIV on trust for the CCIV</w:t>
      </w:r>
      <w:r w:rsidR="00642D0A">
        <w:t xml:space="preserve"> – this is its main function</w:t>
      </w:r>
      <w:r>
        <w:t>.</w:t>
      </w:r>
      <w:r w:rsidR="007308C1">
        <w:t xml:space="preserve"> </w:t>
      </w:r>
      <w:r>
        <w:t>ASIC may</w:t>
      </w:r>
      <w:r w:rsidR="00642D0A">
        <w:t xml:space="preserve"> (in CCIV rules)</w:t>
      </w:r>
      <w:r>
        <w:t xml:space="preserve"> determine exceptions to this rule</w:t>
      </w:r>
      <w:r w:rsidR="0065743A">
        <w:t xml:space="preserve"> in respect of a class of assets</w:t>
      </w:r>
      <w:r w:rsidR="00187E94">
        <w:t>, such that the specified assets are not required to be held by the depositary</w:t>
      </w:r>
      <w:r>
        <w:t xml:space="preserve">. </w:t>
      </w:r>
      <w:r>
        <w:rPr>
          <w:rStyle w:val="Referencingstyle"/>
        </w:rPr>
        <w:t>[</w:t>
      </w:r>
      <w:r w:rsidR="00F006F1">
        <w:rPr>
          <w:rStyle w:val="Referencingstyle"/>
        </w:rPr>
        <w:t>Schedule 1, Part 1, item 1, subsections 1164(1</w:t>
      </w:r>
      <w:r w:rsidR="008C1B57">
        <w:rPr>
          <w:rStyle w:val="Referencingstyle"/>
        </w:rPr>
        <w:t xml:space="preserve">) and </w:t>
      </w:r>
      <w:r w:rsidR="007308C1">
        <w:rPr>
          <w:rStyle w:val="Referencingstyle"/>
        </w:rPr>
        <w:t>(2)</w:t>
      </w:r>
      <w:r>
        <w:rPr>
          <w:rStyle w:val="Referencingstyle"/>
        </w:rPr>
        <w:t xml:space="preserve">] </w:t>
      </w:r>
    </w:p>
    <w:p w14:paraId="1AFA06BD" w14:textId="3BE2C99D" w:rsidR="00642D0A" w:rsidRDefault="00642D0A" w:rsidP="00642D0A">
      <w:pPr>
        <w:pStyle w:val="base-text-paragraph"/>
        <w:rPr>
          <w:rStyle w:val="Referencingstyle"/>
          <w:b w:val="0"/>
          <w:i w:val="0"/>
          <w:sz w:val="22"/>
        </w:rPr>
      </w:pPr>
      <w:r>
        <w:rPr>
          <w:rStyle w:val="Referencingstyle"/>
          <w:b w:val="0"/>
          <w:i w:val="0"/>
          <w:sz w:val="22"/>
        </w:rPr>
        <w:t xml:space="preserve">The depositary is to hold the assets on trust </w:t>
      </w:r>
      <w:r w:rsidRPr="008C1B57">
        <w:rPr>
          <w:rStyle w:val="Referencingstyle"/>
          <w:b w:val="0"/>
          <w:i w:val="0"/>
          <w:sz w:val="22"/>
        </w:rPr>
        <w:t>for the CCIV</w:t>
      </w:r>
      <w:r>
        <w:rPr>
          <w:rStyle w:val="Referencingstyle"/>
          <w:b w:val="0"/>
          <w:i w:val="0"/>
          <w:sz w:val="22"/>
        </w:rPr>
        <w:t xml:space="preserve"> rather than </w:t>
      </w:r>
      <w:r w:rsidRPr="008C1B57">
        <w:rPr>
          <w:rStyle w:val="Referencingstyle"/>
          <w:b w:val="0"/>
          <w:i w:val="0"/>
          <w:sz w:val="22"/>
        </w:rPr>
        <w:t xml:space="preserve">for the </w:t>
      </w:r>
      <w:r w:rsidR="008C1B57">
        <w:rPr>
          <w:rStyle w:val="Referencingstyle"/>
          <w:b w:val="0"/>
          <w:i w:val="0"/>
          <w:sz w:val="22"/>
        </w:rPr>
        <w:t>members of the CCIV</w:t>
      </w:r>
      <w:r>
        <w:rPr>
          <w:rStyle w:val="Referencingstyle"/>
          <w:b w:val="0"/>
          <w:i w:val="0"/>
          <w:sz w:val="22"/>
        </w:rPr>
        <w:t xml:space="preserve">. This is because the CCIV, as a corporate entity, </w:t>
      </w:r>
      <w:r w:rsidR="00E528E6">
        <w:rPr>
          <w:rStyle w:val="Referencingstyle"/>
          <w:b w:val="0"/>
          <w:i w:val="0"/>
          <w:sz w:val="22"/>
        </w:rPr>
        <w:t>is</w:t>
      </w:r>
      <w:r>
        <w:rPr>
          <w:rStyle w:val="Referencingstyle"/>
          <w:b w:val="0"/>
          <w:i w:val="0"/>
          <w:sz w:val="22"/>
        </w:rPr>
        <w:t xml:space="preserve"> the beneficial owner of its assets. </w:t>
      </w:r>
    </w:p>
    <w:p w14:paraId="4152BE73" w14:textId="185BA247" w:rsidR="009B73D3" w:rsidRDefault="009B73D3" w:rsidP="009B73D3">
      <w:pPr>
        <w:pStyle w:val="Heading5"/>
        <w:rPr>
          <w:rStyle w:val="Referencingstyle"/>
          <w:b w:val="0"/>
          <w:i/>
          <w:sz w:val="22"/>
        </w:rPr>
      </w:pPr>
      <w:r>
        <w:rPr>
          <w:rStyle w:val="Referencingstyle"/>
          <w:b w:val="0"/>
          <w:i/>
          <w:sz w:val="22"/>
        </w:rPr>
        <w:lastRenderedPageBreak/>
        <w:t>Delegation of powers</w:t>
      </w:r>
    </w:p>
    <w:p w14:paraId="08F1A8C0" w14:textId="6F51E7EE" w:rsidR="0065743A" w:rsidRPr="009B73D3" w:rsidRDefault="007308C1" w:rsidP="005B1807">
      <w:pPr>
        <w:pStyle w:val="base-text-paragraph"/>
        <w:rPr>
          <w:rStyle w:val="Referencingstyle"/>
          <w:b w:val="0"/>
          <w:i w:val="0"/>
          <w:sz w:val="22"/>
        </w:rPr>
      </w:pPr>
      <w:r>
        <w:rPr>
          <w:rStyle w:val="Referencingstyle"/>
          <w:b w:val="0"/>
          <w:i w:val="0"/>
          <w:sz w:val="22"/>
        </w:rPr>
        <w:t xml:space="preserve">The depositary may appoint an agent or otherwise engage a person to do anything </w:t>
      </w:r>
      <w:r w:rsidR="00EC57E7">
        <w:rPr>
          <w:rStyle w:val="Referencingstyle"/>
          <w:b w:val="0"/>
          <w:i w:val="0"/>
          <w:sz w:val="22"/>
        </w:rPr>
        <w:t>it is authorised to do in connection with the CCIV</w:t>
      </w:r>
      <w:r w:rsidR="00B34D85">
        <w:rPr>
          <w:rStyle w:val="Referencingstyle"/>
          <w:b w:val="0"/>
          <w:i w:val="0"/>
          <w:sz w:val="22"/>
        </w:rPr>
        <w:t xml:space="preserve">, </w:t>
      </w:r>
      <w:r w:rsidR="008C1B57">
        <w:rPr>
          <w:rStyle w:val="Referencingstyle"/>
          <w:b w:val="0"/>
          <w:i w:val="0"/>
          <w:sz w:val="22"/>
        </w:rPr>
        <w:t xml:space="preserve">except </w:t>
      </w:r>
      <w:r w:rsidR="00B34D85">
        <w:rPr>
          <w:rStyle w:val="Referencingstyle"/>
          <w:b w:val="0"/>
          <w:i w:val="0"/>
          <w:sz w:val="22"/>
        </w:rPr>
        <w:t xml:space="preserve">to </w:t>
      </w:r>
      <w:r w:rsidR="008C1B57">
        <w:rPr>
          <w:rStyle w:val="Referencingstyle"/>
          <w:b w:val="0"/>
          <w:i w:val="0"/>
          <w:sz w:val="22"/>
        </w:rPr>
        <w:t xml:space="preserve">perform </w:t>
      </w:r>
      <w:r w:rsidR="00B34D85">
        <w:rPr>
          <w:rStyle w:val="Referencingstyle"/>
          <w:b w:val="0"/>
          <w:i w:val="0"/>
          <w:sz w:val="22"/>
        </w:rPr>
        <w:t xml:space="preserve">the </w:t>
      </w:r>
      <w:r w:rsidR="002B079B">
        <w:rPr>
          <w:rStyle w:val="Referencingstyle"/>
          <w:b w:val="0"/>
          <w:i w:val="0"/>
          <w:sz w:val="22"/>
        </w:rPr>
        <w:t>deposita</w:t>
      </w:r>
      <w:r w:rsidR="00B34D85">
        <w:rPr>
          <w:rStyle w:val="Referencingstyle"/>
          <w:b w:val="0"/>
          <w:i w:val="0"/>
          <w:sz w:val="22"/>
        </w:rPr>
        <w:t>ry’s</w:t>
      </w:r>
      <w:r w:rsidR="008C1B57">
        <w:rPr>
          <w:rStyle w:val="Referencingstyle"/>
          <w:b w:val="0"/>
          <w:i w:val="0"/>
          <w:sz w:val="22"/>
        </w:rPr>
        <w:t xml:space="preserve"> supervisory responsibility over the corporate director. The</w:t>
      </w:r>
      <w:r w:rsidR="00EC57E7">
        <w:rPr>
          <w:rStyle w:val="Referencingstyle"/>
          <w:b w:val="0"/>
          <w:i w:val="0"/>
          <w:sz w:val="22"/>
        </w:rPr>
        <w:t xml:space="preserve"> agent or</w:t>
      </w:r>
      <w:r w:rsidR="008C1B57">
        <w:rPr>
          <w:rStyle w:val="Referencingstyle"/>
          <w:b w:val="0"/>
          <w:i w:val="0"/>
          <w:sz w:val="22"/>
        </w:rPr>
        <w:t xml:space="preserve"> </w:t>
      </w:r>
      <w:r w:rsidR="00EC57E7">
        <w:rPr>
          <w:rStyle w:val="Referencingstyle"/>
          <w:b w:val="0"/>
          <w:i w:val="0"/>
          <w:sz w:val="22"/>
        </w:rPr>
        <w:t xml:space="preserve">person must </w:t>
      </w:r>
      <w:r w:rsidR="008C1B57">
        <w:rPr>
          <w:rStyle w:val="Referencingstyle"/>
          <w:b w:val="0"/>
          <w:i w:val="0"/>
          <w:sz w:val="22"/>
        </w:rPr>
        <w:t>not be the corporate director of the CCIV and must</w:t>
      </w:r>
      <w:r w:rsidR="00EC57E7">
        <w:t xml:space="preserve"> meet the independence requirement discussed above at </w:t>
      </w:r>
      <w:r w:rsidR="00EC57E7" w:rsidRPr="0033083D">
        <w:t xml:space="preserve">paragraphs </w:t>
      </w:r>
      <w:r w:rsidR="00491859" w:rsidRPr="0033083D">
        <w:fldChar w:fldCharType="begin"/>
      </w:r>
      <w:r w:rsidR="00491859" w:rsidRPr="0033083D">
        <w:instrText xml:space="preserve"> REF _Ref489989434 \r \h </w:instrText>
      </w:r>
      <w:r w:rsidR="0033083D">
        <w:instrText xml:space="preserve"> \* MERGEFORMAT </w:instrText>
      </w:r>
      <w:r w:rsidR="00491859" w:rsidRPr="0033083D">
        <w:fldChar w:fldCharType="separate"/>
      </w:r>
      <w:r w:rsidR="004C78A6">
        <w:t>6.25</w:t>
      </w:r>
      <w:r w:rsidR="00491859" w:rsidRPr="0033083D">
        <w:fldChar w:fldCharType="end"/>
      </w:r>
      <w:r w:rsidR="00491859" w:rsidRPr="0033083D">
        <w:t xml:space="preserve"> </w:t>
      </w:r>
      <w:r w:rsidR="00EC57E7" w:rsidRPr="0033083D">
        <w:t xml:space="preserve">to </w:t>
      </w:r>
      <w:r w:rsidR="00491859" w:rsidRPr="0033083D">
        <w:fldChar w:fldCharType="begin"/>
      </w:r>
      <w:r w:rsidR="00491859" w:rsidRPr="0033083D">
        <w:instrText xml:space="preserve"> REF _Ref489284417 \r \h </w:instrText>
      </w:r>
      <w:r w:rsidR="0033083D">
        <w:instrText xml:space="preserve"> \* MERGEFORMAT </w:instrText>
      </w:r>
      <w:r w:rsidR="00491859" w:rsidRPr="0033083D">
        <w:fldChar w:fldCharType="separate"/>
      </w:r>
      <w:r w:rsidR="004C78A6">
        <w:t>6.34</w:t>
      </w:r>
      <w:r w:rsidR="00491859" w:rsidRPr="0033083D">
        <w:fldChar w:fldCharType="end"/>
      </w:r>
      <w:r w:rsidR="00EC57E7">
        <w:rPr>
          <w:rStyle w:val="Referencingstyle"/>
          <w:b w:val="0"/>
          <w:i w:val="0"/>
          <w:sz w:val="22"/>
        </w:rPr>
        <w:t>.</w:t>
      </w:r>
      <w:r w:rsidR="00203BFE">
        <w:rPr>
          <w:rStyle w:val="Referencingstyle"/>
          <w:b w:val="0"/>
          <w:i w:val="0"/>
          <w:sz w:val="22"/>
        </w:rPr>
        <w:t xml:space="preserve"> </w:t>
      </w:r>
      <w:r w:rsidR="00EC57E7">
        <w:rPr>
          <w:rStyle w:val="Referencingstyle"/>
        </w:rPr>
        <w:t>[</w:t>
      </w:r>
      <w:r w:rsidR="00F431F2">
        <w:rPr>
          <w:rStyle w:val="Referencingstyle"/>
        </w:rPr>
        <w:t>Schedule 1, Part 1, item 1, subsection 1164(3)</w:t>
      </w:r>
      <w:r w:rsidR="00EC57E7" w:rsidRPr="009B73D3">
        <w:rPr>
          <w:rStyle w:val="Referencingstyle"/>
        </w:rPr>
        <w:t>]</w:t>
      </w:r>
    </w:p>
    <w:p w14:paraId="1C7D9287" w14:textId="2A2BBAB7" w:rsidR="009B73D3" w:rsidRDefault="009B73D3" w:rsidP="005B1807">
      <w:pPr>
        <w:pStyle w:val="base-text-paragraph"/>
        <w:rPr>
          <w:rStyle w:val="Referencingstyle"/>
          <w:b w:val="0"/>
          <w:i w:val="0"/>
          <w:sz w:val="22"/>
        </w:rPr>
      </w:pPr>
      <w:r>
        <w:rPr>
          <w:rStyle w:val="Referencingstyle"/>
          <w:b w:val="0"/>
          <w:i w:val="0"/>
          <w:sz w:val="22"/>
        </w:rPr>
        <w:t>If the depositary appoints an agent or otherwise engages a person</w:t>
      </w:r>
      <w:r w:rsidR="00B34D85">
        <w:rPr>
          <w:rStyle w:val="Referencingstyle"/>
          <w:b w:val="0"/>
          <w:i w:val="0"/>
          <w:sz w:val="22"/>
        </w:rPr>
        <w:t>,</w:t>
      </w:r>
      <w:r>
        <w:rPr>
          <w:rStyle w:val="Referencingstyle"/>
          <w:b w:val="0"/>
          <w:i w:val="0"/>
          <w:sz w:val="22"/>
        </w:rPr>
        <w:t xml:space="preserve"> the depositary remains ultimately liable to members even if the agent or person acts fraudulently or outside the scope of the authority or engagement. </w:t>
      </w:r>
      <w:r>
        <w:rPr>
          <w:rStyle w:val="Referencingstyle"/>
        </w:rPr>
        <w:t>[</w:t>
      </w:r>
      <w:r w:rsidR="009D462B">
        <w:rPr>
          <w:rStyle w:val="Referencingstyle"/>
        </w:rPr>
        <w:t>Schedule 1, Part 1, item 1, subsection 1164(4)</w:t>
      </w:r>
      <w:r>
        <w:rPr>
          <w:rStyle w:val="Referencingstyle"/>
        </w:rPr>
        <w:t>]</w:t>
      </w:r>
    </w:p>
    <w:p w14:paraId="345C98B8" w14:textId="62A191DD" w:rsidR="009B73D3" w:rsidRDefault="008110B6" w:rsidP="005B1807">
      <w:pPr>
        <w:pStyle w:val="base-text-paragraph"/>
        <w:rPr>
          <w:rStyle w:val="Referencingstyle"/>
          <w:b w:val="0"/>
          <w:i w:val="0"/>
          <w:sz w:val="22"/>
        </w:rPr>
      </w:pPr>
      <w:r>
        <w:rPr>
          <w:rStyle w:val="Referencingstyle"/>
          <w:b w:val="0"/>
          <w:i w:val="0"/>
          <w:sz w:val="22"/>
        </w:rPr>
        <w:t xml:space="preserve">The effect of this provision is to place the onus on the depositary to make good to members any losses suffered as a result of the conduct of persons engaged by the depositary in relation to the CCIV. The depositary may in turn seek to recover its costs from the </w:t>
      </w:r>
      <w:r w:rsidR="00391AF5">
        <w:rPr>
          <w:lang w:val="en-US"/>
        </w:rPr>
        <w:t xml:space="preserve">agent or engaged </w:t>
      </w:r>
      <w:r w:rsidR="00391AF5" w:rsidRPr="008A3928">
        <w:rPr>
          <w:lang w:val="en-US"/>
        </w:rPr>
        <w:t>person</w:t>
      </w:r>
      <w:r>
        <w:rPr>
          <w:rStyle w:val="Referencingstyle"/>
          <w:b w:val="0"/>
          <w:i w:val="0"/>
          <w:sz w:val="22"/>
        </w:rPr>
        <w:t>.</w:t>
      </w:r>
    </w:p>
    <w:p w14:paraId="5D6C6A5F" w14:textId="61C3E899" w:rsidR="008110B6" w:rsidRDefault="008110B6" w:rsidP="005B1807">
      <w:pPr>
        <w:pStyle w:val="base-text-paragraph"/>
        <w:rPr>
          <w:rStyle w:val="Referencingstyle"/>
          <w:b w:val="0"/>
          <w:i w:val="0"/>
          <w:sz w:val="22"/>
        </w:rPr>
      </w:pPr>
      <w:r>
        <w:rPr>
          <w:rStyle w:val="Referencingstyle"/>
          <w:b w:val="0"/>
          <w:i w:val="0"/>
          <w:sz w:val="22"/>
        </w:rPr>
        <w:t xml:space="preserve">Sub-agents </w:t>
      </w:r>
      <w:r w:rsidR="00467AE0">
        <w:rPr>
          <w:rStyle w:val="Referencingstyle"/>
          <w:b w:val="0"/>
          <w:i w:val="0"/>
          <w:sz w:val="22"/>
        </w:rPr>
        <w:t xml:space="preserve">engaged or appointed by an agent of the </w:t>
      </w:r>
      <w:r w:rsidR="002B079B">
        <w:rPr>
          <w:rStyle w:val="Referencingstyle"/>
          <w:b w:val="0"/>
          <w:i w:val="0"/>
          <w:sz w:val="22"/>
        </w:rPr>
        <w:t>deposita</w:t>
      </w:r>
      <w:r w:rsidR="00467AE0">
        <w:rPr>
          <w:rStyle w:val="Referencingstyle"/>
          <w:b w:val="0"/>
          <w:i w:val="0"/>
          <w:sz w:val="22"/>
        </w:rPr>
        <w:t xml:space="preserve">ry </w:t>
      </w:r>
      <w:r>
        <w:rPr>
          <w:rStyle w:val="Referencingstyle"/>
          <w:b w:val="0"/>
          <w:i w:val="0"/>
          <w:sz w:val="22"/>
        </w:rPr>
        <w:t>are to be treated as</w:t>
      </w:r>
      <w:r w:rsidR="00467AE0">
        <w:rPr>
          <w:rStyle w:val="Referencingstyle"/>
          <w:b w:val="0"/>
          <w:i w:val="0"/>
          <w:sz w:val="22"/>
        </w:rPr>
        <w:t xml:space="preserve"> if they are</w:t>
      </w:r>
      <w:r>
        <w:rPr>
          <w:rStyle w:val="Referencingstyle"/>
          <w:b w:val="0"/>
          <w:i w:val="0"/>
          <w:sz w:val="22"/>
        </w:rPr>
        <w:t xml:space="preserve"> agents appointed by the depositary. </w:t>
      </w:r>
      <w:r>
        <w:rPr>
          <w:rStyle w:val="Referencingstyle"/>
        </w:rPr>
        <w:t>[</w:t>
      </w:r>
      <w:r w:rsidR="009D462B">
        <w:rPr>
          <w:rStyle w:val="Referencingstyle"/>
        </w:rPr>
        <w:t>Schedule 1, Part 1, item 1, subsection 1164(5)</w:t>
      </w:r>
      <w:r>
        <w:rPr>
          <w:rStyle w:val="Referencingstyle"/>
        </w:rPr>
        <w:t>]</w:t>
      </w:r>
    </w:p>
    <w:p w14:paraId="6D405D50" w14:textId="2D07BC5D" w:rsidR="008110B6" w:rsidRDefault="008110B6" w:rsidP="005B1807">
      <w:pPr>
        <w:pStyle w:val="base-text-paragraph"/>
        <w:rPr>
          <w:rStyle w:val="Referencingstyle"/>
          <w:b w:val="0"/>
          <w:i w:val="0"/>
          <w:sz w:val="22"/>
        </w:rPr>
      </w:pPr>
      <w:r>
        <w:rPr>
          <w:rStyle w:val="Referencingstyle"/>
          <w:b w:val="0"/>
          <w:i w:val="0"/>
          <w:sz w:val="22"/>
        </w:rPr>
        <w:t xml:space="preserve">The above approach is based on the rules for delegating the functions of a responsible entity of a registered scheme in subsections </w:t>
      </w:r>
      <w:proofErr w:type="gramStart"/>
      <w:r>
        <w:rPr>
          <w:rStyle w:val="Referencingstyle"/>
          <w:b w:val="0"/>
          <w:i w:val="0"/>
          <w:sz w:val="22"/>
        </w:rPr>
        <w:t>601FB(</w:t>
      </w:r>
      <w:proofErr w:type="gramEnd"/>
      <w:r>
        <w:rPr>
          <w:rStyle w:val="Referencingstyle"/>
          <w:b w:val="0"/>
          <w:i w:val="0"/>
          <w:sz w:val="22"/>
        </w:rPr>
        <w:t>2) and (3). This approach offers a higher level of investor protection than the delegation rules for other types of companies in section 190.</w:t>
      </w:r>
    </w:p>
    <w:p w14:paraId="07D2B2AA" w14:textId="2B28CCE0" w:rsidR="007308C1" w:rsidRDefault="007308C1" w:rsidP="007308C1">
      <w:pPr>
        <w:pStyle w:val="Heading4"/>
        <w:rPr>
          <w:rStyle w:val="Referencingstyle"/>
          <w:b/>
          <w:i/>
          <w:sz w:val="22"/>
        </w:rPr>
      </w:pPr>
      <w:r>
        <w:rPr>
          <w:rStyle w:val="Referencingstyle"/>
          <w:b/>
          <w:i/>
          <w:sz w:val="22"/>
        </w:rPr>
        <w:t xml:space="preserve">Depositary to deal with assets on corporate director’s instructions </w:t>
      </w:r>
    </w:p>
    <w:p w14:paraId="763B322A" w14:textId="6B65B24F" w:rsidR="001E44F7" w:rsidRDefault="001E44F7" w:rsidP="007308C1">
      <w:pPr>
        <w:pStyle w:val="base-text-paragraph"/>
      </w:pPr>
      <w:r>
        <w:t>Another core function of the depositary is to execute the instructions of the corporate director in relation to dealing with the assets that the depositary holds on trust for the CCIV.</w:t>
      </w:r>
    </w:p>
    <w:p w14:paraId="3F48FB79" w14:textId="74891DF3" w:rsidR="001E44F7" w:rsidRDefault="001E44F7" w:rsidP="007308C1">
      <w:pPr>
        <w:pStyle w:val="base-text-paragraph"/>
      </w:pPr>
      <w:r>
        <w:t>The depositary may deal with those assets only on instructions from the corporate director that are lawful</w:t>
      </w:r>
      <w:r w:rsidR="00391AF5">
        <w:t xml:space="preserve"> and that</w:t>
      </w:r>
      <w:r>
        <w:t xml:space="preserve"> comply with the CCIV’s constitution</w:t>
      </w:r>
      <w:r w:rsidR="00391AF5">
        <w:t>.</w:t>
      </w:r>
      <w:r>
        <w:t xml:space="preserve"> </w:t>
      </w:r>
      <w:r w:rsidR="00A22745">
        <w:rPr>
          <w:rStyle w:val="Referencingstyle"/>
        </w:rPr>
        <w:t>[</w:t>
      </w:r>
      <w:r w:rsidR="009D462B">
        <w:rPr>
          <w:rStyle w:val="Referencingstyle"/>
        </w:rPr>
        <w:t>Schedule 1, Part 1, item 1, section 1164A</w:t>
      </w:r>
      <w:r w:rsidR="00A22745">
        <w:rPr>
          <w:rStyle w:val="Referencingstyle"/>
        </w:rPr>
        <w:t>]</w:t>
      </w:r>
      <w:r w:rsidR="00BC4C22">
        <w:rPr>
          <w:rStyle w:val="Referencingstyle"/>
        </w:rPr>
        <w:t xml:space="preserve"> </w:t>
      </w:r>
    </w:p>
    <w:p w14:paraId="090F4DD0" w14:textId="11C7532B" w:rsidR="007308C1" w:rsidRDefault="00A22745" w:rsidP="007308C1">
      <w:pPr>
        <w:pStyle w:val="base-text-paragraph"/>
      </w:pPr>
      <w:r>
        <w:t>Though the assets are held by the depositary, in order to effectively operate the CCIV the corporate director must be able to implement its commercial decisions about how the CCIV’s assets are to be dealt with. The limitation on this principle is that the decisions and the implementation of the decisions must be lawful</w:t>
      </w:r>
      <w:r w:rsidR="00391AF5">
        <w:t xml:space="preserve"> and </w:t>
      </w:r>
      <w:r>
        <w:t>compliant with the CCIV’s constitution</w:t>
      </w:r>
      <w:r w:rsidR="00391AF5">
        <w:t>.</w:t>
      </w:r>
      <w:r>
        <w:t xml:space="preserve"> </w:t>
      </w:r>
    </w:p>
    <w:p w14:paraId="57487C93" w14:textId="5CE89686" w:rsidR="007308C1" w:rsidRPr="007308C1" w:rsidRDefault="007308C1" w:rsidP="007308C1">
      <w:pPr>
        <w:pStyle w:val="Heading4"/>
      </w:pPr>
      <w:r>
        <w:lastRenderedPageBreak/>
        <w:t>Depositary to have supervisory responsibility</w:t>
      </w:r>
    </w:p>
    <w:p w14:paraId="0D055FF2" w14:textId="3AA6E918" w:rsidR="00C01482" w:rsidRDefault="00C01482" w:rsidP="005B1807">
      <w:pPr>
        <w:pStyle w:val="base-text-paragraph"/>
        <w:rPr>
          <w:rStyle w:val="Referencingstyle"/>
          <w:b w:val="0"/>
          <w:i w:val="0"/>
          <w:sz w:val="22"/>
        </w:rPr>
      </w:pPr>
      <w:r>
        <w:rPr>
          <w:rStyle w:val="Referencingstyle"/>
          <w:b w:val="0"/>
          <w:i w:val="0"/>
          <w:sz w:val="22"/>
        </w:rPr>
        <w:t xml:space="preserve">Another core function of the depositary is to supervise the corporate director’s conduct of certain activities. The depositary cannot delegate this function. </w:t>
      </w:r>
      <w:r>
        <w:rPr>
          <w:rStyle w:val="Referencingstyle"/>
        </w:rPr>
        <w:t>[</w:t>
      </w:r>
      <w:r w:rsidR="009D462B">
        <w:rPr>
          <w:rStyle w:val="Referencingstyle"/>
        </w:rPr>
        <w:t>Schedule 1, Part 1, item 1, subsections 1164B(1) and (3)</w:t>
      </w:r>
      <w:r>
        <w:rPr>
          <w:rStyle w:val="Referencingstyle"/>
        </w:rPr>
        <w:t>]</w:t>
      </w:r>
    </w:p>
    <w:p w14:paraId="7BAE0013" w14:textId="444899F8" w:rsidR="005B1807" w:rsidRDefault="00C01482" w:rsidP="005B1807">
      <w:pPr>
        <w:pStyle w:val="base-text-paragraph"/>
        <w:rPr>
          <w:rStyle w:val="Referencingstyle"/>
          <w:b w:val="0"/>
          <w:i w:val="0"/>
          <w:sz w:val="22"/>
        </w:rPr>
      </w:pPr>
      <w:bookmarkStart w:id="126" w:name="_Ref490207610"/>
      <w:r>
        <w:rPr>
          <w:rStyle w:val="Referencingstyle"/>
          <w:b w:val="0"/>
          <w:i w:val="0"/>
          <w:sz w:val="22"/>
        </w:rPr>
        <w:t>The</w:t>
      </w:r>
      <w:r w:rsidR="00391AF5">
        <w:rPr>
          <w:rStyle w:val="Referencingstyle"/>
          <w:b w:val="0"/>
          <w:i w:val="0"/>
          <w:sz w:val="22"/>
        </w:rPr>
        <w:t xml:space="preserve"> depositary must supervise the corporate director’s conduct of the following </w:t>
      </w:r>
      <w:r>
        <w:rPr>
          <w:rStyle w:val="Referencingstyle"/>
          <w:b w:val="0"/>
          <w:i w:val="0"/>
          <w:sz w:val="22"/>
        </w:rPr>
        <w:t>activities of the CCIV:</w:t>
      </w:r>
      <w:bookmarkEnd w:id="126"/>
    </w:p>
    <w:p w14:paraId="7707D5A8" w14:textId="66483FA7" w:rsidR="00C01482" w:rsidRDefault="00392F00" w:rsidP="00C01482">
      <w:pPr>
        <w:pStyle w:val="dotpoint"/>
        <w:rPr>
          <w:rStyle w:val="Referencingstyle"/>
          <w:b w:val="0"/>
          <w:i w:val="0"/>
          <w:sz w:val="22"/>
        </w:rPr>
      </w:pPr>
      <w:r>
        <w:rPr>
          <w:rStyle w:val="Referencingstyle"/>
          <w:b w:val="0"/>
          <w:i w:val="0"/>
          <w:sz w:val="22"/>
        </w:rPr>
        <w:t>i</w:t>
      </w:r>
      <w:r w:rsidR="00C01482">
        <w:rPr>
          <w:rStyle w:val="Referencingstyle"/>
          <w:b w:val="0"/>
          <w:i w:val="0"/>
          <w:sz w:val="22"/>
        </w:rPr>
        <w:t>ssuing, redeeming and cancelling shares in the CCIV;</w:t>
      </w:r>
    </w:p>
    <w:p w14:paraId="029C88EB" w14:textId="7A24B354" w:rsidR="00C01482" w:rsidRDefault="00392F00" w:rsidP="00C01482">
      <w:pPr>
        <w:pStyle w:val="dotpoint"/>
        <w:rPr>
          <w:rStyle w:val="Referencingstyle"/>
          <w:b w:val="0"/>
          <w:i w:val="0"/>
          <w:sz w:val="22"/>
        </w:rPr>
      </w:pPr>
      <w:r>
        <w:rPr>
          <w:rStyle w:val="Referencingstyle"/>
          <w:b w:val="0"/>
          <w:i w:val="0"/>
          <w:sz w:val="22"/>
        </w:rPr>
        <w:t>v</w:t>
      </w:r>
      <w:r w:rsidR="00C01482">
        <w:rPr>
          <w:rStyle w:val="Referencingstyle"/>
          <w:b w:val="0"/>
          <w:i w:val="0"/>
          <w:sz w:val="22"/>
        </w:rPr>
        <w:t>aluing shares in the CCIV;</w:t>
      </w:r>
    </w:p>
    <w:p w14:paraId="2CFF27C0" w14:textId="4BA98C32" w:rsidR="00C01482" w:rsidRDefault="00392F00" w:rsidP="00C01482">
      <w:pPr>
        <w:pStyle w:val="dotpoint"/>
        <w:rPr>
          <w:rStyle w:val="Referencingstyle"/>
          <w:b w:val="0"/>
          <w:i w:val="0"/>
          <w:sz w:val="22"/>
        </w:rPr>
      </w:pPr>
      <w:r>
        <w:rPr>
          <w:rStyle w:val="Referencingstyle"/>
          <w:b w:val="0"/>
          <w:i w:val="0"/>
          <w:sz w:val="22"/>
        </w:rPr>
        <w:t>a</w:t>
      </w:r>
      <w:r w:rsidR="00C01482">
        <w:rPr>
          <w:rStyle w:val="Referencingstyle"/>
          <w:b w:val="0"/>
          <w:i w:val="0"/>
          <w:sz w:val="22"/>
        </w:rPr>
        <w:t xml:space="preserve">llocating assets and </w:t>
      </w:r>
      <w:r w:rsidR="005D02C9">
        <w:rPr>
          <w:rStyle w:val="Referencingstyle"/>
          <w:b w:val="0"/>
          <w:i w:val="0"/>
          <w:sz w:val="22"/>
        </w:rPr>
        <w:t>liabilities of the CCIV to sub-funds of the CCIV;</w:t>
      </w:r>
      <w:r w:rsidR="00E528E6">
        <w:rPr>
          <w:rStyle w:val="Referencingstyle"/>
          <w:b w:val="0"/>
          <w:i w:val="0"/>
          <w:sz w:val="22"/>
        </w:rPr>
        <w:t xml:space="preserve"> and</w:t>
      </w:r>
    </w:p>
    <w:p w14:paraId="50DA8BB4" w14:textId="304788F9" w:rsidR="005D02C9" w:rsidRDefault="00392F00" w:rsidP="00C01482">
      <w:pPr>
        <w:pStyle w:val="dotpoint"/>
        <w:rPr>
          <w:rStyle w:val="Referencingstyle"/>
          <w:b w:val="0"/>
          <w:i w:val="0"/>
          <w:sz w:val="22"/>
        </w:rPr>
      </w:pPr>
      <w:proofErr w:type="gramStart"/>
      <w:r>
        <w:rPr>
          <w:rStyle w:val="Referencingstyle"/>
          <w:b w:val="0"/>
          <w:i w:val="0"/>
          <w:sz w:val="22"/>
        </w:rPr>
        <w:t>a</w:t>
      </w:r>
      <w:r w:rsidR="005D02C9">
        <w:rPr>
          <w:rStyle w:val="Referencingstyle"/>
          <w:b w:val="0"/>
          <w:i w:val="0"/>
          <w:sz w:val="22"/>
        </w:rPr>
        <w:t>llocating</w:t>
      </w:r>
      <w:proofErr w:type="gramEnd"/>
      <w:r w:rsidR="005D02C9">
        <w:rPr>
          <w:rStyle w:val="Referencingstyle"/>
          <w:b w:val="0"/>
          <w:i w:val="0"/>
          <w:sz w:val="22"/>
        </w:rPr>
        <w:t xml:space="preserve"> and distributing income of the CCIV</w:t>
      </w:r>
      <w:r w:rsidR="00391AF5">
        <w:rPr>
          <w:rStyle w:val="Referencingstyle"/>
          <w:b w:val="0"/>
          <w:i w:val="0"/>
          <w:sz w:val="22"/>
        </w:rPr>
        <w:t>.</w:t>
      </w:r>
    </w:p>
    <w:p w14:paraId="6A353D31" w14:textId="0BD84B19" w:rsidR="005D02C9" w:rsidRDefault="005D02C9" w:rsidP="00712B4B">
      <w:pPr>
        <w:pStyle w:val="dotpoint"/>
        <w:numPr>
          <w:ilvl w:val="0"/>
          <w:numId w:val="0"/>
        </w:numPr>
        <w:ind w:left="1984"/>
        <w:rPr>
          <w:rStyle w:val="Referencingstyle"/>
          <w:b w:val="0"/>
          <w:i w:val="0"/>
          <w:sz w:val="22"/>
        </w:rPr>
      </w:pPr>
      <w:r>
        <w:rPr>
          <w:rStyle w:val="Referencingstyle"/>
        </w:rPr>
        <w:t>[</w:t>
      </w:r>
      <w:r w:rsidR="009D462B">
        <w:rPr>
          <w:rStyle w:val="Referencingstyle"/>
        </w:rPr>
        <w:t xml:space="preserve">Schedule 1, Part 1, item 1, subsection </w:t>
      </w:r>
      <w:proofErr w:type="gramStart"/>
      <w:r w:rsidR="009D462B">
        <w:rPr>
          <w:rStyle w:val="Referencingstyle"/>
        </w:rPr>
        <w:t>1164B(</w:t>
      </w:r>
      <w:proofErr w:type="gramEnd"/>
      <w:r w:rsidR="009D462B">
        <w:rPr>
          <w:rStyle w:val="Referencingstyle"/>
        </w:rPr>
        <w:t>2)</w:t>
      </w:r>
      <w:r>
        <w:rPr>
          <w:rStyle w:val="Referencingstyle"/>
        </w:rPr>
        <w:t>]</w:t>
      </w:r>
    </w:p>
    <w:p w14:paraId="0DD45431" w14:textId="2310DFB9" w:rsidR="00391AF5" w:rsidRPr="0033083D" w:rsidRDefault="00391AF5" w:rsidP="005B1807">
      <w:pPr>
        <w:pStyle w:val="base-text-paragraph"/>
        <w:rPr>
          <w:rStyle w:val="Referencingstyle"/>
          <w:b w:val="0"/>
          <w:i w:val="0"/>
          <w:sz w:val="22"/>
        </w:rPr>
      </w:pPr>
      <w:r>
        <w:rPr>
          <w:rStyle w:val="Referencingstyle"/>
          <w:b w:val="0"/>
          <w:i w:val="0"/>
          <w:sz w:val="22"/>
        </w:rPr>
        <w:t xml:space="preserve">These activities are explained </w:t>
      </w:r>
      <w:r w:rsidR="005F75D6">
        <w:rPr>
          <w:rStyle w:val="Referencingstyle"/>
          <w:b w:val="0"/>
          <w:i w:val="0"/>
          <w:sz w:val="22"/>
        </w:rPr>
        <w:t>i</w:t>
      </w:r>
      <w:r>
        <w:rPr>
          <w:rStyle w:val="Referencingstyle"/>
          <w:b w:val="0"/>
          <w:i w:val="0"/>
          <w:sz w:val="22"/>
        </w:rPr>
        <w:t xml:space="preserve">n further detail at </w:t>
      </w:r>
      <w:r w:rsidRPr="0033083D">
        <w:rPr>
          <w:rStyle w:val="Referencingstyle"/>
          <w:b w:val="0"/>
          <w:i w:val="0"/>
          <w:sz w:val="22"/>
        </w:rPr>
        <w:t xml:space="preserve">paragraphs </w:t>
      </w:r>
      <w:r w:rsidRPr="0033083D">
        <w:rPr>
          <w:rStyle w:val="Referencingstyle"/>
          <w:b w:val="0"/>
          <w:i w:val="0"/>
          <w:sz w:val="22"/>
        </w:rPr>
        <w:fldChar w:fldCharType="begin"/>
      </w:r>
      <w:r w:rsidRPr="0033083D">
        <w:rPr>
          <w:rStyle w:val="Referencingstyle"/>
          <w:b w:val="0"/>
          <w:i w:val="0"/>
          <w:sz w:val="22"/>
        </w:rPr>
        <w:instrText xml:space="preserve"> REF _Ref489988699 \r \h  \* MERGEFORMAT </w:instrText>
      </w:r>
      <w:r w:rsidRPr="0033083D">
        <w:rPr>
          <w:rStyle w:val="Referencingstyle"/>
          <w:b w:val="0"/>
          <w:i w:val="0"/>
          <w:sz w:val="22"/>
        </w:rPr>
      </w:r>
      <w:r w:rsidRPr="0033083D">
        <w:rPr>
          <w:rStyle w:val="Referencingstyle"/>
          <w:b w:val="0"/>
          <w:i w:val="0"/>
          <w:sz w:val="22"/>
        </w:rPr>
        <w:fldChar w:fldCharType="separate"/>
      </w:r>
      <w:r w:rsidR="004C78A6">
        <w:rPr>
          <w:rStyle w:val="Referencingstyle"/>
          <w:b w:val="0"/>
          <w:i w:val="0"/>
          <w:sz w:val="22"/>
        </w:rPr>
        <w:t>6.54</w:t>
      </w:r>
      <w:r w:rsidRPr="0033083D">
        <w:rPr>
          <w:rStyle w:val="Referencingstyle"/>
          <w:b w:val="0"/>
          <w:i w:val="0"/>
          <w:sz w:val="22"/>
        </w:rPr>
        <w:fldChar w:fldCharType="end"/>
      </w:r>
      <w:r w:rsidRPr="0033083D">
        <w:rPr>
          <w:rStyle w:val="Referencingstyle"/>
          <w:b w:val="0"/>
          <w:i w:val="0"/>
          <w:sz w:val="22"/>
        </w:rPr>
        <w:t xml:space="preserve"> to </w:t>
      </w:r>
      <w:r w:rsidRPr="0033083D">
        <w:rPr>
          <w:rStyle w:val="Referencingstyle"/>
          <w:b w:val="0"/>
          <w:i w:val="0"/>
          <w:sz w:val="22"/>
        </w:rPr>
        <w:fldChar w:fldCharType="begin"/>
      </w:r>
      <w:r w:rsidRPr="0033083D">
        <w:rPr>
          <w:rStyle w:val="Referencingstyle"/>
          <w:b w:val="0"/>
          <w:i w:val="0"/>
          <w:sz w:val="22"/>
        </w:rPr>
        <w:instrText xml:space="preserve"> REF _Ref489988720 \r \h  \* MERGEFORMAT </w:instrText>
      </w:r>
      <w:r w:rsidRPr="0033083D">
        <w:rPr>
          <w:rStyle w:val="Referencingstyle"/>
          <w:b w:val="0"/>
          <w:i w:val="0"/>
          <w:sz w:val="22"/>
        </w:rPr>
      </w:r>
      <w:r w:rsidRPr="0033083D">
        <w:rPr>
          <w:rStyle w:val="Referencingstyle"/>
          <w:b w:val="0"/>
          <w:i w:val="0"/>
          <w:sz w:val="22"/>
        </w:rPr>
        <w:fldChar w:fldCharType="separate"/>
      </w:r>
      <w:r w:rsidR="004C78A6">
        <w:rPr>
          <w:rStyle w:val="Referencingstyle"/>
          <w:b w:val="0"/>
          <w:i w:val="0"/>
          <w:sz w:val="22"/>
        </w:rPr>
        <w:t>6.66</w:t>
      </w:r>
      <w:r w:rsidRPr="0033083D">
        <w:rPr>
          <w:rStyle w:val="Referencingstyle"/>
          <w:b w:val="0"/>
          <w:i w:val="0"/>
          <w:sz w:val="22"/>
        </w:rPr>
        <w:fldChar w:fldCharType="end"/>
      </w:r>
      <w:r w:rsidRPr="0033083D">
        <w:rPr>
          <w:rStyle w:val="Referencingstyle"/>
          <w:b w:val="0"/>
          <w:i w:val="0"/>
          <w:sz w:val="22"/>
        </w:rPr>
        <w:t xml:space="preserve"> below. </w:t>
      </w:r>
    </w:p>
    <w:p w14:paraId="29887919" w14:textId="49E33696" w:rsidR="003D06DF" w:rsidRDefault="003D06DF" w:rsidP="005B1807">
      <w:pPr>
        <w:pStyle w:val="base-text-paragraph"/>
        <w:rPr>
          <w:rStyle w:val="Referencingstyle"/>
          <w:b w:val="0"/>
          <w:i w:val="0"/>
          <w:sz w:val="22"/>
        </w:rPr>
      </w:pPr>
      <w:r>
        <w:rPr>
          <w:rStyle w:val="Referencingstyle"/>
          <w:b w:val="0"/>
          <w:i w:val="0"/>
          <w:sz w:val="22"/>
        </w:rPr>
        <w:t>In order to discharge its supervisory responsibility, the depositary must take reasonable care to ensure that the corporate director conducts these activities in a manner that complies with the CCIV’s constitution and the provisions of the Act.</w:t>
      </w:r>
      <w:r w:rsidR="008D67B9">
        <w:rPr>
          <w:rStyle w:val="Referencingstyle"/>
          <w:b w:val="0"/>
          <w:i w:val="0"/>
          <w:sz w:val="22"/>
        </w:rPr>
        <w:t xml:space="preserve"> </w:t>
      </w:r>
      <w:r w:rsidR="008D67B9">
        <w:rPr>
          <w:rStyle w:val="Referencingstyle"/>
        </w:rPr>
        <w:t>[</w:t>
      </w:r>
      <w:r w:rsidR="00722212">
        <w:rPr>
          <w:rStyle w:val="Referencingstyle"/>
        </w:rPr>
        <w:t>Schedule 1, Part 1, item 1, subsection 1164B</w:t>
      </w:r>
      <w:r w:rsidR="008D67B9">
        <w:rPr>
          <w:rStyle w:val="Referencingstyle"/>
        </w:rPr>
        <w:t>(1)]</w:t>
      </w:r>
    </w:p>
    <w:p w14:paraId="60FF39B7" w14:textId="6A85C81C" w:rsidR="00C01482" w:rsidRDefault="008D67B9" w:rsidP="005B1807">
      <w:pPr>
        <w:pStyle w:val="base-text-paragraph"/>
        <w:rPr>
          <w:rStyle w:val="Referencingstyle"/>
          <w:b w:val="0"/>
          <w:i w:val="0"/>
          <w:sz w:val="22"/>
        </w:rPr>
      </w:pPr>
      <w:r>
        <w:rPr>
          <w:rStyle w:val="Referencingstyle"/>
          <w:b w:val="0"/>
          <w:i w:val="0"/>
          <w:sz w:val="22"/>
        </w:rPr>
        <w:t xml:space="preserve">The above is based in part on the activities specified for depositary supervision by </w:t>
      </w:r>
      <w:r w:rsidR="004864A6">
        <w:rPr>
          <w:rStyle w:val="Referencingstyle"/>
          <w:b w:val="0"/>
          <w:i w:val="0"/>
          <w:sz w:val="22"/>
        </w:rPr>
        <w:t xml:space="preserve">Article 22(3) of the </w:t>
      </w:r>
      <w:r w:rsidR="004864A6" w:rsidRPr="00974BC4">
        <w:rPr>
          <w:rStyle w:val="Referencingstyle"/>
          <w:b w:val="0"/>
          <w:i w:val="0"/>
          <w:sz w:val="22"/>
        </w:rPr>
        <w:t>UCITS Directive.</w:t>
      </w:r>
    </w:p>
    <w:p w14:paraId="3EA6153E" w14:textId="3F4FDD30" w:rsidR="007E7EF6" w:rsidRDefault="007E7EF6" w:rsidP="007E7EF6">
      <w:pPr>
        <w:pStyle w:val="Heading5"/>
        <w:rPr>
          <w:rStyle w:val="Referencingstyle"/>
          <w:b w:val="0"/>
          <w:i/>
          <w:sz w:val="22"/>
        </w:rPr>
      </w:pPr>
      <w:r>
        <w:rPr>
          <w:rStyle w:val="Referencingstyle"/>
          <w:b w:val="0"/>
          <w:i/>
          <w:sz w:val="22"/>
        </w:rPr>
        <w:t>Issue, redemption and cancellation of shares in the CCIV</w:t>
      </w:r>
    </w:p>
    <w:p w14:paraId="2810CA5C" w14:textId="77777777" w:rsidR="00722212" w:rsidRDefault="00722212" w:rsidP="007E7EF6">
      <w:pPr>
        <w:pStyle w:val="base-text-paragraph"/>
        <w:rPr>
          <w:rStyle w:val="Referencingstyle"/>
          <w:b w:val="0"/>
          <w:i w:val="0"/>
          <w:sz w:val="22"/>
        </w:rPr>
      </w:pPr>
      <w:bookmarkStart w:id="127" w:name="_Ref489988699"/>
      <w:r>
        <w:rPr>
          <w:rStyle w:val="Referencingstyle"/>
          <w:b w:val="0"/>
          <w:i w:val="0"/>
          <w:sz w:val="22"/>
        </w:rPr>
        <w:t xml:space="preserve">The depositary must supervise the corporate director’s conduct of issuing, redeeming and cancelling shares in the CCIV. </w:t>
      </w:r>
    </w:p>
    <w:p w14:paraId="2D02EA11" w14:textId="065D5FF5" w:rsidR="007E7EF6" w:rsidRPr="007E7EF6" w:rsidRDefault="007E7EF6" w:rsidP="007E7EF6">
      <w:pPr>
        <w:pStyle w:val="base-text-paragraph"/>
        <w:rPr>
          <w:rStyle w:val="Referencingstyle"/>
          <w:b w:val="0"/>
          <w:i w:val="0"/>
          <w:sz w:val="22"/>
        </w:rPr>
      </w:pPr>
      <w:r>
        <w:rPr>
          <w:rStyle w:val="Referencingstyle"/>
          <w:b w:val="0"/>
          <w:i w:val="0"/>
          <w:sz w:val="22"/>
        </w:rPr>
        <w:t>T</w:t>
      </w:r>
      <w:r w:rsidRPr="007E7EF6">
        <w:rPr>
          <w:rStyle w:val="Referencingstyle"/>
          <w:b w:val="0"/>
          <w:i w:val="0"/>
          <w:sz w:val="22"/>
        </w:rPr>
        <w:t xml:space="preserve">he corporate director of a CCIV </w:t>
      </w:r>
      <w:r w:rsidR="00E528E6">
        <w:rPr>
          <w:rStyle w:val="Referencingstyle"/>
          <w:b w:val="0"/>
          <w:i w:val="0"/>
          <w:sz w:val="22"/>
        </w:rPr>
        <w:t xml:space="preserve">must </w:t>
      </w:r>
      <w:r w:rsidRPr="007E7EF6">
        <w:rPr>
          <w:rStyle w:val="Referencingstyle"/>
          <w:b w:val="0"/>
          <w:i w:val="0"/>
          <w:sz w:val="22"/>
        </w:rPr>
        <w:t xml:space="preserve">comply with Chapter 2H </w:t>
      </w:r>
      <w:r w:rsidR="009D462B">
        <w:rPr>
          <w:rStyle w:val="Referencingstyle"/>
          <w:b w:val="0"/>
          <w:i w:val="0"/>
          <w:sz w:val="22"/>
        </w:rPr>
        <w:t xml:space="preserve">of the Act </w:t>
      </w:r>
      <w:r w:rsidRPr="007E7EF6">
        <w:rPr>
          <w:rStyle w:val="Referencingstyle"/>
          <w:b w:val="0"/>
          <w:i w:val="0"/>
          <w:sz w:val="22"/>
        </w:rPr>
        <w:t>in respect of issuing sh</w:t>
      </w:r>
      <w:r>
        <w:rPr>
          <w:rStyle w:val="Referencingstyle"/>
          <w:b w:val="0"/>
          <w:i w:val="0"/>
          <w:sz w:val="22"/>
        </w:rPr>
        <w:t xml:space="preserve">ares and Division </w:t>
      </w:r>
      <w:r w:rsidR="00064CD0">
        <w:rPr>
          <w:rStyle w:val="Referencingstyle"/>
          <w:b w:val="0"/>
          <w:i w:val="0"/>
          <w:sz w:val="22"/>
        </w:rPr>
        <w:t>4</w:t>
      </w:r>
      <w:r>
        <w:rPr>
          <w:rStyle w:val="Referencingstyle"/>
          <w:b w:val="0"/>
          <w:i w:val="0"/>
          <w:sz w:val="22"/>
        </w:rPr>
        <w:t xml:space="preserve"> of </w:t>
      </w:r>
      <w:r w:rsidR="00064CD0">
        <w:rPr>
          <w:rStyle w:val="Referencingstyle"/>
          <w:b w:val="0"/>
          <w:i w:val="0"/>
          <w:sz w:val="22"/>
        </w:rPr>
        <w:t>Part 2 of</w:t>
      </w:r>
      <w:r>
        <w:rPr>
          <w:rStyle w:val="Referencingstyle"/>
          <w:b w:val="0"/>
          <w:i w:val="0"/>
          <w:sz w:val="22"/>
        </w:rPr>
        <w:t xml:space="preserve"> C</w:t>
      </w:r>
      <w:r w:rsidRPr="007E7EF6">
        <w:rPr>
          <w:rStyle w:val="Referencingstyle"/>
          <w:b w:val="0"/>
          <w:i w:val="0"/>
          <w:sz w:val="22"/>
        </w:rPr>
        <w:t>hapter</w:t>
      </w:r>
      <w:r>
        <w:rPr>
          <w:rStyle w:val="Referencingstyle"/>
          <w:b w:val="0"/>
          <w:i w:val="0"/>
          <w:sz w:val="22"/>
        </w:rPr>
        <w:t xml:space="preserve"> 7A</w:t>
      </w:r>
      <w:r w:rsidRPr="007E7EF6">
        <w:rPr>
          <w:rStyle w:val="Referencingstyle"/>
          <w:b w:val="0"/>
          <w:i w:val="0"/>
          <w:sz w:val="22"/>
        </w:rPr>
        <w:t xml:space="preserve"> in respect of </w:t>
      </w:r>
      <w:r w:rsidR="009D462B">
        <w:rPr>
          <w:rStyle w:val="Referencingstyle"/>
          <w:b w:val="0"/>
          <w:i w:val="0"/>
          <w:sz w:val="22"/>
        </w:rPr>
        <w:t>issuing</w:t>
      </w:r>
      <w:r>
        <w:rPr>
          <w:rStyle w:val="Referencingstyle"/>
          <w:b w:val="0"/>
          <w:i w:val="0"/>
          <w:sz w:val="22"/>
        </w:rPr>
        <w:t xml:space="preserve"> and </w:t>
      </w:r>
      <w:r w:rsidRPr="007E7EF6">
        <w:rPr>
          <w:rStyle w:val="Referencingstyle"/>
          <w:b w:val="0"/>
          <w:i w:val="0"/>
          <w:sz w:val="22"/>
        </w:rPr>
        <w:t>redeeming redeemable shares</w:t>
      </w:r>
      <w:bookmarkEnd w:id="127"/>
      <w:r w:rsidR="00064CD0">
        <w:rPr>
          <w:rStyle w:val="Referencingstyle"/>
          <w:b w:val="0"/>
          <w:i w:val="0"/>
          <w:sz w:val="22"/>
        </w:rPr>
        <w:t xml:space="preserve"> (as well as Division 4 of Part 3 of Chapter 7A in the case of a retail CCIV)</w:t>
      </w:r>
      <w:r>
        <w:rPr>
          <w:rStyle w:val="Referencingstyle"/>
          <w:b w:val="0"/>
          <w:i w:val="0"/>
          <w:sz w:val="22"/>
        </w:rPr>
        <w:t>.</w:t>
      </w:r>
    </w:p>
    <w:p w14:paraId="63DA6A7C" w14:textId="16B1EE4E" w:rsidR="007E7EF6" w:rsidRPr="007E7EF6" w:rsidRDefault="001C71D8" w:rsidP="007E7EF6">
      <w:pPr>
        <w:pStyle w:val="base-text-paragraph"/>
        <w:rPr>
          <w:rStyle w:val="Referencingstyle"/>
          <w:b w:val="0"/>
          <w:i w:val="0"/>
          <w:sz w:val="22"/>
        </w:rPr>
      </w:pPr>
      <w:r>
        <w:rPr>
          <w:rStyle w:val="Referencingstyle"/>
          <w:b w:val="0"/>
          <w:i w:val="0"/>
          <w:sz w:val="22"/>
        </w:rPr>
        <w:t>T</w:t>
      </w:r>
      <w:r w:rsidR="00E528E6" w:rsidRPr="007E7EF6">
        <w:rPr>
          <w:rStyle w:val="Referencingstyle"/>
          <w:b w:val="0"/>
          <w:i w:val="0"/>
          <w:sz w:val="22"/>
        </w:rPr>
        <w:t xml:space="preserve">he corporate director will </w:t>
      </w:r>
      <w:r w:rsidR="00E528E6">
        <w:rPr>
          <w:rStyle w:val="Referencingstyle"/>
          <w:b w:val="0"/>
          <w:i w:val="0"/>
          <w:sz w:val="22"/>
        </w:rPr>
        <w:t xml:space="preserve">also </w:t>
      </w:r>
      <w:r w:rsidR="00E528E6" w:rsidRPr="007E7EF6">
        <w:rPr>
          <w:rStyle w:val="Referencingstyle"/>
          <w:b w:val="0"/>
          <w:i w:val="0"/>
          <w:sz w:val="22"/>
        </w:rPr>
        <w:t>need to comply</w:t>
      </w:r>
      <w:r w:rsidR="00E528E6">
        <w:rPr>
          <w:rStyle w:val="Referencingstyle"/>
          <w:b w:val="0"/>
          <w:i w:val="0"/>
          <w:sz w:val="22"/>
        </w:rPr>
        <w:t xml:space="preserve"> with requirements concerning</w:t>
      </w:r>
      <w:r w:rsidR="00E528E6" w:rsidRPr="007E7EF6">
        <w:rPr>
          <w:rStyle w:val="Referencingstyle"/>
          <w:b w:val="0"/>
          <w:i w:val="0"/>
          <w:sz w:val="22"/>
        </w:rPr>
        <w:t xml:space="preserve"> </w:t>
      </w:r>
      <w:r w:rsidR="007E7EF6" w:rsidRPr="007E7EF6">
        <w:rPr>
          <w:rStyle w:val="Referencingstyle"/>
          <w:b w:val="0"/>
          <w:i w:val="0"/>
          <w:sz w:val="22"/>
        </w:rPr>
        <w:t>cancellation of CCIV shares</w:t>
      </w:r>
      <w:r>
        <w:rPr>
          <w:rStyle w:val="Referencingstyle"/>
          <w:b w:val="0"/>
          <w:i w:val="0"/>
          <w:sz w:val="22"/>
        </w:rPr>
        <w:t>, t</w:t>
      </w:r>
      <w:r w:rsidR="00E528E6" w:rsidRPr="007E7EF6">
        <w:rPr>
          <w:rStyle w:val="Referencingstyle"/>
          <w:b w:val="0"/>
          <w:i w:val="0"/>
          <w:sz w:val="22"/>
        </w:rPr>
        <w:t>o the extent</w:t>
      </w:r>
      <w:r w:rsidR="007E7EF6" w:rsidRPr="007E7EF6">
        <w:rPr>
          <w:rStyle w:val="Referencingstyle"/>
          <w:b w:val="0"/>
          <w:i w:val="0"/>
          <w:sz w:val="22"/>
        </w:rPr>
        <w:t xml:space="preserve"> provided for </w:t>
      </w:r>
      <w:r w:rsidR="007E7EF6" w:rsidRPr="00974BC4">
        <w:rPr>
          <w:rStyle w:val="Referencingstyle"/>
          <w:b w:val="0"/>
          <w:i w:val="0"/>
          <w:sz w:val="22"/>
        </w:rPr>
        <w:t xml:space="preserve">in </w:t>
      </w:r>
      <w:r w:rsidR="009D462B" w:rsidRPr="00974BC4">
        <w:rPr>
          <w:rStyle w:val="Referencingstyle"/>
          <w:b w:val="0"/>
          <w:i w:val="0"/>
          <w:sz w:val="22"/>
        </w:rPr>
        <w:t>the Act or this Bill</w:t>
      </w:r>
      <w:r w:rsidR="007E7EF6" w:rsidRPr="007E7EF6" w:rsidDel="001C71D8">
        <w:rPr>
          <w:rStyle w:val="Referencingstyle"/>
          <w:b w:val="0"/>
          <w:i w:val="0"/>
          <w:sz w:val="22"/>
        </w:rPr>
        <w:t xml:space="preserve"> </w:t>
      </w:r>
      <w:r w:rsidR="007E7EF6" w:rsidRPr="007E7EF6">
        <w:rPr>
          <w:rStyle w:val="Referencingstyle"/>
          <w:b w:val="0"/>
          <w:i w:val="0"/>
          <w:sz w:val="22"/>
        </w:rPr>
        <w:t>(</w:t>
      </w:r>
      <w:r w:rsidR="009D462B">
        <w:rPr>
          <w:rStyle w:val="Referencingstyle"/>
          <w:b w:val="0"/>
          <w:i w:val="0"/>
          <w:sz w:val="22"/>
        </w:rPr>
        <w:t xml:space="preserve">see, for example, the rule explained above </w:t>
      </w:r>
      <w:r w:rsidR="009D462B" w:rsidRPr="0033083D">
        <w:rPr>
          <w:rStyle w:val="Referencingstyle"/>
          <w:b w:val="0"/>
          <w:i w:val="0"/>
          <w:sz w:val="22"/>
        </w:rPr>
        <w:t xml:space="preserve">at paragraph </w:t>
      </w:r>
      <w:r w:rsidR="009D462B" w:rsidRPr="0033083D">
        <w:rPr>
          <w:rStyle w:val="Referencingstyle"/>
          <w:b w:val="0"/>
          <w:i w:val="0"/>
          <w:sz w:val="22"/>
        </w:rPr>
        <w:fldChar w:fldCharType="begin"/>
      </w:r>
      <w:r w:rsidR="009D462B" w:rsidRPr="0033083D">
        <w:rPr>
          <w:rStyle w:val="Referencingstyle"/>
          <w:b w:val="0"/>
          <w:i w:val="0"/>
          <w:sz w:val="22"/>
        </w:rPr>
        <w:instrText xml:space="preserve"> REF _Ref490672414 \r \h  \* MERGEFORMAT </w:instrText>
      </w:r>
      <w:r w:rsidR="009D462B" w:rsidRPr="0033083D">
        <w:rPr>
          <w:rStyle w:val="Referencingstyle"/>
          <w:b w:val="0"/>
          <w:i w:val="0"/>
          <w:sz w:val="22"/>
        </w:rPr>
      </w:r>
      <w:r w:rsidR="009D462B" w:rsidRPr="0033083D">
        <w:rPr>
          <w:rStyle w:val="Referencingstyle"/>
          <w:b w:val="0"/>
          <w:i w:val="0"/>
          <w:sz w:val="22"/>
        </w:rPr>
        <w:fldChar w:fldCharType="separate"/>
      </w:r>
      <w:r w:rsidR="004C78A6">
        <w:rPr>
          <w:rStyle w:val="Referencingstyle"/>
          <w:b w:val="0"/>
          <w:i w:val="0"/>
          <w:sz w:val="22"/>
        </w:rPr>
        <w:t>5.68</w:t>
      </w:r>
      <w:r w:rsidR="009D462B" w:rsidRPr="0033083D">
        <w:rPr>
          <w:rStyle w:val="Referencingstyle"/>
          <w:b w:val="0"/>
          <w:i w:val="0"/>
          <w:sz w:val="22"/>
        </w:rPr>
        <w:fldChar w:fldCharType="end"/>
      </w:r>
      <w:r w:rsidR="007E7EF6" w:rsidRPr="007E7EF6">
        <w:rPr>
          <w:rStyle w:val="Referencingstyle"/>
          <w:b w:val="0"/>
          <w:i w:val="0"/>
          <w:sz w:val="22"/>
        </w:rPr>
        <w:t>)</w:t>
      </w:r>
      <w:r w:rsidR="009D462B">
        <w:rPr>
          <w:rStyle w:val="Referencingstyle"/>
          <w:b w:val="0"/>
          <w:i w:val="0"/>
          <w:sz w:val="22"/>
        </w:rPr>
        <w:t>,</w:t>
      </w:r>
      <w:r w:rsidR="007E7EF6" w:rsidRPr="007E7EF6" w:rsidDel="00E528E6">
        <w:rPr>
          <w:rStyle w:val="Referencingstyle"/>
          <w:b w:val="0"/>
          <w:i w:val="0"/>
          <w:sz w:val="22"/>
        </w:rPr>
        <w:t xml:space="preserve"> the corporate director will need to comply </w:t>
      </w:r>
      <w:r w:rsidR="007E7EF6" w:rsidRPr="007E7EF6" w:rsidDel="001C71D8">
        <w:rPr>
          <w:rStyle w:val="Referencingstyle"/>
          <w:b w:val="0"/>
          <w:i w:val="0"/>
          <w:sz w:val="22"/>
        </w:rPr>
        <w:t>with these provisions</w:t>
      </w:r>
      <w:r w:rsidR="007E7EF6">
        <w:rPr>
          <w:rStyle w:val="Referencingstyle"/>
          <w:b w:val="0"/>
          <w:i w:val="0"/>
          <w:sz w:val="22"/>
        </w:rPr>
        <w:t>.</w:t>
      </w:r>
    </w:p>
    <w:p w14:paraId="4D340EDB" w14:textId="171D5218" w:rsidR="007E7EF6" w:rsidRPr="007E7EF6" w:rsidRDefault="007E7EF6" w:rsidP="007E7EF6">
      <w:pPr>
        <w:pStyle w:val="base-text-paragraph"/>
        <w:rPr>
          <w:rStyle w:val="Referencingstyle"/>
          <w:b w:val="0"/>
          <w:i w:val="0"/>
          <w:sz w:val="22"/>
        </w:rPr>
      </w:pPr>
      <w:r>
        <w:rPr>
          <w:rStyle w:val="Referencingstyle"/>
          <w:b w:val="0"/>
          <w:i w:val="0"/>
          <w:sz w:val="22"/>
        </w:rPr>
        <w:lastRenderedPageBreak/>
        <w:t>T</w:t>
      </w:r>
      <w:r w:rsidRPr="007E7EF6">
        <w:rPr>
          <w:rStyle w:val="Referencingstyle"/>
          <w:b w:val="0"/>
          <w:i w:val="0"/>
          <w:sz w:val="22"/>
        </w:rPr>
        <w:t xml:space="preserve">he constitution of the CCIV </w:t>
      </w:r>
      <w:r>
        <w:rPr>
          <w:rStyle w:val="Referencingstyle"/>
          <w:b w:val="0"/>
          <w:i w:val="0"/>
          <w:sz w:val="22"/>
        </w:rPr>
        <w:t>may</w:t>
      </w:r>
      <w:r w:rsidRPr="007E7EF6">
        <w:rPr>
          <w:rStyle w:val="Referencingstyle"/>
          <w:b w:val="0"/>
          <w:i w:val="0"/>
          <w:sz w:val="22"/>
        </w:rPr>
        <w:t xml:space="preserve"> set out further processes</w:t>
      </w:r>
      <w:r>
        <w:rPr>
          <w:rStyle w:val="Referencingstyle"/>
          <w:b w:val="0"/>
          <w:i w:val="0"/>
          <w:sz w:val="22"/>
        </w:rPr>
        <w:t xml:space="preserve"> or </w:t>
      </w:r>
      <w:r w:rsidRPr="007E7EF6">
        <w:rPr>
          <w:rStyle w:val="Referencingstyle"/>
          <w:b w:val="0"/>
          <w:i w:val="0"/>
          <w:sz w:val="22"/>
        </w:rPr>
        <w:t>requirements in respect of the issu</w:t>
      </w:r>
      <w:r w:rsidR="009D462B">
        <w:rPr>
          <w:rStyle w:val="Referencingstyle"/>
          <w:b w:val="0"/>
          <w:i w:val="0"/>
          <w:sz w:val="22"/>
        </w:rPr>
        <w:t>e</w:t>
      </w:r>
      <w:r w:rsidRPr="007E7EF6">
        <w:rPr>
          <w:rStyle w:val="Referencingstyle"/>
          <w:b w:val="0"/>
          <w:i w:val="0"/>
          <w:sz w:val="22"/>
        </w:rPr>
        <w:t xml:space="preserve">, redemption and cancellation of shares. </w:t>
      </w:r>
      <w:r w:rsidRPr="00712B4B">
        <w:rPr>
          <w:rStyle w:val="Referencingstyle"/>
          <w:b w:val="0"/>
          <w:i w:val="0"/>
          <w:sz w:val="22"/>
        </w:rPr>
        <w:t>For example, shares are gener</w:t>
      </w:r>
      <w:r w:rsidR="002553F6" w:rsidRPr="00712B4B">
        <w:rPr>
          <w:rStyle w:val="Referencingstyle"/>
          <w:b w:val="0"/>
          <w:i w:val="0"/>
          <w:sz w:val="22"/>
        </w:rPr>
        <w:t xml:space="preserve">ally issued at net asset value </w:t>
      </w:r>
      <w:r w:rsidRPr="00712B4B">
        <w:rPr>
          <w:rStyle w:val="Referencingstyle"/>
          <w:b w:val="0"/>
          <w:i w:val="0"/>
          <w:sz w:val="22"/>
        </w:rPr>
        <w:t>to ensure the buy</w:t>
      </w:r>
      <w:r w:rsidR="002553F6" w:rsidRPr="00712B4B">
        <w:rPr>
          <w:rStyle w:val="Referencingstyle"/>
          <w:b w:val="0"/>
          <w:i w:val="0"/>
          <w:sz w:val="22"/>
        </w:rPr>
        <w:t xml:space="preserve"> and sell prices are aligned</w:t>
      </w:r>
      <w:r w:rsidRPr="005F75D6">
        <w:rPr>
          <w:rStyle w:val="Referencingstyle"/>
          <w:b w:val="0"/>
          <w:i w:val="0"/>
          <w:sz w:val="22"/>
        </w:rPr>
        <w:t>.</w:t>
      </w:r>
      <w:r w:rsidRPr="007E7EF6">
        <w:rPr>
          <w:rStyle w:val="Referencingstyle"/>
          <w:b w:val="0"/>
          <w:i w:val="0"/>
          <w:sz w:val="22"/>
        </w:rPr>
        <w:t xml:space="preserve"> </w:t>
      </w:r>
    </w:p>
    <w:p w14:paraId="2E93EF9F" w14:textId="5F002EE6" w:rsidR="007E7EF6" w:rsidRPr="007E7EF6" w:rsidRDefault="007E7EF6" w:rsidP="004C0914">
      <w:pPr>
        <w:pStyle w:val="base-text-paragraph"/>
        <w:keepNext/>
        <w:numPr>
          <w:ilvl w:val="0"/>
          <w:numId w:val="0"/>
        </w:numPr>
        <w:ind w:left="1134"/>
        <w:rPr>
          <w:rStyle w:val="Referencingstyle"/>
          <w:b w:val="0"/>
          <w:sz w:val="22"/>
        </w:rPr>
      </w:pPr>
      <w:r>
        <w:rPr>
          <w:rStyle w:val="Referencingstyle"/>
          <w:b w:val="0"/>
          <w:sz w:val="22"/>
        </w:rPr>
        <w:t>Valuing shares in the CCIV</w:t>
      </w:r>
    </w:p>
    <w:p w14:paraId="6F68DC47" w14:textId="2D1BB530" w:rsidR="00722212" w:rsidRDefault="00722212" w:rsidP="002553F6">
      <w:pPr>
        <w:pStyle w:val="base-text-paragraph"/>
        <w:rPr>
          <w:rStyle w:val="Referencingstyle"/>
          <w:b w:val="0"/>
          <w:i w:val="0"/>
          <w:sz w:val="22"/>
        </w:rPr>
      </w:pPr>
      <w:r>
        <w:rPr>
          <w:rStyle w:val="Referencingstyle"/>
          <w:b w:val="0"/>
          <w:i w:val="0"/>
          <w:sz w:val="22"/>
        </w:rPr>
        <w:t xml:space="preserve">The depositary must supervise the corporate director’s conduct of valuing shares in the CCIV. </w:t>
      </w:r>
    </w:p>
    <w:p w14:paraId="7710736A" w14:textId="509AD812" w:rsidR="002553F6" w:rsidRPr="002553F6" w:rsidRDefault="002553F6" w:rsidP="002553F6">
      <w:pPr>
        <w:pStyle w:val="base-text-paragraph"/>
        <w:rPr>
          <w:rStyle w:val="Referencingstyle"/>
          <w:b w:val="0"/>
          <w:i w:val="0"/>
          <w:sz w:val="22"/>
        </w:rPr>
      </w:pPr>
      <w:r>
        <w:rPr>
          <w:rStyle w:val="Referencingstyle"/>
          <w:b w:val="0"/>
          <w:i w:val="0"/>
          <w:sz w:val="22"/>
        </w:rPr>
        <w:t>T</w:t>
      </w:r>
      <w:r w:rsidRPr="002553F6">
        <w:rPr>
          <w:rStyle w:val="Referencingstyle"/>
          <w:b w:val="0"/>
          <w:i w:val="0"/>
          <w:sz w:val="22"/>
        </w:rPr>
        <w:t xml:space="preserve">he constitution of </w:t>
      </w:r>
      <w:proofErr w:type="gramStart"/>
      <w:r w:rsidRPr="002553F6">
        <w:rPr>
          <w:rStyle w:val="Referencingstyle"/>
          <w:b w:val="0"/>
          <w:i w:val="0"/>
          <w:sz w:val="22"/>
        </w:rPr>
        <w:t>a retail</w:t>
      </w:r>
      <w:proofErr w:type="gramEnd"/>
      <w:r w:rsidRPr="002553F6">
        <w:rPr>
          <w:rStyle w:val="Referencingstyle"/>
          <w:b w:val="0"/>
          <w:i w:val="0"/>
          <w:sz w:val="22"/>
        </w:rPr>
        <w:t xml:space="preserve"> CCIV </w:t>
      </w:r>
      <w:r>
        <w:rPr>
          <w:rStyle w:val="Referencingstyle"/>
          <w:b w:val="0"/>
          <w:i w:val="0"/>
          <w:sz w:val="22"/>
        </w:rPr>
        <w:t xml:space="preserve">must </w:t>
      </w:r>
      <w:r w:rsidRPr="002553F6">
        <w:rPr>
          <w:rStyle w:val="Referencingstyle"/>
          <w:b w:val="0"/>
          <w:i w:val="0"/>
          <w:sz w:val="22"/>
        </w:rPr>
        <w:t xml:space="preserve">make adequate provision for the consideration that is to be paid to acquire a </w:t>
      </w:r>
      <w:r w:rsidR="00D168CF">
        <w:rPr>
          <w:rStyle w:val="Referencingstyle"/>
          <w:b w:val="0"/>
          <w:i w:val="0"/>
          <w:sz w:val="22"/>
        </w:rPr>
        <w:t>share</w:t>
      </w:r>
      <w:r w:rsidRPr="002553F6">
        <w:rPr>
          <w:rStyle w:val="Referencingstyle"/>
          <w:b w:val="0"/>
          <w:i w:val="0"/>
          <w:sz w:val="22"/>
        </w:rPr>
        <w:t xml:space="preserve"> in the CCIV.</w:t>
      </w:r>
      <w:r>
        <w:rPr>
          <w:rStyle w:val="Referencingstyle"/>
          <w:b w:val="0"/>
          <w:i w:val="0"/>
          <w:sz w:val="22"/>
        </w:rPr>
        <w:t xml:space="preserve"> </w:t>
      </w:r>
      <w:r>
        <w:rPr>
          <w:rStyle w:val="Referencingstyle"/>
        </w:rPr>
        <w:t>[</w:t>
      </w:r>
      <w:r w:rsidR="00D168CF">
        <w:rPr>
          <w:rStyle w:val="Referencingstyle"/>
        </w:rPr>
        <w:t>Schedule 1, Part 1, item 1, paragraph 1155(1)(a</w:t>
      </w:r>
      <w:r>
        <w:rPr>
          <w:rStyle w:val="Referencingstyle"/>
        </w:rPr>
        <w:t>)]</w:t>
      </w:r>
      <w:r w:rsidRPr="002553F6">
        <w:rPr>
          <w:rStyle w:val="Referencingstyle"/>
          <w:b w:val="0"/>
          <w:i w:val="0"/>
          <w:sz w:val="22"/>
        </w:rPr>
        <w:t xml:space="preserve"> </w:t>
      </w:r>
      <w:r w:rsidRPr="00712B4B">
        <w:rPr>
          <w:rStyle w:val="Referencingstyle"/>
          <w:b w:val="0"/>
          <w:i w:val="0"/>
          <w:sz w:val="22"/>
        </w:rPr>
        <w:t xml:space="preserve">In the MIS regime, the equivalent provision (paragraph </w:t>
      </w:r>
      <w:proofErr w:type="gramStart"/>
      <w:r w:rsidRPr="00712B4B">
        <w:rPr>
          <w:rStyle w:val="Referencingstyle"/>
          <w:b w:val="0"/>
          <w:i w:val="0"/>
          <w:sz w:val="22"/>
        </w:rPr>
        <w:t>601GA(</w:t>
      </w:r>
      <w:proofErr w:type="gramEnd"/>
      <w:r w:rsidRPr="00712B4B">
        <w:rPr>
          <w:rStyle w:val="Referencingstyle"/>
          <w:b w:val="0"/>
          <w:i w:val="0"/>
          <w:sz w:val="22"/>
        </w:rPr>
        <w:t>1)(a)) is interpreted to mean that the constitution must include provisions for calculating the issue price of an interest in a scheme</w:t>
      </w:r>
      <w:r w:rsidRPr="005F75D6">
        <w:rPr>
          <w:rStyle w:val="Referencingstyle"/>
          <w:b w:val="0"/>
          <w:i w:val="0"/>
          <w:sz w:val="22"/>
        </w:rPr>
        <w:t>.</w:t>
      </w:r>
      <w:r w:rsidRPr="002553F6">
        <w:rPr>
          <w:rStyle w:val="Referencingstyle"/>
          <w:b w:val="0"/>
          <w:i w:val="0"/>
          <w:sz w:val="22"/>
        </w:rPr>
        <w:t xml:space="preserve">  </w:t>
      </w:r>
    </w:p>
    <w:p w14:paraId="6B42CA0A" w14:textId="14A1C4D9" w:rsidR="007E7EF6" w:rsidRDefault="002553F6" w:rsidP="002553F6">
      <w:pPr>
        <w:pStyle w:val="base-text-paragraph"/>
        <w:rPr>
          <w:rStyle w:val="Referencingstyle"/>
          <w:b w:val="0"/>
          <w:i w:val="0"/>
          <w:sz w:val="22"/>
        </w:rPr>
      </w:pPr>
      <w:r>
        <w:rPr>
          <w:rStyle w:val="Referencingstyle"/>
          <w:b w:val="0"/>
          <w:i w:val="0"/>
          <w:sz w:val="22"/>
        </w:rPr>
        <w:t>The corporate director must</w:t>
      </w:r>
      <w:r w:rsidRPr="002553F6">
        <w:rPr>
          <w:rStyle w:val="Referencingstyle"/>
          <w:b w:val="0"/>
          <w:i w:val="0"/>
          <w:sz w:val="22"/>
        </w:rPr>
        <w:t xml:space="preserve"> ensure that the assets of a sub-fund of the CCIV are valued at regular intervals appropriate to the nature of the assets.</w:t>
      </w:r>
      <w:r>
        <w:rPr>
          <w:rStyle w:val="Referencingstyle"/>
          <w:b w:val="0"/>
          <w:i w:val="0"/>
          <w:sz w:val="22"/>
        </w:rPr>
        <w:t xml:space="preserve"> </w:t>
      </w:r>
      <w:r>
        <w:rPr>
          <w:rStyle w:val="Referencingstyle"/>
        </w:rPr>
        <w:t>[</w:t>
      </w:r>
      <w:r w:rsidR="009B0EA3">
        <w:rPr>
          <w:rStyle w:val="Referencingstyle"/>
        </w:rPr>
        <w:t>Schedule 1, Part 1, item 1, paragraph 1156</w:t>
      </w:r>
      <w:r>
        <w:rPr>
          <w:rStyle w:val="Referencingstyle"/>
        </w:rPr>
        <w:t>(j)]</w:t>
      </w:r>
      <w:r w:rsidRPr="002553F6">
        <w:rPr>
          <w:rStyle w:val="Referencingstyle"/>
          <w:b w:val="0"/>
          <w:i w:val="0"/>
          <w:sz w:val="22"/>
        </w:rPr>
        <w:t xml:space="preserve"> This </w:t>
      </w:r>
      <w:r>
        <w:rPr>
          <w:rStyle w:val="Referencingstyle"/>
          <w:b w:val="0"/>
          <w:i w:val="0"/>
          <w:sz w:val="22"/>
        </w:rPr>
        <w:t>is relevant to</w:t>
      </w:r>
      <w:r w:rsidRPr="002553F6">
        <w:rPr>
          <w:rStyle w:val="Referencingstyle"/>
          <w:b w:val="0"/>
          <w:i w:val="0"/>
          <w:sz w:val="22"/>
        </w:rPr>
        <w:t xml:space="preserve"> the net asset valuation calc</w:t>
      </w:r>
      <w:r w:rsidR="00443B3E">
        <w:rPr>
          <w:rStyle w:val="Referencingstyle"/>
          <w:b w:val="0"/>
          <w:i w:val="0"/>
          <w:sz w:val="22"/>
        </w:rPr>
        <w:t>ulations required by the rules about redemption of shares in a CCIV</w:t>
      </w:r>
      <w:r w:rsidR="007E7EF6">
        <w:rPr>
          <w:rStyle w:val="Referencingstyle"/>
          <w:b w:val="0"/>
          <w:i w:val="0"/>
          <w:sz w:val="22"/>
        </w:rPr>
        <w:t>.</w:t>
      </w:r>
    </w:p>
    <w:p w14:paraId="2B7CCB24" w14:textId="184D3478" w:rsidR="007E7EF6" w:rsidRDefault="007E7EF6" w:rsidP="007E7EF6">
      <w:pPr>
        <w:pStyle w:val="Heading5"/>
        <w:rPr>
          <w:rStyle w:val="Referencingstyle"/>
          <w:b w:val="0"/>
          <w:i/>
          <w:sz w:val="22"/>
        </w:rPr>
      </w:pPr>
      <w:r>
        <w:rPr>
          <w:rStyle w:val="Referencingstyle"/>
          <w:b w:val="0"/>
          <w:i/>
          <w:sz w:val="22"/>
        </w:rPr>
        <w:t>Allocating assets and liabilities of the CCIV to sub-funds of the CCIV</w:t>
      </w:r>
    </w:p>
    <w:p w14:paraId="4CFDFF5A" w14:textId="4F9253E3" w:rsidR="00722212" w:rsidRDefault="00722212" w:rsidP="005B1807">
      <w:pPr>
        <w:pStyle w:val="base-text-paragraph"/>
        <w:rPr>
          <w:rStyle w:val="Referencingstyle"/>
          <w:b w:val="0"/>
          <w:i w:val="0"/>
          <w:sz w:val="22"/>
        </w:rPr>
      </w:pPr>
      <w:r>
        <w:rPr>
          <w:rStyle w:val="Referencingstyle"/>
          <w:b w:val="0"/>
          <w:i w:val="0"/>
          <w:sz w:val="22"/>
        </w:rPr>
        <w:t xml:space="preserve">The depositary must supervise the corporate director’s conduct of allocating assets and liabilities of the CCIV to sub-funds of the CCIV. </w:t>
      </w:r>
    </w:p>
    <w:p w14:paraId="00DF0144" w14:textId="77435313" w:rsidR="007E7EF6" w:rsidRDefault="003866CF" w:rsidP="005B1807">
      <w:pPr>
        <w:pStyle w:val="base-text-paragraph"/>
        <w:rPr>
          <w:rStyle w:val="Referencingstyle"/>
          <w:b w:val="0"/>
          <w:i w:val="0"/>
          <w:sz w:val="22"/>
        </w:rPr>
      </w:pPr>
      <w:r>
        <w:rPr>
          <w:rStyle w:val="Referencingstyle"/>
          <w:b w:val="0"/>
          <w:i w:val="0"/>
          <w:sz w:val="22"/>
        </w:rPr>
        <w:t xml:space="preserve">The corporate director must allocate the assets and liabilities of the CCIV to the sub-funds of the CCIV in accordance with the requirements explained above </w:t>
      </w:r>
      <w:r w:rsidRPr="0033083D">
        <w:rPr>
          <w:rStyle w:val="Referencingstyle"/>
          <w:b w:val="0"/>
          <w:i w:val="0"/>
          <w:sz w:val="22"/>
        </w:rPr>
        <w:t xml:space="preserve">at paragraphs </w:t>
      </w:r>
      <w:r w:rsidR="00ED7A7E" w:rsidRPr="0033083D">
        <w:rPr>
          <w:rStyle w:val="Referencingstyle"/>
          <w:b w:val="0"/>
          <w:i w:val="0"/>
          <w:sz w:val="22"/>
        </w:rPr>
        <w:fldChar w:fldCharType="begin"/>
      </w:r>
      <w:r w:rsidR="00ED7A7E" w:rsidRPr="0033083D">
        <w:rPr>
          <w:rStyle w:val="Referencingstyle"/>
          <w:b w:val="0"/>
          <w:i w:val="0"/>
          <w:sz w:val="22"/>
        </w:rPr>
        <w:instrText xml:space="preserve"> REF _Ref490674132 \r \h </w:instrText>
      </w:r>
      <w:r w:rsidR="0033083D">
        <w:rPr>
          <w:rStyle w:val="Referencingstyle"/>
          <w:b w:val="0"/>
          <w:i w:val="0"/>
          <w:sz w:val="22"/>
        </w:rPr>
        <w:instrText xml:space="preserve"> \* MERGEFORMAT </w:instrText>
      </w:r>
      <w:r w:rsidR="00ED7A7E" w:rsidRPr="0033083D">
        <w:rPr>
          <w:rStyle w:val="Referencingstyle"/>
          <w:b w:val="0"/>
          <w:i w:val="0"/>
          <w:sz w:val="22"/>
        </w:rPr>
      </w:r>
      <w:r w:rsidR="00ED7A7E" w:rsidRPr="0033083D">
        <w:rPr>
          <w:rStyle w:val="Referencingstyle"/>
          <w:b w:val="0"/>
          <w:i w:val="0"/>
          <w:sz w:val="22"/>
        </w:rPr>
        <w:fldChar w:fldCharType="separate"/>
      </w:r>
      <w:r w:rsidR="004C78A6">
        <w:rPr>
          <w:rStyle w:val="Referencingstyle"/>
          <w:b w:val="0"/>
          <w:i w:val="0"/>
          <w:sz w:val="22"/>
        </w:rPr>
        <w:t>4.38</w:t>
      </w:r>
      <w:r w:rsidR="00ED7A7E" w:rsidRPr="0033083D">
        <w:rPr>
          <w:rStyle w:val="Referencingstyle"/>
          <w:b w:val="0"/>
          <w:i w:val="0"/>
          <w:sz w:val="22"/>
        </w:rPr>
        <w:fldChar w:fldCharType="end"/>
      </w:r>
      <w:r w:rsidR="00ED7A7E" w:rsidRPr="0033083D">
        <w:rPr>
          <w:rStyle w:val="Referencingstyle"/>
          <w:b w:val="0"/>
          <w:i w:val="0"/>
          <w:sz w:val="22"/>
        </w:rPr>
        <w:t xml:space="preserve"> to </w:t>
      </w:r>
      <w:r w:rsidR="00ED7A7E" w:rsidRPr="0033083D">
        <w:rPr>
          <w:rStyle w:val="Referencingstyle"/>
          <w:b w:val="0"/>
          <w:i w:val="0"/>
          <w:sz w:val="22"/>
        </w:rPr>
        <w:fldChar w:fldCharType="begin"/>
      </w:r>
      <w:r w:rsidR="00ED7A7E" w:rsidRPr="0033083D">
        <w:rPr>
          <w:rStyle w:val="Referencingstyle"/>
          <w:b w:val="0"/>
          <w:i w:val="0"/>
          <w:sz w:val="22"/>
        </w:rPr>
        <w:instrText xml:space="preserve"> REF _Ref490674141 \r \h </w:instrText>
      </w:r>
      <w:r w:rsidR="0033083D">
        <w:rPr>
          <w:rStyle w:val="Referencingstyle"/>
          <w:b w:val="0"/>
          <w:i w:val="0"/>
          <w:sz w:val="22"/>
        </w:rPr>
        <w:instrText xml:space="preserve"> \* MERGEFORMAT </w:instrText>
      </w:r>
      <w:r w:rsidR="00ED7A7E" w:rsidRPr="0033083D">
        <w:rPr>
          <w:rStyle w:val="Referencingstyle"/>
          <w:b w:val="0"/>
          <w:i w:val="0"/>
          <w:sz w:val="22"/>
        </w:rPr>
      </w:r>
      <w:r w:rsidR="00ED7A7E" w:rsidRPr="0033083D">
        <w:rPr>
          <w:rStyle w:val="Referencingstyle"/>
          <w:b w:val="0"/>
          <w:i w:val="0"/>
          <w:sz w:val="22"/>
        </w:rPr>
        <w:fldChar w:fldCharType="separate"/>
      </w:r>
      <w:r w:rsidR="004C78A6">
        <w:rPr>
          <w:rStyle w:val="Referencingstyle"/>
          <w:b w:val="0"/>
          <w:i w:val="0"/>
          <w:sz w:val="22"/>
        </w:rPr>
        <w:t>4.44</w:t>
      </w:r>
      <w:r w:rsidR="00ED7A7E" w:rsidRPr="0033083D">
        <w:rPr>
          <w:rStyle w:val="Referencingstyle"/>
          <w:b w:val="0"/>
          <w:i w:val="0"/>
          <w:sz w:val="22"/>
        </w:rPr>
        <w:fldChar w:fldCharType="end"/>
      </w:r>
      <w:r w:rsidRPr="0033083D">
        <w:rPr>
          <w:rStyle w:val="Referencingstyle"/>
          <w:b w:val="0"/>
          <w:i w:val="0"/>
          <w:sz w:val="22"/>
        </w:rPr>
        <w:t xml:space="preserve"> </w:t>
      </w:r>
      <w:r w:rsidR="00ED7A7E" w:rsidRPr="0033083D">
        <w:rPr>
          <w:rStyle w:val="Referencingstyle"/>
          <w:b w:val="0"/>
          <w:i w:val="0"/>
          <w:sz w:val="22"/>
        </w:rPr>
        <w:t xml:space="preserve">and </w:t>
      </w:r>
      <w:r w:rsidR="00ED7A7E" w:rsidRPr="0033083D">
        <w:rPr>
          <w:rStyle w:val="Referencingstyle"/>
          <w:b w:val="0"/>
          <w:i w:val="0"/>
          <w:sz w:val="22"/>
        </w:rPr>
        <w:fldChar w:fldCharType="begin"/>
      </w:r>
      <w:r w:rsidR="00ED7A7E" w:rsidRPr="0033083D">
        <w:rPr>
          <w:rStyle w:val="Referencingstyle"/>
          <w:b w:val="0"/>
          <w:i w:val="0"/>
          <w:sz w:val="22"/>
        </w:rPr>
        <w:instrText xml:space="preserve"> REF _Ref490674155 \r \h </w:instrText>
      </w:r>
      <w:r w:rsidR="0033083D">
        <w:rPr>
          <w:rStyle w:val="Referencingstyle"/>
          <w:b w:val="0"/>
          <w:i w:val="0"/>
          <w:sz w:val="22"/>
        </w:rPr>
        <w:instrText xml:space="preserve"> \* MERGEFORMAT </w:instrText>
      </w:r>
      <w:r w:rsidR="00ED7A7E" w:rsidRPr="0033083D">
        <w:rPr>
          <w:rStyle w:val="Referencingstyle"/>
          <w:b w:val="0"/>
          <w:i w:val="0"/>
          <w:sz w:val="22"/>
        </w:rPr>
      </w:r>
      <w:r w:rsidR="00ED7A7E" w:rsidRPr="0033083D">
        <w:rPr>
          <w:rStyle w:val="Referencingstyle"/>
          <w:b w:val="0"/>
          <w:i w:val="0"/>
          <w:sz w:val="22"/>
        </w:rPr>
        <w:fldChar w:fldCharType="separate"/>
      </w:r>
      <w:r w:rsidR="004C78A6">
        <w:rPr>
          <w:rStyle w:val="Referencingstyle"/>
          <w:b w:val="0"/>
          <w:i w:val="0"/>
          <w:sz w:val="22"/>
        </w:rPr>
        <w:t>4.50</w:t>
      </w:r>
      <w:r w:rsidR="00ED7A7E" w:rsidRPr="0033083D">
        <w:rPr>
          <w:rStyle w:val="Referencingstyle"/>
          <w:b w:val="0"/>
          <w:i w:val="0"/>
          <w:sz w:val="22"/>
        </w:rPr>
        <w:fldChar w:fldCharType="end"/>
      </w:r>
      <w:r w:rsidRPr="0033083D">
        <w:rPr>
          <w:rStyle w:val="Referencingstyle"/>
          <w:b w:val="0"/>
          <w:i w:val="0"/>
          <w:sz w:val="22"/>
        </w:rPr>
        <w:t xml:space="preserve"> to </w:t>
      </w:r>
      <w:r w:rsidR="00ED7A7E" w:rsidRPr="0033083D">
        <w:rPr>
          <w:rStyle w:val="Referencingstyle"/>
          <w:b w:val="0"/>
          <w:i w:val="0"/>
          <w:sz w:val="22"/>
        </w:rPr>
        <w:fldChar w:fldCharType="begin"/>
      </w:r>
      <w:r w:rsidR="00ED7A7E" w:rsidRPr="0033083D">
        <w:rPr>
          <w:rStyle w:val="Referencingstyle"/>
          <w:b w:val="0"/>
          <w:i w:val="0"/>
          <w:sz w:val="22"/>
        </w:rPr>
        <w:instrText xml:space="preserve"> REF _Ref490674255 \r \h </w:instrText>
      </w:r>
      <w:r w:rsidR="0033083D">
        <w:rPr>
          <w:rStyle w:val="Referencingstyle"/>
          <w:b w:val="0"/>
          <w:i w:val="0"/>
          <w:sz w:val="22"/>
        </w:rPr>
        <w:instrText xml:space="preserve"> \* MERGEFORMAT </w:instrText>
      </w:r>
      <w:r w:rsidR="00ED7A7E" w:rsidRPr="0033083D">
        <w:rPr>
          <w:rStyle w:val="Referencingstyle"/>
          <w:b w:val="0"/>
          <w:i w:val="0"/>
          <w:sz w:val="22"/>
        </w:rPr>
      </w:r>
      <w:r w:rsidR="00ED7A7E" w:rsidRPr="0033083D">
        <w:rPr>
          <w:rStyle w:val="Referencingstyle"/>
          <w:b w:val="0"/>
          <w:i w:val="0"/>
          <w:sz w:val="22"/>
        </w:rPr>
        <w:fldChar w:fldCharType="separate"/>
      </w:r>
      <w:r w:rsidR="004C78A6">
        <w:rPr>
          <w:rStyle w:val="Referencingstyle"/>
          <w:b w:val="0"/>
          <w:i w:val="0"/>
          <w:sz w:val="22"/>
        </w:rPr>
        <w:t>4.54</w:t>
      </w:r>
      <w:r w:rsidR="00ED7A7E" w:rsidRPr="0033083D">
        <w:rPr>
          <w:rStyle w:val="Referencingstyle"/>
          <w:b w:val="0"/>
          <w:i w:val="0"/>
          <w:sz w:val="22"/>
        </w:rPr>
        <w:fldChar w:fldCharType="end"/>
      </w:r>
      <w:r w:rsidRPr="0033083D">
        <w:rPr>
          <w:rStyle w:val="Referencingstyle"/>
          <w:b w:val="0"/>
          <w:i w:val="0"/>
          <w:sz w:val="22"/>
        </w:rPr>
        <w:t>.</w:t>
      </w:r>
      <w:r>
        <w:rPr>
          <w:rStyle w:val="Referencingstyle"/>
          <w:b w:val="0"/>
          <w:i w:val="0"/>
          <w:sz w:val="22"/>
        </w:rPr>
        <w:t xml:space="preserve"> </w:t>
      </w:r>
      <w:r>
        <w:rPr>
          <w:rStyle w:val="Referencingstyle"/>
        </w:rPr>
        <w:t>[</w:t>
      </w:r>
      <w:r w:rsidR="009B0EA3">
        <w:rPr>
          <w:rStyle w:val="Referencingstyle"/>
        </w:rPr>
        <w:t>Schedule 1, Part 1, item 1, sections 1142, 1142E, 1142F and 1142J</w:t>
      </w:r>
      <w:r>
        <w:rPr>
          <w:rStyle w:val="Referencingstyle"/>
        </w:rPr>
        <w:t>]</w:t>
      </w:r>
    </w:p>
    <w:p w14:paraId="0D525F19" w14:textId="16C3505E" w:rsidR="007E7EF6" w:rsidRDefault="007E7EF6" w:rsidP="007E7EF6">
      <w:pPr>
        <w:pStyle w:val="Heading5"/>
        <w:rPr>
          <w:rStyle w:val="Referencingstyle"/>
          <w:b w:val="0"/>
          <w:i/>
          <w:sz w:val="22"/>
        </w:rPr>
      </w:pPr>
      <w:r>
        <w:rPr>
          <w:rStyle w:val="Referencingstyle"/>
          <w:b w:val="0"/>
          <w:i/>
          <w:sz w:val="22"/>
        </w:rPr>
        <w:t>Allocating and distributing income of the CCIV</w:t>
      </w:r>
    </w:p>
    <w:p w14:paraId="227C2602" w14:textId="21784841" w:rsidR="00722212" w:rsidRPr="00E63180" w:rsidRDefault="00722212" w:rsidP="003866CF">
      <w:pPr>
        <w:pStyle w:val="base-text-paragraph"/>
      </w:pPr>
      <w:r>
        <w:rPr>
          <w:rStyle w:val="Referencingstyle"/>
          <w:b w:val="0"/>
          <w:i w:val="0"/>
          <w:sz w:val="22"/>
        </w:rPr>
        <w:t>The depositary must supervise the corporate director’s conduct of allocating and distributing income.</w:t>
      </w:r>
    </w:p>
    <w:p w14:paraId="4ABC9105" w14:textId="4446BAC3" w:rsidR="003866CF" w:rsidRDefault="003866CF" w:rsidP="003866CF">
      <w:pPr>
        <w:pStyle w:val="base-text-paragraph"/>
      </w:pPr>
      <w:r w:rsidRPr="00AA0F06">
        <w:t xml:space="preserve">Part 2H.5 </w:t>
      </w:r>
      <w:r w:rsidR="00AA0F06" w:rsidRPr="00AA0F06">
        <w:t xml:space="preserve">of the Act </w:t>
      </w:r>
      <w:r w:rsidRPr="00AA0F06">
        <w:t xml:space="preserve">(concerning dividends) will </w:t>
      </w:r>
      <w:r w:rsidR="00AA0F06" w:rsidRPr="00AA0F06">
        <w:t xml:space="preserve">affect </w:t>
      </w:r>
      <w:r w:rsidRPr="00AA0F06">
        <w:t xml:space="preserve">the circumstances in which the corporate director may distribute the income of a sub-fund to the </w:t>
      </w:r>
      <w:r w:rsidR="003D079A" w:rsidRPr="00AA0F06">
        <w:t xml:space="preserve">members </w:t>
      </w:r>
      <w:r w:rsidRPr="00AA0F06">
        <w:t>of that sub-fund.</w:t>
      </w:r>
      <w:r>
        <w:t xml:space="preserve"> </w:t>
      </w:r>
      <w:r w:rsidR="00AA0F06">
        <w:t xml:space="preserve">Consequential amendments to Part 2H.5 of the Act are </w:t>
      </w:r>
      <w:r w:rsidR="001B78C6">
        <w:t xml:space="preserve">still </w:t>
      </w:r>
      <w:r w:rsidR="00AA0F06">
        <w:t>under development and will be included in the next exposure draft.</w:t>
      </w:r>
    </w:p>
    <w:p w14:paraId="3F144169" w14:textId="5BE56ADB" w:rsidR="003866CF" w:rsidRDefault="003866CF" w:rsidP="003866CF">
      <w:pPr>
        <w:pStyle w:val="base-text-paragraph"/>
      </w:pPr>
      <w:r>
        <w:t>As part of its obligation to prepare financial statements, and as a corollary of its obligation to allocate assets and liabilities to the sub-funds, the corporate director will be required to allocate the income of the CCIV to each of the sub-funds.</w:t>
      </w:r>
    </w:p>
    <w:p w14:paraId="071E35C2" w14:textId="2D6A5BB7" w:rsidR="003866CF" w:rsidRDefault="003866CF" w:rsidP="003866CF">
      <w:pPr>
        <w:pStyle w:val="base-text-paragraph"/>
      </w:pPr>
      <w:bookmarkStart w:id="128" w:name="_Ref489988720"/>
      <w:r>
        <w:lastRenderedPageBreak/>
        <w:t>The allocation or distribution of the income of the CCIV must be determined in accordance with the constitution.</w:t>
      </w:r>
      <w:bookmarkEnd w:id="128"/>
    </w:p>
    <w:p w14:paraId="335C28E9" w14:textId="1E8D597B" w:rsidR="00DE0AB8" w:rsidRDefault="00DE0AB8" w:rsidP="00DE0AB8">
      <w:pPr>
        <w:pStyle w:val="Heading4"/>
      </w:pPr>
      <w:r>
        <w:t>Breach reporting</w:t>
      </w:r>
    </w:p>
    <w:p w14:paraId="609E4B61" w14:textId="60C1D833" w:rsidR="00DE0AB8" w:rsidRDefault="00DE0AB8" w:rsidP="00DE0AB8">
      <w:pPr>
        <w:pStyle w:val="base-text-paragraph"/>
        <w:rPr>
          <w:rStyle w:val="Referencingstyle"/>
          <w:b w:val="0"/>
          <w:i w:val="0"/>
          <w:sz w:val="22"/>
        </w:rPr>
      </w:pPr>
      <w:r>
        <w:rPr>
          <w:rStyle w:val="Referencingstyle"/>
          <w:b w:val="0"/>
          <w:i w:val="0"/>
          <w:sz w:val="22"/>
        </w:rPr>
        <w:t xml:space="preserve">The depositary must report breaches or suspected breaches </w:t>
      </w:r>
      <w:r w:rsidR="00A91192">
        <w:rPr>
          <w:rStyle w:val="Referencingstyle"/>
          <w:b w:val="0"/>
          <w:i w:val="0"/>
          <w:sz w:val="22"/>
        </w:rPr>
        <w:t xml:space="preserve">to ASIC </w:t>
      </w:r>
      <w:r>
        <w:rPr>
          <w:rStyle w:val="Referencingstyle"/>
          <w:b w:val="0"/>
          <w:i w:val="0"/>
          <w:sz w:val="22"/>
        </w:rPr>
        <w:t>that:</w:t>
      </w:r>
    </w:p>
    <w:p w14:paraId="37843B16" w14:textId="7EADF0F0" w:rsidR="00DE0AB8" w:rsidRDefault="00C2283D" w:rsidP="00DE0AB8">
      <w:pPr>
        <w:pStyle w:val="dotpoint"/>
        <w:rPr>
          <w:rStyle w:val="Referencingstyle"/>
          <w:b w:val="0"/>
          <w:i w:val="0"/>
          <w:sz w:val="22"/>
        </w:rPr>
      </w:pPr>
      <w:r>
        <w:rPr>
          <w:rStyle w:val="Referencingstyle"/>
          <w:b w:val="0"/>
          <w:i w:val="0"/>
          <w:sz w:val="22"/>
        </w:rPr>
        <w:t xml:space="preserve">relate to the CCIV; </w:t>
      </w:r>
    </w:p>
    <w:p w14:paraId="0B59D445" w14:textId="3B221650" w:rsidR="00DE0AB8" w:rsidRPr="00DE0AB8" w:rsidRDefault="00DE0AB8" w:rsidP="00DE0AB8">
      <w:pPr>
        <w:pStyle w:val="dotpoint"/>
        <w:rPr>
          <w:rStyle w:val="Referencingstyle"/>
          <w:b w:val="0"/>
          <w:i w:val="0"/>
          <w:sz w:val="22"/>
        </w:rPr>
      </w:pPr>
      <w:r>
        <w:rPr>
          <w:rStyle w:val="Referencingstyle"/>
          <w:b w:val="0"/>
          <w:i w:val="0"/>
          <w:sz w:val="22"/>
        </w:rPr>
        <w:t xml:space="preserve">arise in relation to the conduct by the corporate director of </w:t>
      </w:r>
      <w:r w:rsidR="004855A7">
        <w:rPr>
          <w:rStyle w:val="Referencingstyle"/>
          <w:b w:val="0"/>
          <w:i w:val="0"/>
          <w:sz w:val="22"/>
        </w:rPr>
        <w:t xml:space="preserve">the </w:t>
      </w:r>
      <w:r>
        <w:rPr>
          <w:rStyle w:val="Referencingstyle"/>
          <w:b w:val="0"/>
          <w:i w:val="0"/>
          <w:sz w:val="22"/>
        </w:rPr>
        <w:t xml:space="preserve">activities described at </w:t>
      </w:r>
      <w:r w:rsidRPr="0033083D">
        <w:rPr>
          <w:rStyle w:val="Referencingstyle"/>
          <w:b w:val="0"/>
          <w:i w:val="0"/>
          <w:sz w:val="22"/>
        </w:rPr>
        <w:t xml:space="preserve">paragraph </w:t>
      </w:r>
      <w:r w:rsidRPr="0033083D">
        <w:rPr>
          <w:rStyle w:val="Referencingstyle"/>
          <w:b w:val="0"/>
          <w:i w:val="0"/>
          <w:sz w:val="22"/>
        </w:rPr>
        <w:fldChar w:fldCharType="begin"/>
      </w:r>
      <w:r w:rsidRPr="0033083D">
        <w:rPr>
          <w:rStyle w:val="Referencingstyle"/>
          <w:b w:val="0"/>
          <w:i w:val="0"/>
          <w:sz w:val="22"/>
        </w:rPr>
        <w:instrText xml:space="preserve"> REF _Ref490207610 \r \h  \* MERGEFORMAT </w:instrText>
      </w:r>
      <w:r w:rsidRPr="0033083D">
        <w:rPr>
          <w:rStyle w:val="Referencingstyle"/>
          <w:b w:val="0"/>
          <w:i w:val="0"/>
          <w:sz w:val="22"/>
        </w:rPr>
      </w:r>
      <w:r w:rsidRPr="0033083D">
        <w:rPr>
          <w:rStyle w:val="Referencingstyle"/>
          <w:b w:val="0"/>
          <w:i w:val="0"/>
          <w:sz w:val="22"/>
        </w:rPr>
        <w:fldChar w:fldCharType="separate"/>
      </w:r>
      <w:r w:rsidR="004C78A6">
        <w:rPr>
          <w:rStyle w:val="Referencingstyle"/>
          <w:b w:val="0"/>
          <w:i w:val="0"/>
          <w:sz w:val="22"/>
        </w:rPr>
        <w:t>6.50</w:t>
      </w:r>
      <w:r w:rsidRPr="0033083D">
        <w:rPr>
          <w:rStyle w:val="Referencingstyle"/>
          <w:b w:val="0"/>
          <w:i w:val="0"/>
          <w:sz w:val="22"/>
        </w:rPr>
        <w:fldChar w:fldCharType="end"/>
      </w:r>
      <w:r w:rsidRPr="0033083D">
        <w:rPr>
          <w:rStyle w:val="Referencingstyle"/>
          <w:b w:val="0"/>
          <w:i w:val="0"/>
          <w:sz w:val="22"/>
        </w:rPr>
        <w:t xml:space="preserve"> above</w:t>
      </w:r>
      <w:r>
        <w:rPr>
          <w:rStyle w:val="Referencingstyle"/>
          <w:b w:val="0"/>
          <w:i w:val="0"/>
          <w:sz w:val="22"/>
        </w:rPr>
        <w:t>; and</w:t>
      </w:r>
    </w:p>
    <w:p w14:paraId="124DF104" w14:textId="687795B1" w:rsidR="00DE0AB8" w:rsidRDefault="001B78C6" w:rsidP="00DE0AB8">
      <w:pPr>
        <w:pStyle w:val="dotpoint"/>
        <w:rPr>
          <w:rStyle w:val="Referencingstyle"/>
          <w:b w:val="0"/>
          <w:i w:val="0"/>
          <w:sz w:val="22"/>
        </w:rPr>
      </w:pPr>
      <w:proofErr w:type="gramStart"/>
      <w:r>
        <w:rPr>
          <w:rStyle w:val="Referencingstyle"/>
          <w:b w:val="0"/>
          <w:i w:val="0"/>
          <w:sz w:val="22"/>
        </w:rPr>
        <w:t>are</w:t>
      </w:r>
      <w:proofErr w:type="gramEnd"/>
      <w:r w:rsidR="00DE0AB8">
        <w:rPr>
          <w:rStyle w:val="Referencingstyle"/>
          <w:b w:val="0"/>
          <w:i w:val="0"/>
          <w:sz w:val="22"/>
        </w:rPr>
        <w:t xml:space="preserve">, or would be, in the opinion of the depositary, a serious breach of the Act. </w:t>
      </w:r>
    </w:p>
    <w:p w14:paraId="6FA14C93" w14:textId="608A26D3" w:rsidR="00A91192" w:rsidRDefault="00A91192" w:rsidP="00712B4B">
      <w:pPr>
        <w:pStyle w:val="dotpoint"/>
        <w:numPr>
          <w:ilvl w:val="0"/>
          <w:numId w:val="0"/>
        </w:numPr>
        <w:ind w:left="1984"/>
        <w:rPr>
          <w:rStyle w:val="Referencingstyle"/>
          <w:b w:val="0"/>
          <w:i w:val="0"/>
          <w:sz w:val="22"/>
        </w:rPr>
      </w:pPr>
      <w:r>
        <w:rPr>
          <w:rStyle w:val="Referencingstyle"/>
        </w:rPr>
        <w:t>[</w:t>
      </w:r>
      <w:r w:rsidR="000F10EC">
        <w:rPr>
          <w:rStyle w:val="Referencingstyle"/>
        </w:rPr>
        <w:t xml:space="preserve">Schedule 1, Part 1, item 1, subsection </w:t>
      </w:r>
      <w:proofErr w:type="gramStart"/>
      <w:r w:rsidR="000F10EC">
        <w:rPr>
          <w:rStyle w:val="Referencingstyle"/>
        </w:rPr>
        <w:t>1164E(</w:t>
      </w:r>
      <w:proofErr w:type="gramEnd"/>
      <w:r w:rsidR="000F10EC">
        <w:rPr>
          <w:rStyle w:val="Referencingstyle"/>
        </w:rPr>
        <w:t>1)</w:t>
      </w:r>
      <w:r>
        <w:rPr>
          <w:rStyle w:val="Referencingstyle"/>
        </w:rPr>
        <w:t>]</w:t>
      </w:r>
    </w:p>
    <w:p w14:paraId="522BECB6" w14:textId="394C798F" w:rsidR="00DE0AB8" w:rsidRDefault="00E6607E" w:rsidP="00DE0AB8">
      <w:pPr>
        <w:pStyle w:val="base-text-paragraph"/>
        <w:rPr>
          <w:rStyle w:val="Referencingstyle"/>
          <w:b w:val="0"/>
          <w:i w:val="0"/>
          <w:sz w:val="22"/>
        </w:rPr>
      </w:pPr>
      <w:r>
        <w:rPr>
          <w:rStyle w:val="Referencingstyle"/>
          <w:b w:val="0"/>
          <w:i w:val="0"/>
          <w:sz w:val="22"/>
        </w:rPr>
        <w:t xml:space="preserve">If the depositary becomes aware of a breach or suspected breach it must lodge a written report on the matter with ASIC as soon as practicable, and in any case within 10 business days after becoming aware of or reasonably suspecting the breach. </w:t>
      </w:r>
      <w:r w:rsidR="00DE0AB8">
        <w:rPr>
          <w:rStyle w:val="Referencingstyle"/>
        </w:rPr>
        <w:t>[</w:t>
      </w:r>
      <w:r w:rsidR="000F10EC">
        <w:rPr>
          <w:rStyle w:val="Referencingstyle"/>
        </w:rPr>
        <w:t>Schedule 1, Part 1, item 1, subsection 1164E(2)</w:t>
      </w:r>
      <w:r w:rsidR="00DE0AB8">
        <w:rPr>
          <w:rStyle w:val="Referencingstyle"/>
        </w:rPr>
        <w:t>]</w:t>
      </w:r>
      <w:r w:rsidR="00DE0AB8">
        <w:rPr>
          <w:rStyle w:val="Referencingstyle"/>
          <w:b w:val="0"/>
          <w:i w:val="0"/>
          <w:sz w:val="22"/>
        </w:rPr>
        <w:t xml:space="preserve"> </w:t>
      </w:r>
    </w:p>
    <w:p w14:paraId="7A24EADD" w14:textId="77777777" w:rsidR="00DE0AB8" w:rsidRDefault="00DE0AB8" w:rsidP="00DE0AB8">
      <w:pPr>
        <w:pStyle w:val="base-text-paragraph"/>
        <w:rPr>
          <w:rStyle w:val="Referencingstyle"/>
          <w:b w:val="0"/>
          <w:i w:val="0"/>
          <w:sz w:val="22"/>
        </w:rPr>
      </w:pPr>
      <w:r>
        <w:rPr>
          <w:rStyle w:val="Referencingstyle"/>
          <w:b w:val="0"/>
          <w:i w:val="0"/>
          <w:sz w:val="22"/>
        </w:rPr>
        <w:t xml:space="preserve">This breach-reporting obligation is based on the duty imposed on the responsible entity of a registered scheme in paragraph </w:t>
      </w:r>
      <w:proofErr w:type="gramStart"/>
      <w:r>
        <w:rPr>
          <w:rStyle w:val="Referencingstyle"/>
          <w:b w:val="0"/>
          <w:i w:val="0"/>
          <w:sz w:val="22"/>
        </w:rPr>
        <w:t>601FC(</w:t>
      </w:r>
      <w:proofErr w:type="gramEnd"/>
      <w:r>
        <w:rPr>
          <w:rStyle w:val="Referencingstyle"/>
          <w:b w:val="0"/>
          <w:i w:val="0"/>
          <w:sz w:val="22"/>
        </w:rPr>
        <w:t xml:space="preserve">1)(l).  </w:t>
      </w:r>
    </w:p>
    <w:p w14:paraId="617BF442" w14:textId="480201C3" w:rsidR="00693346" w:rsidRDefault="00F87459" w:rsidP="00693346">
      <w:pPr>
        <w:pStyle w:val="Heading4"/>
        <w:rPr>
          <w:rStyle w:val="Referencingstyle"/>
          <w:b/>
          <w:i/>
          <w:sz w:val="22"/>
        </w:rPr>
      </w:pPr>
      <w:r>
        <w:rPr>
          <w:rStyle w:val="Referencingstyle"/>
          <w:b/>
          <w:i/>
          <w:sz w:val="22"/>
        </w:rPr>
        <w:t>Fur</w:t>
      </w:r>
      <w:r w:rsidR="00693346">
        <w:rPr>
          <w:rStyle w:val="Referencingstyle"/>
          <w:b/>
          <w:i/>
          <w:sz w:val="22"/>
        </w:rPr>
        <w:t>ther</w:t>
      </w:r>
      <w:r w:rsidR="002553F6">
        <w:rPr>
          <w:rStyle w:val="Referencingstyle"/>
          <w:b/>
          <w:i/>
          <w:sz w:val="22"/>
        </w:rPr>
        <w:t xml:space="preserve"> duties </w:t>
      </w:r>
      <w:r w:rsidR="00E736D1">
        <w:rPr>
          <w:rStyle w:val="Referencingstyle"/>
          <w:b/>
          <w:i/>
          <w:sz w:val="22"/>
        </w:rPr>
        <w:t>of the depositary</w:t>
      </w:r>
    </w:p>
    <w:p w14:paraId="0C18CFDD" w14:textId="6A4B759A" w:rsidR="00036DA0" w:rsidRPr="00036DA0" w:rsidRDefault="00CE045B" w:rsidP="00036DA0">
      <w:pPr>
        <w:pStyle w:val="base-text-paragraph"/>
      </w:pPr>
      <w:r>
        <w:t xml:space="preserve">The depositary owes the following </w:t>
      </w:r>
      <w:r w:rsidR="00F87459">
        <w:t xml:space="preserve">general </w:t>
      </w:r>
      <w:r>
        <w:t xml:space="preserve">duties, which reflect the fundamental duties of a fiduciary, in exercising its powers and carrying out </w:t>
      </w:r>
      <w:r w:rsidR="00F87459">
        <w:t>all of its</w:t>
      </w:r>
      <w:r>
        <w:t xml:space="preserve"> </w:t>
      </w:r>
      <w:r w:rsidR="00F87459">
        <w:t xml:space="preserve">other </w:t>
      </w:r>
      <w:r>
        <w:t>duties:</w:t>
      </w:r>
    </w:p>
    <w:p w14:paraId="04A02464" w14:textId="34DF1237" w:rsidR="00036DA0" w:rsidRDefault="00CE045B" w:rsidP="00036DA0">
      <w:pPr>
        <w:pStyle w:val="dotpoint"/>
      </w:pPr>
      <w:r>
        <w:rPr>
          <w:rStyle w:val="Referencingstyle"/>
          <w:b w:val="0"/>
          <w:i w:val="0"/>
          <w:sz w:val="22"/>
        </w:rPr>
        <w:t xml:space="preserve">to </w:t>
      </w:r>
      <w:r w:rsidR="00036DA0">
        <w:t>act honestly;</w:t>
      </w:r>
    </w:p>
    <w:p w14:paraId="0EA0C7EE" w14:textId="451616F7" w:rsidR="00036DA0" w:rsidRDefault="00CE045B" w:rsidP="00036DA0">
      <w:pPr>
        <w:pStyle w:val="dotpoint"/>
      </w:pPr>
      <w:r>
        <w:t xml:space="preserve">to </w:t>
      </w:r>
      <w:r w:rsidR="00036DA0">
        <w:t xml:space="preserve">exercise the degree of care and diligence that a reasonable person would exercise in the </w:t>
      </w:r>
      <w:r>
        <w:t>depositary</w:t>
      </w:r>
      <w:r w:rsidR="00036DA0">
        <w:t>’s position;</w:t>
      </w:r>
    </w:p>
    <w:p w14:paraId="4922A065" w14:textId="775378EB" w:rsidR="00036DA0" w:rsidRDefault="00CE045B" w:rsidP="00036DA0">
      <w:pPr>
        <w:pStyle w:val="dotpoint"/>
      </w:pPr>
      <w:r>
        <w:t>to act in the best interests of the CCIV</w:t>
      </w:r>
      <w:r w:rsidR="00036DA0">
        <w:t xml:space="preserve"> and</w:t>
      </w:r>
      <w:r w:rsidR="00813C13">
        <w:t>, if there is a conflict, to</w:t>
      </w:r>
      <w:r w:rsidR="00036DA0">
        <w:t xml:space="preserve"> </w:t>
      </w:r>
      <w:r>
        <w:t>give priority to the CCIV’s</w:t>
      </w:r>
      <w:r w:rsidR="00036DA0">
        <w:t xml:space="preserve"> interests over its own;</w:t>
      </w:r>
      <w:r>
        <w:t xml:space="preserve"> and</w:t>
      </w:r>
    </w:p>
    <w:p w14:paraId="5DF30D39" w14:textId="6BC19A5F" w:rsidR="00813C13" w:rsidRDefault="00CE045B" w:rsidP="00036DA0">
      <w:pPr>
        <w:pStyle w:val="dotpoint"/>
      </w:pPr>
      <w:r>
        <w:t xml:space="preserve">to </w:t>
      </w:r>
      <w:r w:rsidR="00036DA0">
        <w:t xml:space="preserve">treat </w:t>
      </w:r>
      <w:r w:rsidR="00813C13">
        <w:t xml:space="preserve">members of the CCIV </w:t>
      </w:r>
      <w:r w:rsidR="00036DA0">
        <w:t xml:space="preserve">who hold shares of the same class equally, </w:t>
      </w:r>
      <w:r w:rsidR="00813C13">
        <w:t xml:space="preserve">members of the CCIV </w:t>
      </w:r>
      <w:r w:rsidR="00036DA0">
        <w:t xml:space="preserve">who hold shares of different classes fairly and </w:t>
      </w:r>
      <w:r w:rsidR="00813C13">
        <w:t xml:space="preserve">members of the CCIV </w:t>
      </w:r>
      <w:r w:rsidR="00036DA0">
        <w:t>who are members of different sub-funds fairly</w:t>
      </w:r>
      <w:r>
        <w:t xml:space="preserve">. </w:t>
      </w:r>
    </w:p>
    <w:p w14:paraId="50701F9A" w14:textId="63B637DE" w:rsidR="00036DA0" w:rsidRDefault="00CE045B" w:rsidP="00712B4B">
      <w:pPr>
        <w:pStyle w:val="dotpoint"/>
        <w:numPr>
          <w:ilvl w:val="0"/>
          <w:numId w:val="0"/>
        </w:numPr>
        <w:ind w:left="1984"/>
      </w:pPr>
      <w:r>
        <w:rPr>
          <w:rStyle w:val="Referencingstyle"/>
        </w:rPr>
        <w:t>[</w:t>
      </w:r>
      <w:r w:rsidR="000F10EC">
        <w:rPr>
          <w:rStyle w:val="Referencingstyle"/>
        </w:rPr>
        <w:t>Schedule 1, Part 1, item 1, section 1164D</w:t>
      </w:r>
      <w:r>
        <w:rPr>
          <w:rStyle w:val="Referencingstyle"/>
        </w:rPr>
        <w:t>]</w:t>
      </w:r>
    </w:p>
    <w:p w14:paraId="4FED1ECF" w14:textId="25DA7E1A" w:rsidR="00693346" w:rsidRDefault="00CE045B" w:rsidP="005B1807">
      <w:pPr>
        <w:pStyle w:val="base-text-paragraph"/>
        <w:rPr>
          <w:rStyle w:val="Referencingstyle"/>
          <w:b w:val="0"/>
          <w:i w:val="0"/>
          <w:sz w:val="22"/>
        </w:rPr>
      </w:pPr>
      <w:bookmarkStart w:id="129" w:name="_Ref490723275"/>
      <w:r>
        <w:rPr>
          <w:rStyle w:val="Referencingstyle"/>
          <w:b w:val="0"/>
          <w:i w:val="0"/>
          <w:sz w:val="22"/>
        </w:rPr>
        <w:lastRenderedPageBreak/>
        <w:t xml:space="preserve">These duties are based in part on the duties of </w:t>
      </w:r>
      <w:r w:rsidR="00D34C75">
        <w:rPr>
          <w:rStyle w:val="Referencingstyle"/>
          <w:b w:val="0"/>
          <w:i w:val="0"/>
          <w:sz w:val="22"/>
        </w:rPr>
        <w:t>the</w:t>
      </w:r>
      <w:r>
        <w:rPr>
          <w:rStyle w:val="Referencingstyle"/>
          <w:b w:val="0"/>
          <w:i w:val="0"/>
          <w:sz w:val="22"/>
        </w:rPr>
        <w:t xml:space="preserve"> responsible entity of a registered scheme in section 601FC.</w:t>
      </w:r>
      <w:bookmarkEnd w:id="129"/>
    </w:p>
    <w:p w14:paraId="2B4F535B" w14:textId="5605822D" w:rsidR="00EB13F1" w:rsidRDefault="00EB13F1" w:rsidP="005B1807">
      <w:pPr>
        <w:pStyle w:val="base-text-paragraph"/>
        <w:rPr>
          <w:rStyle w:val="Referencingstyle"/>
          <w:b w:val="0"/>
          <w:i w:val="0"/>
          <w:sz w:val="22"/>
        </w:rPr>
      </w:pPr>
      <w:r>
        <w:rPr>
          <w:rStyle w:val="Referencingstyle"/>
          <w:b w:val="0"/>
          <w:i w:val="0"/>
          <w:sz w:val="22"/>
        </w:rPr>
        <w:t>A</w:t>
      </w:r>
      <w:r w:rsidR="00F87459">
        <w:rPr>
          <w:rStyle w:val="Referencingstyle"/>
          <w:b w:val="0"/>
          <w:i w:val="0"/>
          <w:sz w:val="22"/>
        </w:rPr>
        <w:t xml:space="preserve">s the depositary is a company, its officers and its employees will owe duties under Part 2D.1 to the depositary’s own shareholders. If these duties conflict with the </w:t>
      </w:r>
      <w:r>
        <w:rPr>
          <w:rStyle w:val="Referencingstyle"/>
          <w:b w:val="0"/>
          <w:i w:val="0"/>
          <w:sz w:val="22"/>
        </w:rPr>
        <w:t>obligation</w:t>
      </w:r>
      <w:r w:rsidR="00F87459">
        <w:rPr>
          <w:rStyle w:val="Referencingstyle"/>
          <w:b w:val="0"/>
          <w:i w:val="0"/>
          <w:sz w:val="22"/>
        </w:rPr>
        <w:t>s</w:t>
      </w:r>
      <w:r>
        <w:rPr>
          <w:rStyle w:val="Referencingstyle"/>
          <w:b w:val="0"/>
          <w:i w:val="0"/>
          <w:sz w:val="22"/>
        </w:rPr>
        <w:t xml:space="preserve"> placed on the depositary by the requirements </w:t>
      </w:r>
      <w:r w:rsidR="00F87459">
        <w:rPr>
          <w:rStyle w:val="Referencingstyle"/>
          <w:b w:val="0"/>
          <w:i w:val="0"/>
          <w:sz w:val="22"/>
        </w:rPr>
        <w:t>explained</w:t>
      </w:r>
      <w:r>
        <w:rPr>
          <w:rStyle w:val="Referencingstyle"/>
          <w:b w:val="0"/>
          <w:i w:val="0"/>
          <w:sz w:val="22"/>
        </w:rPr>
        <w:t xml:space="preserve"> in </w:t>
      </w:r>
      <w:r w:rsidRPr="004855A7">
        <w:rPr>
          <w:rStyle w:val="Referencingstyle"/>
          <w:b w:val="0"/>
          <w:i w:val="0"/>
          <w:sz w:val="22"/>
        </w:rPr>
        <w:t xml:space="preserve">paragraphs </w:t>
      </w:r>
      <w:r w:rsidR="00974BC4" w:rsidRPr="004855A7">
        <w:rPr>
          <w:rStyle w:val="Referencingstyle"/>
          <w:b w:val="0"/>
          <w:i w:val="0"/>
          <w:sz w:val="22"/>
        </w:rPr>
        <w:fldChar w:fldCharType="begin"/>
      </w:r>
      <w:r w:rsidR="00974BC4" w:rsidRPr="004855A7">
        <w:rPr>
          <w:rStyle w:val="Referencingstyle"/>
          <w:b w:val="0"/>
          <w:i w:val="0"/>
          <w:sz w:val="22"/>
        </w:rPr>
        <w:instrText xml:space="preserve"> REF _Ref489989284 \r \h </w:instrText>
      </w:r>
      <w:r w:rsidR="004855A7">
        <w:rPr>
          <w:rStyle w:val="Referencingstyle"/>
          <w:b w:val="0"/>
          <w:i w:val="0"/>
          <w:sz w:val="22"/>
        </w:rPr>
        <w:instrText xml:space="preserve"> \* MERGEFORMAT </w:instrText>
      </w:r>
      <w:r w:rsidR="00974BC4" w:rsidRPr="004855A7">
        <w:rPr>
          <w:rStyle w:val="Referencingstyle"/>
          <w:b w:val="0"/>
          <w:i w:val="0"/>
          <w:sz w:val="22"/>
        </w:rPr>
      </w:r>
      <w:r w:rsidR="00974BC4" w:rsidRPr="004855A7">
        <w:rPr>
          <w:rStyle w:val="Referencingstyle"/>
          <w:b w:val="0"/>
          <w:i w:val="0"/>
          <w:sz w:val="22"/>
        </w:rPr>
        <w:fldChar w:fldCharType="separate"/>
      </w:r>
      <w:r w:rsidR="004C78A6">
        <w:rPr>
          <w:rStyle w:val="Referencingstyle"/>
          <w:b w:val="0"/>
          <w:i w:val="0"/>
          <w:sz w:val="22"/>
        </w:rPr>
        <w:t>6.37</w:t>
      </w:r>
      <w:r w:rsidR="00974BC4" w:rsidRPr="004855A7">
        <w:rPr>
          <w:rStyle w:val="Referencingstyle"/>
          <w:b w:val="0"/>
          <w:i w:val="0"/>
          <w:sz w:val="22"/>
        </w:rPr>
        <w:fldChar w:fldCharType="end"/>
      </w:r>
      <w:r w:rsidR="00B47583" w:rsidRPr="004855A7">
        <w:rPr>
          <w:rStyle w:val="Referencingstyle"/>
          <w:b w:val="0"/>
          <w:i w:val="0"/>
          <w:sz w:val="22"/>
        </w:rPr>
        <w:t xml:space="preserve"> </w:t>
      </w:r>
      <w:r w:rsidRPr="004855A7">
        <w:rPr>
          <w:rStyle w:val="Referencingstyle"/>
          <w:b w:val="0"/>
          <w:i w:val="0"/>
          <w:sz w:val="22"/>
        </w:rPr>
        <w:t xml:space="preserve">to </w:t>
      </w:r>
      <w:r w:rsidR="000F10EC" w:rsidRPr="004855A7">
        <w:rPr>
          <w:rStyle w:val="Referencingstyle"/>
          <w:b w:val="0"/>
          <w:i w:val="0"/>
          <w:sz w:val="22"/>
        </w:rPr>
        <w:fldChar w:fldCharType="begin"/>
      </w:r>
      <w:r w:rsidR="000F10EC" w:rsidRPr="004855A7">
        <w:rPr>
          <w:rStyle w:val="Referencingstyle"/>
          <w:b w:val="0"/>
          <w:i w:val="0"/>
          <w:sz w:val="22"/>
        </w:rPr>
        <w:instrText xml:space="preserve"> REF _Ref490723275 \r \h </w:instrText>
      </w:r>
      <w:r w:rsidR="004855A7">
        <w:rPr>
          <w:rStyle w:val="Referencingstyle"/>
          <w:b w:val="0"/>
          <w:i w:val="0"/>
          <w:sz w:val="22"/>
        </w:rPr>
        <w:instrText xml:space="preserve"> \* MERGEFORMAT </w:instrText>
      </w:r>
      <w:r w:rsidR="000F10EC" w:rsidRPr="004855A7">
        <w:rPr>
          <w:rStyle w:val="Referencingstyle"/>
          <w:b w:val="0"/>
          <w:i w:val="0"/>
          <w:sz w:val="22"/>
        </w:rPr>
      </w:r>
      <w:r w:rsidR="000F10EC" w:rsidRPr="004855A7">
        <w:rPr>
          <w:rStyle w:val="Referencingstyle"/>
          <w:b w:val="0"/>
          <w:i w:val="0"/>
          <w:sz w:val="22"/>
        </w:rPr>
        <w:fldChar w:fldCharType="separate"/>
      </w:r>
      <w:r w:rsidR="004C78A6">
        <w:rPr>
          <w:rStyle w:val="Referencingstyle"/>
          <w:b w:val="0"/>
          <w:i w:val="0"/>
          <w:sz w:val="22"/>
        </w:rPr>
        <w:t>6.71</w:t>
      </w:r>
      <w:r w:rsidR="000F10EC" w:rsidRPr="004855A7">
        <w:rPr>
          <w:rStyle w:val="Referencingstyle"/>
          <w:b w:val="0"/>
          <w:i w:val="0"/>
          <w:sz w:val="22"/>
        </w:rPr>
        <w:fldChar w:fldCharType="end"/>
      </w:r>
      <w:r w:rsidR="00813C13" w:rsidRPr="004855A7">
        <w:rPr>
          <w:rStyle w:val="Referencingstyle"/>
          <w:b w:val="0"/>
          <w:i w:val="0"/>
          <w:sz w:val="22"/>
        </w:rPr>
        <w:t xml:space="preserve">, </w:t>
      </w:r>
      <w:r w:rsidR="00F87459" w:rsidRPr="004855A7">
        <w:rPr>
          <w:rStyle w:val="Referencingstyle"/>
          <w:b w:val="0"/>
          <w:i w:val="0"/>
          <w:sz w:val="22"/>
        </w:rPr>
        <w:t>then</w:t>
      </w:r>
      <w:r w:rsidR="00F87459">
        <w:rPr>
          <w:rStyle w:val="Referencingstyle"/>
          <w:b w:val="0"/>
          <w:i w:val="0"/>
          <w:sz w:val="22"/>
        </w:rPr>
        <w:t xml:space="preserve"> the latter prevail</w:t>
      </w:r>
      <w:r>
        <w:rPr>
          <w:rStyle w:val="Referencingstyle"/>
          <w:b w:val="0"/>
          <w:i w:val="0"/>
          <w:sz w:val="22"/>
        </w:rPr>
        <w:t>.</w:t>
      </w:r>
      <w:r w:rsidR="00F87459">
        <w:rPr>
          <w:rStyle w:val="Referencingstyle"/>
          <w:b w:val="0"/>
          <w:i w:val="0"/>
          <w:sz w:val="22"/>
        </w:rPr>
        <w:t xml:space="preserve"> </w:t>
      </w:r>
      <w:r w:rsidR="00D34C75">
        <w:rPr>
          <w:rStyle w:val="Referencingstyle"/>
        </w:rPr>
        <w:t>[</w:t>
      </w:r>
      <w:r w:rsidR="000F10EC">
        <w:rPr>
          <w:rStyle w:val="Referencingstyle"/>
        </w:rPr>
        <w:t>Schedule 1, Part 1, item 1, section 1164F</w:t>
      </w:r>
      <w:r w:rsidR="00D34C75">
        <w:rPr>
          <w:rStyle w:val="Referencingstyle"/>
        </w:rPr>
        <w:t>]</w:t>
      </w:r>
    </w:p>
    <w:p w14:paraId="0766F649" w14:textId="31809228" w:rsidR="004F7973" w:rsidRDefault="004F7973" w:rsidP="004F7973">
      <w:pPr>
        <w:pStyle w:val="Heading3"/>
      </w:pPr>
      <w:r w:rsidRPr="004F7973">
        <w:t>Repl</w:t>
      </w:r>
      <w:r>
        <w:t>acing the depositary</w:t>
      </w:r>
    </w:p>
    <w:p w14:paraId="3240363E" w14:textId="34BC94A3" w:rsidR="00D0672F" w:rsidRPr="00D0672F" w:rsidRDefault="00C7621C" w:rsidP="004F7973">
      <w:pPr>
        <w:pStyle w:val="base-text-paragraph"/>
        <w:rPr>
          <w:rStyle w:val="Referencingstyle"/>
          <w:b w:val="0"/>
          <w:i w:val="0"/>
          <w:sz w:val="22"/>
        </w:rPr>
      </w:pPr>
      <w:bookmarkStart w:id="130" w:name="_Ref490668069"/>
      <w:bookmarkStart w:id="131" w:name="_Ref490736610"/>
      <w:r>
        <w:t xml:space="preserve">The depositary of a CCIV may not retire, or be removed by members of the CCIV, unless a new depositary is chosen. </w:t>
      </w:r>
      <w:bookmarkEnd w:id="130"/>
      <w:r>
        <w:rPr>
          <w:rStyle w:val="Referencingstyle"/>
        </w:rPr>
        <w:t>[</w:t>
      </w:r>
      <w:r w:rsidR="009103EA">
        <w:rPr>
          <w:rStyle w:val="Referencingstyle"/>
        </w:rPr>
        <w:t>Schedule 1, Part 1, item 1, section 1165C</w:t>
      </w:r>
      <w:r>
        <w:rPr>
          <w:rStyle w:val="Referencingstyle"/>
        </w:rPr>
        <w:t>]</w:t>
      </w:r>
      <w:bookmarkEnd w:id="131"/>
      <w:r>
        <w:rPr>
          <w:rStyle w:val="Referencingstyle"/>
        </w:rPr>
        <w:t xml:space="preserve"> </w:t>
      </w:r>
    </w:p>
    <w:p w14:paraId="4E676024" w14:textId="646DC8E1" w:rsidR="0005278B" w:rsidRDefault="0005278B" w:rsidP="004F7973">
      <w:pPr>
        <w:pStyle w:val="base-text-paragraph"/>
      </w:pPr>
      <w:r w:rsidRPr="00712B4B">
        <w:rPr>
          <w:rStyle w:val="Referencingstyle"/>
          <w:b w:val="0"/>
          <w:i w:val="0"/>
          <w:sz w:val="22"/>
        </w:rPr>
        <w:t>This</w:t>
      </w:r>
      <w:r w:rsidRPr="00C7621C">
        <w:t xml:space="preserve"> </w:t>
      </w:r>
      <w:r>
        <w:t xml:space="preserve">is the case even for wholesale CCIVs that have elected to have a depositary. </w:t>
      </w:r>
    </w:p>
    <w:p w14:paraId="51F5E45F" w14:textId="77D66B6E" w:rsidR="00C7621C" w:rsidRDefault="00C7621C" w:rsidP="004F7973">
      <w:pPr>
        <w:pStyle w:val="base-text-paragraph"/>
      </w:pPr>
      <w:r>
        <w:t xml:space="preserve">A new depositary is chosen only if a meeting of members of the CCIV passes a special resolution appointing a company to be the new depositary of the CCIV and that company consents in writing to the appointment. </w:t>
      </w:r>
      <w:r>
        <w:rPr>
          <w:rStyle w:val="Referencingstyle"/>
        </w:rPr>
        <w:t>[</w:t>
      </w:r>
      <w:r w:rsidR="00B47583">
        <w:rPr>
          <w:rStyle w:val="Referencingstyle"/>
        </w:rPr>
        <w:t>Schedule 1, Part 1, item 1, section 1165D</w:t>
      </w:r>
      <w:r>
        <w:rPr>
          <w:rStyle w:val="Referencingstyle"/>
        </w:rPr>
        <w:t>]</w:t>
      </w:r>
    </w:p>
    <w:p w14:paraId="441B9527" w14:textId="6A069158" w:rsidR="0005278B" w:rsidRDefault="0005278B" w:rsidP="004F7973">
      <w:pPr>
        <w:pStyle w:val="base-text-paragraph"/>
      </w:pPr>
      <w:r>
        <w:t>The Court may appoint a temporary depositary in some circumstances.</w:t>
      </w:r>
      <w:r w:rsidR="00C7621C">
        <w:t xml:space="preserve"> </w:t>
      </w:r>
      <w:r w:rsidR="00C7621C">
        <w:rPr>
          <w:rStyle w:val="Referencingstyle"/>
        </w:rPr>
        <w:t>[</w:t>
      </w:r>
      <w:r w:rsidR="00B47583">
        <w:rPr>
          <w:rStyle w:val="Referencingstyle"/>
        </w:rPr>
        <w:t>Schedule 1, Part 1, item 1, section 1165E</w:t>
      </w:r>
      <w:r w:rsidR="00C7621C">
        <w:rPr>
          <w:rStyle w:val="Referencingstyle"/>
        </w:rPr>
        <w:t>]</w:t>
      </w:r>
    </w:p>
    <w:p w14:paraId="23E62E01" w14:textId="31A8B5B6" w:rsidR="0059210E" w:rsidRDefault="00C61ABA" w:rsidP="004F7973">
      <w:pPr>
        <w:pStyle w:val="base-text-paragraph"/>
      </w:pPr>
      <w:r>
        <w:t xml:space="preserve">A company cannot be chosen or appointed as the depositary or temporary depositary unless it </w:t>
      </w:r>
      <w:r w:rsidR="0059210E">
        <w:t>meets the requirements for being a depositary</w:t>
      </w:r>
      <w:r w:rsidR="00F276E9">
        <w:t xml:space="preserve"> (see paragraph </w:t>
      </w:r>
      <w:r w:rsidR="00F276E9">
        <w:fldChar w:fldCharType="begin"/>
      </w:r>
      <w:r w:rsidR="00F276E9">
        <w:instrText xml:space="preserve"> REF _Ref490763903 \r \h </w:instrText>
      </w:r>
      <w:r w:rsidR="00F276E9">
        <w:fldChar w:fldCharType="separate"/>
      </w:r>
      <w:r w:rsidR="004C78A6">
        <w:t>6.22</w:t>
      </w:r>
      <w:r w:rsidR="00F276E9">
        <w:fldChar w:fldCharType="end"/>
      </w:r>
      <w:r w:rsidR="00F276E9">
        <w:t>)</w:t>
      </w:r>
      <w:r>
        <w:t xml:space="preserve">. </w:t>
      </w:r>
      <w:r w:rsidR="00E339DA">
        <w:rPr>
          <w:rStyle w:val="Referencingstyle"/>
        </w:rPr>
        <w:t>[</w:t>
      </w:r>
      <w:r w:rsidR="00B47583">
        <w:rPr>
          <w:rStyle w:val="Referencingstyle"/>
        </w:rPr>
        <w:t xml:space="preserve">Schedule 1, Part 1, item 1, section </w:t>
      </w:r>
      <w:r w:rsidR="00D82B4F">
        <w:rPr>
          <w:rStyle w:val="Referencingstyle"/>
        </w:rPr>
        <w:t>1165A</w:t>
      </w:r>
      <w:r w:rsidR="00E339DA">
        <w:rPr>
          <w:rStyle w:val="Referencingstyle"/>
        </w:rPr>
        <w:t>]</w:t>
      </w:r>
      <w:r w:rsidR="004855A7">
        <w:rPr>
          <w:rStyle w:val="Referencingstyle"/>
        </w:rPr>
        <w:t xml:space="preserve"> </w:t>
      </w:r>
    </w:p>
    <w:p w14:paraId="5640ACB4" w14:textId="73DDB52A" w:rsidR="00C61ABA" w:rsidRDefault="00E339DA" w:rsidP="004F7973">
      <w:pPr>
        <w:pStyle w:val="base-text-paragraph"/>
      </w:pPr>
      <w:r>
        <w:t xml:space="preserve">Any purported change of the CCIV’s depositary or temporary depositary is ineffective until ASIC’s record of registration is altered to name another company as the CCIV’s depositary or temporary depositary and the change is in accordance with the rules described in </w:t>
      </w:r>
      <w:r w:rsidRPr="00F276E9">
        <w:t xml:space="preserve">paragraphs </w:t>
      </w:r>
      <w:r w:rsidR="0070668D" w:rsidRPr="00F276E9">
        <w:fldChar w:fldCharType="begin"/>
      </w:r>
      <w:r w:rsidR="0070668D" w:rsidRPr="00F276E9">
        <w:instrText xml:space="preserve"> REF _Ref490736610 \r \h </w:instrText>
      </w:r>
      <w:r w:rsidR="00F276E9">
        <w:instrText xml:space="preserve"> \* MERGEFORMAT </w:instrText>
      </w:r>
      <w:r w:rsidR="0070668D" w:rsidRPr="00F276E9">
        <w:fldChar w:fldCharType="separate"/>
      </w:r>
      <w:r w:rsidR="004C78A6">
        <w:t>6.73</w:t>
      </w:r>
      <w:r w:rsidR="0070668D" w:rsidRPr="00F276E9">
        <w:fldChar w:fldCharType="end"/>
      </w:r>
      <w:r w:rsidR="0070668D" w:rsidRPr="00F276E9">
        <w:t xml:space="preserve"> </w:t>
      </w:r>
      <w:r w:rsidRPr="00F276E9">
        <w:t>to</w:t>
      </w:r>
      <w:r w:rsidR="0070668D" w:rsidRPr="00F276E9">
        <w:t xml:space="preserve"> </w:t>
      </w:r>
      <w:r w:rsidR="0070668D" w:rsidRPr="00F276E9">
        <w:fldChar w:fldCharType="begin"/>
      </w:r>
      <w:r w:rsidR="0070668D" w:rsidRPr="00F276E9">
        <w:instrText xml:space="preserve"> REF _Ref490668085 \r \h </w:instrText>
      </w:r>
      <w:r w:rsidR="00F276E9">
        <w:instrText xml:space="preserve"> \* MERGEFORMAT </w:instrText>
      </w:r>
      <w:r w:rsidR="0070668D" w:rsidRPr="00F276E9">
        <w:fldChar w:fldCharType="separate"/>
      </w:r>
      <w:r w:rsidR="004C78A6">
        <w:t>6.117</w:t>
      </w:r>
      <w:r w:rsidR="0070668D" w:rsidRPr="00F276E9">
        <w:fldChar w:fldCharType="end"/>
      </w:r>
      <w:r w:rsidRPr="00F276E9">
        <w:t>.</w:t>
      </w:r>
      <w:r>
        <w:t xml:space="preserve"> </w:t>
      </w:r>
      <w:r>
        <w:rPr>
          <w:rStyle w:val="Referencingstyle"/>
        </w:rPr>
        <w:t>[</w:t>
      </w:r>
      <w:r w:rsidR="00B47583">
        <w:rPr>
          <w:rStyle w:val="Referencingstyle"/>
        </w:rPr>
        <w:t xml:space="preserve">Schedule 1, Part 1, item 1, section </w:t>
      </w:r>
      <w:r w:rsidR="00D82B4F">
        <w:rPr>
          <w:rStyle w:val="Referencingstyle"/>
        </w:rPr>
        <w:t>1165(</w:t>
      </w:r>
      <w:r>
        <w:rPr>
          <w:rStyle w:val="Referencingstyle"/>
        </w:rPr>
        <w:t>1)</w:t>
      </w:r>
      <w:r w:rsidR="00491859">
        <w:rPr>
          <w:rStyle w:val="Referencingstyle"/>
        </w:rPr>
        <w:t xml:space="preserve"> and </w:t>
      </w:r>
      <w:r>
        <w:rPr>
          <w:rStyle w:val="Referencingstyle"/>
        </w:rPr>
        <w:t>(2)]</w:t>
      </w:r>
    </w:p>
    <w:p w14:paraId="6EB24333" w14:textId="53911FDA" w:rsidR="00E339DA" w:rsidRDefault="00463478" w:rsidP="004F7973">
      <w:pPr>
        <w:pStyle w:val="base-text-paragraph"/>
      </w:pPr>
      <w:r w:rsidRPr="00712B4B">
        <w:t>Whenever a new depositary or temporary depositary is chosen, or appointed by the Court, the corporate director of the CCIV must, as soon as practicable, lodge a notice with ASIC informing ASIC of the choice or appointment.</w:t>
      </w:r>
      <w:r>
        <w:t xml:space="preserve"> </w:t>
      </w:r>
      <w:r>
        <w:rPr>
          <w:rStyle w:val="Referencingstyle"/>
        </w:rPr>
        <w:t>[</w:t>
      </w:r>
      <w:r w:rsidR="00D82B4F">
        <w:rPr>
          <w:rStyle w:val="Referencingstyle"/>
        </w:rPr>
        <w:t>Schedule 1, Part 1, item 1, section 1165(3)]</w:t>
      </w:r>
    </w:p>
    <w:p w14:paraId="5C04716F" w14:textId="15B94387" w:rsidR="004F7973" w:rsidRDefault="00E339DA" w:rsidP="004F7973">
      <w:pPr>
        <w:pStyle w:val="base-text-paragraph"/>
      </w:pPr>
      <w:r>
        <w:t xml:space="preserve">The rules below have been based </w:t>
      </w:r>
      <w:r w:rsidR="00D32FDD">
        <w:t xml:space="preserve">in part </w:t>
      </w:r>
      <w:r>
        <w:t>on the requirements to replace the responsible entity of a registered scheme in sections 601FJ t</w:t>
      </w:r>
      <w:r w:rsidR="005C7205">
        <w:t>o 601FT</w:t>
      </w:r>
      <w:r>
        <w:t>.</w:t>
      </w:r>
      <w:r w:rsidR="00491859">
        <w:t xml:space="preserve"> These rules are also similar to those described above at </w:t>
      </w:r>
      <w:r w:rsidR="00491859" w:rsidRPr="00F276E9">
        <w:t xml:space="preserve">paragraphs </w:t>
      </w:r>
      <w:r w:rsidR="00491859" w:rsidRPr="00F276E9">
        <w:fldChar w:fldCharType="begin"/>
      </w:r>
      <w:r w:rsidR="00491859" w:rsidRPr="00F276E9">
        <w:instrText xml:space="preserve"> REF _Ref489989791 \r \h  \* MERGEFORMAT </w:instrText>
      </w:r>
      <w:r w:rsidR="00491859" w:rsidRPr="00F276E9">
        <w:fldChar w:fldCharType="separate"/>
      </w:r>
      <w:r w:rsidR="004C78A6">
        <w:t>3.23</w:t>
      </w:r>
      <w:r w:rsidR="00491859" w:rsidRPr="00F276E9">
        <w:fldChar w:fldCharType="end"/>
      </w:r>
      <w:r w:rsidR="0070668D" w:rsidRPr="00F276E9">
        <w:t xml:space="preserve"> </w:t>
      </w:r>
      <w:r w:rsidR="00491859" w:rsidRPr="00F276E9">
        <w:t xml:space="preserve">to </w:t>
      </w:r>
      <w:r w:rsidR="00491859" w:rsidRPr="00F276E9">
        <w:fldChar w:fldCharType="begin"/>
      </w:r>
      <w:r w:rsidR="00491859" w:rsidRPr="00F276E9">
        <w:instrText xml:space="preserve"> REF _Ref489282386 \r \h  \* MERGEFORMAT </w:instrText>
      </w:r>
      <w:r w:rsidR="00491859" w:rsidRPr="00F276E9">
        <w:fldChar w:fldCharType="separate"/>
      </w:r>
      <w:r w:rsidR="004C78A6">
        <w:t>3.50</w:t>
      </w:r>
      <w:r w:rsidR="00491859" w:rsidRPr="00F276E9">
        <w:fldChar w:fldCharType="end"/>
      </w:r>
      <w:r w:rsidR="00491859" w:rsidRPr="00F276E9">
        <w:t xml:space="preserve"> f</w:t>
      </w:r>
      <w:r w:rsidR="00491859">
        <w:t xml:space="preserve">or replacing the corporate director. </w:t>
      </w:r>
    </w:p>
    <w:p w14:paraId="02C3B304" w14:textId="28B759A0" w:rsidR="004F7973" w:rsidRDefault="004F7973" w:rsidP="004F7973">
      <w:pPr>
        <w:pStyle w:val="Heading4"/>
      </w:pPr>
      <w:r>
        <w:lastRenderedPageBreak/>
        <w:t>Retirement of the depositary</w:t>
      </w:r>
    </w:p>
    <w:p w14:paraId="7179525E" w14:textId="1982E3F6" w:rsidR="00B31A6A" w:rsidRDefault="00AE14E0" w:rsidP="004F7973">
      <w:pPr>
        <w:pStyle w:val="base-text-paragraph"/>
      </w:pPr>
      <w:r>
        <w:t>A dep</w:t>
      </w:r>
      <w:r w:rsidR="000F4070">
        <w:t>ositary that wants to retire must</w:t>
      </w:r>
      <w:r>
        <w:t xml:space="preserve"> </w:t>
      </w:r>
      <w:r w:rsidR="00B31A6A">
        <w:t>notify the corporate director of its intention to retire and explain its reason</w:t>
      </w:r>
      <w:r w:rsidR="006572ED">
        <w:t>s</w:t>
      </w:r>
      <w:r w:rsidR="00B31A6A">
        <w:t xml:space="preserve"> for wanting to retire</w:t>
      </w:r>
      <w:r w:rsidR="00340C7A">
        <w:t>.</w:t>
      </w:r>
      <w:r w:rsidR="00B31A6A">
        <w:t xml:space="preserve"> </w:t>
      </w:r>
      <w:r w:rsidR="00B31A6A">
        <w:rPr>
          <w:rStyle w:val="Referencingstyle"/>
        </w:rPr>
        <w:t>[</w:t>
      </w:r>
      <w:r w:rsidR="006D6CBC">
        <w:rPr>
          <w:rStyle w:val="Referencingstyle"/>
        </w:rPr>
        <w:t>Schedule 1, Part 1, item 1, subsection 1165B</w:t>
      </w:r>
      <w:r w:rsidR="00F11596">
        <w:rPr>
          <w:rStyle w:val="Referencingstyle"/>
        </w:rPr>
        <w:t>(1)</w:t>
      </w:r>
      <w:r w:rsidR="00B31A6A">
        <w:rPr>
          <w:rStyle w:val="Referencingstyle"/>
        </w:rPr>
        <w:t>]</w:t>
      </w:r>
      <w:r w:rsidR="00340C7A">
        <w:t xml:space="preserve"> </w:t>
      </w:r>
    </w:p>
    <w:p w14:paraId="15853E35" w14:textId="2E24C1C9" w:rsidR="00B31A6A" w:rsidRDefault="00B31A6A" w:rsidP="004F7973">
      <w:pPr>
        <w:pStyle w:val="base-text-paragraph"/>
      </w:pPr>
      <w:r>
        <w:t xml:space="preserve">Within 21 days of the corporate director receiving that notice, the corporate director must call a members’ meeting to enable members to vote on a </w:t>
      </w:r>
      <w:r w:rsidR="00B70E44">
        <w:t xml:space="preserve">special </w:t>
      </w:r>
      <w:r>
        <w:t xml:space="preserve">resolution </w:t>
      </w:r>
      <w:r w:rsidR="002A6298">
        <w:t>to choose a c</w:t>
      </w:r>
      <w:r w:rsidR="00B70E44">
        <w:t>ompany to be the new depositary</w:t>
      </w:r>
      <w:r w:rsidR="00F11596">
        <w:t xml:space="preserve">. </w:t>
      </w:r>
      <w:r w:rsidR="00F11596">
        <w:rPr>
          <w:rStyle w:val="Referencingstyle"/>
        </w:rPr>
        <w:t>[</w:t>
      </w:r>
      <w:r w:rsidR="006D6CBC">
        <w:rPr>
          <w:rStyle w:val="Referencingstyle"/>
        </w:rPr>
        <w:t>Schedule 1, Part 1, item 1, subsection 1165B(2)]</w:t>
      </w:r>
    </w:p>
    <w:p w14:paraId="60E2542B" w14:textId="3BBE196D" w:rsidR="00B01FA4" w:rsidRDefault="00B01FA4" w:rsidP="004F7973">
      <w:pPr>
        <w:pStyle w:val="base-text-paragraph"/>
      </w:pPr>
      <w:r>
        <w:t xml:space="preserve">The notice of meeting </w:t>
      </w:r>
      <w:r w:rsidR="00DE47BD">
        <w:t xml:space="preserve">of the CCIV’s members </w:t>
      </w:r>
      <w:r>
        <w:t>must:</w:t>
      </w:r>
    </w:p>
    <w:p w14:paraId="2F1BA645" w14:textId="19A31773" w:rsidR="00B01FA4" w:rsidRDefault="00B01FA4" w:rsidP="00B01FA4">
      <w:pPr>
        <w:pStyle w:val="dotpoint"/>
      </w:pPr>
      <w:r>
        <w:t>set out the depositary’s r</w:t>
      </w:r>
      <w:r w:rsidR="00C2283D">
        <w:t xml:space="preserve">eason for wanting to retire; </w:t>
      </w:r>
    </w:p>
    <w:p w14:paraId="4F691AF3" w14:textId="0AB867CD" w:rsidR="00B01FA4" w:rsidRDefault="00B01FA4" w:rsidP="00B01FA4">
      <w:pPr>
        <w:pStyle w:val="dotpoint"/>
      </w:pPr>
      <w:r>
        <w:t>set a day for the meeting that is no later than two months after the depositary gave the corporate director notice of its intention to retire; and</w:t>
      </w:r>
    </w:p>
    <w:p w14:paraId="65D9C829" w14:textId="77777777" w:rsidR="0070668D" w:rsidRDefault="00B01FA4" w:rsidP="00B01FA4">
      <w:pPr>
        <w:pStyle w:val="dotpoint"/>
      </w:pPr>
      <w:proofErr w:type="gramStart"/>
      <w:r>
        <w:t>nominate</w:t>
      </w:r>
      <w:proofErr w:type="gramEnd"/>
      <w:r>
        <w:t xml:space="preserve"> a company to be the new depositary of the CCIV. </w:t>
      </w:r>
    </w:p>
    <w:p w14:paraId="5F72E269" w14:textId="1474F2EA" w:rsidR="00B01FA4" w:rsidRDefault="00B01FA4" w:rsidP="0070668D">
      <w:pPr>
        <w:pStyle w:val="dotpoint"/>
        <w:numPr>
          <w:ilvl w:val="0"/>
          <w:numId w:val="0"/>
        </w:numPr>
        <w:ind w:left="1984"/>
      </w:pPr>
      <w:r>
        <w:rPr>
          <w:rStyle w:val="Referencingstyle"/>
        </w:rPr>
        <w:t>[</w:t>
      </w:r>
      <w:r w:rsidR="00B47583">
        <w:rPr>
          <w:rStyle w:val="Referencingstyle"/>
        </w:rPr>
        <w:t>Schedule 1, Part 1, item 1, s</w:t>
      </w:r>
      <w:r w:rsidR="006D6CBC">
        <w:rPr>
          <w:rStyle w:val="Referencingstyle"/>
        </w:rPr>
        <w:t>ubs</w:t>
      </w:r>
      <w:r w:rsidR="00B47583">
        <w:rPr>
          <w:rStyle w:val="Referencingstyle"/>
        </w:rPr>
        <w:t xml:space="preserve">ection </w:t>
      </w:r>
      <w:proofErr w:type="gramStart"/>
      <w:r w:rsidR="006D6CBC">
        <w:rPr>
          <w:rStyle w:val="Referencingstyle"/>
        </w:rPr>
        <w:t>1165B</w:t>
      </w:r>
      <w:r>
        <w:rPr>
          <w:rStyle w:val="Referencingstyle"/>
        </w:rPr>
        <w:t>(</w:t>
      </w:r>
      <w:proofErr w:type="gramEnd"/>
      <w:r>
        <w:rPr>
          <w:rStyle w:val="Referencingstyle"/>
        </w:rPr>
        <w:t>3)]</w:t>
      </w:r>
    </w:p>
    <w:p w14:paraId="752AEEFA" w14:textId="0376C7F2" w:rsidR="00F11596" w:rsidRDefault="00A40D11" w:rsidP="004F7973">
      <w:pPr>
        <w:pStyle w:val="base-text-paragraph"/>
      </w:pPr>
      <w:r>
        <w:t xml:space="preserve">If the corporate director fails to call the meeting within 21 days, the depositary may call the meeting. </w:t>
      </w:r>
      <w:r>
        <w:rPr>
          <w:rStyle w:val="Referencingstyle"/>
        </w:rPr>
        <w:t>[</w:t>
      </w:r>
      <w:r w:rsidR="00B47583">
        <w:rPr>
          <w:rStyle w:val="Referencingstyle"/>
        </w:rPr>
        <w:t xml:space="preserve">Schedule 1, Part 1, item 1, </w:t>
      </w:r>
      <w:r w:rsidR="006D6CBC">
        <w:rPr>
          <w:rStyle w:val="Referencingstyle"/>
        </w:rPr>
        <w:t>sub</w:t>
      </w:r>
      <w:r w:rsidR="00B47583">
        <w:rPr>
          <w:rStyle w:val="Referencingstyle"/>
        </w:rPr>
        <w:t xml:space="preserve">section </w:t>
      </w:r>
      <w:r w:rsidR="006D6CBC">
        <w:rPr>
          <w:rStyle w:val="Referencingstyle"/>
        </w:rPr>
        <w:t>1165B</w:t>
      </w:r>
      <w:r>
        <w:rPr>
          <w:rStyle w:val="Referencingstyle"/>
        </w:rPr>
        <w:t>(4)]</w:t>
      </w:r>
    </w:p>
    <w:p w14:paraId="20B65C45" w14:textId="3DB64A65" w:rsidR="006572ED" w:rsidRDefault="006572ED" w:rsidP="00E63180">
      <w:pPr>
        <w:pStyle w:val="base-text-paragraph"/>
      </w:pPr>
      <w:r>
        <w:t>These rules apply</w:t>
      </w:r>
      <w:r w:rsidR="00A40D11">
        <w:t xml:space="preserve"> despite anything to the contrary in</w:t>
      </w:r>
      <w:r>
        <w:t xml:space="preserve"> </w:t>
      </w:r>
      <w:r w:rsidR="00A40D11">
        <w:t>the CCIV’s constitution</w:t>
      </w:r>
      <w:r>
        <w:t xml:space="preserve"> </w:t>
      </w:r>
      <w:r w:rsidR="00A40D11">
        <w:t>or</w:t>
      </w:r>
      <w:r w:rsidRPr="006572ED">
        <w:t xml:space="preserve"> </w:t>
      </w:r>
      <w:r>
        <w:t xml:space="preserve">any contract entered into by the depositary, the CCIV, the corporate director or the members of the CCIV. </w:t>
      </w:r>
      <w:r>
        <w:rPr>
          <w:rStyle w:val="Referencingstyle"/>
        </w:rPr>
        <w:t>[Schedule 1, Part 1, item 1, section subsection 1165B(8)]</w:t>
      </w:r>
    </w:p>
    <w:p w14:paraId="7D8CE49F" w14:textId="0584F567" w:rsidR="00E66E59" w:rsidRDefault="00E66E59" w:rsidP="004F7973">
      <w:pPr>
        <w:pStyle w:val="base-text-paragraph"/>
      </w:pPr>
      <w:r>
        <w:t xml:space="preserve">This means that parties cannot </w:t>
      </w:r>
      <w:r w:rsidR="000818C0">
        <w:t xml:space="preserve">develop </w:t>
      </w:r>
      <w:r>
        <w:t>a different process for the retirement of the depositary of a CCIV.</w:t>
      </w:r>
    </w:p>
    <w:p w14:paraId="1E68016B" w14:textId="2E013F4C" w:rsidR="00C34ED5" w:rsidRDefault="00C34ED5" w:rsidP="004F7973">
      <w:pPr>
        <w:pStyle w:val="base-text-paragraph"/>
      </w:pPr>
      <w:r>
        <w:t xml:space="preserve">If the members’ meeting passes a special resolution appointing a company to be the new depositary of the CCIV, and that company has consented in writing to become the new depositary, that company is </w:t>
      </w:r>
      <w:r w:rsidRPr="00712B4B">
        <w:t>chosen</w:t>
      </w:r>
      <w:r w:rsidRPr="00491859">
        <w:t xml:space="preserve"> </w:t>
      </w:r>
      <w:r>
        <w:t xml:space="preserve">to be the new depositary. </w:t>
      </w:r>
      <w:r w:rsidR="006572ED">
        <w:t>This is the only way</w:t>
      </w:r>
      <w:r w:rsidR="00611E3B">
        <w:t xml:space="preserve"> a</w:t>
      </w:r>
      <w:r>
        <w:t xml:space="preserve"> new depositary</w:t>
      </w:r>
      <w:r w:rsidR="009E1B5F">
        <w:t xml:space="preserve"> </w:t>
      </w:r>
      <w:r w:rsidR="006572ED">
        <w:t>can be chosen</w:t>
      </w:r>
      <w:r w:rsidR="006572ED" w:rsidRPr="006572ED">
        <w:t xml:space="preserve"> </w:t>
      </w:r>
      <w:r w:rsidR="006572ED">
        <w:t xml:space="preserve">to replace </w:t>
      </w:r>
      <w:r w:rsidR="00611E3B">
        <w:t>a</w:t>
      </w:r>
      <w:r w:rsidR="006572ED">
        <w:t xml:space="preserve"> retiring depositary</w:t>
      </w:r>
      <w:r>
        <w:t xml:space="preserve">. </w:t>
      </w:r>
      <w:r>
        <w:rPr>
          <w:rStyle w:val="Referencingstyle"/>
        </w:rPr>
        <w:t>[</w:t>
      </w:r>
      <w:r w:rsidR="00B47583">
        <w:rPr>
          <w:rStyle w:val="Referencingstyle"/>
        </w:rPr>
        <w:t xml:space="preserve">Schedule 1, Part 1, item 1, </w:t>
      </w:r>
      <w:r w:rsidR="00CA6DC0">
        <w:rPr>
          <w:rStyle w:val="Referencingstyle"/>
        </w:rPr>
        <w:t>sub</w:t>
      </w:r>
      <w:r w:rsidR="00B47583">
        <w:rPr>
          <w:rStyle w:val="Referencingstyle"/>
        </w:rPr>
        <w:t xml:space="preserve">section </w:t>
      </w:r>
      <w:r w:rsidR="006D6CBC">
        <w:rPr>
          <w:rStyle w:val="Referencingstyle"/>
        </w:rPr>
        <w:t>1165D</w:t>
      </w:r>
      <w:r>
        <w:rPr>
          <w:rStyle w:val="Referencingstyle"/>
        </w:rPr>
        <w:t>(1)]</w:t>
      </w:r>
    </w:p>
    <w:p w14:paraId="55802D66" w14:textId="5478D3D0" w:rsidR="00E66E59" w:rsidRDefault="00C34ED5" w:rsidP="004F7973">
      <w:pPr>
        <w:pStyle w:val="base-text-paragraph"/>
      </w:pPr>
      <w:r>
        <w:t xml:space="preserve">The company chosen by the </w:t>
      </w:r>
      <w:r w:rsidR="003D679E">
        <w:t>memb</w:t>
      </w:r>
      <w:r>
        <w:t>ers need not be the one nominated in the notice of meeting.</w:t>
      </w:r>
      <w:r w:rsidR="00611E3B">
        <w:t xml:space="preserve"> Further, n</w:t>
      </w:r>
      <w:r>
        <w:t xml:space="preserve">othing prevents </w:t>
      </w:r>
      <w:r w:rsidR="00B84CFE">
        <w:t xml:space="preserve">a company that is </w:t>
      </w:r>
      <w:r>
        <w:t xml:space="preserve">the temporary depositary </w:t>
      </w:r>
      <w:r w:rsidR="00611E3B">
        <w:t xml:space="preserve">of a CCIV </w:t>
      </w:r>
      <w:r>
        <w:t xml:space="preserve">from being chosen as the new depositary, provided it </w:t>
      </w:r>
      <w:r w:rsidR="00B51E72">
        <w:t>meets the requirements for being a depositary.</w:t>
      </w:r>
      <w:r w:rsidR="00B84CFE">
        <w:t xml:space="preserve"> </w:t>
      </w:r>
      <w:r w:rsidR="00B84CFE">
        <w:rPr>
          <w:rStyle w:val="Referencingstyle"/>
        </w:rPr>
        <w:t>[</w:t>
      </w:r>
      <w:r w:rsidR="00B47583">
        <w:rPr>
          <w:rStyle w:val="Referencingstyle"/>
        </w:rPr>
        <w:t xml:space="preserve">Schedule 1, Part 1, item 1, </w:t>
      </w:r>
      <w:r w:rsidR="00CA6DC0">
        <w:rPr>
          <w:rStyle w:val="Referencingstyle"/>
        </w:rPr>
        <w:t>sub</w:t>
      </w:r>
      <w:r w:rsidR="00B47583">
        <w:rPr>
          <w:rStyle w:val="Referencingstyle"/>
        </w:rPr>
        <w:t xml:space="preserve">section </w:t>
      </w:r>
      <w:r w:rsidR="006D6CBC">
        <w:rPr>
          <w:rStyle w:val="Referencingstyle"/>
        </w:rPr>
        <w:t>1165D(</w:t>
      </w:r>
      <w:r w:rsidR="00B84CFE">
        <w:rPr>
          <w:rStyle w:val="Referencingstyle"/>
        </w:rPr>
        <w:t>2)]</w:t>
      </w:r>
    </w:p>
    <w:p w14:paraId="12270C91" w14:textId="17C7C3A9" w:rsidR="00A420C9" w:rsidRDefault="00A420C9" w:rsidP="00A420C9">
      <w:pPr>
        <w:pStyle w:val="Heading5"/>
      </w:pPr>
      <w:r>
        <w:lastRenderedPageBreak/>
        <w:t>Application to Court</w:t>
      </w:r>
    </w:p>
    <w:p w14:paraId="1910F8AA" w14:textId="4C68ECC4" w:rsidR="008D5A8A" w:rsidRDefault="008D5A8A" w:rsidP="004F7973">
      <w:pPr>
        <w:pStyle w:val="base-text-paragraph"/>
      </w:pPr>
      <w:r>
        <w:t xml:space="preserve">If the members cannot choose a new depositary, the corporate director must apply to the Court for the appointment of a temporary depositary. </w:t>
      </w:r>
      <w:r>
        <w:rPr>
          <w:rStyle w:val="Referencingstyle"/>
        </w:rPr>
        <w:t>[</w:t>
      </w:r>
      <w:r w:rsidR="00B47583">
        <w:rPr>
          <w:rStyle w:val="Referencingstyle"/>
        </w:rPr>
        <w:t>Schedule 1, Part 1, item 1, s</w:t>
      </w:r>
      <w:r w:rsidR="00CA6DC0">
        <w:rPr>
          <w:rStyle w:val="Referencingstyle"/>
        </w:rPr>
        <w:t>ubs</w:t>
      </w:r>
      <w:r w:rsidR="00B47583">
        <w:rPr>
          <w:rStyle w:val="Referencingstyle"/>
        </w:rPr>
        <w:t>ection</w:t>
      </w:r>
      <w:r w:rsidR="00CA6DC0">
        <w:rPr>
          <w:rStyle w:val="Referencingstyle"/>
        </w:rPr>
        <w:t>s</w:t>
      </w:r>
      <w:r w:rsidR="00B47583">
        <w:rPr>
          <w:rStyle w:val="Referencingstyle"/>
        </w:rPr>
        <w:t xml:space="preserve"> </w:t>
      </w:r>
      <w:r w:rsidR="009D2174">
        <w:rPr>
          <w:rStyle w:val="Referencingstyle"/>
        </w:rPr>
        <w:t>1165E</w:t>
      </w:r>
      <w:r w:rsidR="00CA6DC0">
        <w:rPr>
          <w:rStyle w:val="Referencingstyle"/>
        </w:rPr>
        <w:t xml:space="preserve">(1) to </w:t>
      </w:r>
      <w:r>
        <w:rPr>
          <w:rStyle w:val="Referencingstyle"/>
        </w:rPr>
        <w:t>(3)]</w:t>
      </w:r>
    </w:p>
    <w:p w14:paraId="4720A423" w14:textId="3A62A80E" w:rsidR="008D5A8A" w:rsidRDefault="000818C0" w:rsidP="004F7973">
      <w:pPr>
        <w:pStyle w:val="base-text-paragraph"/>
      </w:pPr>
      <w:r>
        <w:t>I</w:t>
      </w:r>
      <w:r w:rsidR="009343B6">
        <w:t>n these circumstances</w:t>
      </w:r>
      <w:r w:rsidR="00611E3B">
        <w:t>,</w:t>
      </w:r>
      <w:r w:rsidR="008D5A8A">
        <w:t xml:space="preserve"> ASIC, the current depositary, or a member or group of members of the CCIV may </w:t>
      </w:r>
      <w:r w:rsidR="009343B6">
        <w:t xml:space="preserve">also </w:t>
      </w:r>
      <w:r w:rsidR="008D5A8A">
        <w:t xml:space="preserve">apply to the Court for the appointment of a temporary depositary. </w:t>
      </w:r>
      <w:r w:rsidR="008D5A8A">
        <w:rPr>
          <w:rStyle w:val="Referencingstyle"/>
        </w:rPr>
        <w:t>[</w:t>
      </w:r>
      <w:r w:rsidR="00B47583">
        <w:rPr>
          <w:rStyle w:val="Referencingstyle"/>
        </w:rPr>
        <w:t xml:space="preserve">Schedule 1, Part 1, item 1, </w:t>
      </w:r>
      <w:r w:rsidR="00CA6DC0">
        <w:rPr>
          <w:rStyle w:val="Referencingstyle"/>
        </w:rPr>
        <w:t xml:space="preserve">subsections </w:t>
      </w:r>
      <w:r w:rsidR="009D2174">
        <w:rPr>
          <w:rStyle w:val="Referencingstyle"/>
        </w:rPr>
        <w:t>1165E</w:t>
      </w:r>
      <w:r w:rsidR="00CA6DC0">
        <w:rPr>
          <w:rStyle w:val="Referencingstyle"/>
        </w:rPr>
        <w:t xml:space="preserve">(1) and (2) and </w:t>
      </w:r>
      <w:r w:rsidR="008D5A8A">
        <w:rPr>
          <w:rStyle w:val="Referencingstyle"/>
        </w:rPr>
        <w:t>(4)]</w:t>
      </w:r>
    </w:p>
    <w:p w14:paraId="6799CCE5" w14:textId="2AD2D18B" w:rsidR="008D5A8A" w:rsidRDefault="008D5A8A" w:rsidP="004F7973">
      <w:pPr>
        <w:pStyle w:val="base-text-paragraph"/>
      </w:pPr>
      <w:r>
        <w:t>The conferral of standing in the latter case is intended to act as a backstop where the corporate director fails to make the application.</w:t>
      </w:r>
    </w:p>
    <w:p w14:paraId="1CF6194F" w14:textId="2835AF70" w:rsidR="004F7973" w:rsidRDefault="004F7973" w:rsidP="004F7973">
      <w:pPr>
        <w:pStyle w:val="Heading4"/>
      </w:pPr>
      <w:r>
        <w:t>Removal of the depositary</w:t>
      </w:r>
    </w:p>
    <w:p w14:paraId="4721E7A2" w14:textId="47254503" w:rsidR="004F7973" w:rsidRDefault="004F7973" w:rsidP="004F7973">
      <w:pPr>
        <w:pStyle w:val="base-text-paragraph"/>
      </w:pPr>
      <w:r>
        <w:t>Removal</w:t>
      </w:r>
      <w:r w:rsidR="009E1B5F">
        <w:t xml:space="preserve"> of the depositary</w:t>
      </w:r>
      <w:r w:rsidR="002207BE">
        <w:t xml:space="preserve"> can be initiated by the corporate director of the CCIV or by the </w:t>
      </w:r>
      <w:r w:rsidR="0038467B">
        <w:t xml:space="preserve">members </w:t>
      </w:r>
      <w:r w:rsidR="002207BE">
        <w:t>of the CCIV.</w:t>
      </w:r>
    </w:p>
    <w:p w14:paraId="08F2A33A" w14:textId="70BD894B" w:rsidR="002207BE" w:rsidRDefault="002207BE" w:rsidP="004F7973">
      <w:pPr>
        <w:pStyle w:val="base-text-paragraph"/>
      </w:pPr>
      <w:r>
        <w:t xml:space="preserve">The corporate director may </w:t>
      </w:r>
      <w:r w:rsidR="0035708C">
        <w:t>initiate the removal of</w:t>
      </w:r>
      <w:r>
        <w:t xml:space="preserve"> the depositary</w:t>
      </w:r>
      <w:r w:rsidR="00B069C0">
        <w:t xml:space="preserve"> by calling a meeting </w:t>
      </w:r>
      <w:r w:rsidR="0035708C">
        <w:t xml:space="preserve">of the CCIV’s members to consider and vote on both a special resolution to remove the current depositary and a special resolution choosing a new depositary. </w:t>
      </w:r>
      <w:r w:rsidR="0035708C">
        <w:rPr>
          <w:rStyle w:val="Referencingstyle"/>
        </w:rPr>
        <w:t>[</w:t>
      </w:r>
      <w:r w:rsidR="00B47583">
        <w:rPr>
          <w:rStyle w:val="Referencingstyle"/>
        </w:rPr>
        <w:t>Schedule 1, Part 1, item 1, s</w:t>
      </w:r>
      <w:r w:rsidR="009D2174">
        <w:rPr>
          <w:rStyle w:val="Referencingstyle"/>
        </w:rPr>
        <w:t>ubs</w:t>
      </w:r>
      <w:r w:rsidR="00B47583">
        <w:rPr>
          <w:rStyle w:val="Referencingstyle"/>
        </w:rPr>
        <w:t xml:space="preserve">ection </w:t>
      </w:r>
      <w:r w:rsidR="009D2174">
        <w:rPr>
          <w:rStyle w:val="Referencingstyle"/>
        </w:rPr>
        <w:t>1165B(</w:t>
      </w:r>
      <w:r w:rsidR="00510972">
        <w:rPr>
          <w:rStyle w:val="Referencingstyle"/>
        </w:rPr>
        <w:t>5)]</w:t>
      </w:r>
    </w:p>
    <w:p w14:paraId="11C7C99E" w14:textId="586468B5" w:rsidR="002207BE" w:rsidRDefault="002207BE" w:rsidP="004F7973">
      <w:pPr>
        <w:pStyle w:val="base-text-paragraph"/>
      </w:pPr>
      <w:r>
        <w:t xml:space="preserve">This is the only method by which the corporate director can </w:t>
      </w:r>
      <w:r w:rsidR="0035708C">
        <w:t xml:space="preserve">initiate the </w:t>
      </w:r>
      <w:r>
        <w:t>remov</w:t>
      </w:r>
      <w:r w:rsidR="0035708C">
        <w:t>al of</w:t>
      </w:r>
      <w:r>
        <w:t xml:space="preserve"> the depositary.</w:t>
      </w:r>
    </w:p>
    <w:p w14:paraId="2D4ADC26" w14:textId="2BC0AF2F" w:rsidR="002207BE" w:rsidRDefault="0038467B" w:rsidP="004F7973">
      <w:pPr>
        <w:pStyle w:val="base-text-paragraph"/>
      </w:pPr>
      <w:r>
        <w:t xml:space="preserve">Members </w:t>
      </w:r>
      <w:r w:rsidR="002207BE">
        <w:t xml:space="preserve">may </w:t>
      </w:r>
      <w:r w:rsidR="0035708C">
        <w:t xml:space="preserve">initiate the </w:t>
      </w:r>
      <w:r w:rsidR="002207BE">
        <w:t>remov</w:t>
      </w:r>
      <w:r w:rsidR="0035708C">
        <w:t xml:space="preserve">al of </w:t>
      </w:r>
      <w:r w:rsidR="002207BE">
        <w:t xml:space="preserve">the depositary by calling a meeting in accordance with </w:t>
      </w:r>
      <w:r w:rsidR="0035708C">
        <w:t xml:space="preserve">Part 2G.2 </w:t>
      </w:r>
      <w:r w:rsidR="00A91C44">
        <w:t xml:space="preserve">of the Act </w:t>
      </w:r>
      <w:r w:rsidR="0035708C">
        <w:t>to consider and vote</w:t>
      </w:r>
      <w:r w:rsidR="00B70E44">
        <w:t xml:space="preserve"> on both a special resolution to remove the current depositary and a special resolution choosing a new depositary. </w:t>
      </w:r>
      <w:r w:rsidR="00B70E44">
        <w:rPr>
          <w:rStyle w:val="Referencingstyle"/>
        </w:rPr>
        <w:t>[</w:t>
      </w:r>
      <w:r w:rsidR="00B47583">
        <w:rPr>
          <w:rStyle w:val="Referencingstyle"/>
        </w:rPr>
        <w:t>Schedule 1, Part 1, item 1, s</w:t>
      </w:r>
      <w:r w:rsidR="009D2174">
        <w:rPr>
          <w:rStyle w:val="Referencingstyle"/>
        </w:rPr>
        <w:t>ubs</w:t>
      </w:r>
      <w:r w:rsidR="00B47583">
        <w:rPr>
          <w:rStyle w:val="Referencingstyle"/>
        </w:rPr>
        <w:t xml:space="preserve">ection </w:t>
      </w:r>
      <w:r w:rsidR="009D2174">
        <w:rPr>
          <w:rStyle w:val="Referencingstyle"/>
        </w:rPr>
        <w:t>1165B</w:t>
      </w:r>
      <w:r w:rsidR="00B70E44">
        <w:rPr>
          <w:rStyle w:val="Referencingstyle"/>
        </w:rPr>
        <w:t>(6)]</w:t>
      </w:r>
    </w:p>
    <w:p w14:paraId="764D3FDF" w14:textId="51CEAC69" w:rsidR="002207BE" w:rsidRDefault="002207BE" w:rsidP="004F7973">
      <w:pPr>
        <w:pStyle w:val="base-text-paragraph"/>
      </w:pPr>
      <w:r>
        <w:t xml:space="preserve">This is the only method by which </w:t>
      </w:r>
      <w:r w:rsidR="0038467B">
        <w:t xml:space="preserve">members </w:t>
      </w:r>
      <w:r>
        <w:t xml:space="preserve">can </w:t>
      </w:r>
      <w:r w:rsidR="0035708C">
        <w:t xml:space="preserve">initiate the </w:t>
      </w:r>
      <w:r>
        <w:t>remov</w:t>
      </w:r>
      <w:r w:rsidR="0035708C">
        <w:t>al of</w:t>
      </w:r>
      <w:r>
        <w:t xml:space="preserve"> the depositary.</w:t>
      </w:r>
    </w:p>
    <w:p w14:paraId="1B9D376A" w14:textId="32EEDE74" w:rsidR="0038467B" w:rsidRDefault="0038467B" w:rsidP="0038467B">
      <w:pPr>
        <w:pStyle w:val="base-text-paragraph"/>
      </w:pPr>
      <w:r>
        <w:t>In either case (corporate director-initiated or member-initiated), the notice of meeting of the CCIV’s members must:</w:t>
      </w:r>
    </w:p>
    <w:p w14:paraId="7963A25D" w14:textId="394B490C" w:rsidR="0038467B" w:rsidRDefault="0038467B" w:rsidP="0038467B">
      <w:pPr>
        <w:pStyle w:val="dotpoint"/>
      </w:pPr>
      <w:r>
        <w:t>set out the intention to remove the depositary; and</w:t>
      </w:r>
    </w:p>
    <w:p w14:paraId="126388F8" w14:textId="21BC5913" w:rsidR="0087152D" w:rsidRDefault="0038467B" w:rsidP="0038467B">
      <w:pPr>
        <w:pStyle w:val="dotpoint"/>
      </w:pPr>
      <w:proofErr w:type="gramStart"/>
      <w:r>
        <w:t>nominate</w:t>
      </w:r>
      <w:proofErr w:type="gramEnd"/>
      <w:r>
        <w:t xml:space="preserve"> a company to be the new depositary of the CCIV</w:t>
      </w:r>
      <w:r w:rsidR="0087152D">
        <w:t xml:space="preserve"> that</w:t>
      </w:r>
      <w:r w:rsidR="009D2174">
        <w:t xml:space="preserve"> meets the requirements for being a depositary and consents to be chosen as the new depositary.</w:t>
      </w:r>
      <w:r w:rsidR="009D2174" w:rsidDel="009D2174">
        <w:t xml:space="preserve"> </w:t>
      </w:r>
    </w:p>
    <w:p w14:paraId="2EDF655E" w14:textId="20C99991" w:rsidR="0038467B" w:rsidRDefault="009D2174" w:rsidP="00712B4B">
      <w:pPr>
        <w:pStyle w:val="dotpoint"/>
        <w:numPr>
          <w:ilvl w:val="0"/>
          <w:numId w:val="0"/>
        </w:numPr>
        <w:ind w:left="2268"/>
      </w:pPr>
      <w:r w:rsidDel="009D2174">
        <w:t xml:space="preserve"> </w:t>
      </w:r>
      <w:r w:rsidR="0087152D">
        <w:rPr>
          <w:rStyle w:val="Referencingstyle"/>
        </w:rPr>
        <w:t>[</w:t>
      </w:r>
      <w:r w:rsidR="00B47583">
        <w:rPr>
          <w:rStyle w:val="Referencingstyle"/>
        </w:rPr>
        <w:t xml:space="preserve">Schedule 1, Part 1, item 1, </w:t>
      </w:r>
      <w:r>
        <w:rPr>
          <w:rStyle w:val="Referencingstyle"/>
        </w:rPr>
        <w:t xml:space="preserve">subsection </w:t>
      </w:r>
      <w:proofErr w:type="gramStart"/>
      <w:r>
        <w:rPr>
          <w:rStyle w:val="Referencingstyle"/>
        </w:rPr>
        <w:t>1165B</w:t>
      </w:r>
      <w:r w:rsidR="0087152D">
        <w:rPr>
          <w:rStyle w:val="Referencingstyle"/>
        </w:rPr>
        <w:t>(</w:t>
      </w:r>
      <w:proofErr w:type="gramEnd"/>
      <w:r w:rsidR="0087152D">
        <w:rPr>
          <w:rStyle w:val="Referencingstyle"/>
        </w:rPr>
        <w:t>7</w:t>
      </w:r>
      <w:r w:rsidR="0038467B">
        <w:rPr>
          <w:rStyle w:val="Referencingstyle"/>
        </w:rPr>
        <w:t>)]</w:t>
      </w:r>
    </w:p>
    <w:p w14:paraId="2C542B30" w14:textId="27E1B9B5" w:rsidR="0038467B" w:rsidRDefault="00611E3B" w:rsidP="0038467B">
      <w:pPr>
        <w:pStyle w:val="base-text-paragraph"/>
      </w:pPr>
      <w:r>
        <w:lastRenderedPageBreak/>
        <w:t>The rules concer</w:t>
      </w:r>
      <w:r w:rsidR="00E14875">
        <w:t>ning the removal of the deposita</w:t>
      </w:r>
      <w:r>
        <w:t>ry</w:t>
      </w:r>
      <w:r w:rsidR="0038467B">
        <w:t xml:space="preserve"> appl</w:t>
      </w:r>
      <w:r>
        <w:t>y</w:t>
      </w:r>
      <w:r w:rsidR="0038467B">
        <w:t xml:space="preserve"> despite anything to the contrary in:</w:t>
      </w:r>
    </w:p>
    <w:p w14:paraId="34098DF5" w14:textId="77777777" w:rsidR="0038467B" w:rsidRDefault="0038467B" w:rsidP="0038467B">
      <w:pPr>
        <w:pStyle w:val="dotpoint"/>
      </w:pPr>
      <w:r>
        <w:t>the CCIV’s constitution; or</w:t>
      </w:r>
    </w:p>
    <w:p w14:paraId="53EBE509" w14:textId="77777777" w:rsidR="009D2174" w:rsidRDefault="0038467B" w:rsidP="0038467B">
      <w:pPr>
        <w:pStyle w:val="dotpoint"/>
      </w:pPr>
      <w:proofErr w:type="gramStart"/>
      <w:r>
        <w:t>any</w:t>
      </w:r>
      <w:proofErr w:type="gramEnd"/>
      <w:r>
        <w:t xml:space="preserve"> contract entered into by the depositary, the CCIV, the corporate director or the </w:t>
      </w:r>
      <w:r w:rsidR="003D079A">
        <w:t xml:space="preserve">members </w:t>
      </w:r>
      <w:r>
        <w:t xml:space="preserve">of the CCIV. </w:t>
      </w:r>
    </w:p>
    <w:p w14:paraId="6D97B3D9" w14:textId="7F8D0137" w:rsidR="0038467B" w:rsidRDefault="0038467B" w:rsidP="009D2174">
      <w:pPr>
        <w:pStyle w:val="dotpoint"/>
        <w:numPr>
          <w:ilvl w:val="0"/>
          <w:numId w:val="0"/>
        </w:numPr>
        <w:ind w:left="1984"/>
      </w:pPr>
      <w:r>
        <w:rPr>
          <w:rStyle w:val="Referencingstyle"/>
        </w:rPr>
        <w:t>[</w:t>
      </w:r>
      <w:r w:rsidR="009D2174">
        <w:rPr>
          <w:rStyle w:val="Referencingstyle"/>
        </w:rPr>
        <w:t xml:space="preserve">Schedule 1, Part 1, item 1, subsection </w:t>
      </w:r>
      <w:proofErr w:type="gramStart"/>
      <w:r w:rsidR="009D2174">
        <w:rPr>
          <w:rStyle w:val="Referencingstyle"/>
        </w:rPr>
        <w:t>1165B(</w:t>
      </w:r>
      <w:proofErr w:type="gramEnd"/>
      <w:r w:rsidR="009D2174">
        <w:rPr>
          <w:rStyle w:val="Referencingstyle"/>
        </w:rPr>
        <w:t>8)]</w:t>
      </w:r>
    </w:p>
    <w:p w14:paraId="6FDB8B18" w14:textId="5605F530" w:rsidR="0038467B" w:rsidRDefault="0038467B" w:rsidP="0038467B">
      <w:pPr>
        <w:pStyle w:val="base-text-paragraph"/>
      </w:pPr>
      <w:r>
        <w:t xml:space="preserve">This means that parties cannot </w:t>
      </w:r>
      <w:r w:rsidR="000818C0">
        <w:t xml:space="preserve">develop </w:t>
      </w:r>
      <w:r>
        <w:t>a</w:t>
      </w:r>
      <w:r w:rsidR="00611E3B">
        <w:t xml:space="preserve">n alternative </w:t>
      </w:r>
      <w:r>
        <w:t xml:space="preserve">process for </w:t>
      </w:r>
      <w:r w:rsidR="00611E3B">
        <w:t>removing</w:t>
      </w:r>
      <w:r>
        <w:t xml:space="preserve"> the depositary of a CCIV.</w:t>
      </w:r>
    </w:p>
    <w:p w14:paraId="69C239A5" w14:textId="25230390" w:rsidR="0087152D" w:rsidRDefault="0087152D" w:rsidP="0087152D">
      <w:pPr>
        <w:pStyle w:val="base-text-paragraph"/>
      </w:pPr>
      <w:r>
        <w:t xml:space="preserve">If the members’ meeting passes a special resolution appointing a company to be the new depositary of the CCIV, and that company has consented in writing to become the new depositary, that company is </w:t>
      </w:r>
      <w:r w:rsidRPr="00712B4B">
        <w:t>chosen</w:t>
      </w:r>
      <w:r>
        <w:t xml:space="preserve"> to be the new depositary. </w:t>
      </w:r>
      <w:r w:rsidR="00456F1C">
        <w:t>This is the only way a new depositary can be chosen</w:t>
      </w:r>
      <w:r w:rsidR="00456F1C" w:rsidRPr="006572ED">
        <w:t xml:space="preserve"> </w:t>
      </w:r>
      <w:r w:rsidR="00456F1C">
        <w:t>to replace a depositary that has been removed</w:t>
      </w:r>
      <w:r>
        <w:t xml:space="preserve">. </w:t>
      </w:r>
      <w:r>
        <w:rPr>
          <w:rStyle w:val="Referencingstyle"/>
        </w:rPr>
        <w:t>[</w:t>
      </w:r>
      <w:r w:rsidR="00B47583">
        <w:rPr>
          <w:rStyle w:val="Referencingstyle"/>
        </w:rPr>
        <w:t>Schedule 1, Part 1, item 1,</w:t>
      </w:r>
      <w:r w:rsidR="00CA6DC0">
        <w:rPr>
          <w:rStyle w:val="Referencingstyle"/>
        </w:rPr>
        <w:t xml:space="preserve"> sub</w:t>
      </w:r>
      <w:r w:rsidR="00B47583">
        <w:rPr>
          <w:rStyle w:val="Referencingstyle"/>
        </w:rPr>
        <w:t xml:space="preserve">section </w:t>
      </w:r>
      <w:r w:rsidR="00CA6DC0">
        <w:rPr>
          <w:rStyle w:val="Referencingstyle"/>
        </w:rPr>
        <w:t>1165D</w:t>
      </w:r>
      <w:r>
        <w:rPr>
          <w:rStyle w:val="Referencingstyle"/>
        </w:rPr>
        <w:t>(1)]</w:t>
      </w:r>
    </w:p>
    <w:p w14:paraId="046CE1D6" w14:textId="2753999F" w:rsidR="0087152D" w:rsidRDefault="0087152D" w:rsidP="0087152D">
      <w:pPr>
        <w:pStyle w:val="base-text-paragraph"/>
      </w:pPr>
      <w:r>
        <w:t xml:space="preserve">The company chosen by the </w:t>
      </w:r>
      <w:r w:rsidR="003D679E">
        <w:t xml:space="preserve">members </w:t>
      </w:r>
      <w:r>
        <w:t>need not be the one nominated in the notice of meeting.</w:t>
      </w:r>
      <w:r w:rsidR="00456F1C">
        <w:t xml:space="preserve"> Further, n</w:t>
      </w:r>
      <w:r>
        <w:t xml:space="preserve">othing prevents a company that is the temporary depositary from being chosen as the new depositary, provided it </w:t>
      </w:r>
      <w:r w:rsidR="00CA6DC0">
        <w:t>meets the requirements for being a depositary.</w:t>
      </w:r>
      <w:r>
        <w:t xml:space="preserve"> </w:t>
      </w:r>
      <w:r>
        <w:rPr>
          <w:rStyle w:val="Referencingstyle"/>
        </w:rPr>
        <w:t>[</w:t>
      </w:r>
      <w:r w:rsidR="00B47583">
        <w:rPr>
          <w:rStyle w:val="Referencingstyle"/>
        </w:rPr>
        <w:t xml:space="preserve">Schedule 1, Part 1, item 1, </w:t>
      </w:r>
      <w:r w:rsidR="00CA6DC0">
        <w:rPr>
          <w:rStyle w:val="Referencingstyle"/>
        </w:rPr>
        <w:t>sub</w:t>
      </w:r>
      <w:r w:rsidR="00B47583">
        <w:rPr>
          <w:rStyle w:val="Referencingstyle"/>
        </w:rPr>
        <w:t xml:space="preserve">section </w:t>
      </w:r>
      <w:r w:rsidR="00CA6DC0">
        <w:rPr>
          <w:rStyle w:val="Referencingstyle"/>
        </w:rPr>
        <w:t>1165D</w:t>
      </w:r>
      <w:r>
        <w:rPr>
          <w:rStyle w:val="Referencingstyle"/>
        </w:rPr>
        <w:t>(2)]</w:t>
      </w:r>
    </w:p>
    <w:p w14:paraId="4AE2ADFF" w14:textId="7539F337" w:rsidR="007563FB" w:rsidRDefault="007563FB" w:rsidP="007563FB">
      <w:pPr>
        <w:pStyle w:val="Heading5"/>
      </w:pPr>
      <w:r>
        <w:t>Application to Court</w:t>
      </w:r>
    </w:p>
    <w:p w14:paraId="12DD3EBA" w14:textId="53723202" w:rsidR="006446C3" w:rsidRDefault="006446C3" w:rsidP="006446C3">
      <w:pPr>
        <w:pStyle w:val="base-text-paragraph"/>
      </w:pPr>
      <w:r>
        <w:t>If the</w:t>
      </w:r>
      <w:r w:rsidR="00A77A68">
        <w:t xml:space="preserve"> removal of the depositary is initiated and the</w:t>
      </w:r>
      <w:r>
        <w:t xml:space="preserve"> members</w:t>
      </w:r>
      <w:r w:rsidR="00A77A68">
        <w:t xml:space="preserve"> pass a special resolution to remove it but are unable to choose a new depositary, </w:t>
      </w:r>
      <w:r>
        <w:t xml:space="preserve">the corporate director must apply to the Court for the appointment of a temporary depositary. </w:t>
      </w:r>
      <w:r>
        <w:rPr>
          <w:rStyle w:val="Referencingstyle"/>
        </w:rPr>
        <w:t>[</w:t>
      </w:r>
      <w:r w:rsidR="00B47583">
        <w:rPr>
          <w:rStyle w:val="Referencingstyle"/>
        </w:rPr>
        <w:t xml:space="preserve">Schedule 1, Part 1, item 1, </w:t>
      </w:r>
      <w:r w:rsidR="00CA6DC0">
        <w:rPr>
          <w:rStyle w:val="Referencingstyle"/>
        </w:rPr>
        <w:t>sub</w:t>
      </w:r>
      <w:r w:rsidR="00B47583">
        <w:rPr>
          <w:rStyle w:val="Referencingstyle"/>
        </w:rPr>
        <w:t>section</w:t>
      </w:r>
      <w:r w:rsidR="00CA6DC0">
        <w:rPr>
          <w:rStyle w:val="Referencingstyle"/>
        </w:rPr>
        <w:t>s 1165E(1) to (3)</w:t>
      </w:r>
      <w:r>
        <w:rPr>
          <w:rStyle w:val="Referencingstyle"/>
        </w:rPr>
        <w:t>]</w:t>
      </w:r>
    </w:p>
    <w:p w14:paraId="4CBC135A" w14:textId="23CC1886" w:rsidR="006446C3" w:rsidRDefault="009343B6" w:rsidP="006446C3">
      <w:pPr>
        <w:pStyle w:val="base-text-paragraph"/>
      </w:pPr>
      <w:r>
        <w:t xml:space="preserve">In these circumstances </w:t>
      </w:r>
      <w:r w:rsidR="006446C3">
        <w:t xml:space="preserve">ASIC, the current depositary, or a member or group of members of the CCIV may </w:t>
      </w:r>
      <w:r>
        <w:t xml:space="preserve">also </w:t>
      </w:r>
      <w:r w:rsidR="006446C3">
        <w:t xml:space="preserve">apply to the Court for the appointment of a temporary depositary. </w:t>
      </w:r>
      <w:r w:rsidR="006446C3">
        <w:rPr>
          <w:rStyle w:val="Referencingstyle"/>
        </w:rPr>
        <w:t>[</w:t>
      </w:r>
      <w:r w:rsidR="00B47583">
        <w:rPr>
          <w:rStyle w:val="Referencingstyle"/>
        </w:rPr>
        <w:t xml:space="preserve">Schedule 1, Part 1, item 1, </w:t>
      </w:r>
      <w:r w:rsidR="00CA6DC0">
        <w:rPr>
          <w:rStyle w:val="Referencingstyle"/>
        </w:rPr>
        <w:t>subsections</w:t>
      </w:r>
      <w:r w:rsidR="00B47583">
        <w:rPr>
          <w:rStyle w:val="Referencingstyle"/>
        </w:rPr>
        <w:t xml:space="preserve"> </w:t>
      </w:r>
      <w:r w:rsidR="00CA6DC0">
        <w:rPr>
          <w:rStyle w:val="Referencingstyle"/>
        </w:rPr>
        <w:t>1165E(1) and (2) and (4</w:t>
      </w:r>
      <w:r w:rsidR="006446C3">
        <w:rPr>
          <w:rStyle w:val="Referencingstyle"/>
        </w:rPr>
        <w:t>)]</w:t>
      </w:r>
    </w:p>
    <w:p w14:paraId="663F3CDC" w14:textId="04C9B45B" w:rsidR="006446C3" w:rsidRDefault="006446C3" w:rsidP="006446C3">
      <w:pPr>
        <w:pStyle w:val="base-text-paragraph"/>
      </w:pPr>
      <w:r>
        <w:t>The conferral of standing in the latter case is intended to act as a backstop where the corporate director fails to make the application.</w:t>
      </w:r>
    </w:p>
    <w:p w14:paraId="6F11467A" w14:textId="248407AE" w:rsidR="006446C3" w:rsidRDefault="006446C3" w:rsidP="006446C3">
      <w:pPr>
        <w:pStyle w:val="base-text-paragraph"/>
      </w:pPr>
      <w:r>
        <w:t xml:space="preserve">If the removal of the depositary is initiated and the </w:t>
      </w:r>
      <w:r w:rsidR="00A77A68">
        <w:t xml:space="preserve">members fail to pass a special resolution to remove it, </w:t>
      </w:r>
      <w:r w:rsidR="007C6938">
        <w:t xml:space="preserve">the current depositary remains in place. That depositary can only be removed when members, at a properly convened meeting, </w:t>
      </w:r>
      <w:r w:rsidR="00474C76">
        <w:t xml:space="preserve">succeed in </w:t>
      </w:r>
      <w:r w:rsidR="007C6938">
        <w:t>pass</w:t>
      </w:r>
      <w:r w:rsidR="00474C76">
        <w:t>ing</w:t>
      </w:r>
      <w:r w:rsidR="007C6938">
        <w:t xml:space="preserve"> a special resolution to remove it.</w:t>
      </w:r>
    </w:p>
    <w:p w14:paraId="22639871" w14:textId="61DBE504" w:rsidR="0049400E" w:rsidRDefault="0049400E" w:rsidP="0049400E">
      <w:pPr>
        <w:pStyle w:val="Heading4"/>
      </w:pPr>
      <w:r>
        <w:lastRenderedPageBreak/>
        <w:t>Temporary depositary</w:t>
      </w:r>
    </w:p>
    <w:p w14:paraId="15CC3910" w14:textId="6F160C9D" w:rsidR="0049400E" w:rsidRDefault="002F3C30" w:rsidP="004F7973">
      <w:pPr>
        <w:pStyle w:val="base-text-paragraph"/>
      </w:pPr>
      <w:r>
        <w:t xml:space="preserve">The Court may make an order removing the current depositary of a CCIV and appointing a temporary depositary in its place in </w:t>
      </w:r>
      <w:r w:rsidR="00D64445">
        <w:t xml:space="preserve">the following </w:t>
      </w:r>
      <w:r>
        <w:t>t</w:t>
      </w:r>
      <w:r w:rsidR="003601C5">
        <w:t>hree</w:t>
      </w:r>
      <w:r>
        <w:t xml:space="preserve"> scenarios:</w:t>
      </w:r>
    </w:p>
    <w:p w14:paraId="4FA64DE9" w14:textId="11C21D04" w:rsidR="00D64445" w:rsidRDefault="002E0A97" w:rsidP="00D64445">
      <w:pPr>
        <w:pStyle w:val="dotpoint"/>
      </w:pPr>
      <w:r>
        <w:t>t</w:t>
      </w:r>
      <w:r w:rsidR="00D64445">
        <w:t xml:space="preserve">he retirement of the depositary is initiated but </w:t>
      </w:r>
      <w:r w:rsidR="003601C5">
        <w:t xml:space="preserve">the </w:t>
      </w:r>
      <w:r w:rsidR="00D64445">
        <w:t>members are unable to choose a new depositary</w:t>
      </w:r>
      <w:r>
        <w:t>;</w:t>
      </w:r>
      <w:r w:rsidR="001135C1">
        <w:t xml:space="preserve"> </w:t>
      </w:r>
    </w:p>
    <w:p w14:paraId="0FDCFBEE" w14:textId="2BAA26F3" w:rsidR="003601C5" w:rsidRDefault="002E0A97" w:rsidP="00D64445">
      <w:pPr>
        <w:pStyle w:val="dotpoint"/>
      </w:pPr>
      <w:r>
        <w:t>t</w:t>
      </w:r>
      <w:r w:rsidR="003601C5">
        <w:t>he removal</w:t>
      </w:r>
      <w:r w:rsidR="001135C1">
        <w:t xml:space="preserve"> of the depositary is initiated</w:t>
      </w:r>
      <w:r w:rsidR="003601C5">
        <w:t xml:space="preserve"> and the members pass a special resolution to remove </w:t>
      </w:r>
      <w:r w:rsidR="001135C1">
        <w:t>i</w:t>
      </w:r>
      <w:r w:rsidR="003601C5">
        <w:t>t</w:t>
      </w:r>
      <w:r w:rsidR="001135C1">
        <w:t xml:space="preserve"> but are unable to choose a new depositary</w:t>
      </w:r>
      <w:r>
        <w:t>; or</w:t>
      </w:r>
      <w:r w:rsidR="001135C1">
        <w:t xml:space="preserve"> </w:t>
      </w:r>
    </w:p>
    <w:p w14:paraId="491EDF17" w14:textId="157214AD" w:rsidR="00D64445" w:rsidRPr="00712B4B" w:rsidRDefault="002E0A97" w:rsidP="00D64445">
      <w:pPr>
        <w:pStyle w:val="dotpoint"/>
        <w:rPr>
          <w:rStyle w:val="Referencingstyle"/>
          <w:b w:val="0"/>
          <w:i w:val="0"/>
          <w:sz w:val="22"/>
        </w:rPr>
      </w:pPr>
      <w:proofErr w:type="gramStart"/>
      <w:r>
        <w:t>t</w:t>
      </w:r>
      <w:r w:rsidR="00D64445">
        <w:t>he</w:t>
      </w:r>
      <w:proofErr w:type="gramEnd"/>
      <w:r w:rsidR="00D64445">
        <w:t xml:space="preserve"> depositary loses its AFSL. </w:t>
      </w:r>
    </w:p>
    <w:p w14:paraId="27C232C0" w14:textId="60503B98" w:rsidR="002E0A97" w:rsidRDefault="002E0A97" w:rsidP="00712B4B">
      <w:pPr>
        <w:pStyle w:val="dotpoint"/>
        <w:numPr>
          <w:ilvl w:val="0"/>
          <w:numId w:val="0"/>
        </w:numPr>
        <w:ind w:left="1984"/>
      </w:pPr>
      <w:r>
        <w:rPr>
          <w:rStyle w:val="Referencingstyle"/>
        </w:rPr>
        <w:t>[</w:t>
      </w:r>
      <w:r w:rsidR="00B47583">
        <w:rPr>
          <w:rStyle w:val="Referencingstyle"/>
        </w:rPr>
        <w:t xml:space="preserve">Schedule 1, Part 1, item 1, </w:t>
      </w:r>
      <w:r w:rsidR="00CA6DC0">
        <w:rPr>
          <w:rStyle w:val="Referencingstyle"/>
        </w:rPr>
        <w:t>sections 1165E and 1165F</w:t>
      </w:r>
      <w:r>
        <w:rPr>
          <w:rStyle w:val="Referencingstyle"/>
        </w:rPr>
        <w:t xml:space="preserve"> and </w:t>
      </w:r>
      <w:r w:rsidR="00CA6DC0">
        <w:rPr>
          <w:rStyle w:val="Referencingstyle"/>
        </w:rPr>
        <w:t xml:space="preserve">subsection </w:t>
      </w:r>
      <w:proofErr w:type="gramStart"/>
      <w:r w:rsidR="00CA6DC0">
        <w:rPr>
          <w:rStyle w:val="Referencingstyle"/>
        </w:rPr>
        <w:t>1165G</w:t>
      </w:r>
      <w:r>
        <w:rPr>
          <w:rStyle w:val="Referencingstyle"/>
        </w:rPr>
        <w:t>(</w:t>
      </w:r>
      <w:proofErr w:type="gramEnd"/>
      <w:r>
        <w:rPr>
          <w:rStyle w:val="Referencingstyle"/>
        </w:rPr>
        <w:t>1)]</w:t>
      </w:r>
    </w:p>
    <w:p w14:paraId="51A4AB02" w14:textId="07FBA700" w:rsidR="002F3C30" w:rsidRDefault="003601C5" w:rsidP="004F7973">
      <w:pPr>
        <w:pStyle w:val="base-text-paragraph"/>
      </w:pPr>
      <w:r>
        <w:t>The Court can only make the order if satisfied that it</w:t>
      </w:r>
      <w:r w:rsidR="002F3C30">
        <w:t xml:space="preserve"> is in the interest of the members of the CCIV</w:t>
      </w:r>
      <w:r w:rsidR="002E0A97">
        <w:t xml:space="preserve"> and the company consents in writing to becoming the CCIV’s temporary depositary</w:t>
      </w:r>
      <w:r w:rsidR="002F3C30">
        <w:t xml:space="preserve">. The Court may also make any further </w:t>
      </w:r>
      <w:r>
        <w:t xml:space="preserve">orders that it considers appropriate. </w:t>
      </w:r>
      <w:r>
        <w:rPr>
          <w:rStyle w:val="Referencingstyle"/>
        </w:rPr>
        <w:t>[</w:t>
      </w:r>
      <w:r w:rsidR="00B47583">
        <w:rPr>
          <w:rStyle w:val="Referencingstyle"/>
        </w:rPr>
        <w:t xml:space="preserve">Schedule 1, Part 1, item 1, </w:t>
      </w:r>
      <w:r w:rsidR="00986C5E">
        <w:rPr>
          <w:rStyle w:val="Referencingstyle"/>
        </w:rPr>
        <w:t>sub</w:t>
      </w:r>
      <w:r w:rsidR="00B47583">
        <w:rPr>
          <w:rStyle w:val="Referencingstyle"/>
        </w:rPr>
        <w:t>section</w:t>
      </w:r>
      <w:r w:rsidR="00986C5E">
        <w:rPr>
          <w:rStyle w:val="Referencingstyle"/>
        </w:rPr>
        <w:t>s</w:t>
      </w:r>
      <w:r w:rsidR="00B47583">
        <w:rPr>
          <w:rStyle w:val="Referencingstyle"/>
        </w:rPr>
        <w:t xml:space="preserve"> </w:t>
      </w:r>
      <w:r w:rsidR="00986C5E">
        <w:rPr>
          <w:rStyle w:val="Referencingstyle"/>
        </w:rPr>
        <w:t>1165G</w:t>
      </w:r>
      <w:r w:rsidR="002E0A97">
        <w:rPr>
          <w:rStyle w:val="Referencingstyle"/>
        </w:rPr>
        <w:t xml:space="preserve">(2) and </w:t>
      </w:r>
      <w:r>
        <w:rPr>
          <w:rStyle w:val="Referencingstyle"/>
        </w:rPr>
        <w:t>(3)]</w:t>
      </w:r>
    </w:p>
    <w:p w14:paraId="7E64DFDE" w14:textId="44535824" w:rsidR="00230E11" w:rsidRDefault="00230E11" w:rsidP="00230E11">
      <w:pPr>
        <w:pStyle w:val="Heading5"/>
      </w:pPr>
      <w:r>
        <w:t>Application to Court if depositary loses AFSL</w:t>
      </w:r>
    </w:p>
    <w:p w14:paraId="4A1847B8" w14:textId="28C4937F" w:rsidR="00230E11" w:rsidRDefault="00230E11" w:rsidP="00230E11">
      <w:pPr>
        <w:pStyle w:val="base-text-paragraph"/>
      </w:pPr>
      <w:r>
        <w:t xml:space="preserve">In the event of the depositary of a CCIV losing its AFSL, the corporate director must </w:t>
      </w:r>
      <w:r w:rsidR="005B7C4D">
        <w:t xml:space="preserve">apply to the Court for the appointment of a temporary depositary. </w:t>
      </w:r>
      <w:r w:rsidR="005B7C4D">
        <w:rPr>
          <w:rStyle w:val="Referencingstyle"/>
        </w:rPr>
        <w:t>[</w:t>
      </w:r>
      <w:r w:rsidR="00B47583">
        <w:rPr>
          <w:rStyle w:val="Referencingstyle"/>
        </w:rPr>
        <w:t xml:space="preserve">Schedule 1, Part 1, item 1, </w:t>
      </w:r>
      <w:r w:rsidR="00986C5E">
        <w:rPr>
          <w:rStyle w:val="Referencingstyle"/>
        </w:rPr>
        <w:t xml:space="preserve">subsections 1165F(1) and </w:t>
      </w:r>
      <w:r w:rsidR="005B7C4D">
        <w:rPr>
          <w:rStyle w:val="Referencingstyle"/>
        </w:rPr>
        <w:t>(2)]</w:t>
      </w:r>
    </w:p>
    <w:p w14:paraId="10C92B15" w14:textId="67D589E5" w:rsidR="005B7C4D" w:rsidRDefault="005B7C4D" w:rsidP="00230E11">
      <w:pPr>
        <w:pStyle w:val="base-text-paragraph"/>
      </w:pPr>
      <w:r>
        <w:t xml:space="preserve">In the event of the depositary of a CCIV losing its AFSL, ASIC, or a member or group of members of the CCIV </w:t>
      </w:r>
      <w:r w:rsidR="004D47F2">
        <w:t xml:space="preserve">may apply to the Court for the appointment of a temporary depositary. </w:t>
      </w:r>
      <w:r w:rsidR="004D47F2">
        <w:rPr>
          <w:rStyle w:val="Referencingstyle"/>
        </w:rPr>
        <w:t>[</w:t>
      </w:r>
      <w:r w:rsidR="00B47583">
        <w:rPr>
          <w:rStyle w:val="Referencingstyle"/>
        </w:rPr>
        <w:t>Schedule 1, Part 1, item 1,</w:t>
      </w:r>
      <w:r w:rsidR="00986C5E">
        <w:rPr>
          <w:rStyle w:val="Referencingstyle"/>
        </w:rPr>
        <w:t xml:space="preserve"> subsection 1165F</w:t>
      </w:r>
      <w:r w:rsidR="004D47F2">
        <w:rPr>
          <w:rStyle w:val="Referencingstyle"/>
        </w:rPr>
        <w:t>(3)]</w:t>
      </w:r>
    </w:p>
    <w:p w14:paraId="03969190" w14:textId="79478883" w:rsidR="00230E11" w:rsidRDefault="00230E11" w:rsidP="00230E11">
      <w:pPr>
        <w:pStyle w:val="base-text-paragraph"/>
      </w:pPr>
      <w:r>
        <w:t xml:space="preserve">The conferral of standing in the latter case is intended to act as a backstop where the corporate director fails </w:t>
      </w:r>
      <w:r w:rsidR="005B7C4D">
        <w:t>to make the application</w:t>
      </w:r>
      <w:r>
        <w:t xml:space="preserve">. </w:t>
      </w:r>
      <w:r w:rsidR="008D5A8A">
        <w:t xml:space="preserve">Unlike </w:t>
      </w:r>
      <w:r w:rsidR="006446C3">
        <w:t xml:space="preserve">removal and retirement, the outgoing depositary (which has lost its AFSL) does not have standing to make the application. </w:t>
      </w:r>
    </w:p>
    <w:p w14:paraId="2A8EBBA7" w14:textId="56CA9477" w:rsidR="00470AE5" w:rsidRDefault="00470AE5" w:rsidP="00470AE5">
      <w:pPr>
        <w:pStyle w:val="Heading5"/>
      </w:pPr>
      <w:r>
        <w:t xml:space="preserve">Corporate director to </w:t>
      </w:r>
      <w:r w:rsidR="00CD6F2B">
        <w:t>seek</w:t>
      </w:r>
      <w:r>
        <w:t xml:space="preserve"> appointment of permanent depositary</w:t>
      </w:r>
    </w:p>
    <w:p w14:paraId="02903FD6" w14:textId="0617FF65" w:rsidR="00470AE5" w:rsidRDefault="00C60723" w:rsidP="00470AE5">
      <w:pPr>
        <w:pStyle w:val="base-text-paragraph"/>
      </w:pPr>
      <w:r>
        <w:t xml:space="preserve">Following the appointment of a temporary depositary, the </w:t>
      </w:r>
      <w:r w:rsidR="00CD6F2B">
        <w:t>corporate director must take steps to ensure that members appoint a new depositary or, if this fails to occur, to apply to the Court to have the CCIV wound up</w:t>
      </w:r>
      <w:r w:rsidR="00470AE5">
        <w:t>.</w:t>
      </w:r>
    </w:p>
    <w:p w14:paraId="49BC8F6A" w14:textId="036ED99E" w:rsidR="00CD6F2B" w:rsidRDefault="000C0296" w:rsidP="00470AE5">
      <w:pPr>
        <w:pStyle w:val="base-text-paragraph"/>
      </w:pPr>
      <w:r>
        <w:lastRenderedPageBreak/>
        <w:t>The corporate director must call a members’ meeting within three months of the Court appointing the temporary depositary for the members to consider and vote on a special resolution</w:t>
      </w:r>
      <w:r w:rsidR="00596587">
        <w:t xml:space="preserve"> choosing a company to be the </w:t>
      </w:r>
      <w:r>
        <w:t xml:space="preserve">new depositary. </w:t>
      </w:r>
      <w:r w:rsidR="00596587">
        <w:rPr>
          <w:rStyle w:val="Referencingstyle"/>
        </w:rPr>
        <w:t>[</w:t>
      </w:r>
      <w:r w:rsidR="00B47583">
        <w:rPr>
          <w:rStyle w:val="Referencingstyle"/>
        </w:rPr>
        <w:t xml:space="preserve">Schedule 1, Part 1, item 1, </w:t>
      </w:r>
      <w:r w:rsidR="00C60723">
        <w:rPr>
          <w:rStyle w:val="Referencingstyle"/>
        </w:rPr>
        <w:t>subsection 1165H</w:t>
      </w:r>
      <w:r w:rsidR="00596587">
        <w:rPr>
          <w:rStyle w:val="Referencingstyle"/>
        </w:rPr>
        <w:t>(1)]</w:t>
      </w:r>
    </w:p>
    <w:p w14:paraId="0B7E0A84" w14:textId="52E0563B" w:rsidR="00596587" w:rsidRDefault="00596587" w:rsidP="00596587">
      <w:pPr>
        <w:pStyle w:val="base-text-paragraph"/>
      </w:pPr>
      <w:r>
        <w:t>The notice of meeting must nominate a company to be the new depositary of the CCIV that:</w:t>
      </w:r>
    </w:p>
    <w:p w14:paraId="2762C98D" w14:textId="301695ED" w:rsidR="00596587" w:rsidRDefault="00C60723" w:rsidP="00596587">
      <w:pPr>
        <w:pStyle w:val="dotpoint"/>
      </w:pPr>
      <w:r>
        <w:t xml:space="preserve">meets the requirements </w:t>
      </w:r>
      <w:r w:rsidR="00F276E9">
        <w:t>for</w:t>
      </w:r>
      <w:r>
        <w:t xml:space="preserve"> be</w:t>
      </w:r>
      <w:r w:rsidR="00F276E9">
        <w:t>ing</w:t>
      </w:r>
      <w:r>
        <w:t xml:space="preserve"> a depositary</w:t>
      </w:r>
      <w:r w:rsidR="00F276E9">
        <w:t xml:space="preserve"> (see paragraph </w:t>
      </w:r>
      <w:r w:rsidR="00F276E9">
        <w:fldChar w:fldCharType="begin"/>
      </w:r>
      <w:r w:rsidR="00F276E9">
        <w:instrText xml:space="preserve"> REF _Ref490763903 \r \h </w:instrText>
      </w:r>
      <w:r w:rsidR="00F276E9">
        <w:fldChar w:fldCharType="separate"/>
      </w:r>
      <w:r w:rsidR="004C78A6">
        <w:t>6.22</w:t>
      </w:r>
      <w:r w:rsidR="00F276E9">
        <w:fldChar w:fldCharType="end"/>
      </w:r>
      <w:r w:rsidR="00F276E9">
        <w:t>)</w:t>
      </w:r>
      <w:r w:rsidR="00596587">
        <w:t>; and</w:t>
      </w:r>
    </w:p>
    <w:p w14:paraId="3EB286CD" w14:textId="77777777" w:rsidR="00B47583" w:rsidRDefault="00596587" w:rsidP="00596587">
      <w:pPr>
        <w:pStyle w:val="dotpoint"/>
      </w:pPr>
      <w:proofErr w:type="gramStart"/>
      <w:r>
        <w:t>consents</w:t>
      </w:r>
      <w:proofErr w:type="gramEnd"/>
      <w:r>
        <w:t xml:space="preserve"> to be chosen as the new depositary. </w:t>
      </w:r>
    </w:p>
    <w:p w14:paraId="13DAF92C" w14:textId="17C750E7" w:rsidR="00596587" w:rsidRDefault="00596587" w:rsidP="00C60723">
      <w:pPr>
        <w:pStyle w:val="dotpoint"/>
        <w:numPr>
          <w:ilvl w:val="0"/>
          <w:numId w:val="0"/>
        </w:numPr>
        <w:ind w:left="1984"/>
      </w:pPr>
      <w:r>
        <w:rPr>
          <w:rStyle w:val="Referencingstyle"/>
        </w:rPr>
        <w:t>[</w:t>
      </w:r>
      <w:r w:rsidR="00B47583">
        <w:rPr>
          <w:rStyle w:val="Referencingstyle"/>
        </w:rPr>
        <w:t xml:space="preserve">Schedule 1, Part 1, item 1, </w:t>
      </w:r>
      <w:r w:rsidR="00C60723">
        <w:rPr>
          <w:rStyle w:val="Referencingstyle"/>
        </w:rPr>
        <w:t xml:space="preserve">subsection </w:t>
      </w:r>
      <w:proofErr w:type="gramStart"/>
      <w:r w:rsidR="00C60723">
        <w:rPr>
          <w:rStyle w:val="Referencingstyle"/>
        </w:rPr>
        <w:t>1165H</w:t>
      </w:r>
      <w:r>
        <w:rPr>
          <w:rStyle w:val="Referencingstyle"/>
        </w:rPr>
        <w:t>(</w:t>
      </w:r>
      <w:proofErr w:type="gramEnd"/>
      <w:r>
        <w:rPr>
          <w:rStyle w:val="Referencingstyle"/>
        </w:rPr>
        <w:t>3)]</w:t>
      </w:r>
    </w:p>
    <w:p w14:paraId="03E804BD" w14:textId="210455FB" w:rsidR="00596587" w:rsidRDefault="009C3B8E" w:rsidP="00470AE5">
      <w:pPr>
        <w:pStyle w:val="base-text-paragraph"/>
      </w:pPr>
      <w:r>
        <w:t xml:space="preserve">On application by the corporate director within the three month period, the Court may grant an extension of time to call the meeting. </w:t>
      </w:r>
      <w:r>
        <w:rPr>
          <w:rStyle w:val="Referencingstyle"/>
        </w:rPr>
        <w:t>[</w:t>
      </w:r>
      <w:r w:rsidR="00B47583">
        <w:rPr>
          <w:rStyle w:val="Referencingstyle"/>
        </w:rPr>
        <w:t xml:space="preserve">Schedule 1, Part 1, item 1, </w:t>
      </w:r>
      <w:r w:rsidR="00C60723">
        <w:rPr>
          <w:rStyle w:val="Referencingstyle"/>
        </w:rPr>
        <w:t>subsection 1165H</w:t>
      </w:r>
      <w:r>
        <w:rPr>
          <w:rStyle w:val="Referencingstyle"/>
        </w:rPr>
        <w:t>(2)]</w:t>
      </w:r>
    </w:p>
    <w:p w14:paraId="77F1CE57" w14:textId="0F8B3102" w:rsidR="00903DC4" w:rsidRDefault="00903DC4" w:rsidP="00470AE5">
      <w:pPr>
        <w:pStyle w:val="base-text-paragraph"/>
      </w:pPr>
      <w:r>
        <w:t xml:space="preserve">The corporate director must apply to the Court for </w:t>
      </w:r>
      <w:r w:rsidR="00C60723">
        <w:t>the CCIV to be wound up</w:t>
      </w:r>
      <w:r>
        <w:t xml:space="preserve"> if:</w:t>
      </w:r>
    </w:p>
    <w:p w14:paraId="7FF275F4" w14:textId="55E6AEA3" w:rsidR="00903DC4" w:rsidRDefault="00903DC4" w:rsidP="00903DC4">
      <w:pPr>
        <w:pStyle w:val="dotpoint"/>
      </w:pPr>
      <w:r>
        <w:t>the corporate director calls a meeting but the members are unable to choose a new depositary; or</w:t>
      </w:r>
    </w:p>
    <w:p w14:paraId="4323203D" w14:textId="77777777" w:rsidR="00B47583" w:rsidRDefault="00903DC4" w:rsidP="00903DC4">
      <w:pPr>
        <w:pStyle w:val="dotpoint"/>
      </w:pPr>
      <w:proofErr w:type="gramStart"/>
      <w:r>
        <w:t>the</w:t>
      </w:r>
      <w:proofErr w:type="gramEnd"/>
      <w:r>
        <w:t xml:space="preserve"> corporate director fails to call a meeting at all within three months or any extended period. </w:t>
      </w:r>
    </w:p>
    <w:p w14:paraId="3AA64004" w14:textId="1C3D18A5" w:rsidR="00903DC4" w:rsidRPr="007C4891" w:rsidRDefault="00903DC4" w:rsidP="00C60723">
      <w:pPr>
        <w:pStyle w:val="dotpoint"/>
        <w:numPr>
          <w:ilvl w:val="0"/>
          <w:numId w:val="0"/>
        </w:numPr>
        <w:ind w:left="1984"/>
        <w:rPr>
          <w:rStyle w:val="Referencingstyle"/>
          <w:b w:val="0"/>
          <w:i w:val="0"/>
          <w:sz w:val="22"/>
        </w:rPr>
      </w:pPr>
      <w:r>
        <w:rPr>
          <w:rStyle w:val="Referencingstyle"/>
        </w:rPr>
        <w:t>[</w:t>
      </w:r>
      <w:r w:rsidR="00B47583">
        <w:rPr>
          <w:rStyle w:val="Referencingstyle"/>
        </w:rPr>
        <w:t xml:space="preserve">Schedule 1, Part 1, item 1, </w:t>
      </w:r>
      <w:r w:rsidR="00C60723">
        <w:rPr>
          <w:rStyle w:val="Referencingstyle"/>
        </w:rPr>
        <w:t xml:space="preserve">subsection </w:t>
      </w:r>
      <w:proofErr w:type="gramStart"/>
      <w:r w:rsidR="00C60723">
        <w:rPr>
          <w:rStyle w:val="Referencingstyle"/>
        </w:rPr>
        <w:t>1165J</w:t>
      </w:r>
      <w:r>
        <w:rPr>
          <w:rStyle w:val="Referencingstyle"/>
        </w:rPr>
        <w:t>(</w:t>
      </w:r>
      <w:proofErr w:type="gramEnd"/>
      <w:r>
        <w:rPr>
          <w:rStyle w:val="Referencingstyle"/>
        </w:rPr>
        <w:t>1) and (2)]</w:t>
      </w:r>
      <w:r>
        <w:t xml:space="preserve"> </w:t>
      </w:r>
    </w:p>
    <w:p w14:paraId="2C076F8F" w14:textId="3E7382DA" w:rsidR="007C4891" w:rsidRPr="000E3F83" w:rsidRDefault="007C4891" w:rsidP="00470AE5">
      <w:pPr>
        <w:pStyle w:val="base-text-paragraph"/>
        <w:rPr>
          <w:rStyle w:val="Referencingstyle"/>
          <w:b w:val="0"/>
          <w:i w:val="0"/>
          <w:sz w:val="22"/>
        </w:rPr>
      </w:pPr>
      <w:r>
        <w:t xml:space="preserve">ASIC, or a member or group of members of the CCIV, may apply to the Court for </w:t>
      </w:r>
      <w:r w:rsidR="00C60723">
        <w:t>the CCIV to be wound up</w:t>
      </w:r>
      <w:r w:rsidR="00903DC4">
        <w:t xml:space="preserve"> </w:t>
      </w:r>
      <w:r>
        <w:t xml:space="preserve">if the corporate director does not do so. </w:t>
      </w:r>
      <w:r>
        <w:rPr>
          <w:rStyle w:val="Referencingstyle"/>
        </w:rPr>
        <w:t>[</w:t>
      </w:r>
      <w:r w:rsidR="00B47583">
        <w:rPr>
          <w:rStyle w:val="Referencingstyle"/>
        </w:rPr>
        <w:t xml:space="preserve">Schedule 1, Part 1, item 1, </w:t>
      </w:r>
      <w:r w:rsidR="00C60723">
        <w:rPr>
          <w:rStyle w:val="Referencingstyle"/>
        </w:rPr>
        <w:t>subsection 1165J</w:t>
      </w:r>
      <w:r>
        <w:rPr>
          <w:rStyle w:val="Referencingstyle"/>
        </w:rPr>
        <w:t>(3)]</w:t>
      </w:r>
    </w:p>
    <w:p w14:paraId="28C42BB5" w14:textId="2F1D3DF0" w:rsidR="000E3F83" w:rsidRPr="00470AE5" w:rsidRDefault="004F6602" w:rsidP="00470AE5">
      <w:pPr>
        <w:pStyle w:val="base-text-paragraph"/>
      </w:pPr>
      <w:bookmarkStart w:id="132" w:name="_Ref490668085"/>
      <w:r>
        <w:t>These rules are</w:t>
      </w:r>
      <w:r w:rsidR="00101CEA">
        <w:t xml:space="preserve"> based on the process in section 601FQ for the temporary responsible entity of a registered scheme to take steps for the appointment of a new responsible entity. However, </w:t>
      </w:r>
      <w:r w:rsidR="00B361CF">
        <w:t>unlike section 601FQ, the temporary depositary should not have responsibility for appointing a new depositary. The appropriate entity to have that responsibility is the corporate director.</w:t>
      </w:r>
      <w:bookmarkEnd w:id="132"/>
      <w:r w:rsidR="00101CEA">
        <w:t xml:space="preserve">  </w:t>
      </w:r>
    </w:p>
    <w:p w14:paraId="2E9816F5" w14:textId="1BB5827B" w:rsidR="004F7973" w:rsidRDefault="004F7973" w:rsidP="004F7973">
      <w:pPr>
        <w:pStyle w:val="Heading4"/>
      </w:pPr>
      <w:r>
        <w:t>Consequences of changing the depositary</w:t>
      </w:r>
    </w:p>
    <w:p w14:paraId="4C813276" w14:textId="3405BD93" w:rsidR="00903DC4" w:rsidRPr="00C3775F" w:rsidRDefault="00C3775F" w:rsidP="004F7973">
      <w:pPr>
        <w:pStyle w:val="base-text-paragraph"/>
        <w:rPr>
          <w:rStyle w:val="Referencingstyle"/>
          <w:b w:val="0"/>
          <w:i w:val="0"/>
          <w:sz w:val="22"/>
        </w:rPr>
      </w:pPr>
      <w:r>
        <w:t xml:space="preserve">If the depositary changes, the former depositary must as soon as practicable give the new depositary any books in the former depositary’s possession or control that the Act requires to be kept in relation to the CCIV, and to give other reasonable assistance to facilitate the change in depositary. </w:t>
      </w:r>
      <w:r>
        <w:rPr>
          <w:rStyle w:val="Referencingstyle"/>
        </w:rPr>
        <w:t>[</w:t>
      </w:r>
      <w:r w:rsidR="00B47583">
        <w:rPr>
          <w:rStyle w:val="Referencingstyle"/>
        </w:rPr>
        <w:t xml:space="preserve">Schedule 1, Part 1, item 1, </w:t>
      </w:r>
      <w:r w:rsidR="00A7400B">
        <w:rPr>
          <w:rStyle w:val="Referencingstyle"/>
        </w:rPr>
        <w:t>section 1166</w:t>
      </w:r>
      <w:r>
        <w:rPr>
          <w:rStyle w:val="Referencingstyle"/>
        </w:rPr>
        <w:t>]</w:t>
      </w:r>
    </w:p>
    <w:p w14:paraId="508439EC" w14:textId="6D8268E8" w:rsidR="00C3775F" w:rsidRDefault="00C3775F" w:rsidP="00C3775F">
      <w:pPr>
        <w:pStyle w:val="base-text-paragraph"/>
      </w:pPr>
      <w:r>
        <w:lastRenderedPageBreak/>
        <w:t>Further, if the depositary changes then the rights, obligations and liabilities of the former depositary in relation to the CCIV become the rights, obligations and liabilities of the new depositary. However, the former depositary will retain the right to be paid fees and to be indemnified for expenses incurred relating to the period when it was the depositary. The former depositary also retains any right, obligation or</w:t>
      </w:r>
      <w:r w:rsidR="007A18FF">
        <w:t xml:space="preserve"> liability it had as a memb</w:t>
      </w:r>
      <w:r>
        <w:t xml:space="preserve">er of the CCIV and any liability for which it could not have been indemnified out of </w:t>
      </w:r>
      <w:r w:rsidR="007A18FF">
        <w:t xml:space="preserve">the assets of the </w:t>
      </w:r>
      <w:r>
        <w:t xml:space="preserve">CCIV had it remained the depositary. </w:t>
      </w:r>
      <w:r w:rsidR="00F34DAD">
        <w:rPr>
          <w:rStyle w:val="Referencingstyle"/>
        </w:rPr>
        <w:t>[</w:t>
      </w:r>
      <w:r w:rsidR="00D82B4F">
        <w:rPr>
          <w:rStyle w:val="Referencingstyle"/>
        </w:rPr>
        <w:t xml:space="preserve">Schedule 1, Part 1, item 1, section </w:t>
      </w:r>
      <w:r w:rsidR="00A7400B">
        <w:rPr>
          <w:rStyle w:val="Referencingstyle"/>
        </w:rPr>
        <w:t>116A</w:t>
      </w:r>
      <w:r>
        <w:rPr>
          <w:rStyle w:val="Referencingstyle"/>
        </w:rPr>
        <w:t>]</w:t>
      </w:r>
      <w:r w:rsidR="00A7400B">
        <w:rPr>
          <w:rStyle w:val="Referencingstyle"/>
        </w:rPr>
        <w:t xml:space="preserve"> </w:t>
      </w:r>
      <w:r w:rsidR="00A7400B">
        <w:t>This would not preclude liability on the part of the former depositary for its conduct while performing the depositary function</w:t>
      </w:r>
      <w:r w:rsidR="00F276E9">
        <w:t>.</w:t>
      </w:r>
    </w:p>
    <w:p w14:paraId="7BAEF9D5" w14:textId="480EBF6F" w:rsidR="00C3775F" w:rsidRDefault="00C3775F" w:rsidP="00C3775F">
      <w:pPr>
        <w:pStyle w:val="base-text-paragraph"/>
      </w:pPr>
      <w:r>
        <w:t xml:space="preserve">A document to which the former depositary was a party is to be read as if the new depositary (and not the former depositary) was the party to that document where the document is capable of having effect after the change. </w:t>
      </w:r>
      <w:r w:rsidR="00F34DAD">
        <w:rPr>
          <w:rStyle w:val="Referencingstyle"/>
        </w:rPr>
        <w:t>[</w:t>
      </w:r>
      <w:r w:rsidR="00D82B4F">
        <w:rPr>
          <w:rStyle w:val="Referencingstyle"/>
        </w:rPr>
        <w:t xml:space="preserve">Schedule 1, Part 1, item 1, </w:t>
      </w:r>
      <w:r w:rsidR="00A7400B">
        <w:rPr>
          <w:rStyle w:val="Referencingstyle"/>
        </w:rPr>
        <w:t>section 1166B</w:t>
      </w:r>
      <w:r>
        <w:rPr>
          <w:rStyle w:val="Referencingstyle"/>
        </w:rPr>
        <w:t>]</w:t>
      </w:r>
      <w:r>
        <w:t xml:space="preserve"> </w:t>
      </w:r>
    </w:p>
    <w:p w14:paraId="39C0F10F" w14:textId="3E4D393D" w:rsidR="00D0672F" w:rsidRDefault="00D0672F" w:rsidP="00C3775F">
      <w:pPr>
        <w:pStyle w:val="base-text-paragraph"/>
      </w:pPr>
      <w:r>
        <w:t xml:space="preserve">These requirements are designed to facilitate a smooth transition between the outgoing </w:t>
      </w:r>
      <w:r w:rsidR="005A5F60">
        <w:t>deposita</w:t>
      </w:r>
      <w:r>
        <w:t>ry and the incoming deposit</w:t>
      </w:r>
      <w:r w:rsidR="005A5F60">
        <w:t>a</w:t>
      </w:r>
      <w:r>
        <w:t>ry.</w:t>
      </w:r>
    </w:p>
    <w:p w14:paraId="1B9C2A24" w14:textId="0F3DC74E" w:rsidR="001D58F9" w:rsidRDefault="001D58F9" w:rsidP="001D58F9">
      <w:pPr>
        <w:pStyle w:val="Heading5"/>
      </w:pPr>
      <w:r>
        <w:t>Qualified privilege</w:t>
      </w:r>
    </w:p>
    <w:p w14:paraId="4B2AE2E5" w14:textId="03111AAE" w:rsidR="001D58F9" w:rsidRPr="001D58F9" w:rsidRDefault="001A1E9F" w:rsidP="00E63180">
      <w:pPr>
        <w:pStyle w:val="base-text-paragraph"/>
        <w:rPr>
          <w:rStyle w:val="Referencingstyle"/>
          <w:b w:val="0"/>
          <w:i w:val="0"/>
          <w:sz w:val="22"/>
        </w:rPr>
      </w:pPr>
      <w:r>
        <w:t xml:space="preserve">Officers, employees, former officers and former employees </w:t>
      </w:r>
      <w:r w:rsidR="001D58F9">
        <w:t>have qualified privilege in proceedings for defamation in respect of a statement to ASIC in connection with replacing the depositary of a CCIV</w:t>
      </w:r>
      <w:r w:rsidR="00F276E9">
        <w:t>.</w:t>
      </w:r>
      <w:r w:rsidDel="001A1E9F">
        <w:t xml:space="preserve"> </w:t>
      </w:r>
      <w:r w:rsidR="001D58F9">
        <w:rPr>
          <w:rStyle w:val="Referencingstyle"/>
        </w:rPr>
        <w:t>[</w:t>
      </w:r>
      <w:r w:rsidR="00D82B4F">
        <w:rPr>
          <w:rStyle w:val="Referencingstyle"/>
        </w:rPr>
        <w:t xml:space="preserve">Schedule 1, Part 1, item 1, </w:t>
      </w:r>
      <w:r w:rsidR="00A7400B">
        <w:rPr>
          <w:rStyle w:val="Referencingstyle"/>
        </w:rPr>
        <w:t>section 1166C</w:t>
      </w:r>
      <w:r w:rsidR="001D58F9">
        <w:rPr>
          <w:rStyle w:val="Referencingstyle"/>
        </w:rPr>
        <w:t>]</w:t>
      </w:r>
    </w:p>
    <w:p w14:paraId="5013BD0C" w14:textId="216158FE" w:rsidR="001D58F9" w:rsidRDefault="00C85C8A" w:rsidP="001D58F9">
      <w:pPr>
        <w:pStyle w:val="base-text-paragraph"/>
      </w:pPr>
      <w:r>
        <w:t>This provision is based on section 601JE which grants qualified privilege to a member of a registered scheme’s compliance committee.</w:t>
      </w:r>
    </w:p>
    <w:p w14:paraId="7B0610C2" w14:textId="77777777" w:rsidR="002B1C9D" w:rsidRDefault="002B1C9D" w:rsidP="004F7973">
      <w:pPr>
        <w:pStyle w:val="base-text-paragraph"/>
        <w:numPr>
          <w:ilvl w:val="0"/>
          <w:numId w:val="0"/>
        </w:numPr>
        <w:ind w:left="1134"/>
        <w:sectPr w:rsidR="002B1C9D" w:rsidSect="0084606C">
          <w:headerReference w:type="default" r:id="rId58"/>
          <w:type w:val="oddPage"/>
          <w:pgSz w:w="11906" w:h="16838" w:code="9"/>
          <w:pgMar w:top="2466" w:right="2098" w:bottom="2466" w:left="2098" w:header="1559" w:footer="1899" w:gutter="0"/>
          <w:cols w:space="708"/>
          <w:titlePg/>
          <w:docGrid w:linePitch="360"/>
        </w:sectPr>
      </w:pPr>
    </w:p>
    <w:p w14:paraId="34788C65" w14:textId="0C2FA509" w:rsidR="00026B18" w:rsidRPr="0088012D" w:rsidRDefault="00026B18" w:rsidP="002311DB">
      <w:pPr>
        <w:pStyle w:val="Header"/>
        <w:spacing w:before="0" w:after="0"/>
        <w:rPr>
          <w:color w:val="FF0000"/>
        </w:rPr>
      </w:pPr>
    </w:p>
    <w:p w14:paraId="0FAED72F" w14:textId="0FF64F7F" w:rsidR="00026B18" w:rsidRPr="00F51A71" w:rsidRDefault="00026B18" w:rsidP="00026B18">
      <w:pPr>
        <w:pStyle w:val="ChapterHeading"/>
        <w:numPr>
          <w:ilvl w:val="0"/>
          <w:numId w:val="37"/>
        </w:numPr>
        <w:tabs>
          <w:tab w:val="clear" w:pos="1134"/>
          <w:tab w:val="num" w:pos="360"/>
        </w:tabs>
      </w:pPr>
      <w:r w:rsidRPr="00F51A71">
        <w:br/>
      </w:r>
      <w:bookmarkStart w:id="133" w:name="_Toc490215649"/>
      <w:bookmarkStart w:id="134" w:name="_Toc490217597"/>
      <w:bookmarkStart w:id="135" w:name="_Toc490223770"/>
      <w:bookmarkStart w:id="136" w:name="_Toc490245445"/>
      <w:bookmarkStart w:id="137" w:name="_Toc490758909"/>
      <w:bookmarkStart w:id="138" w:name="_Toc490759102"/>
      <w:bookmarkStart w:id="139" w:name="_Toc490812086"/>
      <w:bookmarkStart w:id="140" w:name="_Toc490814944"/>
      <w:r>
        <w:t>CCIV Rules</w:t>
      </w:r>
      <w:bookmarkEnd w:id="133"/>
      <w:bookmarkEnd w:id="134"/>
      <w:bookmarkEnd w:id="135"/>
      <w:bookmarkEnd w:id="136"/>
      <w:bookmarkEnd w:id="137"/>
      <w:bookmarkEnd w:id="138"/>
      <w:bookmarkEnd w:id="139"/>
      <w:bookmarkEnd w:id="140"/>
    </w:p>
    <w:p w14:paraId="4181ED68" w14:textId="77777777" w:rsidR="00026B18" w:rsidRDefault="00026B18" w:rsidP="002311DB">
      <w:pPr>
        <w:pStyle w:val="Heading2"/>
      </w:pPr>
      <w:r>
        <w:t>Outline of chapter</w:t>
      </w:r>
    </w:p>
    <w:p w14:paraId="307D85A0" w14:textId="0B0CDAD4" w:rsidR="00026B18" w:rsidRDefault="005010F5" w:rsidP="00026B18">
      <w:pPr>
        <w:pStyle w:val="base-text-paragraph"/>
        <w:numPr>
          <w:ilvl w:val="1"/>
          <w:numId w:val="37"/>
        </w:numPr>
      </w:pPr>
      <w:r>
        <w:t xml:space="preserve">Division </w:t>
      </w:r>
      <w:r w:rsidR="00064CD0">
        <w:t>6</w:t>
      </w:r>
      <w:r>
        <w:t xml:space="preserve"> of Part 2 of </w:t>
      </w:r>
      <w:r w:rsidR="005F2E73">
        <w:t>Chapter 7A</w:t>
      </w:r>
      <w:r>
        <w:t xml:space="preserve"> provides for </w:t>
      </w:r>
      <w:r w:rsidR="00E45773">
        <w:t xml:space="preserve">ASIC to make </w:t>
      </w:r>
      <w:r>
        <w:t xml:space="preserve">CCIV rules </w:t>
      </w:r>
      <w:r w:rsidR="00E45773">
        <w:t xml:space="preserve">and specific exemption and modification orders in relation to </w:t>
      </w:r>
      <w:r w:rsidR="005F2E73">
        <w:t>the new Chapter</w:t>
      </w:r>
      <w:r w:rsidR="00E45773">
        <w:t>. A regulation making power is also included</w:t>
      </w:r>
      <w:r w:rsidR="00E4743F">
        <w:t>.</w:t>
      </w:r>
      <w:r w:rsidR="00E45773">
        <w:t xml:space="preserve">  </w:t>
      </w:r>
      <w:r>
        <w:t xml:space="preserve"> </w:t>
      </w:r>
    </w:p>
    <w:p w14:paraId="11985299" w14:textId="7B03D74C" w:rsidR="00E01A31" w:rsidRDefault="00E01A31" w:rsidP="00026B18">
      <w:pPr>
        <w:pStyle w:val="base-text-paragraph"/>
        <w:numPr>
          <w:ilvl w:val="1"/>
          <w:numId w:val="37"/>
        </w:numPr>
      </w:pPr>
      <w:r>
        <w:t>This rule making power enables ASIC to make rules of a</w:t>
      </w:r>
      <w:r w:rsidR="009343B6">
        <w:t xml:space="preserve"> timely, commercially relevant</w:t>
      </w:r>
      <w:r w:rsidR="00F54DA3">
        <w:t xml:space="preserve"> or </w:t>
      </w:r>
      <w:r>
        <w:t>technical nature that support the effective operation of the CCIV regime and are consistent with the Object of Chapter 7A.</w:t>
      </w:r>
    </w:p>
    <w:p w14:paraId="458CFD52" w14:textId="77777777" w:rsidR="00026B18" w:rsidRDefault="00026B18" w:rsidP="002311DB">
      <w:pPr>
        <w:pStyle w:val="Heading2"/>
      </w:pPr>
      <w:r>
        <w:t>Detailed explanation of new law</w:t>
      </w:r>
    </w:p>
    <w:p w14:paraId="4CDF012A" w14:textId="66AB2DBD" w:rsidR="00026B18" w:rsidRPr="008F726E" w:rsidRDefault="00344AD0" w:rsidP="00115358">
      <w:pPr>
        <w:pStyle w:val="Heading4"/>
      </w:pPr>
      <w:r>
        <w:t>CCIV rules</w:t>
      </w:r>
    </w:p>
    <w:p w14:paraId="44195006" w14:textId="02086C93" w:rsidR="00344AD0" w:rsidRDefault="004D4269" w:rsidP="00115358">
      <w:pPr>
        <w:pStyle w:val="base-text-paragraph"/>
      </w:pPr>
      <w:r>
        <w:t>ASIC may make CCIV rules</w:t>
      </w:r>
      <w:r w:rsidR="00E4743F">
        <w:t>, by legislative instrument,</w:t>
      </w:r>
      <w:r>
        <w:t xml:space="preserve"> prescribing matters that are required or permitted by the Act or that are necessary or convenient to be prescribed for carrying out or giving effect to Chapter 7A. </w:t>
      </w:r>
      <w:r w:rsidR="00E4743F">
        <w:rPr>
          <w:rStyle w:val="Referencingstyle"/>
        </w:rPr>
        <w:t>[</w:t>
      </w:r>
      <w:r w:rsidR="005F2E73">
        <w:rPr>
          <w:rStyle w:val="Referencingstyle"/>
        </w:rPr>
        <w:t xml:space="preserve">Schedule 1, Parts 1 and 2, items 1 and 3, </w:t>
      </w:r>
      <w:r w:rsidR="00E4743F">
        <w:rPr>
          <w:rStyle w:val="Referencingstyle"/>
        </w:rPr>
        <w:t>the definition of ‘CCIV rules’ in section 9</w:t>
      </w:r>
      <w:r w:rsidR="005F2E73">
        <w:rPr>
          <w:rStyle w:val="Referencingstyle"/>
        </w:rPr>
        <w:t>, and subsection 1149(1)</w:t>
      </w:r>
      <w:r w:rsidR="00E4743F">
        <w:rPr>
          <w:rStyle w:val="Referencingstyle"/>
        </w:rPr>
        <w:t>]</w:t>
      </w:r>
    </w:p>
    <w:p w14:paraId="029FED60" w14:textId="702685B1" w:rsidR="00E45773" w:rsidRDefault="00E45773" w:rsidP="00115358">
      <w:pPr>
        <w:pStyle w:val="base-text-paragraph"/>
      </w:pPr>
      <w:r>
        <w:t>CCIV rules may not do any of the following:</w:t>
      </w:r>
    </w:p>
    <w:p w14:paraId="4C623F63" w14:textId="0E89778F" w:rsidR="00E45773" w:rsidRDefault="00E45773" w:rsidP="00115358">
      <w:pPr>
        <w:pStyle w:val="dotpoint"/>
      </w:pPr>
      <w:r>
        <w:t>create an offence or civil penalty;</w:t>
      </w:r>
    </w:p>
    <w:p w14:paraId="3233FF8E" w14:textId="37DC2BA4" w:rsidR="00E45773" w:rsidRDefault="00E45773" w:rsidP="00115358">
      <w:pPr>
        <w:pStyle w:val="dotpoint"/>
      </w:pPr>
      <w:r>
        <w:t>provide powers of arrest, or detention or entry, search or seizure;</w:t>
      </w:r>
    </w:p>
    <w:p w14:paraId="539F1FFF" w14:textId="007DADB2" w:rsidR="00E45773" w:rsidRDefault="00E45773" w:rsidP="00115358">
      <w:pPr>
        <w:pStyle w:val="dotpoint"/>
      </w:pPr>
      <w:r>
        <w:t>impose a tax;</w:t>
      </w:r>
    </w:p>
    <w:p w14:paraId="762D844E" w14:textId="1044FD66" w:rsidR="00E45773" w:rsidRDefault="00E45773" w:rsidP="00115358">
      <w:pPr>
        <w:pStyle w:val="dotpoint"/>
      </w:pPr>
      <w:r>
        <w:t xml:space="preserve">set an amount to be appropriated from the Consolidated Revenue Fund; or </w:t>
      </w:r>
    </w:p>
    <w:p w14:paraId="6A2F50AF" w14:textId="15BE0C07" w:rsidR="00E45773" w:rsidRDefault="00E45773" w:rsidP="00115358">
      <w:pPr>
        <w:pStyle w:val="dotpoint"/>
      </w:pPr>
      <w:proofErr w:type="gramStart"/>
      <w:r>
        <w:t>directly</w:t>
      </w:r>
      <w:proofErr w:type="gramEnd"/>
      <w:r>
        <w:t xml:space="preserve"> amend the Act. </w:t>
      </w:r>
    </w:p>
    <w:p w14:paraId="793A8720" w14:textId="5EF81BF1" w:rsidR="00E4743F" w:rsidRPr="00115358" w:rsidRDefault="00E4743F" w:rsidP="00115358">
      <w:pPr>
        <w:pStyle w:val="dotpoint"/>
        <w:numPr>
          <w:ilvl w:val="0"/>
          <w:numId w:val="0"/>
        </w:numPr>
        <w:ind w:left="1984"/>
        <w:rPr>
          <w:rStyle w:val="Referencingstyle"/>
        </w:rPr>
      </w:pPr>
      <w:r>
        <w:rPr>
          <w:rStyle w:val="Referencingstyle"/>
        </w:rPr>
        <w:t>[</w:t>
      </w:r>
      <w:r w:rsidR="005F2E73">
        <w:rPr>
          <w:rStyle w:val="Referencingstyle"/>
        </w:rPr>
        <w:t>Schedule 1, Part 1, item 1, subsection 1149(2)</w:t>
      </w:r>
      <w:r>
        <w:rPr>
          <w:rStyle w:val="Referencingstyle"/>
        </w:rPr>
        <w:t>]</w:t>
      </w:r>
    </w:p>
    <w:p w14:paraId="766B69E2" w14:textId="5C849362" w:rsidR="00E01A31" w:rsidRDefault="00E01A31" w:rsidP="00E01A31">
      <w:pPr>
        <w:pStyle w:val="base-text-paragraph"/>
      </w:pPr>
      <w:r>
        <w:lastRenderedPageBreak/>
        <w:t>In considering whether to make a CCIV rule, ASIC must have regard to the objects of Chapter 7A and the likely regulatory impact of the proposed rule and may have regard to any other matter ASIC considers relevant.</w:t>
      </w:r>
      <w:r w:rsidR="005F2E73">
        <w:t xml:space="preserve"> </w:t>
      </w:r>
      <w:r w:rsidR="005F2E73">
        <w:rPr>
          <w:rStyle w:val="Referencingstyle"/>
        </w:rPr>
        <w:t xml:space="preserve">[Schedule 1, Part 1, item 1, 1149A] </w:t>
      </w:r>
      <w:r>
        <w:t xml:space="preserve"> </w:t>
      </w:r>
    </w:p>
    <w:p w14:paraId="2DB65C70" w14:textId="36826834" w:rsidR="00E45773" w:rsidRPr="00E01A31" w:rsidRDefault="00E45773" w:rsidP="00115358">
      <w:pPr>
        <w:pStyle w:val="base-text-paragraph"/>
        <w:rPr>
          <w:rStyle w:val="Referencingstyle"/>
          <w:b w:val="0"/>
          <w:i w:val="0"/>
          <w:sz w:val="22"/>
        </w:rPr>
      </w:pPr>
      <w:r>
        <w:t xml:space="preserve">CCIV rules that are inconsistent with the regulations have no effect to the extent of the inconsistency. </w:t>
      </w:r>
      <w:r w:rsidR="00E4743F">
        <w:rPr>
          <w:rStyle w:val="Referencingstyle"/>
        </w:rPr>
        <w:t>[</w:t>
      </w:r>
      <w:r w:rsidR="005F2E73">
        <w:rPr>
          <w:rStyle w:val="Referencingstyle"/>
        </w:rPr>
        <w:t>Schedule 1, Part 1, item 1, subsection 1149(3)</w:t>
      </w:r>
      <w:r w:rsidR="00E4743F">
        <w:rPr>
          <w:rStyle w:val="Referencingstyle"/>
        </w:rPr>
        <w:t>]</w:t>
      </w:r>
    </w:p>
    <w:p w14:paraId="12C13AEC" w14:textId="6EA44716" w:rsidR="00E01A31" w:rsidRDefault="00E01A31" w:rsidP="00115358">
      <w:pPr>
        <w:pStyle w:val="base-text-paragraph"/>
      </w:pPr>
      <w:r>
        <w:t>This is a safeguard provision that allows the Minister to disable by regulation any CCIV rule, or part of a rule, that the Minister considers is inappropriate or inconsistent with the CCIV legislation</w:t>
      </w:r>
      <w:r w:rsidR="0038348C">
        <w:t xml:space="preserve"> or the Government’s policy intention</w:t>
      </w:r>
      <w:r>
        <w:t>.</w:t>
      </w:r>
    </w:p>
    <w:p w14:paraId="525697A9" w14:textId="7CB72670" w:rsidR="00344AD0" w:rsidRDefault="00344AD0" w:rsidP="00115358">
      <w:pPr>
        <w:pStyle w:val="Heading4"/>
      </w:pPr>
      <w:r>
        <w:t>Exemption and modification powers</w:t>
      </w:r>
    </w:p>
    <w:p w14:paraId="0C32320F" w14:textId="4E7560DF" w:rsidR="00344AD0" w:rsidRDefault="00344AD0" w:rsidP="00115358">
      <w:pPr>
        <w:pStyle w:val="base-text-paragraph"/>
      </w:pPr>
      <w:r>
        <w:t xml:space="preserve">ASIC may make specific exemption and modification orders in relation to Chapter 7A and regulations made for the purposes of Chapter 7A. ASIC must give a copy of an exemption or declaration that relates to a specified person to that person as soon as reasonably practicable after the exemption or declaration is made. </w:t>
      </w:r>
      <w:r>
        <w:rPr>
          <w:rStyle w:val="Referencingstyle"/>
        </w:rPr>
        <w:t>[</w:t>
      </w:r>
      <w:r w:rsidR="005F2E73">
        <w:rPr>
          <w:rStyle w:val="Referencingstyle"/>
        </w:rPr>
        <w:t>Schedule 1, Part 1, item 1, section 1149B</w:t>
      </w:r>
      <w:r>
        <w:rPr>
          <w:rStyle w:val="Referencingstyle"/>
        </w:rPr>
        <w:t>]</w:t>
      </w:r>
    </w:p>
    <w:p w14:paraId="194A9159" w14:textId="3387353E" w:rsidR="00344AD0" w:rsidRDefault="00344AD0" w:rsidP="00115358">
      <w:pPr>
        <w:pStyle w:val="Heading4"/>
      </w:pPr>
      <w:r>
        <w:t>Regulations</w:t>
      </w:r>
    </w:p>
    <w:p w14:paraId="4D3B4EFF" w14:textId="72F904BB" w:rsidR="00344AD0" w:rsidRPr="00E01A31" w:rsidRDefault="00344AD0" w:rsidP="00115358">
      <w:pPr>
        <w:pStyle w:val="base-text-paragraph"/>
        <w:rPr>
          <w:rStyle w:val="Referencingstyle"/>
          <w:b w:val="0"/>
          <w:i w:val="0"/>
          <w:sz w:val="22"/>
        </w:rPr>
      </w:pPr>
      <w:r>
        <w:t xml:space="preserve">The operation of Chapter 7A, or any other provision of the Act that relates to a CCIV, or a class of CCIVs or all CCIVs, may be modified by regulation. </w:t>
      </w:r>
      <w:r>
        <w:rPr>
          <w:rStyle w:val="Referencingstyle"/>
        </w:rPr>
        <w:t>[</w:t>
      </w:r>
      <w:r w:rsidR="005F2E73">
        <w:rPr>
          <w:rStyle w:val="Referencingstyle"/>
        </w:rPr>
        <w:t>Schedule 1, Part 1, item 1, section 1149C</w:t>
      </w:r>
      <w:r>
        <w:rPr>
          <w:rStyle w:val="Referencingstyle"/>
        </w:rPr>
        <w:t>]</w:t>
      </w:r>
    </w:p>
    <w:p w14:paraId="08A71BB3" w14:textId="55DCCF6B" w:rsidR="00E01A31" w:rsidRPr="00344AD0" w:rsidRDefault="00E01A31" w:rsidP="00115358">
      <w:pPr>
        <w:pStyle w:val="base-text-paragraph"/>
      </w:pPr>
      <w:r>
        <w:t xml:space="preserve">This provision corresponds to the </w:t>
      </w:r>
      <w:r w:rsidR="00E934FF">
        <w:t>regulation making power in respect of registered schemes contained in section 601QB.</w:t>
      </w:r>
    </w:p>
    <w:p w14:paraId="465307D0" w14:textId="77777777" w:rsidR="00F7419F" w:rsidRDefault="00F7419F" w:rsidP="002311DB">
      <w:pPr>
        <w:pStyle w:val="Hiddentext"/>
        <w:rPr>
          <w:vanish w:val="0"/>
        </w:rPr>
      </w:pPr>
    </w:p>
    <w:p w14:paraId="3445F668" w14:textId="77777777" w:rsidR="00F7419F" w:rsidRDefault="00F7419F" w:rsidP="002311DB">
      <w:pPr>
        <w:pStyle w:val="Hiddentext"/>
        <w:rPr>
          <w:vanish w:val="0"/>
        </w:rPr>
      </w:pPr>
    </w:p>
    <w:p w14:paraId="0A0D7103" w14:textId="77777777" w:rsidR="00F7419F" w:rsidRDefault="00F7419F" w:rsidP="002311DB">
      <w:pPr>
        <w:pStyle w:val="Hiddentext"/>
        <w:rPr>
          <w:vanish w:val="0"/>
        </w:rPr>
      </w:pPr>
    </w:p>
    <w:p w14:paraId="3B22DDAE" w14:textId="77777777" w:rsidR="00F7419F" w:rsidRDefault="00F7419F" w:rsidP="002311DB">
      <w:pPr>
        <w:pStyle w:val="Hiddentext"/>
        <w:rPr>
          <w:vanish w:val="0"/>
        </w:rPr>
      </w:pPr>
    </w:p>
    <w:p w14:paraId="44E193CB" w14:textId="77777777" w:rsidR="00F7419F" w:rsidRDefault="00F7419F" w:rsidP="002311DB">
      <w:pPr>
        <w:pStyle w:val="Hiddentext"/>
        <w:rPr>
          <w:vanish w:val="0"/>
        </w:rPr>
      </w:pPr>
    </w:p>
    <w:p w14:paraId="1C923433" w14:textId="77777777" w:rsidR="00F7419F" w:rsidRDefault="00F7419F" w:rsidP="002311DB">
      <w:pPr>
        <w:pStyle w:val="Hiddentext"/>
        <w:rPr>
          <w:vanish w:val="0"/>
        </w:rPr>
      </w:pPr>
    </w:p>
    <w:p w14:paraId="3D824F5A" w14:textId="77777777" w:rsidR="00F7419F" w:rsidRDefault="00F7419F" w:rsidP="002311DB">
      <w:pPr>
        <w:pStyle w:val="Hiddentext"/>
        <w:rPr>
          <w:vanish w:val="0"/>
        </w:rPr>
      </w:pPr>
    </w:p>
    <w:p w14:paraId="21F3D4D6" w14:textId="77777777" w:rsidR="00F7419F" w:rsidRDefault="00F7419F" w:rsidP="002311DB">
      <w:pPr>
        <w:pStyle w:val="Hiddentext"/>
        <w:rPr>
          <w:vanish w:val="0"/>
        </w:rPr>
      </w:pPr>
    </w:p>
    <w:p w14:paraId="288104C0" w14:textId="77777777" w:rsidR="00F7419F" w:rsidRDefault="00F7419F" w:rsidP="002311DB">
      <w:pPr>
        <w:pStyle w:val="Hiddentext"/>
        <w:rPr>
          <w:vanish w:val="0"/>
        </w:rPr>
      </w:pPr>
    </w:p>
    <w:p w14:paraId="25ED248B" w14:textId="6E21E18E" w:rsidR="00770F83" w:rsidRDefault="009A2192" w:rsidP="005E6E75">
      <w:pPr>
        <w:pStyle w:val="ChapterHeading"/>
        <w:numPr>
          <w:ilvl w:val="0"/>
          <w:numId w:val="0"/>
        </w:numPr>
      </w:pPr>
      <w:bookmarkStart w:id="141" w:name="_Toc490812087"/>
      <w:bookmarkStart w:id="142" w:name="_Toc490814945"/>
      <w:r>
        <w:lastRenderedPageBreak/>
        <w:t>Appendix</w:t>
      </w:r>
      <w:r>
        <w:tab/>
      </w:r>
      <w:r>
        <w:br/>
        <w:t xml:space="preserve">Regulatory framework for </w:t>
      </w:r>
      <w:proofErr w:type="gramStart"/>
      <w:r>
        <w:t>a retail</w:t>
      </w:r>
      <w:proofErr w:type="gramEnd"/>
      <w:r>
        <w:t xml:space="preserve"> CCIV</w:t>
      </w:r>
      <w:bookmarkEnd w:id="141"/>
      <w:bookmarkEnd w:id="142"/>
    </w:p>
    <w:p w14:paraId="138E540D" w14:textId="77777777" w:rsidR="00F05ED5" w:rsidRDefault="00F05ED5" w:rsidP="005432E4">
      <w:pPr>
        <w:tabs>
          <w:tab w:val="num" w:pos="1985"/>
        </w:tabs>
      </w:pPr>
    </w:p>
    <w:p w14:paraId="440B4F48" w14:textId="77777777" w:rsidR="005432E4" w:rsidRPr="005432E4" w:rsidRDefault="005432E4" w:rsidP="005432E4">
      <w:pPr>
        <w:tabs>
          <w:tab w:val="num" w:pos="1985"/>
        </w:tabs>
      </w:pPr>
      <w:r w:rsidRPr="005432E4">
        <w:rPr>
          <w:noProof/>
        </w:rPr>
        <w:drawing>
          <wp:inline distT="0" distB="0" distL="0" distR="0" wp14:anchorId="2943E7EF" wp14:editId="2D259285">
            <wp:extent cx="5762625" cy="57219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sure EM diagram.jpg"/>
                    <pic:cNvPicPr/>
                  </pic:nvPicPr>
                  <pic:blipFill>
                    <a:blip r:embed="rId59">
                      <a:extLst>
                        <a:ext uri="{28A0092B-C50C-407E-A947-70E740481C1C}">
                          <a14:useLocalDpi xmlns:a14="http://schemas.microsoft.com/office/drawing/2010/main" val="0"/>
                        </a:ext>
                      </a:extLst>
                    </a:blip>
                    <a:stretch>
                      <a:fillRect/>
                    </a:stretch>
                  </pic:blipFill>
                  <pic:spPr>
                    <a:xfrm>
                      <a:off x="0" y="0"/>
                      <a:ext cx="5766826" cy="5726118"/>
                    </a:xfrm>
                    <a:prstGeom prst="rect">
                      <a:avLst/>
                    </a:prstGeom>
                  </pic:spPr>
                </pic:pic>
              </a:graphicData>
            </a:graphic>
          </wp:inline>
        </w:drawing>
      </w:r>
    </w:p>
    <w:p w14:paraId="0670E560" w14:textId="10EA786E" w:rsidR="002B1C9D" w:rsidRPr="008F726E" w:rsidRDefault="005432E4" w:rsidP="00E63180">
      <w:pPr>
        <w:tabs>
          <w:tab w:val="num" w:pos="1985"/>
        </w:tabs>
      </w:pPr>
      <w:r w:rsidRPr="005432E4">
        <w:rPr>
          <w:sz w:val="20"/>
        </w:rPr>
        <w:t xml:space="preserve">Note: This diagram shows the </w:t>
      </w:r>
      <w:r w:rsidR="00D755E0">
        <w:rPr>
          <w:sz w:val="20"/>
        </w:rPr>
        <w:t>regulatory framework</w:t>
      </w:r>
      <w:r w:rsidR="00D755E0" w:rsidRPr="005432E4">
        <w:rPr>
          <w:sz w:val="20"/>
        </w:rPr>
        <w:t xml:space="preserve"> </w:t>
      </w:r>
      <w:r w:rsidR="00D755E0">
        <w:rPr>
          <w:sz w:val="20"/>
        </w:rPr>
        <w:t>as it applies to a</w:t>
      </w:r>
      <w:r w:rsidRPr="005432E4">
        <w:rPr>
          <w:sz w:val="20"/>
        </w:rPr>
        <w:t xml:space="preserve"> retail CCIV. A wholesale CCIV </w:t>
      </w:r>
      <w:r w:rsidR="0038348C">
        <w:rPr>
          <w:sz w:val="20"/>
        </w:rPr>
        <w:t>is not required to</w:t>
      </w:r>
      <w:r w:rsidRPr="005432E4">
        <w:rPr>
          <w:sz w:val="20"/>
        </w:rPr>
        <w:t xml:space="preserve"> have a depositary </w:t>
      </w:r>
      <w:r w:rsidR="0038348C">
        <w:rPr>
          <w:sz w:val="20"/>
        </w:rPr>
        <w:t>or</w:t>
      </w:r>
      <w:r w:rsidR="00D755E0" w:rsidRPr="005432E4">
        <w:rPr>
          <w:sz w:val="20"/>
        </w:rPr>
        <w:t xml:space="preserve"> </w:t>
      </w:r>
      <w:r w:rsidRPr="005432E4">
        <w:rPr>
          <w:sz w:val="20"/>
        </w:rPr>
        <w:t xml:space="preserve">a compliance plan (or </w:t>
      </w:r>
      <w:r w:rsidR="007D2E05">
        <w:rPr>
          <w:sz w:val="20"/>
        </w:rPr>
        <w:t xml:space="preserve">an </w:t>
      </w:r>
      <w:r w:rsidR="003D2744">
        <w:rPr>
          <w:sz w:val="20"/>
        </w:rPr>
        <w:t>auditor of a compliance plan).</w:t>
      </w:r>
      <w:r w:rsidRPr="005432E4">
        <w:rPr>
          <w:sz w:val="20"/>
        </w:rPr>
        <w:t xml:space="preserve"> </w:t>
      </w:r>
      <w:r w:rsidR="007D2E05">
        <w:rPr>
          <w:sz w:val="20"/>
        </w:rPr>
        <w:t>T</w:t>
      </w:r>
      <w:r w:rsidRPr="005432E4">
        <w:rPr>
          <w:sz w:val="20"/>
        </w:rPr>
        <w:t xml:space="preserve">he appointment of an agent or custodian </w:t>
      </w:r>
      <w:r w:rsidR="00D755E0">
        <w:rPr>
          <w:sz w:val="20"/>
        </w:rPr>
        <w:t xml:space="preserve">of the corporate director or depositary </w:t>
      </w:r>
      <w:r w:rsidRPr="005432E4">
        <w:rPr>
          <w:sz w:val="20"/>
        </w:rPr>
        <w:t>is optional</w:t>
      </w:r>
      <w:r w:rsidR="007D2E05" w:rsidRPr="007D2E05">
        <w:rPr>
          <w:sz w:val="20"/>
        </w:rPr>
        <w:t xml:space="preserve"> </w:t>
      </w:r>
      <w:r w:rsidR="007D2E05">
        <w:rPr>
          <w:sz w:val="20"/>
        </w:rPr>
        <w:t>f</w:t>
      </w:r>
      <w:r w:rsidR="007D2E05" w:rsidRPr="005432E4">
        <w:rPr>
          <w:sz w:val="20"/>
        </w:rPr>
        <w:t>or both retail and wholesale CCIVs</w:t>
      </w:r>
      <w:r w:rsidRPr="005432E4">
        <w:rPr>
          <w:sz w:val="20"/>
        </w:rPr>
        <w:t>.</w:t>
      </w:r>
    </w:p>
    <w:sectPr w:rsidR="002B1C9D" w:rsidRPr="008F726E" w:rsidSect="00821379">
      <w:headerReference w:type="even" r:id="rId60"/>
      <w:headerReference w:type="default" r:id="rId61"/>
      <w:footerReference w:type="even" r:id="rId62"/>
      <w:footerReference w:type="default" r:id="rId63"/>
      <w:headerReference w:type="first" r:id="rId64"/>
      <w:footerReference w:type="first" r:id="rId65"/>
      <w:type w:val="oddPage"/>
      <w:pgSz w:w="11906" w:h="16838" w:code="9"/>
      <w:pgMar w:top="2466" w:right="2098" w:bottom="2466" w:left="2098" w:header="1559" w:footer="18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07268" w14:textId="77777777" w:rsidR="006B3618" w:rsidRDefault="006B3618">
      <w:r>
        <w:separator/>
      </w:r>
    </w:p>
  </w:endnote>
  <w:endnote w:type="continuationSeparator" w:id="0">
    <w:p w14:paraId="76BE7C8E" w14:textId="77777777" w:rsidR="006B3618" w:rsidRDefault="006B3618">
      <w:r>
        <w:continuationSeparator/>
      </w:r>
    </w:p>
  </w:endnote>
  <w:endnote w:type="continuationNotice" w:id="1">
    <w:p w14:paraId="6F46F27D" w14:textId="77777777" w:rsidR="006B3618" w:rsidRDefault="006B361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DBA19" w14:textId="77777777" w:rsidR="006B3618" w:rsidRDefault="006B3618" w:rsidP="006D5E87">
    <w:pPr>
      <w:pStyle w:val="leftfooter"/>
    </w:pPr>
    <w:r>
      <w:fldChar w:fldCharType="begin"/>
    </w:r>
    <w:r>
      <w:instrText xml:space="preserve"> PAGE   \* MERGEFORMAT </w:instrText>
    </w:r>
    <w:r>
      <w:fldChar w:fldCharType="separate"/>
    </w:r>
    <w:r>
      <w:rPr>
        <w:noProof/>
      </w:rPr>
      <w:t>2</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F9B9" w14:textId="77777777" w:rsidR="006B3618" w:rsidRDefault="006B3618" w:rsidP="006D5E87">
    <w:pPr>
      <w:pStyle w:val="rightfooter"/>
    </w:pPr>
    <w:r>
      <w:fldChar w:fldCharType="begin"/>
    </w:r>
    <w:r>
      <w:instrText xml:space="preserve"> PAGE   \* MERGEFORMAT </w:instrText>
    </w:r>
    <w:r>
      <w:fldChar w:fldCharType="separate"/>
    </w:r>
    <w:r w:rsidR="004C78A6">
      <w:rPr>
        <w:noProof/>
      </w:rPr>
      <w:t>7</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E0DCB" w14:textId="77777777" w:rsidR="006B3618" w:rsidRDefault="006B3618" w:rsidP="006D5E87">
    <w:pPr>
      <w:pStyle w:val="rightfooter"/>
    </w:pPr>
    <w:r>
      <w:fldChar w:fldCharType="begin"/>
    </w:r>
    <w:r>
      <w:instrText xml:space="preserve"> PAGE  \* Arabic  \* MERGEFORMAT </w:instrText>
    </w:r>
    <w:r>
      <w:fldChar w:fldCharType="separate"/>
    </w:r>
    <w:r w:rsidR="004C78A6">
      <w:rPr>
        <w:noProof/>
      </w:rPr>
      <w:t>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10300" w14:textId="77777777" w:rsidR="006B3618" w:rsidRDefault="006B3618" w:rsidP="006D5E87">
    <w:pPr>
      <w:pStyle w:val="leftfooter"/>
    </w:pPr>
    <w:r>
      <w:fldChar w:fldCharType="begin"/>
    </w:r>
    <w:r>
      <w:instrText xml:space="preserve"> PAGE   \* MERGEFORMAT </w:instrText>
    </w:r>
    <w:r>
      <w:fldChar w:fldCharType="separate"/>
    </w:r>
    <w:r w:rsidR="004C78A6">
      <w:rPr>
        <w:noProof/>
      </w:rPr>
      <w:t>16</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27616" w14:textId="77777777" w:rsidR="006B3618" w:rsidRDefault="006B3618" w:rsidP="006D5E87">
    <w:pPr>
      <w:pStyle w:val="rightfooter"/>
    </w:pPr>
    <w:r>
      <w:fldChar w:fldCharType="begin"/>
    </w:r>
    <w:r>
      <w:instrText xml:space="preserve"> PAGE   \* MERGEFORMAT </w:instrText>
    </w:r>
    <w:r>
      <w:fldChar w:fldCharType="separate"/>
    </w:r>
    <w:r w:rsidR="004C78A6">
      <w:rPr>
        <w:noProof/>
      </w:rPr>
      <w:t>15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57BF0" w14:textId="77777777" w:rsidR="006B3618" w:rsidRDefault="006B3618" w:rsidP="006D5E87">
    <w:pPr>
      <w:pStyle w:val="rightfooter"/>
    </w:pPr>
    <w:r>
      <w:fldChar w:fldCharType="begin"/>
    </w:r>
    <w:r>
      <w:instrText xml:space="preserve"> PAGE  \* Arabic  \* MERGEFORMAT </w:instrText>
    </w:r>
    <w:r>
      <w:fldChar w:fldCharType="separate"/>
    </w:r>
    <w:r w:rsidR="004C78A6">
      <w:rPr>
        <w:noProof/>
      </w:rPr>
      <w:t>9</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81EE1" w14:textId="77777777" w:rsidR="006B3618" w:rsidRDefault="006B3618" w:rsidP="006D5E87">
    <w:pPr>
      <w:pStyle w:val="leftfooter"/>
    </w:pPr>
    <w:r>
      <w:fldChar w:fldCharType="begin"/>
    </w:r>
    <w:r>
      <w:instrText xml:space="preserve"> PAGE   \* MERGEFORMAT </w:instrText>
    </w:r>
    <w:r>
      <w:fldChar w:fldCharType="separate"/>
    </w:r>
    <w:r w:rsidR="004C78A6">
      <w:rPr>
        <w:noProof/>
      </w:rPr>
      <w:t>24</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F5B9B" w14:textId="77777777" w:rsidR="006B3618" w:rsidRDefault="006B3618" w:rsidP="006D5E87">
    <w:pPr>
      <w:pStyle w:val="rightfooter"/>
    </w:pPr>
    <w:r>
      <w:fldChar w:fldCharType="begin"/>
    </w:r>
    <w:r>
      <w:instrText xml:space="preserve"> PAGE   \* MERGEFORMAT </w:instrText>
    </w:r>
    <w:r>
      <w:fldChar w:fldCharType="separate"/>
    </w:r>
    <w:r w:rsidR="004C78A6">
      <w:rPr>
        <w:noProof/>
      </w:rPr>
      <w:t>23</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5FAB" w14:textId="77777777" w:rsidR="006B3618" w:rsidRDefault="006B3618" w:rsidP="006D5E87">
    <w:pPr>
      <w:pStyle w:val="rightfooter"/>
    </w:pPr>
    <w:r>
      <w:fldChar w:fldCharType="begin"/>
    </w:r>
    <w:r>
      <w:instrText xml:space="preserve"> PAGE  \* Arabic  \* MERGEFORMAT </w:instrText>
    </w:r>
    <w:r>
      <w:fldChar w:fldCharType="separate"/>
    </w:r>
    <w:r w:rsidR="004C78A6">
      <w:rPr>
        <w:noProof/>
      </w:rPr>
      <w:t>19</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321CF" w14:textId="77777777" w:rsidR="006B3618" w:rsidRDefault="006B3618" w:rsidP="006D5E87">
    <w:pPr>
      <w:pStyle w:val="leftfooter"/>
    </w:pPr>
    <w:r>
      <w:fldChar w:fldCharType="begin"/>
    </w:r>
    <w:r>
      <w:instrText xml:space="preserve"> PAGE   \* MERGEFORMAT </w:instrText>
    </w:r>
    <w:r>
      <w:fldChar w:fldCharType="separate"/>
    </w:r>
    <w:r w:rsidR="004C78A6">
      <w:rPr>
        <w:noProof/>
      </w:rPr>
      <w:t>34</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FAC2E" w14:textId="77777777" w:rsidR="006B3618" w:rsidRDefault="006B3618" w:rsidP="006D5E87">
    <w:pPr>
      <w:pStyle w:val="rightfooter"/>
    </w:pPr>
    <w:r>
      <w:fldChar w:fldCharType="begin"/>
    </w:r>
    <w:r>
      <w:instrText xml:space="preserve"> PAGE   \* MERGEFORMAT </w:instrText>
    </w:r>
    <w:r>
      <w:fldChar w:fldCharType="separate"/>
    </w:r>
    <w:r w:rsidR="004C78A6">
      <w:rPr>
        <w:noProof/>
      </w:rPr>
      <w:t>35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77687" w14:textId="77777777" w:rsidR="006B3618" w:rsidRDefault="006B3618" w:rsidP="006D5E87">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3507A" w14:textId="77777777" w:rsidR="006B3618" w:rsidRDefault="006B3618" w:rsidP="006D5E87">
    <w:pPr>
      <w:pStyle w:val="rightfooter"/>
    </w:pPr>
    <w:r>
      <w:fldChar w:fldCharType="begin"/>
    </w:r>
    <w:r>
      <w:instrText xml:space="preserve"> PAGE  \* Arabic  \* MERGEFORMAT </w:instrText>
    </w:r>
    <w:r>
      <w:fldChar w:fldCharType="separate"/>
    </w:r>
    <w:r w:rsidR="004C78A6">
      <w:rPr>
        <w:noProof/>
      </w:rPr>
      <w:t>33</w:t>
    </w:r>
    <w:r>
      <w:rPr>
        <w:noProof/>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4F418" w14:textId="77777777" w:rsidR="006B3618" w:rsidRDefault="006B3618" w:rsidP="0084606C">
    <w:pPr>
      <w:pStyle w:val="leftfooter"/>
    </w:pPr>
    <w:r>
      <w:fldChar w:fldCharType="begin"/>
    </w:r>
    <w:r>
      <w:instrText xml:space="preserve"> PAGE   \* MERGEFORMAT </w:instrText>
    </w:r>
    <w:r>
      <w:fldChar w:fldCharType="separate"/>
    </w:r>
    <w:r w:rsidR="004C78A6">
      <w:rPr>
        <w:noProof/>
      </w:rPr>
      <w:t>68</w:t>
    </w:r>
    <w:r>
      <w:rPr>
        <w:noProof/>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3D2F2" w14:textId="77777777" w:rsidR="006B3618" w:rsidRDefault="006B3618" w:rsidP="0084606C">
    <w:pPr>
      <w:pStyle w:val="rightfooter"/>
    </w:pPr>
    <w:r>
      <w:fldChar w:fldCharType="begin"/>
    </w:r>
    <w:r>
      <w:instrText xml:space="preserve"> PAGE   \* MERGEFORMAT </w:instrText>
    </w:r>
    <w:r>
      <w:fldChar w:fldCharType="separate"/>
    </w:r>
    <w:r w:rsidR="004C78A6">
      <w:rPr>
        <w:noProof/>
      </w:rPr>
      <w:t>67</w:t>
    </w:r>
    <w:r>
      <w:rPr>
        <w:noProof/>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2C74F" w14:textId="77777777" w:rsidR="006B3618" w:rsidRDefault="006B3618" w:rsidP="0084606C">
    <w:pPr>
      <w:pStyle w:val="rightfooter"/>
    </w:pPr>
    <w:r>
      <w:fldChar w:fldCharType="begin"/>
    </w:r>
    <w:r>
      <w:instrText xml:space="preserve"> PAGE  \* Arabic  \* MERGEFORMAT </w:instrText>
    </w:r>
    <w:r>
      <w:fldChar w:fldCharType="separate"/>
    </w:r>
    <w:r w:rsidR="004C78A6">
      <w:rPr>
        <w:noProof/>
      </w:rPr>
      <w:t>45</w:t>
    </w:r>
    <w:r>
      <w:rPr>
        <w:noProof/>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29F9B" w14:textId="77777777" w:rsidR="006B3618" w:rsidRDefault="006B3618" w:rsidP="005A76CC">
    <w:pPr>
      <w:pStyle w:val="leftfooter"/>
      <w:rPr>
        <w:noProof/>
      </w:rPr>
    </w:pPr>
    <w:r>
      <w:fldChar w:fldCharType="begin"/>
    </w:r>
    <w:r>
      <w:instrText xml:space="preserve"> PAGE   \* MERGEFORMAT </w:instrText>
    </w:r>
    <w:r>
      <w:fldChar w:fldCharType="separate"/>
    </w:r>
    <w:r w:rsidR="004C78A6">
      <w:rPr>
        <w:noProof/>
      </w:rPr>
      <w:t>76</w:t>
    </w:r>
    <w:r>
      <w:rPr>
        <w:noProof/>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91A69" w14:textId="7FDCE293" w:rsidR="006B3618" w:rsidRDefault="006B3618" w:rsidP="005A76CC">
    <w:pPr>
      <w:pStyle w:val="rightfooter"/>
    </w:pPr>
    <w:r>
      <w:fldChar w:fldCharType="begin"/>
    </w:r>
    <w:r>
      <w:instrText xml:space="preserve"> PAGE   \* MERGEFORMAT </w:instrText>
    </w:r>
    <w:r>
      <w:fldChar w:fldCharType="separate"/>
    </w:r>
    <w:r w:rsidR="004C78A6">
      <w:rPr>
        <w:noProof/>
      </w:rPr>
      <w:t>77</w:t>
    </w:r>
    <w:r>
      <w:rPr>
        <w:noProof/>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E6ED2" w14:textId="77777777" w:rsidR="006B3618" w:rsidRDefault="006B3618" w:rsidP="005A76CC">
    <w:pPr>
      <w:pStyle w:val="rightfooter"/>
      <w:rPr>
        <w:noProof/>
      </w:rPr>
    </w:pPr>
    <w:r>
      <w:fldChar w:fldCharType="begin"/>
    </w:r>
    <w:r>
      <w:instrText xml:space="preserve"> PAGE  \* Arabic  \* MERGEFORMAT </w:instrText>
    </w:r>
    <w:r>
      <w:fldChar w:fldCharType="separate"/>
    </w:r>
    <w:r w:rsidR="004C78A6">
      <w:rPr>
        <w:noProof/>
      </w:rPr>
      <w:t>75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69BE" w14:textId="77777777" w:rsidR="006B3618" w:rsidRDefault="006B3618" w:rsidP="006D5E87">
    <w:pPr>
      <w:pStyle w:val="leftfooter"/>
    </w:pPr>
    <w:r>
      <w:fldChar w:fldCharType="begin"/>
    </w:r>
    <w:r>
      <w:instrText xml:space="preserve"> PAGE   \* MERGEFORMAT </w:instrText>
    </w:r>
    <w:r>
      <w:fldChar w:fldCharType="separate"/>
    </w:r>
    <w:r>
      <w:rPr>
        <w:noProof/>
      </w:rPr>
      <w:t>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D40CB" w14:textId="77777777" w:rsidR="006B3618" w:rsidRDefault="006B3618" w:rsidP="006D5E87">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7D5FF" w14:textId="77777777" w:rsidR="006B3618" w:rsidRPr="00B2068E" w:rsidRDefault="006B3618" w:rsidP="006D5E8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D9064" w14:textId="77777777" w:rsidR="006B3618" w:rsidRDefault="006B3618" w:rsidP="006D5E87">
    <w:pPr>
      <w:pStyle w:val="leftfooter"/>
    </w:pPr>
    <w:r>
      <w:fldChar w:fldCharType="begin"/>
    </w:r>
    <w:r>
      <w:instrText xml:space="preserve"> PAGE   \* MERGEFORMAT </w:instrText>
    </w:r>
    <w:r>
      <w:fldChar w:fldCharType="separate"/>
    </w:r>
    <w:r>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B1A9C" w14:textId="77777777" w:rsidR="006B3618" w:rsidRDefault="006B3618" w:rsidP="006D5E87">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703D7" w14:textId="77777777" w:rsidR="006B3618" w:rsidRDefault="006B3618" w:rsidP="006D5E87">
    <w:pPr>
      <w:pStyle w:val="rightfooter"/>
    </w:pPr>
    <w:r>
      <w:fldChar w:fldCharType="begin"/>
    </w:r>
    <w:r>
      <w:instrText xml:space="preserve"> PAGE  \* Arabic  \* MERGEFORMAT </w:instrText>
    </w:r>
    <w:r>
      <w:fldChar w:fldCharType="separate"/>
    </w:r>
    <w:r w:rsidR="004C78A6">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6FD71" w14:textId="77777777" w:rsidR="006B3618" w:rsidRDefault="006B3618" w:rsidP="006D5E87">
    <w:pPr>
      <w:pStyle w:val="leftfooter"/>
    </w:pPr>
    <w:r>
      <w:fldChar w:fldCharType="begin"/>
    </w:r>
    <w:r>
      <w:instrText xml:space="preserve"> PAGE   \* MERGEFORMAT </w:instrText>
    </w:r>
    <w:r>
      <w:fldChar w:fldCharType="separate"/>
    </w:r>
    <w:r w:rsidR="004C78A6">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E9A5A" w14:textId="77777777" w:rsidR="006B3618" w:rsidRDefault="006B3618">
      <w:r>
        <w:separator/>
      </w:r>
    </w:p>
  </w:footnote>
  <w:footnote w:type="continuationSeparator" w:id="0">
    <w:p w14:paraId="7536DBAD" w14:textId="77777777" w:rsidR="006B3618" w:rsidRDefault="006B3618">
      <w:r>
        <w:continuationSeparator/>
      </w:r>
    </w:p>
  </w:footnote>
  <w:footnote w:type="continuationNotice" w:id="1">
    <w:p w14:paraId="29F4298F" w14:textId="77777777" w:rsidR="006B3618" w:rsidRDefault="006B3618">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D3A69" w14:textId="77777777" w:rsidR="006B3618" w:rsidRDefault="006B3618" w:rsidP="006D5E87">
    <w:pPr>
      <w:pStyle w:val="leftheader"/>
    </w:pPr>
    <w:r>
      <w:fldChar w:fldCharType="begin"/>
    </w:r>
    <w:r>
      <w:instrText xml:space="preserve"> macrobutton nomacro [Click here and insert the name of the Bill] </w:instrTex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EF179" w14:textId="5D4E9053" w:rsidR="006B3618" w:rsidRDefault="006B3618" w:rsidP="006D5E87">
    <w:pPr>
      <w:pStyle w:val="rightheader"/>
    </w:pPr>
    <w:r>
      <w:t>Introduction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8F7AB" w14:textId="09AF31C4" w:rsidR="006B3618" w:rsidRDefault="006B3618" w:rsidP="006D5E87">
    <w:pPr>
      <w:pStyle w:val="leftheader"/>
    </w:pPr>
    <w:r>
      <w:t>Treasury Laws Amendment (</w:t>
    </w:r>
    <w:r w:rsidRPr="00A2613D">
      <w:t>Corporate C</w:t>
    </w:r>
    <w:r>
      <w:t>ollective Investment Vehicle) Bill 2017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589BB" w14:textId="724E12B3" w:rsidR="006B3618" w:rsidRDefault="006B3618" w:rsidP="006D5E87">
    <w:pPr>
      <w:pStyle w:val="rightheader"/>
    </w:pPr>
    <w:r>
      <w:t>Basic features of a CCIV</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C8AB6" w14:textId="0D17A92F" w:rsidR="006B3618" w:rsidRDefault="006B3618" w:rsidP="006D5E87">
    <w:pPr>
      <w:pStyle w:val="leftheader"/>
    </w:pPr>
    <w:r>
      <w:t>Treasury Laws Amendment (</w:t>
    </w:r>
    <w:r w:rsidRPr="00712B4B">
      <w:t>Corporate</w:t>
    </w:r>
    <w:r>
      <w:t xml:space="preserve"> Collective Investment Vehicle) Bill 2017</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99BE7" w14:textId="286270D4" w:rsidR="006B3618" w:rsidRDefault="006B3618" w:rsidP="006D5E87">
    <w:pPr>
      <w:pStyle w:val="rightheader"/>
    </w:pPr>
    <w:r>
      <w:t>Corporate director</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B9793" w14:textId="12907129" w:rsidR="006B3618" w:rsidRDefault="006B3618" w:rsidP="006D5E87">
    <w:pPr>
      <w:pStyle w:val="leftheader"/>
    </w:pPr>
    <w:r>
      <w:t>Treasury Laws Amendment (</w:t>
    </w:r>
    <w:r w:rsidRPr="00712B4B">
      <w:t>Corporate</w:t>
    </w:r>
    <w:r>
      <w:t xml:space="preserve"> Collective Investment Vehicle) Bill 2017</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E280" w14:textId="54FE3EAA" w:rsidR="006B3618" w:rsidRDefault="006B3618" w:rsidP="006D5E87">
    <w:pPr>
      <w:pStyle w:val="rightheader"/>
    </w:pPr>
    <w:r>
      <w:t>Sub-funds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87380" w14:textId="5E49C383" w:rsidR="006B3618" w:rsidRDefault="006B3618" w:rsidP="0084606C">
    <w:pPr>
      <w:pStyle w:val="leftheader"/>
    </w:pPr>
    <w:r>
      <w:t>Treasury Laws Amendment (</w:t>
    </w:r>
    <w:r w:rsidRPr="00712B4B">
      <w:t>Corporate</w:t>
    </w:r>
    <w:r>
      <w:t xml:space="preserve"> Collective Investment Vehicle) Bill 2017</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DE6DF" w14:textId="489D0A66" w:rsidR="006B3618" w:rsidRDefault="006B3618" w:rsidP="006D5E87">
    <w:pPr>
      <w:pStyle w:val="rightheader"/>
    </w:pPr>
    <w:r>
      <w:t>Shares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10C68" w14:textId="70AE9B01" w:rsidR="006B3618" w:rsidRDefault="006B3618" w:rsidP="006D5E87">
    <w:pPr>
      <w:pStyle w:val="rightheader"/>
    </w:pPr>
    <w:r>
      <w:t>Depositary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BFAFA" w14:textId="77777777" w:rsidR="006B3618" w:rsidRDefault="006B3618" w:rsidP="006D5E87">
    <w:pPr>
      <w:pStyle w:val="rightheader"/>
    </w:pPr>
    <w:r>
      <w:fldChar w:fldCharType="begin"/>
    </w:r>
    <w:r>
      <w:instrText xml:space="preserve"> macrobutton nomacro [Click here and enter the name of the Chapter </w:instrTex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E3AF9" w14:textId="1376827F" w:rsidR="006B3618" w:rsidRDefault="006B3618" w:rsidP="005A76CC">
    <w:pPr>
      <w:pStyle w:val="leftheader"/>
    </w:pPr>
    <w:r>
      <w:t>Treasury Laws Amendment (</w:t>
    </w:r>
    <w:r w:rsidRPr="00115358">
      <w:t>Corporate</w:t>
    </w:r>
    <w:r>
      <w:t xml:space="preserve"> Collective Investment Vehicle) Bill 2017</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6477B" w14:textId="2EF6C58A" w:rsidR="006B3618" w:rsidRDefault="006B3618" w:rsidP="001F67A0">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B864D" w14:textId="608F53FE" w:rsidR="006B3618" w:rsidRDefault="006B3618" w:rsidP="000223DC">
    <w:pPr>
      <w:pStyle w:val="SecurityClassification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98805" w14:textId="77777777" w:rsidR="006B3618" w:rsidRDefault="006B3618">
    <w:pPr>
      <w:pStyle w:val="Header"/>
    </w:pPr>
    <w:r>
      <w:rPr>
        <w:noProof/>
      </w:rPr>
      <w:pict w14:anchorId="101A931B">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2049" type="#_x0000_t172" style="position:absolute;margin-left:-3.5pt;margin-top:189.35pt;width:387.05pt;height:305.45pt;rotation:-277233fd;z-index:251658240" o:allowincell="f" fillcolor="silver" stroked="f">
          <v:fill opacity=".5"/>
          <v:shadow color="#868686"/>
          <v:textpath style="font-family:&quot;Arial Black&quot;;font-size:96pt;v-text-kern:t" trim="t" fitpath="t" string="EXPOSURE 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377A4" w14:textId="77777777" w:rsidR="006B3618" w:rsidRDefault="006B3618" w:rsidP="006D5E87">
    <w:pPr>
      <w:pStyle w:val="leftheader"/>
    </w:pPr>
    <w:r>
      <w:fldChar w:fldCharType="begin"/>
    </w:r>
    <w:r>
      <w:instrText xml:space="preserve"> macrobutton nomacro [Click here and insert the name of the Bill] </w:instrTex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0D815" w14:textId="77777777" w:rsidR="006B3618" w:rsidRDefault="006B3618" w:rsidP="006D5E87">
    <w:pPr>
      <w:pStyle w:val="rightheader"/>
    </w:pPr>
    <w:r>
      <w:fldChar w:fldCharType="begin"/>
    </w:r>
    <w:r>
      <w:instrText xml:space="preserve"> macrobutton nomacro [Click here and enter the name of the Chapter </w:instrTex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25D19" w14:textId="77777777" w:rsidR="006B3618" w:rsidRDefault="006B361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741D7" w14:textId="4302BAEA" w:rsidR="006B3618" w:rsidRDefault="006B3618" w:rsidP="006D5E87">
    <w:pPr>
      <w:pStyle w:val="leftheader"/>
    </w:pPr>
    <w:r>
      <w:t>Treasury Laws Amendment (Corporate Collective Investment Vehicle) Bill 2017</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F36B9" w14:textId="77777777" w:rsidR="006B3618" w:rsidRDefault="006B3618" w:rsidP="006D5E87">
    <w:pPr>
      <w:pStyle w:val="rightheader"/>
    </w:pPr>
    <w:r>
      <w:fldChar w:fldCharType="begin"/>
    </w:r>
    <w:r>
      <w:instrText xml:space="preserve"> macrobutton nomacro [Click here and enter the name of the Chapter </w:instrTex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30D8C" w14:textId="6605C40D" w:rsidR="006B3618" w:rsidRDefault="006B3618" w:rsidP="006D5E87">
    <w:pPr>
      <w:pStyle w:val="leftheader"/>
    </w:pPr>
    <w:r>
      <w:t>Treasury Laws Amendment (</w:t>
    </w:r>
    <w:r w:rsidRPr="00C46693">
      <w:t>Corporate C</w:t>
    </w:r>
    <w:r>
      <w:t>ollective Investment Vehicle) Bill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D4F63"/>
    <w:multiLevelType w:val="hybridMultilevel"/>
    <w:tmpl w:val="116A803E"/>
    <w:lvl w:ilvl="0" w:tplc="8E4A541A">
      <w:start w:val="1"/>
      <w:numFmt w:val="bullet"/>
      <w:lvlText w:val=""/>
      <w:lvlJc w:val="left"/>
      <w:pPr>
        <w:tabs>
          <w:tab w:val="num" w:pos="539"/>
        </w:tabs>
        <w:ind w:left="539" w:hanging="363"/>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7B019E2"/>
    <w:multiLevelType w:val="multilevel"/>
    <w:tmpl w:val="A316FE50"/>
    <w:numStyleLink w:val="ChapterList"/>
  </w:abstractNum>
  <w:abstractNum w:abstractNumId="12">
    <w:nsid w:val="0F5B5BBF"/>
    <w:multiLevelType w:val="multilevel"/>
    <w:tmpl w:val="A316FE50"/>
    <w:numStyleLink w:val="ChapterList"/>
  </w:abstractNum>
  <w:abstractNum w:abstractNumId="13">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8220900"/>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1BEB4EC5"/>
    <w:multiLevelType w:val="multilevel"/>
    <w:tmpl w:val="6D98FC9A"/>
    <w:numStyleLink w:val="TableDotPointList"/>
  </w:abstractNum>
  <w:abstractNum w:abstractNumId="16">
    <w:nsid w:val="1C081436"/>
    <w:multiLevelType w:val="multilevel"/>
    <w:tmpl w:val="2AB48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D050AB2"/>
    <w:multiLevelType w:val="multilevel"/>
    <w:tmpl w:val="EE64FF8E"/>
    <w:name w:val="TableDotPointList"/>
    <w:lvl w:ilvl="0">
      <w:start w:val="1"/>
      <w:numFmt w:val="bullet"/>
      <w:lvlRestart w:val="0"/>
      <w:lvlText w:val="•"/>
      <w:lvlJc w:val="left"/>
      <w:pPr>
        <w:tabs>
          <w:tab w:val="num" w:pos="284"/>
        </w:tabs>
        <w:ind w:left="284" w:hanging="284"/>
      </w:pPr>
      <w:rPr>
        <w:b w:val="0"/>
        <w:i w:val="0"/>
        <w:color w:val="000000"/>
      </w:rPr>
    </w:lvl>
    <w:lvl w:ilvl="1">
      <w:start w:val="1"/>
      <w:numFmt w:val="bullet"/>
      <w:lvlText w:val="–"/>
      <w:lvlJc w:val="left"/>
      <w:pPr>
        <w:tabs>
          <w:tab w:val="num" w:pos="567"/>
        </w:tabs>
        <w:ind w:left="567"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8">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9">
    <w:nsid w:val="27440C8B"/>
    <w:multiLevelType w:val="multilevel"/>
    <w:tmpl w:val="0C160486"/>
    <w:name w:val="StandardBulletedList"/>
    <w:lvl w:ilvl="0">
      <w:start w:val="1"/>
      <w:numFmt w:val="bullet"/>
      <w:pStyle w:val="Bullet"/>
      <w:lvlText w:val="•"/>
      <w:lvlJc w:val="left"/>
      <w:pPr>
        <w:tabs>
          <w:tab w:val="num" w:pos="520"/>
        </w:tabs>
        <w:ind w:left="520" w:hanging="520"/>
      </w:pPr>
      <w:rPr>
        <w:rFonts w:ascii="Times New Roman" w:hAnsi="Times New Roman" w:cs="Times New Roman"/>
        <w:b w:val="0"/>
        <w:i w:val="0"/>
      </w:rPr>
    </w:lvl>
    <w:lvl w:ilvl="1">
      <w:start w:val="1"/>
      <w:numFmt w:val="bullet"/>
      <w:pStyle w:val="Dash"/>
      <w:lvlText w:val="–"/>
      <w:lvlJc w:val="left"/>
      <w:pPr>
        <w:tabs>
          <w:tab w:val="num" w:pos="1040"/>
        </w:tabs>
        <w:ind w:left="1040" w:hanging="520"/>
      </w:pPr>
      <w:rPr>
        <w:rFonts w:ascii="Times New Roman" w:hAnsi="Times New Roman" w:cs="Times New Roman"/>
        <w:b w:val="0"/>
        <w:i w:val="0"/>
      </w:rPr>
    </w:lvl>
    <w:lvl w:ilvl="2">
      <w:start w:val="1"/>
      <w:numFmt w:val="bullet"/>
      <w:pStyle w:val="DoubleDot"/>
      <w:lvlText w:val=":"/>
      <w:lvlJc w:val="left"/>
      <w:pPr>
        <w:tabs>
          <w:tab w:val="num" w:pos="1560"/>
        </w:tabs>
        <w:ind w:left="1560" w:hanging="520"/>
      </w:pPr>
      <w:rPr>
        <w:rFonts w:ascii="Times New Roman" w:hAnsi="Times New Roman" w:cs="Times New Roman"/>
        <w:b w:val="0"/>
        <w:i w:val="0"/>
      </w:rPr>
    </w:lvl>
    <w:lvl w:ilvl="3">
      <w:start w:val="1"/>
      <w:numFmt w:val="decimal"/>
      <w:lvlText w:val="(%4)"/>
      <w:lvlJc w:val="left"/>
      <w:pPr>
        <w:tabs>
          <w:tab w:val="num" w:pos="4014"/>
        </w:tabs>
        <w:ind w:left="4014" w:hanging="360"/>
      </w:pPr>
      <w:rPr>
        <w:b w:val="0"/>
        <w:i w:val="0"/>
      </w:rPr>
    </w:lvl>
    <w:lvl w:ilvl="4">
      <w:start w:val="1"/>
      <w:numFmt w:val="lowerLetter"/>
      <w:lvlText w:val="(%5)"/>
      <w:lvlJc w:val="left"/>
      <w:pPr>
        <w:tabs>
          <w:tab w:val="num" w:pos="4374"/>
        </w:tabs>
        <w:ind w:left="4374" w:hanging="360"/>
      </w:pPr>
      <w:rPr>
        <w:b w:val="0"/>
        <w:i w:val="0"/>
      </w:rPr>
    </w:lvl>
    <w:lvl w:ilvl="5">
      <w:start w:val="1"/>
      <w:numFmt w:val="lowerRoman"/>
      <w:lvlText w:val="(%6)"/>
      <w:lvlJc w:val="left"/>
      <w:pPr>
        <w:tabs>
          <w:tab w:val="num" w:pos="4734"/>
        </w:tabs>
        <w:ind w:left="4734" w:hanging="360"/>
      </w:pPr>
      <w:rPr>
        <w:b w:val="0"/>
        <w:i w:val="0"/>
      </w:rPr>
    </w:lvl>
    <w:lvl w:ilvl="6">
      <w:start w:val="1"/>
      <w:numFmt w:val="decimal"/>
      <w:lvlText w:val="%7."/>
      <w:lvlJc w:val="left"/>
      <w:pPr>
        <w:tabs>
          <w:tab w:val="num" w:pos="5094"/>
        </w:tabs>
        <w:ind w:left="5094" w:hanging="360"/>
      </w:pPr>
      <w:rPr>
        <w:b w:val="0"/>
        <w:i w:val="0"/>
      </w:rPr>
    </w:lvl>
    <w:lvl w:ilvl="7">
      <w:start w:val="1"/>
      <w:numFmt w:val="lowerLetter"/>
      <w:lvlText w:val="%8."/>
      <w:lvlJc w:val="left"/>
      <w:pPr>
        <w:tabs>
          <w:tab w:val="num" w:pos="5454"/>
        </w:tabs>
        <w:ind w:left="5454" w:hanging="360"/>
      </w:pPr>
      <w:rPr>
        <w:b w:val="0"/>
        <w:i w:val="0"/>
      </w:rPr>
    </w:lvl>
    <w:lvl w:ilvl="8">
      <w:start w:val="1"/>
      <w:numFmt w:val="lowerRoman"/>
      <w:lvlText w:val="%9."/>
      <w:lvlJc w:val="left"/>
      <w:pPr>
        <w:tabs>
          <w:tab w:val="num" w:pos="5814"/>
        </w:tabs>
        <w:ind w:left="5814" w:hanging="360"/>
      </w:pPr>
      <w:rPr>
        <w:b w:val="0"/>
        <w:i w:val="0"/>
      </w:rPr>
    </w:lvl>
  </w:abstractNum>
  <w:abstractNum w:abstractNumId="20">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2">
    <w:nsid w:val="407229D3"/>
    <w:multiLevelType w:val="multilevel"/>
    <w:tmpl w:val="8B7C8C68"/>
    <w:name w:val="ChapterList"/>
    <w:lvl w:ilvl="0">
      <w:start w:val="1"/>
      <w:numFmt w:val="decimal"/>
      <w:lvlRestart w:val="0"/>
      <w:suff w:val="nothing"/>
      <w:lvlText w:val=""/>
      <w:lvlJc w:val="left"/>
      <w:pPr>
        <w:ind w:left="0" w:firstLine="0"/>
      </w:pPr>
      <w:rPr>
        <w:b w:val="0"/>
        <w:i w:val="0"/>
        <w:color w:val="000000"/>
      </w:rPr>
    </w:lvl>
    <w:lvl w:ilvl="1">
      <w:start w:val="1"/>
      <w:numFmt w:val="decimal"/>
      <w:lvlText w:val="%1.%2"/>
      <w:lvlJc w:val="left"/>
      <w:pPr>
        <w:tabs>
          <w:tab w:val="num" w:pos="1984"/>
        </w:tabs>
        <w:ind w:left="1134" w:firstLine="0"/>
      </w:pPr>
      <w:rPr>
        <w:b w:val="0"/>
        <w:i w:val="0"/>
        <w:color w:val="000000"/>
      </w:rPr>
    </w:lvl>
    <w:lvl w:ilvl="2">
      <w:start w:val="1"/>
      <w:numFmt w:val="decimal"/>
      <w:lvlRestart w:val="1"/>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3">
    <w:nsid w:val="43FB3E18"/>
    <w:multiLevelType w:val="multilevel"/>
    <w:tmpl w:val="A316FE50"/>
    <w:numStyleLink w:val="ChapterList"/>
  </w:abstractNum>
  <w:abstractNum w:abstractNumId="24">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9F04FDE"/>
    <w:multiLevelType w:val="multilevel"/>
    <w:tmpl w:val="C16826FC"/>
    <w:name w:val="StandardNumberedList"/>
    <w:lvl w:ilvl="0">
      <w:start w:val="1"/>
      <w:numFmt w:val="decimal"/>
      <w:pStyle w:val="OutlineNumbered1"/>
      <w:lvlText w:val="%1."/>
      <w:lvlJc w:val="left"/>
      <w:pPr>
        <w:tabs>
          <w:tab w:val="num" w:pos="520"/>
        </w:tabs>
        <w:ind w:left="520" w:hanging="520"/>
      </w:pPr>
      <w:rPr>
        <w:rFonts w:hint="default"/>
        <w:b w:val="0"/>
        <w:i w:val="0"/>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FBC7E8D"/>
    <w:multiLevelType w:val="singleLevel"/>
    <w:tmpl w:val="A7C6C614"/>
    <w:name w:val="BaseTextParagraphList"/>
    <w:lvl w:ilvl="0">
      <w:start w:val="1"/>
      <w:numFmt w:val="decimal"/>
      <w:lvlRestart w:val="0"/>
      <w:lvlText w:val="%1."/>
      <w:lvlJc w:val="left"/>
      <w:pPr>
        <w:tabs>
          <w:tab w:val="num" w:pos="2829"/>
        </w:tabs>
        <w:ind w:left="1985" w:firstLine="0"/>
      </w:pPr>
      <w:rPr>
        <w:b w:val="0"/>
        <w:i w:val="0"/>
        <w:color w:val="000000"/>
      </w:rPr>
    </w:lvl>
  </w:abstractNum>
  <w:abstractNum w:abstractNumId="28">
    <w:nsid w:val="64281CEB"/>
    <w:multiLevelType w:val="multilevel"/>
    <w:tmpl w:val="A316FE50"/>
    <w:numStyleLink w:val="ChapterList"/>
  </w:abstractNum>
  <w:abstractNum w:abstractNumId="29">
    <w:nsid w:val="65DF6494"/>
    <w:multiLevelType w:val="multilevel"/>
    <w:tmpl w:val="A316FE50"/>
    <w:numStyleLink w:val="ChapterList"/>
  </w:abstractNum>
  <w:abstractNum w:abstractNumId="30">
    <w:nsid w:val="6CB353A2"/>
    <w:multiLevelType w:val="multilevel"/>
    <w:tmpl w:val="129E9092"/>
    <w:styleLink w:val="Optionboxheading"/>
    <w:lvl w:ilvl="0">
      <w:start w:val="1"/>
      <w:numFmt w:val="decimal"/>
      <w:lvlRestart w:val="0"/>
      <w:pStyle w:val="BoxHeading"/>
      <w:suff w:val="nothing"/>
      <w:lvlText w:val="Option %1"/>
      <w:lvlJc w:val="left"/>
      <w:pPr>
        <w:ind w:left="0" w:firstLine="0"/>
      </w:pPr>
      <w:rPr>
        <w:rFonts w:ascii="Century Gothic" w:hAnsi="Century Gothic" w:hint="default"/>
        <w:b/>
        <w:i w:val="0"/>
        <w:color w:val="00008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6D302C09"/>
    <w:multiLevelType w:val="multilevel"/>
    <w:tmpl w:val="A316FE50"/>
    <w:numStyleLink w:val="ChapterList"/>
  </w:abstractNum>
  <w:abstractNum w:abstractNumId="32">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7CAC208D"/>
    <w:multiLevelType w:val="multilevel"/>
    <w:tmpl w:val="A316FE50"/>
    <w:numStyleLink w:val="ChapterList"/>
  </w:abstractNum>
  <w:num w:numId="1">
    <w:abstractNumId w:val="22"/>
  </w:num>
  <w:num w:numId="2">
    <w:abstractNumId w:val="21"/>
  </w:num>
  <w:num w:numId="3">
    <w:abstractNumId w:val="17"/>
  </w:num>
  <w:num w:numId="4">
    <w:abstractNumId w:val="1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32"/>
  </w:num>
  <w:num w:numId="17">
    <w:abstractNumId w:val="33"/>
  </w:num>
  <w:num w:numId="18">
    <w:abstractNumId w:val="10"/>
  </w:num>
  <w:num w:numId="19">
    <w:abstractNumId w:val="20"/>
  </w:num>
  <w:num w:numId="20">
    <w:abstractNumId w:val="24"/>
  </w:num>
  <w:num w:numId="21">
    <w:abstractNumId w:val="26"/>
  </w:num>
  <w:num w:numId="22">
    <w:abstractNumId w:val="13"/>
  </w:num>
  <w:num w:numId="23">
    <w:abstractNumId w:val="15"/>
  </w:num>
  <w:num w:numId="24">
    <w:abstractNumId w:val="31"/>
  </w:num>
  <w:num w:numId="25">
    <w:abstractNumId w:val="34"/>
  </w:num>
  <w:num w:numId="26">
    <w:abstractNumId w:val="28"/>
  </w:num>
  <w:num w:numId="27">
    <w:abstractNumId w:val="11"/>
  </w:num>
  <w:num w:numId="28">
    <w:abstractNumId w:val="23"/>
  </w:num>
  <w:num w:numId="29">
    <w:abstractNumId w:val="12"/>
  </w:num>
  <w:num w:numId="30">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6"/>
          </w:tabs>
          <w:ind w:left="1135"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29"/>
  </w:num>
  <w:num w:numId="32">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9"/>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27"/>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30"/>
  </w:num>
  <w:num w:numId="42">
    <w:abstractNumId w:val="25"/>
  </w:num>
  <w:num w:numId="43">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16"/>
  </w:num>
  <w:num w:numId="45">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6"/>
          </w:tabs>
          <w:ind w:left="1135"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844"/>
          </w:tabs>
          <w:ind w:left="993"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29"/>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noTabHangInd/>
    <w:noColumnBalance/>
    <w:suppressBottomSpacing/>
    <w:suppressTopSpacing/>
    <w:suppressSpBfAfterPgBrk/>
    <w:noSpaceRaiseLower/>
    <w:doNotUseHTMLParagraphAutoSpacing/>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True"/>
    <w:docVar w:name="SecurityClassificationInHeader" w:val="False"/>
  </w:docVars>
  <w:rsids>
    <w:rsidRoot w:val="000223DC"/>
    <w:rsid w:val="0000043D"/>
    <w:rsid w:val="00000987"/>
    <w:rsid w:val="00001613"/>
    <w:rsid w:val="00001797"/>
    <w:rsid w:val="00001885"/>
    <w:rsid w:val="00001BAA"/>
    <w:rsid w:val="0000324F"/>
    <w:rsid w:val="00003340"/>
    <w:rsid w:val="00003C38"/>
    <w:rsid w:val="00003F76"/>
    <w:rsid w:val="0000490D"/>
    <w:rsid w:val="000057A4"/>
    <w:rsid w:val="00005CFC"/>
    <w:rsid w:val="0000636B"/>
    <w:rsid w:val="0000645A"/>
    <w:rsid w:val="00007798"/>
    <w:rsid w:val="00010264"/>
    <w:rsid w:val="00010E87"/>
    <w:rsid w:val="00011773"/>
    <w:rsid w:val="000125D5"/>
    <w:rsid w:val="00012C5E"/>
    <w:rsid w:val="00012F66"/>
    <w:rsid w:val="00016EDD"/>
    <w:rsid w:val="0001707C"/>
    <w:rsid w:val="00017151"/>
    <w:rsid w:val="0001746B"/>
    <w:rsid w:val="000223DC"/>
    <w:rsid w:val="00022F85"/>
    <w:rsid w:val="00026B18"/>
    <w:rsid w:val="00026BC9"/>
    <w:rsid w:val="0002778C"/>
    <w:rsid w:val="00030241"/>
    <w:rsid w:val="00030472"/>
    <w:rsid w:val="000312F4"/>
    <w:rsid w:val="00031737"/>
    <w:rsid w:val="000327A2"/>
    <w:rsid w:val="00032889"/>
    <w:rsid w:val="0003305A"/>
    <w:rsid w:val="00034098"/>
    <w:rsid w:val="00034BE8"/>
    <w:rsid w:val="000352E0"/>
    <w:rsid w:val="00035B25"/>
    <w:rsid w:val="00036DA0"/>
    <w:rsid w:val="0003748E"/>
    <w:rsid w:val="00040364"/>
    <w:rsid w:val="00040D8D"/>
    <w:rsid w:val="000412A1"/>
    <w:rsid w:val="000421DC"/>
    <w:rsid w:val="00042BEC"/>
    <w:rsid w:val="00042CE3"/>
    <w:rsid w:val="00043AF5"/>
    <w:rsid w:val="0004493B"/>
    <w:rsid w:val="00044D6E"/>
    <w:rsid w:val="00044E85"/>
    <w:rsid w:val="00045548"/>
    <w:rsid w:val="00045B5B"/>
    <w:rsid w:val="00050170"/>
    <w:rsid w:val="00050D88"/>
    <w:rsid w:val="00051208"/>
    <w:rsid w:val="00052484"/>
    <w:rsid w:val="0005278B"/>
    <w:rsid w:val="00053707"/>
    <w:rsid w:val="0005444C"/>
    <w:rsid w:val="0005600E"/>
    <w:rsid w:val="00056E44"/>
    <w:rsid w:val="00057F4B"/>
    <w:rsid w:val="00060758"/>
    <w:rsid w:val="00061403"/>
    <w:rsid w:val="00061D2F"/>
    <w:rsid w:val="00062371"/>
    <w:rsid w:val="00063EAF"/>
    <w:rsid w:val="00064076"/>
    <w:rsid w:val="000643BF"/>
    <w:rsid w:val="000644A2"/>
    <w:rsid w:val="00064CD0"/>
    <w:rsid w:val="00065E33"/>
    <w:rsid w:val="00066609"/>
    <w:rsid w:val="00066D30"/>
    <w:rsid w:val="00067512"/>
    <w:rsid w:val="00067E1D"/>
    <w:rsid w:val="0007048E"/>
    <w:rsid w:val="000705A5"/>
    <w:rsid w:val="00070B51"/>
    <w:rsid w:val="000713A3"/>
    <w:rsid w:val="000720BB"/>
    <w:rsid w:val="0007222A"/>
    <w:rsid w:val="000725C0"/>
    <w:rsid w:val="00072D59"/>
    <w:rsid w:val="00072DC6"/>
    <w:rsid w:val="00073631"/>
    <w:rsid w:val="0007365B"/>
    <w:rsid w:val="000736C7"/>
    <w:rsid w:val="00075250"/>
    <w:rsid w:val="00076543"/>
    <w:rsid w:val="00076E86"/>
    <w:rsid w:val="0007704C"/>
    <w:rsid w:val="000776F3"/>
    <w:rsid w:val="00077968"/>
    <w:rsid w:val="000818C0"/>
    <w:rsid w:val="00081E2D"/>
    <w:rsid w:val="00081EE7"/>
    <w:rsid w:val="00082054"/>
    <w:rsid w:val="00082F89"/>
    <w:rsid w:val="000835C7"/>
    <w:rsid w:val="00084221"/>
    <w:rsid w:val="00085C5D"/>
    <w:rsid w:val="00086793"/>
    <w:rsid w:val="000867C1"/>
    <w:rsid w:val="00087BE9"/>
    <w:rsid w:val="0009055D"/>
    <w:rsid w:val="0009256E"/>
    <w:rsid w:val="000926CA"/>
    <w:rsid w:val="0009281D"/>
    <w:rsid w:val="00092C4B"/>
    <w:rsid w:val="0009494F"/>
    <w:rsid w:val="00094E8E"/>
    <w:rsid w:val="000960B7"/>
    <w:rsid w:val="000962AC"/>
    <w:rsid w:val="00096804"/>
    <w:rsid w:val="00097819"/>
    <w:rsid w:val="000A0180"/>
    <w:rsid w:val="000A06C6"/>
    <w:rsid w:val="000A0991"/>
    <w:rsid w:val="000A0AFD"/>
    <w:rsid w:val="000A2094"/>
    <w:rsid w:val="000A2A85"/>
    <w:rsid w:val="000A2D9D"/>
    <w:rsid w:val="000A341E"/>
    <w:rsid w:val="000A39B9"/>
    <w:rsid w:val="000A3AAB"/>
    <w:rsid w:val="000A4338"/>
    <w:rsid w:val="000A4A54"/>
    <w:rsid w:val="000A5B26"/>
    <w:rsid w:val="000A6DBE"/>
    <w:rsid w:val="000B1408"/>
    <w:rsid w:val="000B169E"/>
    <w:rsid w:val="000B1862"/>
    <w:rsid w:val="000B2A0A"/>
    <w:rsid w:val="000B3A29"/>
    <w:rsid w:val="000B46B9"/>
    <w:rsid w:val="000B70B7"/>
    <w:rsid w:val="000B757F"/>
    <w:rsid w:val="000B7FBA"/>
    <w:rsid w:val="000C000D"/>
    <w:rsid w:val="000C0296"/>
    <w:rsid w:val="000C06D9"/>
    <w:rsid w:val="000C130D"/>
    <w:rsid w:val="000C2489"/>
    <w:rsid w:val="000C2A07"/>
    <w:rsid w:val="000C2FCD"/>
    <w:rsid w:val="000C474F"/>
    <w:rsid w:val="000C4A62"/>
    <w:rsid w:val="000C50DE"/>
    <w:rsid w:val="000D1879"/>
    <w:rsid w:val="000D23AA"/>
    <w:rsid w:val="000D2F43"/>
    <w:rsid w:val="000D3AFF"/>
    <w:rsid w:val="000D54A6"/>
    <w:rsid w:val="000D5560"/>
    <w:rsid w:val="000D5D95"/>
    <w:rsid w:val="000D6AAA"/>
    <w:rsid w:val="000D7523"/>
    <w:rsid w:val="000E089D"/>
    <w:rsid w:val="000E3F83"/>
    <w:rsid w:val="000E473E"/>
    <w:rsid w:val="000E54E3"/>
    <w:rsid w:val="000E5B9A"/>
    <w:rsid w:val="000E64AF"/>
    <w:rsid w:val="000E6ABD"/>
    <w:rsid w:val="000E7424"/>
    <w:rsid w:val="000F01F4"/>
    <w:rsid w:val="000F04BE"/>
    <w:rsid w:val="000F05E6"/>
    <w:rsid w:val="000F10EC"/>
    <w:rsid w:val="000F144D"/>
    <w:rsid w:val="000F189D"/>
    <w:rsid w:val="000F4070"/>
    <w:rsid w:val="000F43C9"/>
    <w:rsid w:val="000F56F5"/>
    <w:rsid w:val="000F5715"/>
    <w:rsid w:val="000F622D"/>
    <w:rsid w:val="000F656A"/>
    <w:rsid w:val="00100242"/>
    <w:rsid w:val="00101CEA"/>
    <w:rsid w:val="00101E84"/>
    <w:rsid w:val="00105603"/>
    <w:rsid w:val="00106045"/>
    <w:rsid w:val="0010747C"/>
    <w:rsid w:val="00110225"/>
    <w:rsid w:val="00110350"/>
    <w:rsid w:val="00111260"/>
    <w:rsid w:val="001114E6"/>
    <w:rsid w:val="001135C1"/>
    <w:rsid w:val="00113E19"/>
    <w:rsid w:val="00113EFD"/>
    <w:rsid w:val="00114829"/>
    <w:rsid w:val="00114FC3"/>
    <w:rsid w:val="00115358"/>
    <w:rsid w:val="00120A59"/>
    <w:rsid w:val="00121EB0"/>
    <w:rsid w:val="0012218F"/>
    <w:rsid w:val="001237B8"/>
    <w:rsid w:val="00123D96"/>
    <w:rsid w:val="0012405D"/>
    <w:rsid w:val="0012418D"/>
    <w:rsid w:val="001244F8"/>
    <w:rsid w:val="00124A2C"/>
    <w:rsid w:val="00124E15"/>
    <w:rsid w:val="00124FA7"/>
    <w:rsid w:val="001257CF"/>
    <w:rsid w:val="001269D2"/>
    <w:rsid w:val="00127D8F"/>
    <w:rsid w:val="00130609"/>
    <w:rsid w:val="001313E5"/>
    <w:rsid w:val="00131CCE"/>
    <w:rsid w:val="00131E0C"/>
    <w:rsid w:val="00134B95"/>
    <w:rsid w:val="0013501B"/>
    <w:rsid w:val="00135195"/>
    <w:rsid w:val="001352BE"/>
    <w:rsid w:val="00135960"/>
    <w:rsid w:val="001375C6"/>
    <w:rsid w:val="00140957"/>
    <w:rsid w:val="0014197C"/>
    <w:rsid w:val="001425DC"/>
    <w:rsid w:val="001426D2"/>
    <w:rsid w:val="00142767"/>
    <w:rsid w:val="00144E85"/>
    <w:rsid w:val="00145F5B"/>
    <w:rsid w:val="00147843"/>
    <w:rsid w:val="0015075F"/>
    <w:rsid w:val="00151935"/>
    <w:rsid w:val="00153462"/>
    <w:rsid w:val="001537D5"/>
    <w:rsid w:val="00154C79"/>
    <w:rsid w:val="00155D0E"/>
    <w:rsid w:val="00156C38"/>
    <w:rsid w:val="00156D08"/>
    <w:rsid w:val="00156D77"/>
    <w:rsid w:val="00156D9F"/>
    <w:rsid w:val="00157221"/>
    <w:rsid w:val="00160A31"/>
    <w:rsid w:val="0016155D"/>
    <w:rsid w:val="0016177C"/>
    <w:rsid w:val="00161957"/>
    <w:rsid w:val="00162773"/>
    <w:rsid w:val="0016364D"/>
    <w:rsid w:val="00163DE6"/>
    <w:rsid w:val="00164483"/>
    <w:rsid w:val="00164E76"/>
    <w:rsid w:val="00165267"/>
    <w:rsid w:val="001659CB"/>
    <w:rsid w:val="001674E9"/>
    <w:rsid w:val="00167A37"/>
    <w:rsid w:val="00167DEB"/>
    <w:rsid w:val="00170AFB"/>
    <w:rsid w:val="00173A88"/>
    <w:rsid w:val="001745FB"/>
    <w:rsid w:val="00174687"/>
    <w:rsid w:val="00174A29"/>
    <w:rsid w:val="00174C08"/>
    <w:rsid w:val="001750DF"/>
    <w:rsid w:val="001757E2"/>
    <w:rsid w:val="001759D3"/>
    <w:rsid w:val="00175E37"/>
    <w:rsid w:val="0017672C"/>
    <w:rsid w:val="00176805"/>
    <w:rsid w:val="00177061"/>
    <w:rsid w:val="0017732F"/>
    <w:rsid w:val="0017789B"/>
    <w:rsid w:val="00182AD8"/>
    <w:rsid w:val="0018361D"/>
    <w:rsid w:val="0018485B"/>
    <w:rsid w:val="00185A05"/>
    <w:rsid w:val="00185C57"/>
    <w:rsid w:val="001873E7"/>
    <w:rsid w:val="00187A13"/>
    <w:rsid w:val="00187E94"/>
    <w:rsid w:val="001906F3"/>
    <w:rsid w:val="00190D9F"/>
    <w:rsid w:val="00191636"/>
    <w:rsid w:val="00191D7B"/>
    <w:rsid w:val="00191F44"/>
    <w:rsid w:val="001923E6"/>
    <w:rsid w:val="001925B8"/>
    <w:rsid w:val="001935D5"/>
    <w:rsid w:val="00193D6A"/>
    <w:rsid w:val="001944B2"/>
    <w:rsid w:val="001946DA"/>
    <w:rsid w:val="00194C28"/>
    <w:rsid w:val="00194D0D"/>
    <w:rsid w:val="001952A5"/>
    <w:rsid w:val="00197FF8"/>
    <w:rsid w:val="001A020E"/>
    <w:rsid w:val="001A1E9F"/>
    <w:rsid w:val="001A2332"/>
    <w:rsid w:val="001A2FB7"/>
    <w:rsid w:val="001A3057"/>
    <w:rsid w:val="001A3825"/>
    <w:rsid w:val="001A5615"/>
    <w:rsid w:val="001A5846"/>
    <w:rsid w:val="001A7A18"/>
    <w:rsid w:val="001B2615"/>
    <w:rsid w:val="001B2B4F"/>
    <w:rsid w:val="001B330C"/>
    <w:rsid w:val="001B3FC9"/>
    <w:rsid w:val="001B4692"/>
    <w:rsid w:val="001B6386"/>
    <w:rsid w:val="001B6956"/>
    <w:rsid w:val="001B704A"/>
    <w:rsid w:val="001B73CF"/>
    <w:rsid w:val="001B78C6"/>
    <w:rsid w:val="001C0060"/>
    <w:rsid w:val="001C270C"/>
    <w:rsid w:val="001C337D"/>
    <w:rsid w:val="001C3B13"/>
    <w:rsid w:val="001C4A3F"/>
    <w:rsid w:val="001C55EC"/>
    <w:rsid w:val="001C6E22"/>
    <w:rsid w:val="001C71D8"/>
    <w:rsid w:val="001C799D"/>
    <w:rsid w:val="001D1C68"/>
    <w:rsid w:val="001D2445"/>
    <w:rsid w:val="001D3D73"/>
    <w:rsid w:val="001D3F21"/>
    <w:rsid w:val="001D4EDB"/>
    <w:rsid w:val="001D5436"/>
    <w:rsid w:val="001D58F9"/>
    <w:rsid w:val="001D5C3B"/>
    <w:rsid w:val="001D600A"/>
    <w:rsid w:val="001D6B10"/>
    <w:rsid w:val="001D6D9A"/>
    <w:rsid w:val="001E04A0"/>
    <w:rsid w:val="001E0600"/>
    <w:rsid w:val="001E09E6"/>
    <w:rsid w:val="001E1CB5"/>
    <w:rsid w:val="001E1DB3"/>
    <w:rsid w:val="001E2D3D"/>
    <w:rsid w:val="001E44F7"/>
    <w:rsid w:val="001E5F08"/>
    <w:rsid w:val="001E6545"/>
    <w:rsid w:val="001E6A86"/>
    <w:rsid w:val="001F2AB3"/>
    <w:rsid w:val="001F3E16"/>
    <w:rsid w:val="001F4E3B"/>
    <w:rsid w:val="001F67A0"/>
    <w:rsid w:val="00200C32"/>
    <w:rsid w:val="00200E96"/>
    <w:rsid w:val="002011AB"/>
    <w:rsid w:val="00201B36"/>
    <w:rsid w:val="00202D70"/>
    <w:rsid w:val="00203A12"/>
    <w:rsid w:val="00203BFE"/>
    <w:rsid w:val="00204182"/>
    <w:rsid w:val="0020580B"/>
    <w:rsid w:val="00207533"/>
    <w:rsid w:val="002079B1"/>
    <w:rsid w:val="00210372"/>
    <w:rsid w:val="00211D7D"/>
    <w:rsid w:val="0021335C"/>
    <w:rsid w:val="002138BB"/>
    <w:rsid w:val="0021429D"/>
    <w:rsid w:val="002143C5"/>
    <w:rsid w:val="00215605"/>
    <w:rsid w:val="002165E9"/>
    <w:rsid w:val="0021674E"/>
    <w:rsid w:val="00216CF9"/>
    <w:rsid w:val="002172F4"/>
    <w:rsid w:val="002207BE"/>
    <w:rsid w:val="00220B3D"/>
    <w:rsid w:val="00220BF3"/>
    <w:rsid w:val="00220D6C"/>
    <w:rsid w:val="00221533"/>
    <w:rsid w:val="0022159A"/>
    <w:rsid w:val="002219BF"/>
    <w:rsid w:val="002219C4"/>
    <w:rsid w:val="00222071"/>
    <w:rsid w:val="002220EE"/>
    <w:rsid w:val="00222C12"/>
    <w:rsid w:val="00222D57"/>
    <w:rsid w:val="00223EB1"/>
    <w:rsid w:val="002241EB"/>
    <w:rsid w:val="002248C0"/>
    <w:rsid w:val="002257B2"/>
    <w:rsid w:val="002259D2"/>
    <w:rsid w:val="00225B93"/>
    <w:rsid w:val="002264CB"/>
    <w:rsid w:val="00227EF5"/>
    <w:rsid w:val="00230CBB"/>
    <w:rsid w:val="00230E11"/>
    <w:rsid w:val="002311DB"/>
    <w:rsid w:val="00231CBA"/>
    <w:rsid w:val="00234B7A"/>
    <w:rsid w:val="0023519E"/>
    <w:rsid w:val="00235884"/>
    <w:rsid w:val="002358DF"/>
    <w:rsid w:val="00235AE1"/>
    <w:rsid w:val="00235C86"/>
    <w:rsid w:val="00236084"/>
    <w:rsid w:val="00236A1C"/>
    <w:rsid w:val="00236BD0"/>
    <w:rsid w:val="002378EC"/>
    <w:rsid w:val="00237B46"/>
    <w:rsid w:val="00237B79"/>
    <w:rsid w:val="00237C63"/>
    <w:rsid w:val="00240525"/>
    <w:rsid w:val="00242419"/>
    <w:rsid w:val="00242DB9"/>
    <w:rsid w:val="002452CE"/>
    <w:rsid w:val="00246DC2"/>
    <w:rsid w:val="00250154"/>
    <w:rsid w:val="002530FF"/>
    <w:rsid w:val="00253D0C"/>
    <w:rsid w:val="00253E01"/>
    <w:rsid w:val="002553F6"/>
    <w:rsid w:val="00255B58"/>
    <w:rsid w:val="002563E2"/>
    <w:rsid w:val="002576C7"/>
    <w:rsid w:val="00257B95"/>
    <w:rsid w:val="00257F5A"/>
    <w:rsid w:val="002616BA"/>
    <w:rsid w:val="00261F99"/>
    <w:rsid w:val="00262634"/>
    <w:rsid w:val="00262CFC"/>
    <w:rsid w:val="00263569"/>
    <w:rsid w:val="00263B73"/>
    <w:rsid w:val="0026480D"/>
    <w:rsid w:val="0026531E"/>
    <w:rsid w:val="00265A6E"/>
    <w:rsid w:val="00266048"/>
    <w:rsid w:val="00270685"/>
    <w:rsid w:val="0027204A"/>
    <w:rsid w:val="00272FD3"/>
    <w:rsid w:val="00274339"/>
    <w:rsid w:val="002748EB"/>
    <w:rsid w:val="00275271"/>
    <w:rsid w:val="00276666"/>
    <w:rsid w:val="00276862"/>
    <w:rsid w:val="00276B06"/>
    <w:rsid w:val="002808C0"/>
    <w:rsid w:val="002809C2"/>
    <w:rsid w:val="00280BDB"/>
    <w:rsid w:val="00280C4E"/>
    <w:rsid w:val="00281F0D"/>
    <w:rsid w:val="00283359"/>
    <w:rsid w:val="002843D4"/>
    <w:rsid w:val="002857E2"/>
    <w:rsid w:val="00285E10"/>
    <w:rsid w:val="00287A6B"/>
    <w:rsid w:val="00290531"/>
    <w:rsid w:val="0029316F"/>
    <w:rsid w:val="002935CF"/>
    <w:rsid w:val="00294387"/>
    <w:rsid w:val="00294D0D"/>
    <w:rsid w:val="00297B85"/>
    <w:rsid w:val="002A0B13"/>
    <w:rsid w:val="002A112E"/>
    <w:rsid w:val="002A1D76"/>
    <w:rsid w:val="002A261A"/>
    <w:rsid w:val="002A2CEB"/>
    <w:rsid w:val="002A3320"/>
    <w:rsid w:val="002A4F1C"/>
    <w:rsid w:val="002A5187"/>
    <w:rsid w:val="002A5951"/>
    <w:rsid w:val="002A6298"/>
    <w:rsid w:val="002A62B3"/>
    <w:rsid w:val="002A64A2"/>
    <w:rsid w:val="002A6805"/>
    <w:rsid w:val="002A6B7E"/>
    <w:rsid w:val="002A6EC5"/>
    <w:rsid w:val="002A7DF9"/>
    <w:rsid w:val="002A7F60"/>
    <w:rsid w:val="002B0794"/>
    <w:rsid w:val="002B079B"/>
    <w:rsid w:val="002B09E4"/>
    <w:rsid w:val="002B1216"/>
    <w:rsid w:val="002B1C9D"/>
    <w:rsid w:val="002B2910"/>
    <w:rsid w:val="002B332A"/>
    <w:rsid w:val="002B3627"/>
    <w:rsid w:val="002B3663"/>
    <w:rsid w:val="002B4B4A"/>
    <w:rsid w:val="002B71A8"/>
    <w:rsid w:val="002C0CDF"/>
    <w:rsid w:val="002C18D2"/>
    <w:rsid w:val="002C1AAA"/>
    <w:rsid w:val="002C3DAB"/>
    <w:rsid w:val="002C3F5A"/>
    <w:rsid w:val="002C43E8"/>
    <w:rsid w:val="002C56D8"/>
    <w:rsid w:val="002C5BB3"/>
    <w:rsid w:val="002C6796"/>
    <w:rsid w:val="002C7D85"/>
    <w:rsid w:val="002D0B20"/>
    <w:rsid w:val="002D160A"/>
    <w:rsid w:val="002D2436"/>
    <w:rsid w:val="002D353D"/>
    <w:rsid w:val="002D3AA2"/>
    <w:rsid w:val="002D435F"/>
    <w:rsid w:val="002D4C7E"/>
    <w:rsid w:val="002D594C"/>
    <w:rsid w:val="002D6555"/>
    <w:rsid w:val="002D66F3"/>
    <w:rsid w:val="002D770A"/>
    <w:rsid w:val="002D7FF4"/>
    <w:rsid w:val="002E0225"/>
    <w:rsid w:val="002E09CF"/>
    <w:rsid w:val="002E0A97"/>
    <w:rsid w:val="002E0C2F"/>
    <w:rsid w:val="002E1946"/>
    <w:rsid w:val="002E2D2F"/>
    <w:rsid w:val="002E2F9E"/>
    <w:rsid w:val="002E335C"/>
    <w:rsid w:val="002E3A4D"/>
    <w:rsid w:val="002E48AA"/>
    <w:rsid w:val="002E58C9"/>
    <w:rsid w:val="002E5FD3"/>
    <w:rsid w:val="002E6090"/>
    <w:rsid w:val="002E6848"/>
    <w:rsid w:val="002E6D29"/>
    <w:rsid w:val="002E7E60"/>
    <w:rsid w:val="002F0883"/>
    <w:rsid w:val="002F20AE"/>
    <w:rsid w:val="002F221D"/>
    <w:rsid w:val="002F2244"/>
    <w:rsid w:val="002F30E2"/>
    <w:rsid w:val="002F3991"/>
    <w:rsid w:val="002F3C30"/>
    <w:rsid w:val="002F4BC3"/>
    <w:rsid w:val="002F4EC9"/>
    <w:rsid w:val="002F75B0"/>
    <w:rsid w:val="002F76FC"/>
    <w:rsid w:val="003000D8"/>
    <w:rsid w:val="003003E7"/>
    <w:rsid w:val="0030256C"/>
    <w:rsid w:val="003035DA"/>
    <w:rsid w:val="003036B4"/>
    <w:rsid w:val="003042BF"/>
    <w:rsid w:val="00304AC7"/>
    <w:rsid w:val="003059D1"/>
    <w:rsid w:val="00305BA1"/>
    <w:rsid w:val="0030702F"/>
    <w:rsid w:val="003107A6"/>
    <w:rsid w:val="003108DB"/>
    <w:rsid w:val="003113C4"/>
    <w:rsid w:val="003114A9"/>
    <w:rsid w:val="0031153A"/>
    <w:rsid w:val="00312BDE"/>
    <w:rsid w:val="0031337E"/>
    <w:rsid w:val="00313937"/>
    <w:rsid w:val="003157EE"/>
    <w:rsid w:val="0031609B"/>
    <w:rsid w:val="00317080"/>
    <w:rsid w:val="003201CC"/>
    <w:rsid w:val="00320374"/>
    <w:rsid w:val="0032076C"/>
    <w:rsid w:val="00320934"/>
    <w:rsid w:val="003211B4"/>
    <w:rsid w:val="003216EC"/>
    <w:rsid w:val="0032400F"/>
    <w:rsid w:val="00324EBC"/>
    <w:rsid w:val="00325BF0"/>
    <w:rsid w:val="00326828"/>
    <w:rsid w:val="00327C3D"/>
    <w:rsid w:val="0033083D"/>
    <w:rsid w:val="0033119C"/>
    <w:rsid w:val="00331852"/>
    <w:rsid w:val="003330D7"/>
    <w:rsid w:val="0033328B"/>
    <w:rsid w:val="00333993"/>
    <w:rsid w:val="003342D2"/>
    <w:rsid w:val="00335468"/>
    <w:rsid w:val="00340C7A"/>
    <w:rsid w:val="00340D1B"/>
    <w:rsid w:val="00341BC2"/>
    <w:rsid w:val="003445B5"/>
    <w:rsid w:val="003447B1"/>
    <w:rsid w:val="003448A2"/>
    <w:rsid w:val="00344AD0"/>
    <w:rsid w:val="00344CD5"/>
    <w:rsid w:val="00345CCB"/>
    <w:rsid w:val="00346BEB"/>
    <w:rsid w:val="00347817"/>
    <w:rsid w:val="00347C8F"/>
    <w:rsid w:val="003501C2"/>
    <w:rsid w:val="003505E3"/>
    <w:rsid w:val="0035124C"/>
    <w:rsid w:val="00351508"/>
    <w:rsid w:val="00351EEB"/>
    <w:rsid w:val="00352753"/>
    <w:rsid w:val="003531B8"/>
    <w:rsid w:val="003550A4"/>
    <w:rsid w:val="0035561B"/>
    <w:rsid w:val="0035708C"/>
    <w:rsid w:val="003601C5"/>
    <w:rsid w:val="00360645"/>
    <w:rsid w:val="003623FD"/>
    <w:rsid w:val="003633D2"/>
    <w:rsid w:val="00364440"/>
    <w:rsid w:val="00364B4E"/>
    <w:rsid w:val="00364EEA"/>
    <w:rsid w:val="00365A5A"/>
    <w:rsid w:val="0036787F"/>
    <w:rsid w:val="00370AE1"/>
    <w:rsid w:val="00370CF4"/>
    <w:rsid w:val="00370EF5"/>
    <w:rsid w:val="003719A4"/>
    <w:rsid w:val="00371E9E"/>
    <w:rsid w:val="003728C0"/>
    <w:rsid w:val="00372D73"/>
    <w:rsid w:val="003730BC"/>
    <w:rsid w:val="00373456"/>
    <w:rsid w:val="003744D4"/>
    <w:rsid w:val="0037475A"/>
    <w:rsid w:val="003751A5"/>
    <w:rsid w:val="00375C68"/>
    <w:rsid w:val="0037608F"/>
    <w:rsid w:val="003767A7"/>
    <w:rsid w:val="00376FAF"/>
    <w:rsid w:val="00377410"/>
    <w:rsid w:val="00377C7F"/>
    <w:rsid w:val="00377CD4"/>
    <w:rsid w:val="00380099"/>
    <w:rsid w:val="00380987"/>
    <w:rsid w:val="0038216C"/>
    <w:rsid w:val="0038247A"/>
    <w:rsid w:val="0038348C"/>
    <w:rsid w:val="00383FB1"/>
    <w:rsid w:val="0038467B"/>
    <w:rsid w:val="00386225"/>
    <w:rsid w:val="003866CF"/>
    <w:rsid w:val="003866DD"/>
    <w:rsid w:val="00386A6F"/>
    <w:rsid w:val="00387BAB"/>
    <w:rsid w:val="00387D57"/>
    <w:rsid w:val="00390E94"/>
    <w:rsid w:val="00390EEB"/>
    <w:rsid w:val="00391280"/>
    <w:rsid w:val="003915F1"/>
    <w:rsid w:val="00391AF5"/>
    <w:rsid w:val="003924AC"/>
    <w:rsid w:val="003929CF"/>
    <w:rsid w:val="00392F00"/>
    <w:rsid w:val="00393E02"/>
    <w:rsid w:val="0039400F"/>
    <w:rsid w:val="00394359"/>
    <w:rsid w:val="00395A27"/>
    <w:rsid w:val="00395D7A"/>
    <w:rsid w:val="00395ED8"/>
    <w:rsid w:val="003963BF"/>
    <w:rsid w:val="003A2791"/>
    <w:rsid w:val="003A311E"/>
    <w:rsid w:val="003A5A84"/>
    <w:rsid w:val="003A5D7E"/>
    <w:rsid w:val="003A5ED4"/>
    <w:rsid w:val="003A626B"/>
    <w:rsid w:val="003A6536"/>
    <w:rsid w:val="003A6EAF"/>
    <w:rsid w:val="003A6FAF"/>
    <w:rsid w:val="003A71E9"/>
    <w:rsid w:val="003B047D"/>
    <w:rsid w:val="003B05A2"/>
    <w:rsid w:val="003B0838"/>
    <w:rsid w:val="003B243C"/>
    <w:rsid w:val="003B2642"/>
    <w:rsid w:val="003B2BBB"/>
    <w:rsid w:val="003B2C77"/>
    <w:rsid w:val="003B3BA5"/>
    <w:rsid w:val="003B550D"/>
    <w:rsid w:val="003B5A28"/>
    <w:rsid w:val="003B5BC5"/>
    <w:rsid w:val="003B69CA"/>
    <w:rsid w:val="003C0988"/>
    <w:rsid w:val="003C0B42"/>
    <w:rsid w:val="003C1301"/>
    <w:rsid w:val="003C42FB"/>
    <w:rsid w:val="003C49D0"/>
    <w:rsid w:val="003C4FDC"/>
    <w:rsid w:val="003C573A"/>
    <w:rsid w:val="003C5A7A"/>
    <w:rsid w:val="003C5BA3"/>
    <w:rsid w:val="003C651E"/>
    <w:rsid w:val="003D0013"/>
    <w:rsid w:val="003D04F0"/>
    <w:rsid w:val="003D06DF"/>
    <w:rsid w:val="003D079A"/>
    <w:rsid w:val="003D2744"/>
    <w:rsid w:val="003D3814"/>
    <w:rsid w:val="003D3E19"/>
    <w:rsid w:val="003D3F09"/>
    <w:rsid w:val="003D4F5F"/>
    <w:rsid w:val="003D5679"/>
    <w:rsid w:val="003D6764"/>
    <w:rsid w:val="003D679E"/>
    <w:rsid w:val="003D6FD9"/>
    <w:rsid w:val="003D7169"/>
    <w:rsid w:val="003D734D"/>
    <w:rsid w:val="003D77BA"/>
    <w:rsid w:val="003D7F02"/>
    <w:rsid w:val="003E076B"/>
    <w:rsid w:val="003E0794"/>
    <w:rsid w:val="003E0DED"/>
    <w:rsid w:val="003E2C37"/>
    <w:rsid w:val="003E436A"/>
    <w:rsid w:val="003E4609"/>
    <w:rsid w:val="003E4DC8"/>
    <w:rsid w:val="003E50AD"/>
    <w:rsid w:val="003E5EE9"/>
    <w:rsid w:val="003E5F5B"/>
    <w:rsid w:val="003E62F6"/>
    <w:rsid w:val="003E6391"/>
    <w:rsid w:val="003E68F7"/>
    <w:rsid w:val="003E6A86"/>
    <w:rsid w:val="003E6D7A"/>
    <w:rsid w:val="003F04CB"/>
    <w:rsid w:val="003F096C"/>
    <w:rsid w:val="003F0E7B"/>
    <w:rsid w:val="003F25C0"/>
    <w:rsid w:val="003F343E"/>
    <w:rsid w:val="003F41C4"/>
    <w:rsid w:val="003F4BD0"/>
    <w:rsid w:val="003F4D99"/>
    <w:rsid w:val="003F5619"/>
    <w:rsid w:val="003F6011"/>
    <w:rsid w:val="003F60EA"/>
    <w:rsid w:val="003F6125"/>
    <w:rsid w:val="003F6E60"/>
    <w:rsid w:val="003F7AFA"/>
    <w:rsid w:val="00400AD2"/>
    <w:rsid w:val="00403B3D"/>
    <w:rsid w:val="00403BBF"/>
    <w:rsid w:val="00403D08"/>
    <w:rsid w:val="004042A0"/>
    <w:rsid w:val="00404A39"/>
    <w:rsid w:val="00404CDB"/>
    <w:rsid w:val="00406C92"/>
    <w:rsid w:val="004114D3"/>
    <w:rsid w:val="00411A48"/>
    <w:rsid w:val="00411C02"/>
    <w:rsid w:val="004121CB"/>
    <w:rsid w:val="0041246E"/>
    <w:rsid w:val="00412BA0"/>
    <w:rsid w:val="004134C6"/>
    <w:rsid w:val="0041380C"/>
    <w:rsid w:val="004139FB"/>
    <w:rsid w:val="00414B0F"/>
    <w:rsid w:val="00415F81"/>
    <w:rsid w:val="0041649F"/>
    <w:rsid w:val="00416C8A"/>
    <w:rsid w:val="0041704A"/>
    <w:rsid w:val="004177BC"/>
    <w:rsid w:val="0042145D"/>
    <w:rsid w:val="00421699"/>
    <w:rsid w:val="00422319"/>
    <w:rsid w:val="00422488"/>
    <w:rsid w:val="00427505"/>
    <w:rsid w:val="004318D2"/>
    <w:rsid w:val="00431B65"/>
    <w:rsid w:val="0043237F"/>
    <w:rsid w:val="00432D1F"/>
    <w:rsid w:val="0043366C"/>
    <w:rsid w:val="00433B1D"/>
    <w:rsid w:val="00433FD9"/>
    <w:rsid w:val="00434579"/>
    <w:rsid w:val="0043462B"/>
    <w:rsid w:val="00434865"/>
    <w:rsid w:val="00434BA1"/>
    <w:rsid w:val="00434FB5"/>
    <w:rsid w:val="00435431"/>
    <w:rsid w:val="00435A93"/>
    <w:rsid w:val="00435ABC"/>
    <w:rsid w:val="00436054"/>
    <w:rsid w:val="004360FA"/>
    <w:rsid w:val="0043697D"/>
    <w:rsid w:val="0043724A"/>
    <w:rsid w:val="004408A7"/>
    <w:rsid w:val="00440DA1"/>
    <w:rsid w:val="00441137"/>
    <w:rsid w:val="00441D38"/>
    <w:rsid w:val="00442133"/>
    <w:rsid w:val="00442FB9"/>
    <w:rsid w:val="00443689"/>
    <w:rsid w:val="0044391B"/>
    <w:rsid w:val="00443B3E"/>
    <w:rsid w:val="004441EF"/>
    <w:rsid w:val="004447E2"/>
    <w:rsid w:val="00446CFB"/>
    <w:rsid w:val="00447772"/>
    <w:rsid w:val="00447858"/>
    <w:rsid w:val="00450635"/>
    <w:rsid w:val="00450EDA"/>
    <w:rsid w:val="004513DA"/>
    <w:rsid w:val="00451BB3"/>
    <w:rsid w:val="00451DC9"/>
    <w:rsid w:val="00451E11"/>
    <w:rsid w:val="00451E6D"/>
    <w:rsid w:val="00452217"/>
    <w:rsid w:val="004530AF"/>
    <w:rsid w:val="004557E0"/>
    <w:rsid w:val="00456F1C"/>
    <w:rsid w:val="00457BC3"/>
    <w:rsid w:val="00460019"/>
    <w:rsid w:val="00460A35"/>
    <w:rsid w:val="004618C7"/>
    <w:rsid w:val="00461B7B"/>
    <w:rsid w:val="00461FEA"/>
    <w:rsid w:val="00463478"/>
    <w:rsid w:val="00463C16"/>
    <w:rsid w:val="00463D5A"/>
    <w:rsid w:val="00464DF7"/>
    <w:rsid w:val="00464FE6"/>
    <w:rsid w:val="00465A34"/>
    <w:rsid w:val="004663BD"/>
    <w:rsid w:val="004663D1"/>
    <w:rsid w:val="00466D45"/>
    <w:rsid w:val="004674D8"/>
    <w:rsid w:val="00467AE0"/>
    <w:rsid w:val="00470181"/>
    <w:rsid w:val="00470AE5"/>
    <w:rsid w:val="004710EB"/>
    <w:rsid w:val="00471661"/>
    <w:rsid w:val="00471AC9"/>
    <w:rsid w:val="004724E4"/>
    <w:rsid w:val="00474C76"/>
    <w:rsid w:val="00475D9F"/>
    <w:rsid w:val="00476EC6"/>
    <w:rsid w:val="00477CCF"/>
    <w:rsid w:val="0048080F"/>
    <w:rsid w:val="00480C91"/>
    <w:rsid w:val="00481873"/>
    <w:rsid w:val="004826D6"/>
    <w:rsid w:val="004832B3"/>
    <w:rsid w:val="004836D2"/>
    <w:rsid w:val="00483A94"/>
    <w:rsid w:val="004855A7"/>
    <w:rsid w:val="00485DFC"/>
    <w:rsid w:val="004864A6"/>
    <w:rsid w:val="00487F72"/>
    <w:rsid w:val="00487FF4"/>
    <w:rsid w:val="00490578"/>
    <w:rsid w:val="0049063C"/>
    <w:rsid w:val="00491859"/>
    <w:rsid w:val="00491D69"/>
    <w:rsid w:val="00493982"/>
    <w:rsid w:val="0049400E"/>
    <w:rsid w:val="0049596D"/>
    <w:rsid w:val="004966A3"/>
    <w:rsid w:val="00496D56"/>
    <w:rsid w:val="00497259"/>
    <w:rsid w:val="004A26C5"/>
    <w:rsid w:val="004A3607"/>
    <w:rsid w:val="004A401D"/>
    <w:rsid w:val="004A5204"/>
    <w:rsid w:val="004A5A28"/>
    <w:rsid w:val="004A5F7A"/>
    <w:rsid w:val="004A691F"/>
    <w:rsid w:val="004A7525"/>
    <w:rsid w:val="004A7FC7"/>
    <w:rsid w:val="004B1EF2"/>
    <w:rsid w:val="004B1FC7"/>
    <w:rsid w:val="004B4B65"/>
    <w:rsid w:val="004B5D88"/>
    <w:rsid w:val="004B74E5"/>
    <w:rsid w:val="004B755A"/>
    <w:rsid w:val="004B7F47"/>
    <w:rsid w:val="004C0113"/>
    <w:rsid w:val="004C0914"/>
    <w:rsid w:val="004C0E0C"/>
    <w:rsid w:val="004C0E44"/>
    <w:rsid w:val="004C0E7C"/>
    <w:rsid w:val="004C1468"/>
    <w:rsid w:val="004C17A4"/>
    <w:rsid w:val="004C3448"/>
    <w:rsid w:val="004C78A6"/>
    <w:rsid w:val="004D023E"/>
    <w:rsid w:val="004D1111"/>
    <w:rsid w:val="004D2D39"/>
    <w:rsid w:val="004D32A7"/>
    <w:rsid w:val="004D3773"/>
    <w:rsid w:val="004D3F8D"/>
    <w:rsid w:val="004D4269"/>
    <w:rsid w:val="004D47F2"/>
    <w:rsid w:val="004D6882"/>
    <w:rsid w:val="004D6B85"/>
    <w:rsid w:val="004D75AE"/>
    <w:rsid w:val="004E143B"/>
    <w:rsid w:val="004E14B4"/>
    <w:rsid w:val="004E161F"/>
    <w:rsid w:val="004E2E89"/>
    <w:rsid w:val="004E357E"/>
    <w:rsid w:val="004E3A58"/>
    <w:rsid w:val="004E420E"/>
    <w:rsid w:val="004E43FE"/>
    <w:rsid w:val="004E5141"/>
    <w:rsid w:val="004E5B2C"/>
    <w:rsid w:val="004E6082"/>
    <w:rsid w:val="004E64C8"/>
    <w:rsid w:val="004E7029"/>
    <w:rsid w:val="004F10CC"/>
    <w:rsid w:val="004F4350"/>
    <w:rsid w:val="004F59EA"/>
    <w:rsid w:val="004F5F2D"/>
    <w:rsid w:val="004F6013"/>
    <w:rsid w:val="004F6602"/>
    <w:rsid w:val="004F6F3A"/>
    <w:rsid w:val="004F6FC7"/>
    <w:rsid w:val="004F721D"/>
    <w:rsid w:val="004F7973"/>
    <w:rsid w:val="00500863"/>
    <w:rsid w:val="005010F5"/>
    <w:rsid w:val="00502551"/>
    <w:rsid w:val="00504D4A"/>
    <w:rsid w:val="005052B0"/>
    <w:rsid w:val="0050587A"/>
    <w:rsid w:val="00506231"/>
    <w:rsid w:val="0050652E"/>
    <w:rsid w:val="00506619"/>
    <w:rsid w:val="005069AA"/>
    <w:rsid w:val="005105DC"/>
    <w:rsid w:val="00510972"/>
    <w:rsid w:val="005118DE"/>
    <w:rsid w:val="00512EA5"/>
    <w:rsid w:val="00514166"/>
    <w:rsid w:val="00515E69"/>
    <w:rsid w:val="005169EB"/>
    <w:rsid w:val="00516F51"/>
    <w:rsid w:val="005177DF"/>
    <w:rsid w:val="00517B68"/>
    <w:rsid w:val="00517D2F"/>
    <w:rsid w:val="00520C2F"/>
    <w:rsid w:val="0052145A"/>
    <w:rsid w:val="005215A5"/>
    <w:rsid w:val="00523617"/>
    <w:rsid w:val="00524307"/>
    <w:rsid w:val="005247E3"/>
    <w:rsid w:val="005255EA"/>
    <w:rsid w:val="00530242"/>
    <w:rsid w:val="0053028F"/>
    <w:rsid w:val="005302D9"/>
    <w:rsid w:val="00530ACF"/>
    <w:rsid w:val="0053257F"/>
    <w:rsid w:val="005326A9"/>
    <w:rsid w:val="00532F6F"/>
    <w:rsid w:val="0053342D"/>
    <w:rsid w:val="00533A63"/>
    <w:rsid w:val="00534CE4"/>
    <w:rsid w:val="005359D9"/>
    <w:rsid w:val="00535C69"/>
    <w:rsid w:val="00535D8D"/>
    <w:rsid w:val="00535E87"/>
    <w:rsid w:val="00536043"/>
    <w:rsid w:val="005379EC"/>
    <w:rsid w:val="005408E6"/>
    <w:rsid w:val="00541875"/>
    <w:rsid w:val="00541CFC"/>
    <w:rsid w:val="0054213C"/>
    <w:rsid w:val="0054284D"/>
    <w:rsid w:val="00542937"/>
    <w:rsid w:val="00542AAC"/>
    <w:rsid w:val="005432E4"/>
    <w:rsid w:val="005439FF"/>
    <w:rsid w:val="00543BA6"/>
    <w:rsid w:val="005461C3"/>
    <w:rsid w:val="00547B0F"/>
    <w:rsid w:val="005512D3"/>
    <w:rsid w:val="005522DE"/>
    <w:rsid w:val="005523D2"/>
    <w:rsid w:val="0055345B"/>
    <w:rsid w:val="00553E46"/>
    <w:rsid w:val="00555AE3"/>
    <w:rsid w:val="00555D38"/>
    <w:rsid w:val="00556F03"/>
    <w:rsid w:val="0056010A"/>
    <w:rsid w:val="00560C14"/>
    <w:rsid w:val="00561446"/>
    <w:rsid w:val="00564DE0"/>
    <w:rsid w:val="00565015"/>
    <w:rsid w:val="005662C8"/>
    <w:rsid w:val="0056728C"/>
    <w:rsid w:val="00567D56"/>
    <w:rsid w:val="00570D1F"/>
    <w:rsid w:val="00574EB3"/>
    <w:rsid w:val="0057600B"/>
    <w:rsid w:val="00577939"/>
    <w:rsid w:val="0058040D"/>
    <w:rsid w:val="00580BEB"/>
    <w:rsid w:val="00580C19"/>
    <w:rsid w:val="00580DA0"/>
    <w:rsid w:val="00580E00"/>
    <w:rsid w:val="00581480"/>
    <w:rsid w:val="00581984"/>
    <w:rsid w:val="00581CD7"/>
    <w:rsid w:val="00582FBD"/>
    <w:rsid w:val="005842E1"/>
    <w:rsid w:val="00585AFF"/>
    <w:rsid w:val="0058627C"/>
    <w:rsid w:val="0058642A"/>
    <w:rsid w:val="00587E64"/>
    <w:rsid w:val="005905C6"/>
    <w:rsid w:val="00590658"/>
    <w:rsid w:val="005914C2"/>
    <w:rsid w:val="0059210E"/>
    <w:rsid w:val="00593986"/>
    <w:rsid w:val="0059583E"/>
    <w:rsid w:val="005964AF"/>
    <w:rsid w:val="00596587"/>
    <w:rsid w:val="005A14FD"/>
    <w:rsid w:val="005A1C95"/>
    <w:rsid w:val="005A204C"/>
    <w:rsid w:val="005A32BD"/>
    <w:rsid w:val="005A48BF"/>
    <w:rsid w:val="005A5348"/>
    <w:rsid w:val="005A5BB3"/>
    <w:rsid w:val="005A5BCD"/>
    <w:rsid w:val="005A5F60"/>
    <w:rsid w:val="005A6633"/>
    <w:rsid w:val="005A76CC"/>
    <w:rsid w:val="005A7C75"/>
    <w:rsid w:val="005B0A02"/>
    <w:rsid w:val="005B1807"/>
    <w:rsid w:val="005B194C"/>
    <w:rsid w:val="005B22C7"/>
    <w:rsid w:val="005B2DE0"/>
    <w:rsid w:val="005B2F67"/>
    <w:rsid w:val="005B546F"/>
    <w:rsid w:val="005B5A84"/>
    <w:rsid w:val="005B5CA3"/>
    <w:rsid w:val="005B6A63"/>
    <w:rsid w:val="005B7C4D"/>
    <w:rsid w:val="005C0475"/>
    <w:rsid w:val="005C19E8"/>
    <w:rsid w:val="005C2B1A"/>
    <w:rsid w:val="005C2F2D"/>
    <w:rsid w:val="005C4CD2"/>
    <w:rsid w:val="005C54A8"/>
    <w:rsid w:val="005C57EE"/>
    <w:rsid w:val="005C5E9C"/>
    <w:rsid w:val="005C6514"/>
    <w:rsid w:val="005C6A42"/>
    <w:rsid w:val="005C6FB4"/>
    <w:rsid w:val="005C7205"/>
    <w:rsid w:val="005C7DE9"/>
    <w:rsid w:val="005D02C9"/>
    <w:rsid w:val="005D0E2F"/>
    <w:rsid w:val="005D0F90"/>
    <w:rsid w:val="005D19F1"/>
    <w:rsid w:val="005D1E9C"/>
    <w:rsid w:val="005D3542"/>
    <w:rsid w:val="005D3F55"/>
    <w:rsid w:val="005D4962"/>
    <w:rsid w:val="005D64A3"/>
    <w:rsid w:val="005D662C"/>
    <w:rsid w:val="005D67E5"/>
    <w:rsid w:val="005E01F2"/>
    <w:rsid w:val="005E0D3F"/>
    <w:rsid w:val="005E165F"/>
    <w:rsid w:val="005E2702"/>
    <w:rsid w:val="005E2A8B"/>
    <w:rsid w:val="005E3325"/>
    <w:rsid w:val="005E519B"/>
    <w:rsid w:val="005E5FAB"/>
    <w:rsid w:val="005E6E75"/>
    <w:rsid w:val="005E741D"/>
    <w:rsid w:val="005E77E1"/>
    <w:rsid w:val="005F05A1"/>
    <w:rsid w:val="005F0924"/>
    <w:rsid w:val="005F17DB"/>
    <w:rsid w:val="005F21B5"/>
    <w:rsid w:val="005F239C"/>
    <w:rsid w:val="005F2E73"/>
    <w:rsid w:val="005F3821"/>
    <w:rsid w:val="005F3F23"/>
    <w:rsid w:val="005F41C6"/>
    <w:rsid w:val="005F4F0B"/>
    <w:rsid w:val="005F5346"/>
    <w:rsid w:val="005F5858"/>
    <w:rsid w:val="005F711E"/>
    <w:rsid w:val="005F75D6"/>
    <w:rsid w:val="0060211C"/>
    <w:rsid w:val="006027CB"/>
    <w:rsid w:val="006028FA"/>
    <w:rsid w:val="00602A71"/>
    <w:rsid w:val="006067F8"/>
    <w:rsid w:val="006071CA"/>
    <w:rsid w:val="006071E9"/>
    <w:rsid w:val="006108BB"/>
    <w:rsid w:val="00611E3B"/>
    <w:rsid w:val="00611E8E"/>
    <w:rsid w:val="00612D9B"/>
    <w:rsid w:val="006146E4"/>
    <w:rsid w:val="00615713"/>
    <w:rsid w:val="00616ABA"/>
    <w:rsid w:val="00616BD0"/>
    <w:rsid w:val="00616DD5"/>
    <w:rsid w:val="00617AC7"/>
    <w:rsid w:val="00621923"/>
    <w:rsid w:val="00622428"/>
    <w:rsid w:val="00622C81"/>
    <w:rsid w:val="006237D8"/>
    <w:rsid w:val="00626BCD"/>
    <w:rsid w:val="00626BF7"/>
    <w:rsid w:val="00626C75"/>
    <w:rsid w:val="006303B0"/>
    <w:rsid w:val="00630608"/>
    <w:rsid w:val="0063127E"/>
    <w:rsid w:val="006338F9"/>
    <w:rsid w:val="00634193"/>
    <w:rsid w:val="0063545F"/>
    <w:rsid w:val="006409EF"/>
    <w:rsid w:val="006412C3"/>
    <w:rsid w:val="00641C8C"/>
    <w:rsid w:val="00642369"/>
    <w:rsid w:val="00642D0A"/>
    <w:rsid w:val="00642D40"/>
    <w:rsid w:val="00643342"/>
    <w:rsid w:val="006446C3"/>
    <w:rsid w:val="00644AA4"/>
    <w:rsid w:val="006464E2"/>
    <w:rsid w:val="0064650B"/>
    <w:rsid w:val="00646822"/>
    <w:rsid w:val="00646DC2"/>
    <w:rsid w:val="0064711F"/>
    <w:rsid w:val="00650DDD"/>
    <w:rsid w:val="00653196"/>
    <w:rsid w:val="0065389A"/>
    <w:rsid w:val="00653DA2"/>
    <w:rsid w:val="00654847"/>
    <w:rsid w:val="0065579A"/>
    <w:rsid w:val="00655CBB"/>
    <w:rsid w:val="0065630B"/>
    <w:rsid w:val="006568D9"/>
    <w:rsid w:val="006572ED"/>
    <w:rsid w:val="0065743A"/>
    <w:rsid w:val="0066089D"/>
    <w:rsid w:val="00661989"/>
    <w:rsid w:val="0066332C"/>
    <w:rsid w:val="00663599"/>
    <w:rsid w:val="006655F9"/>
    <w:rsid w:val="006702C5"/>
    <w:rsid w:val="006712FD"/>
    <w:rsid w:val="00671A84"/>
    <w:rsid w:val="00671ACD"/>
    <w:rsid w:val="00671D1F"/>
    <w:rsid w:val="00675188"/>
    <w:rsid w:val="006759ED"/>
    <w:rsid w:val="00675B18"/>
    <w:rsid w:val="00676AC8"/>
    <w:rsid w:val="0067752C"/>
    <w:rsid w:val="00677C11"/>
    <w:rsid w:val="00680ADB"/>
    <w:rsid w:val="0068134D"/>
    <w:rsid w:val="00683D9C"/>
    <w:rsid w:val="00683F00"/>
    <w:rsid w:val="00684C54"/>
    <w:rsid w:val="006857AE"/>
    <w:rsid w:val="00685FFF"/>
    <w:rsid w:val="0068602D"/>
    <w:rsid w:val="00686353"/>
    <w:rsid w:val="006916A8"/>
    <w:rsid w:val="00691D5C"/>
    <w:rsid w:val="00693346"/>
    <w:rsid w:val="00694183"/>
    <w:rsid w:val="00694AFE"/>
    <w:rsid w:val="00694E1D"/>
    <w:rsid w:val="00695D9C"/>
    <w:rsid w:val="00696978"/>
    <w:rsid w:val="00697326"/>
    <w:rsid w:val="00697F18"/>
    <w:rsid w:val="006A0A0F"/>
    <w:rsid w:val="006A0EF0"/>
    <w:rsid w:val="006A20F5"/>
    <w:rsid w:val="006A2D4F"/>
    <w:rsid w:val="006A3F11"/>
    <w:rsid w:val="006A43FE"/>
    <w:rsid w:val="006A4718"/>
    <w:rsid w:val="006A47DC"/>
    <w:rsid w:val="006B1C11"/>
    <w:rsid w:val="006B229C"/>
    <w:rsid w:val="006B3618"/>
    <w:rsid w:val="006B3AE2"/>
    <w:rsid w:val="006B4163"/>
    <w:rsid w:val="006B4257"/>
    <w:rsid w:val="006C0ABA"/>
    <w:rsid w:val="006C1BD7"/>
    <w:rsid w:val="006C2FD0"/>
    <w:rsid w:val="006C3CEB"/>
    <w:rsid w:val="006C4CB6"/>
    <w:rsid w:val="006C6B16"/>
    <w:rsid w:val="006C7234"/>
    <w:rsid w:val="006C7B61"/>
    <w:rsid w:val="006C7BFC"/>
    <w:rsid w:val="006C7F27"/>
    <w:rsid w:val="006D0E8E"/>
    <w:rsid w:val="006D3B59"/>
    <w:rsid w:val="006D3D9A"/>
    <w:rsid w:val="006D4184"/>
    <w:rsid w:val="006D4CA4"/>
    <w:rsid w:val="006D55A9"/>
    <w:rsid w:val="006D5E87"/>
    <w:rsid w:val="006D5F89"/>
    <w:rsid w:val="006D64A6"/>
    <w:rsid w:val="006D64CA"/>
    <w:rsid w:val="006D6CBC"/>
    <w:rsid w:val="006D737B"/>
    <w:rsid w:val="006D76B0"/>
    <w:rsid w:val="006E01A2"/>
    <w:rsid w:val="006E08FB"/>
    <w:rsid w:val="006E0902"/>
    <w:rsid w:val="006E09C0"/>
    <w:rsid w:val="006E141C"/>
    <w:rsid w:val="006E15D4"/>
    <w:rsid w:val="006E24FD"/>
    <w:rsid w:val="006E2F18"/>
    <w:rsid w:val="006E3629"/>
    <w:rsid w:val="006E4DF8"/>
    <w:rsid w:val="006E60FD"/>
    <w:rsid w:val="006E651D"/>
    <w:rsid w:val="006F08FA"/>
    <w:rsid w:val="006F131C"/>
    <w:rsid w:val="006F157E"/>
    <w:rsid w:val="006F1661"/>
    <w:rsid w:val="006F1CF0"/>
    <w:rsid w:val="006F30B3"/>
    <w:rsid w:val="006F58E8"/>
    <w:rsid w:val="006F6917"/>
    <w:rsid w:val="006F6E09"/>
    <w:rsid w:val="006F7095"/>
    <w:rsid w:val="006F7230"/>
    <w:rsid w:val="006F7AFB"/>
    <w:rsid w:val="007001D0"/>
    <w:rsid w:val="00701461"/>
    <w:rsid w:val="00703588"/>
    <w:rsid w:val="0070387E"/>
    <w:rsid w:val="00703AD1"/>
    <w:rsid w:val="00703C25"/>
    <w:rsid w:val="00704442"/>
    <w:rsid w:val="00705970"/>
    <w:rsid w:val="00706296"/>
    <w:rsid w:val="0070668D"/>
    <w:rsid w:val="00707D39"/>
    <w:rsid w:val="00710171"/>
    <w:rsid w:val="00710844"/>
    <w:rsid w:val="00711572"/>
    <w:rsid w:val="00711F5D"/>
    <w:rsid w:val="00712B4B"/>
    <w:rsid w:val="00712E0A"/>
    <w:rsid w:val="007139AB"/>
    <w:rsid w:val="00713EA6"/>
    <w:rsid w:val="00714218"/>
    <w:rsid w:val="0071444A"/>
    <w:rsid w:val="007155B4"/>
    <w:rsid w:val="00720B08"/>
    <w:rsid w:val="00721022"/>
    <w:rsid w:val="00721255"/>
    <w:rsid w:val="00722212"/>
    <w:rsid w:val="007223A4"/>
    <w:rsid w:val="007231F5"/>
    <w:rsid w:val="007232FC"/>
    <w:rsid w:val="00725B4F"/>
    <w:rsid w:val="00725EC8"/>
    <w:rsid w:val="00726A7F"/>
    <w:rsid w:val="007308C1"/>
    <w:rsid w:val="00732355"/>
    <w:rsid w:val="0073236A"/>
    <w:rsid w:val="007329C5"/>
    <w:rsid w:val="00733BE3"/>
    <w:rsid w:val="00734206"/>
    <w:rsid w:val="007349FF"/>
    <w:rsid w:val="007351E4"/>
    <w:rsid w:val="007359A4"/>
    <w:rsid w:val="007360B3"/>
    <w:rsid w:val="00736240"/>
    <w:rsid w:val="0073723B"/>
    <w:rsid w:val="007377C6"/>
    <w:rsid w:val="00740498"/>
    <w:rsid w:val="00740B6D"/>
    <w:rsid w:val="007428F8"/>
    <w:rsid w:val="00742D18"/>
    <w:rsid w:val="007437F7"/>
    <w:rsid w:val="007439D0"/>
    <w:rsid w:val="00744758"/>
    <w:rsid w:val="00744A15"/>
    <w:rsid w:val="007454F8"/>
    <w:rsid w:val="007460AA"/>
    <w:rsid w:val="00746A9E"/>
    <w:rsid w:val="00746CD6"/>
    <w:rsid w:val="0075022B"/>
    <w:rsid w:val="00750744"/>
    <w:rsid w:val="00750AAC"/>
    <w:rsid w:val="00751813"/>
    <w:rsid w:val="00751A49"/>
    <w:rsid w:val="00751F29"/>
    <w:rsid w:val="00752D26"/>
    <w:rsid w:val="00752F4A"/>
    <w:rsid w:val="00753239"/>
    <w:rsid w:val="007534F6"/>
    <w:rsid w:val="00754A72"/>
    <w:rsid w:val="007563FB"/>
    <w:rsid w:val="00756ABA"/>
    <w:rsid w:val="007571B2"/>
    <w:rsid w:val="00760925"/>
    <w:rsid w:val="00760DD5"/>
    <w:rsid w:val="00761DE2"/>
    <w:rsid w:val="00761FEB"/>
    <w:rsid w:val="007629C3"/>
    <w:rsid w:val="00762AAE"/>
    <w:rsid w:val="00762D28"/>
    <w:rsid w:val="0076394E"/>
    <w:rsid w:val="007652BC"/>
    <w:rsid w:val="007652F1"/>
    <w:rsid w:val="00766B32"/>
    <w:rsid w:val="00766B86"/>
    <w:rsid w:val="007702FF"/>
    <w:rsid w:val="00770F83"/>
    <w:rsid w:val="007730AC"/>
    <w:rsid w:val="00774214"/>
    <w:rsid w:val="00774BE5"/>
    <w:rsid w:val="00775DF2"/>
    <w:rsid w:val="0077650C"/>
    <w:rsid w:val="00776DC4"/>
    <w:rsid w:val="007771E1"/>
    <w:rsid w:val="00777953"/>
    <w:rsid w:val="007811E9"/>
    <w:rsid w:val="00781C62"/>
    <w:rsid w:val="00782241"/>
    <w:rsid w:val="0078484A"/>
    <w:rsid w:val="0078514B"/>
    <w:rsid w:val="007858E0"/>
    <w:rsid w:val="00786AA9"/>
    <w:rsid w:val="007871CD"/>
    <w:rsid w:val="0079011D"/>
    <w:rsid w:val="00790795"/>
    <w:rsid w:val="007924C0"/>
    <w:rsid w:val="0079298D"/>
    <w:rsid w:val="00792ECD"/>
    <w:rsid w:val="00793E54"/>
    <w:rsid w:val="00793F75"/>
    <w:rsid w:val="00794D6E"/>
    <w:rsid w:val="00794DFA"/>
    <w:rsid w:val="00795E39"/>
    <w:rsid w:val="007965B6"/>
    <w:rsid w:val="007966EF"/>
    <w:rsid w:val="00796944"/>
    <w:rsid w:val="00796F04"/>
    <w:rsid w:val="007974C0"/>
    <w:rsid w:val="00797867"/>
    <w:rsid w:val="007A18FF"/>
    <w:rsid w:val="007A1BCB"/>
    <w:rsid w:val="007A1EC3"/>
    <w:rsid w:val="007A3930"/>
    <w:rsid w:val="007A3DD2"/>
    <w:rsid w:val="007A45A6"/>
    <w:rsid w:val="007A49CA"/>
    <w:rsid w:val="007A4C99"/>
    <w:rsid w:val="007A4D40"/>
    <w:rsid w:val="007A60F9"/>
    <w:rsid w:val="007A6B4C"/>
    <w:rsid w:val="007B004A"/>
    <w:rsid w:val="007B0C40"/>
    <w:rsid w:val="007B0FDD"/>
    <w:rsid w:val="007B188B"/>
    <w:rsid w:val="007B23EE"/>
    <w:rsid w:val="007B2A6F"/>
    <w:rsid w:val="007B30B8"/>
    <w:rsid w:val="007B516A"/>
    <w:rsid w:val="007B6C13"/>
    <w:rsid w:val="007B7882"/>
    <w:rsid w:val="007C22BA"/>
    <w:rsid w:val="007C2AAD"/>
    <w:rsid w:val="007C3025"/>
    <w:rsid w:val="007C4609"/>
    <w:rsid w:val="007C4891"/>
    <w:rsid w:val="007C628B"/>
    <w:rsid w:val="007C68B3"/>
    <w:rsid w:val="007C6938"/>
    <w:rsid w:val="007C6BF9"/>
    <w:rsid w:val="007C7809"/>
    <w:rsid w:val="007D0009"/>
    <w:rsid w:val="007D0DC2"/>
    <w:rsid w:val="007D0F80"/>
    <w:rsid w:val="007D125F"/>
    <w:rsid w:val="007D1603"/>
    <w:rsid w:val="007D1821"/>
    <w:rsid w:val="007D1BD6"/>
    <w:rsid w:val="007D2990"/>
    <w:rsid w:val="007D2E05"/>
    <w:rsid w:val="007D4184"/>
    <w:rsid w:val="007D429A"/>
    <w:rsid w:val="007D6AC6"/>
    <w:rsid w:val="007D7127"/>
    <w:rsid w:val="007E197B"/>
    <w:rsid w:val="007E1F54"/>
    <w:rsid w:val="007E25E0"/>
    <w:rsid w:val="007E3C31"/>
    <w:rsid w:val="007E4FBB"/>
    <w:rsid w:val="007E52AA"/>
    <w:rsid w:val="007E5F38"/>
    <w:rsid w:val="007E673F"/>
    <w:rsid w:val="007E6ECE"/>
    <w:rsid w:val="007E7EF6"/>
    <w:rsid w:val="007F1C4A"/>
    <w:rsid w:val="007F1F06"/>
    <w:rsid w:val="007F261A"/>
    <w:rsid w:val="007F2854"/>
    <w:rsid w:val="007F4F62"/>
    <w:rsid w:val="007F508C"/>
    <w:rsid w:val="007F5B1F"/>
    <w:rsid w:val="007F5C92"/>
    <w:rsid w:val="007F63BF"/>
    <w:rsid w:val="007F6497"/>
    <w:rsid w:val="007F77AB"/>
    <w:rsid w:val="00800879"/>
    <w:rsid w:val="0080103C"/>
    <w:rsid w:val="0080234A"/>
    <w:rsid w:val="00805889"/>
    <w:rsid w:val="00806B16"/>
    <w:rsid w:val="00806EFC"/>
    <w:rsid w:val="00810489"/>
    <w:rsid w:val="008110B6"/>
    <w:rsid w:val="0081132C"/>
    <w:rsid w:val="0081310E"/>
    <w:rsid w:val="0081317A"/>
    <w:rsid w:val="00813210"/>
    <w:rsid w:val="00813BBD"/>
    <w:rsid w:val="00813C13"/>
    <w:rsid w:val="008147F1"/>
    <w:rsid w:val="008157CA"/>
    <w:rsid w:val="00815D7F"/>
    <w:rsid w:val="00816235"/>
    <w:rsid w:val="00816582"/>
    <w:rsid w:val="00816CB7"/>
    <w:rsid w:val="00817096"/>
    <w:rsid w:val="008177D2"/>
    <w:rsid w:val="008212B5"/>
    <w:rsid w:val="00821379"/>
    <w:rsid w:val="008217D8"/>
    <w:rsid w:val="00821CFB"/>
    <w:rsid w:val="00822F85"/>
    <w:rsid w:val="008237C8"/>
    <w:rsid w:val="008238D1"/>
    <w:rsid w:val="0082446F"/>
    <w:rsid w:val="00824EF9"/>
    <w:rsid w:val="0082620B"/>
    <w:rsid w:val="0082754B"/>
    <w:rsid w:val="00827930"/>
    <w:rsid w:val="0083001A"/>
    <w:rsid w:val="00830450"/>
    <w:rsid w:val="00830A28"/>
    <w:rsid w:val="00831D2B"/>
    <w:rsid w:val="00832743"/>
    <w:rsid w:val="00833321"/>
    <w:rsid w:val="00833917"/>
    <w:rsid w:val="00833ECE"/>
    <w:rsid w:val="0083433C"/>
    <w:rsid w:val="00834E48"/>
    <w:rsid w:val="00835001"/>
    <w:rsid w:val="00835EFF"/>
    <w:rsid w:val="00836017"/>
    <w:rsid w:val="0083674A"/>
    <w:rsid w:val="008367D5"/>
    <w:rsid w:val="00836D04"/>
    <w:rsid w:val="00840246"/>
    <w:rsid w:val="00843086"/>
    <w:rsid w:val="00843149"/>
    <w:rsid w:val="00843930"/>
    <w:rsid w:val="00843994"/>
    <w:rsid w:val="00844687"/>
    <w:rsid w:val="00844E56"/>
    <w:rsid w:val="0084606C"/>
    <w:rsid w:val="008469D1"/>
    <w:rsid w:val="008473E8"/>
    <w:rsid w:val="008501E4"/>
    <w:rsid w:val="00850966"/>
    <w:rsid w:val="0085223B"/>
    <w:rsid w:val="00853531"/>
    <w:rsid w:val="0085448D"/>
    <w:rsid w:val="00854B57"/>
    <w:rsid w:val="00854C8B"/>
    <w:rsid w:val="00855D57"/>
    <w:rsid w:val="00856098"/>
    <w:rsid w:val="00856234"/>
    <w:rsid w:val="00857323"/>
    <w:rsid w:val="008609A1"/>
    <w:rsid w:val="008612A1"/>
    <w:rsid w:val="00861B2F"/>
    <w:rsid w:val="00863A85"/>
    <w:rsid w:val="00863ABF"/>
    <w:rsid w:val="00864B70"/>
    <w:rsid w:val="008677CB"/>
    <w:rsid w:val="00867F0F"/>
    <w:rsid w:val="00870739"/>
    <w:rsid w:val="0087152D"/>
    <w:rsid w:val="00871BCE"/>
    <w:rsid w:val="00872AEC"/>
    <w:rsid w:val="00872DA9"/>
    <w:rsid w:val="00873177"/>
    <w:rsid w:val="008745F0"/>
    <w:rsid w:val="0087473B"/>
    <w:rsid w:val="008752F1"/>
    <w:rsid w:val="008753E8"/>
    <w:rsid w:val="00882920"/>
    <w:rsid w:val="00882C1F"/>
    <w:rsid w:val="00883D96"/>
    <w:rsid w:val="008846C8"/>
    <w:rsid w:val="00884D81"/>
    <w:rsid w:val="00885BE8"/>
    <w:rsid w:val="0088636A"/>
    <w:rsid w:val="00887793"/>
    <w:rsid w:val="00887CB6"/>
    <w:rsid w:val="00887D3E"/>
    <w:rsid w:val="00890245"/>
    <w:rsid w:val="008923A4"/>
    <w:rsid w:val="0089329C"/>
    <w:rsid w:val="0089376E"/>
    <w:rsid w:val="00893A72"/>
    <w:rsid w:val="00893ABE"/>
    <w:rsid w:val="00893FA8"/>
    <w:rsid w:val="00894A1B"/>
    <w:rsid w:val="0089529D"/>
    <w:rsid w:val="00895427"/>
    <w:rsid w:val="00895496"/>
    <w:rsid w:val="008954EF"/>
    <w:rsid w:val="008955AC"/>
    <w:rsid w:val="00895A47"/>
    <w:rsid w:val="00895EBF"/>
    <w:rsid w:val="00896B51"/>
    <w:rsid w:val="008A017F"/>
    <w:rsid w:val="008A144E"/>
    <w:rsid w:val="008A221C"/>
    <w:rsid w:val="008A3098"/>
    <w:rsid w:val="008A3370"/>
    <w:rsid w:val="008A3928"/>
    <w:rsid w:val="008A5B8E"/>
    <w:rsid w:val="008A690B"/>
    <w:rsid w:val="008A6C8F"/>
    <w:rsid w:val="008B0747"/>
    <w:rsid w:val="008B095D"/>
    <w:rsid w:val="008B0E7B"/>
    <w:rsid w:val="008B1DD3"/>
    <w:rsid w:val="008B1E00"/>
    <w:rsid w:val="008B1EA4"/>
    <w:rsid w:val="008B20DC"/>
    <w:rsid w:val="008B2669"/>
    <w:rsid w:val="008B31A4"/>
    <w:rsid w:val="008B31CE"/>
    <w:rsid w:val="008B3242"/>
    <w:rsid w:val="008B3612"/>
    <w:rsid w:val="008B56B5"/>
    <w:rsid w:val="008B6399"/>
    <w:rsid w:val="008B660C"/>
    <w:rsid w:val="008C01F2"/>
    <w:rsid w:val="008C04A5"/>
    <w:rsid w:val="008C0AFE"/>
    <w:rsid w:val="008C1365"/>
    <w:rsid w:val="008C1B57"/>
    <w:rsid w:val="008C20D1"/>
    <w:rsid w:val="008C32B3"/>
    <w:rsid w:val="008C359D"/>
    <w:rsid w:val="008C35E5"/>
    <w:rsid w:val="008C3C02"/>
    <w:rsid w:val="008C51F4"/>
    <w:rsid w:val="008C5494"/>
    <w:rsid w:val="008C68A9"/>
    <w:rsid w:val="008C68D9"/>
    <w:rsid w:val="008C7164"/>
    <w:rsid w:val="008C75AE"/>
    <w:rsid w:val="008D0AE4"/>
    <w:rsid w:val="008D31C1"/>
    <w:rsid w:val="008D39D7"/>
    <w:rsid w:val="008D3BAD"/>
    <w:rsid w:val="008D465A"/>
    <w:rsid w:val="008D4C40"/>
    <w:rsid w:val="008D5585"/>
    <w:rsid w:val="008D5A8A"/>
    <w:rsid w:val="008D648C"/>
    <w:rsid w:val="008D67B9"/>
    <w:rsid w:val="008D75E9"/>
    <w:rsid w:val="008E17C7"/>
    <w:rsid w:val="008E1F49"/>
    <w:rsid w:val="008E2777"/>
    <w:rsid w:val="008E4220"/>
    <w:rsid w:val="008E51FE"/>
    <w:rsid w:val="008E6169"/>
    <w:rsid w:val="008E7BBE"/>
    <w:rsid w:val="008E7F70"/>
    <w:rsid w:val="008F1590"/>
    <w:rsid w:val="008F1A67"/>
    <w:rsid w:val="008F35D5"/>
    <w:rsid w:val="008F4511"/>
    <w:rsid w:val="008F4D99"/>
    <w:rsid w:val="008F54EF"/>
    <w:rsid w:val="008F57C6"/>
    <w:rsid w:val="008F6D0F"/>
    <w:rsid w:val="008F726E"/>
    <w:rsid w:val="008F7CF9"/>
    <w:rsid w:val="0090149F"/>
    <w:rsid w:val="00901ED2"/>
    <w:rsid w:val="0090272F"/>
    <w:rsid w:val="00902B9A"/>
    <w:rsid w:val="00902CB5"/>
    <w:rsid w:val="00902E2B"/>
    <w:rsid w:val="00903DC4"/>
    <w:rsid w:val="00904373"/>
    <w:rsid w:val="00904E1A"/>
    <w:rsid w:val="009054F3"/>
    <w:rsid w:val="00906B12"/>
    <w:rsid w:val="00906D22"/>
    <w:rsid w:val="00906F55"/>
    <w:rsid w:val="00907D81"/>
    <w:rsid w:val="009103EA"/>
    <w:rsid w:val="00910A6F"/>
    <w:rsid w:val="009113D7"/>
    <w:rsid w:val="00911AA9"/>
    <w:rsid w:val="00911C22"/>
    <w:rsid w:val="00911EFC"/>
    <w:rsid w:val="009125BB"/>
    <w:rsid w:val="00915FA5"/>
    <w:rsid w:val="00916AE3"/>
    <w:rsid w:val="009170D1"/>
    <w:rsid w:val="009174D5"/>
    <w:rsid w:val="00917DED"/>
    <w:rsid w:val="00917FAE"/>
    <w:rsid w:val="00920288"/>
    <w:rsid w:val="00922253"/>
    <w:rsid w:val="00922787"/>
    <w:rsid w:val="0092654A"/>
    <w:rsid w:val="00926A2E"/>
    <w:rsid w:val="00926E36"/>
    <w:rsid w:val="00927492"/>
    <w:rsid w:val="00927C67"/>
    <w:rsid w:val="009302D4"/>
    <w:rsid w:val="00931F24"/>
    <w:rsid w:val="0093271C"/>
    <w:rsid w:val="00933A2F"/>
    <w:rsid w:val="00933C6B"/>
    <w:rsid w:val="009343B6"/>
    <w:rsid w:val="00935500"/>
    <w:rsid w:val="009357CD"/>
    <w:rsid w:val="00935C6B"/>
    <w:rsid w:val="00937B71"/>
    <w:rsid w:val="00940034"/>
    <w:rsid w:val="0094054B"/>
    <w:rsid w:val="00940987"/>
    <w:rsid w:val="00940BFD"/>
    <w:rsid w:val="00940C6B"/>
    <w:rsid w:val="00940E16"/>
    <w:rsid w:val="009412B6"/>
    <w:rsid w:val="00941CDF"/>
    <w:rsid w:val="009421A3"/>
    <w:rsid w:val="00942861"/>
    <w:rsid w:val="00943A24"/>
    <w:rsid w:val="009450DC"/>
    <w:rsid w:val="00945B26"/>
    <w:rsid w:val="0094693B"/>
    <w:rsid w:val="0094753F"/>
    <w:rsid w:val="0095012A"/>
    <w:rsid w:val="0095109E"/>
    <w:rsid w:val="00951AC5"/>
    <w:rsid w:val="009522B9"/>
    <w:rsid w:val="009522EB"/>
    <w:rsid w:val="0095283A"/>
    <w:rsid w:val="0095290C"/>
    <w:rsid w:val="009530DE"/>
    <w:rsid w:val="009539CA"/>
    <w:rsid w:val="00953F17"/>
    <w:rsid w:val="0095403A"/>
    <w:rsid w:val="00956197"/>
    <w:rsid w:val="0095656B"/>
    <w:rsid w:val="009571C1"/>
    <w:rsid w:val="009609CE"/>
    <w:rsid w:val="00960BB7"/>
    <w:rsid w:val="009615B2"/>
    <w:rsid w:val="00961E79"/>
    <w:rsid w:val="0096270C"/>
    <w:rsid w:val="009635DA"/>
    <w:rsid w:val="0096385D"/>
    <w:rsid w:val="0096411E"/>
    <w:rsid w:val="009646B0"/>
    <w:rsid w:val="00964A89"/>
    <w:rsid w:val="00965BBF"/>
    <w:rsid w:val="00965DDF"/>
    <w:rsid w:val="009669FF"/>
    <w:rsid w:val="00966CC2"/>
    <w:rsid w:val="0096702A"/>
    <w:rsid w:val="0097035C"/>
    <w:rsid w:val="00970962"/>
    <w:rsid w:val="009726D5"/>
    <w:rsid w:val="009731CD"/>
    <w:rsid w:val="00973550"/>
    <w:rsid w:val="00973F0F"/>
    <w:rsid w:val="00974AF0"/>
    <w:rsid w:val="00974BC4"/>
    <w:rsid w:val="00974DDD"/>
    <w:rsid w:val="00975573"/>
    <w:rsid w:val="009759C8"/>
    <w:rsid w:val="00976DE8"/>
    <w:rsid w:val="009777A6"/>
    <w:rsid w:val="00977BB2"/>
    <w:rsid w:val="00977D20"/>
    <w:rsid w:val="00977E23"/>
    <w:rsid w:val="00982497"/>
    <w:rsid w:val="00982BC7"/>
    <w:rsid w:val="0098310B"/>
    <w:rsid w:val="00983D25"/>
    <w:rsid w:val="009842C1"/>
    <w:rsid w:val="009850C7"/>
    <w:rsid w:val="00986B05"/>
    <w:rsid w:val="00986C5E"/>
    <w:rsid w:val="00987C82"/>
    <w:rsid w:val="00987EAD"/>
    <w:rsid w:val="00987EB6"/>
    <w:rsid w:val="00990253"/>
    <w:rsid w:val="00990956"/>
    <w:rsid w:val="0099126C"/>
    <w:rsid w:val="00991C41"/>
    <w:rsid w:val="009934C5"/>
    <w:rsid w:val="00995F3E"/>
    <w:rsid w:val="009965ED"/>
    <w:rsid w:val="0099669A"/>
    <w:rsid w:val="00997259"/>
    <w:rsid w:val="009973BE"/>
    <w:rsid w:val="009977B4"/>
    <w:rsid w:val="00997812"/>
    <w:rsid w:val="009A023B"/>
    <w:rsid w:val="009A02CA"/>
    <w:rsid w:val="009A096F"/>
    <w:rsid w:val="009A0E45"/>
    <w:rsid w:val="009A0F05"/>
    <w:rsid w:val="009A1792"/>
    <w:rsid w:val="009A2192"/>
    <w:rsid w:val="009A23F1"/>
    <w:rsid w:val="009A2B11"/>
    <w:rsid w:val="009A31BB"/>
    <w:rsid w:val="009A4908"/>
    <w:rsid w:val="009A591C"/>
    <w:rsid w:val="009A61EB"/>
    <w:rsid w:val="009A74B5"/>
    <w:rsid w:val="009B0587"/>
    <w:rsid w:val="009B0AB7"/>
    <w:rsid w:val="009B0EA3"/>
    <w:rsid w:val="009B2AD6"/>
    <w:rsid w:val="009B2FDD"/>
    <w:rsid w:val="009B3657"/>
    <w:rsid w:val="009B3990"/>
    <w:rsid w:val="009B4D70"/>
    <w:rsid w:val="009B5E7A"/>
    <w:rsid w:val="009B6678"/>
    <w:rsid w:val="009B73D3"/>
    <w:rsid w:val="009B797F"/>
    <w:rsid w:val="009C006A"/>
    <w:rsid w:val="009C05BC"/>
    <w:rsid w:val="009C119A"/>
    <w:rsid w:val="009C3768"/>
    <w:rsid w:val="009C380E"/>
    <w:rsid w:val="009C3B8E"/>
    <w:rsid w:val="009C3C58"/>
    <w:rsid w:val="009C4190"/>
    <w:rsid w:val="009C4DCD"/>
    <w:rsid w:val="009D09EC"/>
    <w:rsid w:val="009D1F44"/>
    <w:rsid w:val="009D2174"/>
    <w:rsid w:val="009D2AAE"/>
    <w:rsid w:val="009D35D4"/>
    <w:rsid w:val="009D3858"/>
    <w:rsid w:val="009D462B"/>
    <w:rsid w:val="009D4720"/>
    <w:rsid w:val="009D4CFE"/>
    <w:rsid w:val="009D5AD2"/>
    <w:rsid w:val="009D5DEB"/>
    <w:rsid w:val="009D63FE"/>
    <w:rsid w:val="009D7799"/>
    <w:rsid w:val="009E1A8F"/>
    <w:rsid w:val="009E1B5F"/>
    <w:rsid w:val="009E41C9"/>
    <w:rsid w:val="009E48C1"/>
    <w:rsid w:val="009E4C3E"/>
    <w:rsid w:val="009E50F8"/>
    <w:rsid w:val="009E5ACA"/>
    <w:rsid w:val="009E5BA6"/>
    <w:rsid w:val="009E5E56"/>
    <w:rsid w:val="009E6C76"/>
    <w:rsid w:val="009F011B"/>
    <w:rsid w:val="009F0AC4"/>
    <w:rsid w:val="009F220E"/>
    <w:rsid w:val="009F288F"/>
    <w:rsid w:val="009F34AB"/>
    <w:rsid w:val="009F4977"/>
    <w:rsid w:val="009F50DD"/>
    <w:rsid w:val="009F5B50"/>
    <w:rsid w:val="00A01492"/>
    <w:rsid w:val="00A0273A"/>
    <w:rsid w:val="00A02B70"/>
    <w:rsid w:val="00A02CD3"/>
    <w:rsid w:val="00A03061"/>
    <w:rsid w:val="00A03186"/>
    <w:rsid w:val="00A032E9"/>
    <w:rsid w:val="00A033EA"/>
    <w:rsid w:val="00A03484"/>
    <w:rsid w:val="00A03E30"/>
    <w:rsid w:val="00A048B2"/>
    <w:rsid w:val="00A04A9F"/>
    <w:rsid w:val="00A0638C"/>
    <w:rsid w:val="00A063F0"/>
    <w:rsid w:val="00A06E7F"/>
    <w:rsid w:val="00A0799F"/>
    <w:rsid w:val="00A07DDF"/>
    <w:rsid w:val="00A10959"/>
    <w:rsid w:val="00A1128B"/>
    <w:rsid w:val="00A12CC5"/>
    <w:rsid w:val="00A157B9"/>
    <w:rsid w:val="00A16178"/>
    <w:rsid w:val="00A17CD6"/>
    <w:rsid w:val="00A21014"/>
    <w:rsid w:val="00A21882"/>
    <w:rsid w:val="00A22745"/>
    <w:rsid w:val="00A22C72"/>
    <w:rsid w:val="00A22D52"/>
    <w:rsid w:val="00A247AF"/>
    <w:rsid w:val="00A24808"/>
    <w:rsid w:val="00A24962"/>
    <w:rsid w:val="00A2613D"/>
    <w:rsid w:val="00A268B9"/>
    <w:rsid w:val="00A27B13"/>
    <w:rsid w:val="00A27B94"/>
    <w:rsid w:val="00A30FCB"/>
    <w:rsid w:val="00A310AE"/>
    <w:rsid w:val="00A32143"/>
    <w:rsid w:val="00A32169"/>
    <w:rsid w:val="00A3237C"/>
    <w:rsid w:val="00A32C68"/>
    <w:rsid w:val="00A3325F"/>
    <w:rsid w:val="00A332EA"/>
    <w:rsid w:val="00A34A0E"/>
    <w:rsid w:val="00A353C5"/>
    <w:rsid w:val="00A35A41"/>
    <w:rsid w:val="00A36910"/>
    <w:rsid w:val="00A36B79"/>
    <w:rsid w:val="00A37F77"/>
    <w:rsid w:val="00A37FB0"/>
    <w:rsid w:val="00A4010E"/>
    <w:rsid w:val="00A4048D"/>
    <w:rsid w:val="00A405CD"/>
    <w:rsid w:val="00A406BE"/>
    <w:rsid w:val="00A408C4"/>
    <w:rsid w:val="00A40D11"/>
    <w:rsid w:val="00A411AE"/>
    <w:rsid w:val="00A41FCA"/>
    <w:rsid w:val="00A420C9"/>
    <w:rsid w:val="00A447EE"/>
    <w:rsid w:val="00A44E9C"/>
    <w:rsid w:val="00A451EB"/>
    <w:rsid w:val="00A45AB5"/>
    <w:rsid w:val="00A46D29"/>
    <w:rsid w:val="00A516CB"/>
    <w:rsid w:val="00A52590"/>
    <w:rsid w:val="00A53EB2"/>
    <w:rsid w:val="00A5488B"/>
    <w:rsid w:val="00A54CD3"/>
    <w:rsid w:val="00A54CF6"/>
    <w:rsid w:val="00A55B60"/>
    <w:rsid w:val="00A575AE"/>
    <w:rsid w:val="00A606B4"/>
    <w:rsid w:val="00A60B8A"/>
    <w:rsid w:val="00A60E6B"/>
    <w:rsid w:val="00A61078"/>
    <w:rsid w:val="00A6255C"/>
    <w:rsid w:val="00A6264D"/>
    <w:rsid w:val="00A62ECD"/>
    <w:rsid w:val="00A63984"/>
    <w:rsid w:val="00A64D08"/>
    <w:rsid w:val="00A6568E"/>
    <w:rsid w:val="00A65D09"/>
    <w:rsid w:val="00A66689"/>
    <w:rsid w:val="00A66DC3"/>
    <w:rsid w:val="00A67717"/>
    <w:rsid w:val="00A722B0"/>
    <w:rsid w:val="00A727E0"/>
    <w:rsid w:val="00A7400B"/>
    <w:rsid w:val="00A746D4"/>
    <w:rsid w:val="00A75190"/>
    <w:rsid w:val="00A7521A"/>
    <w:rsid w:val="00A75531"/>
    <w:rsid w:val="00A76A17"/>
    <w:rsid w:val="00A774D7"/>
    <w:rsid w:val="00A77A68"/>
    <w:rsid w:val="00A80519"/>
    <w:rsid w:val="00A81331"/>
    <w:rsid w:val="00A821E5"/>
    <w:rsid w:val="00A834B8"/>
    <w:rsid w:val="00A83C55"/>
    <w:rsid w:val="00A84254"/>
    <w:rsid w:val="00A84AC7"/>
    <w:rsid w:val="00A854A0"/>
    <w:rsid w:val="00A86F1A"/>
    <w:rsid w:val="00A874FD"/>
    <w:rsid w:val="00A91189"/>
    <w:rsid w:val="00A91192"/>
    <w:rsid w:val="00A9159F"/>
    <w:rsid w:val="00A91855"/>
    <w:rsid w:val="00A91C44"/>
    <w:rsid w:val="00A926A0"/>
    <w:rsid w:val="00A9275F"/>
    <w:rsid w:val="00A92D32"/>
    <w:rsid w:val="00A9391B"/>
    <w:rsid w:val="00A93921"/>
    <w:rsid w:val="00A94373"/>
    <w:rsid w:val="00A9576C"/>
    <w:rsid w:val="00A96322"/>
    <w:rsid w:val="00A96445"/>
    <w:rsid w:val="00A9644D"/>
    <w:rsid w:val="00AA05C8"/>
    <w:rsid w:val="00AA08C9"/>
    <w:rsid w:val="00AA0F06"/>
    <w:rsid w:val="00AA20C9"/>
    <w:rsid w:val="00AA2141"/>
    <w:rsid w:val="00AA3027"/>
    <w:rsid w:val="00AA3C7A"/>
    <w:rsid w:val="00AA3C9E"/>
    <w:rsid w:val="00AA50D8"/>
    <w:rsid w:val="00AA5524"/>
    <w:rsid w:val="00AA57F3"/>
    <w:rsid w:val="00AB0303"/>
    <w:rsid w:val="00AB06ED"/>
    <w:rsid w:val="00AB1CAE"/>
    <w:rsid w:val="00AB3AB5"/>
    <w:rsid w:val="00AB4186"/>
    <w:rsid w:val="00AB5CC6"/>
    <w:rsid w:val="00AB7816"/>
    <w:rsid w:val="00AC2D96"/>
    <w:rsid w:val="00AC2DBF"/>
    <w:rsid w:val="00AC303A"/>
    <w:rsid w:val="00AC38B9"/>
    <w:rsid w:val="00AC4050"/>
    <w:rsid w:val="00AC44C1"/>
    <w:rsid w:val="00AC56DA"/>
    <w:rsid w:val="00AC7795"/>
    <w:rsid w:val="00AD0B4C"/>
    <w:rsid w:val="00AD1A11"/>
    <w:rsid w:val="00AD1AAD"/>
    <w:rsid w:val="00AD1C4E"/>
    <w:rsid w:val="00AD24BD"/>
    <w:rsid w:val="00AD2884"/>
    <w:rsid w:val="00AD4ABE"/>
    <w:rsid w:val="00AD4FBE"/>
    <w:rsid w:val="00AD687A"/>
    <w:rsid w:val="00AD6DC4"/>
    <w:rsid w:val="00AD6E17"/>
    <w:rsid w:val="00AE0E12"/>
    <w:rsid w:val="00AE14E0"/>
    <w:rsid w:val="00AE1AF7"/>
    <w:rsid w:val="00AE1F40"/>
    <w:rsid w:val="00AE23F9"/>
    <w:rsid w:val="00AE43CF"/>
    <w:rsid w:val="00AE4ED6"/>
    <w:rsid w:val="00AE5958"/>
    <w:rsid w:val="00AE66FA"/>
    <w:rsid w:val="00AE70FC"/>
    <w:rsid w:val="00AE780B"/>
    <w:rsid w:val="00AF0A9F"/>
    <w:rsid w:val="00AF0EB2"/>
    <w:rsid w:val="00AF12BF"/>
    <w:rsid w:val="00AF1AEC"/>
    <w:rsid w:val="00AF22A4"/>
    <w:rsid w:val="00AF2CFB"/>
    <w:rsid w:val="00AF3340"/>
    <w:rsid w:val="00AF3655"/>
    <w:rsid w:val="00AF39A2"/>
    <w:rsid w:val="00AF4A1F"/>
    <w:rsid w:val="00AF4C8F"/>
    <w:rsid w:val="00AF5EA9"/>
    <w:rsid w:val="00AF71E6"/>
    <w:rsid w:val="00B00329"/>
    <w:rsid w:val="00B00C37"/>
    <w:rsid w:val="00B0198A"/>
    <w:rsid w:val="00B01FA4"/>
    <w:rsid w:val="00B02039"/>
    <w:rsid w:val="00B04542"/>
    <w:rsid w:val="00B04558"/>
    <w:rsid w:val="00B04E12"/>
    <w:rsid w:val="00B06030"/>
    <w:rsid w:val="00B06567"/>
    <w:rsid w:val="00B069C0"/>
    <w:rsid w:val="00B07898"/>
    <w:rsid w:val="00B079C8"/>
    <w:rsid w:val="00B07A0A"/>
    <w:rsid w:val="00B07C2C"/>
    <w:rsid w:val="00B07F23"/>
    <w:rsid w:val="00B113AB"/>
    <w:rsid w:val="00B114DE"/>
    <w:rsid w:val="00B12B6B"/>
    <w:rsid w:val="00B1312D"/>
    <w:rsid w:val="00B13485"/>
    <w:rsid w:val="00B14363"/>
    <w:rsid w:val="00B15459"/>
    <w:rsid w:val="00B163BA"/>
    <w:rsid w:val="00B206C1"/>
    <w:rsid w:val="00B21AEC"/>
    <w:rsid w:val="00B22A17"/>
    <w:rsid w:val="00B24898"/>
    <w:rsid w:val="00B251D0"/>
    <w:rsid w:val="00B25907"/>
    <w:rsid w:val="00B26547"/>
    <w:rsid w:val="00B26B53"/>
    <w:rsid w:val="00B2724F"/>
    <w:rsid w:val="00B27C3D"/>
    <w:rsid w:val="00B31641"/>
    <w:rsid w:val="00B31A6A"/>
    <w:rsid w:val="00B321BE"/>
    <w:rsid w:val="00B3300C"/>
    <w:rsid w:val="00B3403E"/>
    <w:rsid w:val="00B34208"/>
    <w:rsid w:val="00B34D85"/>
    <w:rsid w:val="00B34E26"/>
    <w:rsid w:val="00B35149"/>
    <w:rsid w:val="00B358AE"/>
    <w:rsid w:val="00B361CF"/>
    <w:rsid w:val="00B404DD"/>
    <w:rsid w:val="00B40683"/>
    <w:rsid w:val="00B414E7"/>
    <w:rsid w:val="00B414F4"/>
    <w:rsid w:val="00B41AB6"/>
    <w:rsid w:val="00B41E12"/>
    <w:rsid w:val="00B42703"/>
    <w:rsid w:val="00B42801"/>
    <w:rsid w:val="00B42988"/>
    <w:rsid w:val="00B42B90"/>
    <w:rsid w:val="00B438B6"/>
    <w:rsid w:val="00B43A13"/>
    <w:rsid w:val="00B44174"/>
    <w:rsid w:val="00B447D4"/>
    <w:rsid w:val="00B44E73"/>
    <w:rsid w:val="00B45BAD"/>
    <w:rsid w:val="00B47583"/>
    <w:rsid w:val="00B47948"/>
    <w:rsid w:val="00B50515"/>
    <w:rsid w:val="00B51E72"/>
    <w:rsid w:val="00B52AED"/>
    <w:rsid w:val="00B52F22"/>
    <w:rsid w:val="00B540C3"/>
    <w:rsid w:val="00B55471"/>
    <w:rsid w:val="00B557AD"/>
    <w:rsid w:val="00B55E0B"/>
    <w:rsid w:val="00B56248"/>
    <w:rsid w:val="00B569D9"/>
    <w:rsid w:val="00B6022E"/>
    <w:rsid w:val="00B6273D"/>
    <w:rsid w:val="00B64794"/>
    <w:rsid w:val="00B64EEE"/>
    <w:rsid w:val="00B654B6"/>
    <w:rsid w:val="00B654ED"/>
    <w:rsid w:val="00B65971"/>
    <w:rsid w:val="00B67600"/>
    <w:rsid w:val="00B707B7"/>
    <w:rsid w:val="00B70C7D"/>
    <w:rsid w:val="00B70E44"/>
    <w:rsid w:val="00B71664"/>
    <w:rsid w:val="00B716E8"/>
    <w:rsid w:val="00B71AF7"/>
    <w:rsid w:val="00B72284"/>
    <w:rsid w:val="00B725B1"/>
    <w:rsid w:val="00B72E09"/>
    <w:rsid w:val="00B731FB"/>
    <w:rsid w:val="00B7388C"/>
    <w:rsid w:val="00B7408F"/>
    <w:rsid w:val="00B75C1C"/>
    <w:rsid w:val="00B75DB6"/>
    <w:rsid w:val="00B768D9"/>
    <w:rsid w:val="00B776CC"/>
    <w:rsid w:val="00B77B8F"/>
    <w:rsid w:val="00B81F6B"/>
    <w:rsid w:val="00B82143"/>
    <w:rsid w:val="00B82B3A"/>
    <w:rsid w:val="00B83D4D"/>
    <w:rsid w:val="00B840E3"/>
    <w:rsid w:val="00B8463E"/>
    <w:rsid w:val="00B84CFE"/>
    <w:rsid w:val="00B85874"/>
    <w:rsid w:val="00B85A28"/>
    <w:rsid w:val="00B85EF5"/>
    <w:rsid w:val="00B8750F"/>
    <w:rsid w:val="00B87B08"/>
    <w:rsid w:val="00B91753"/>
    <w:rsid w:val="00B93631"/>
    <w:rsid w:val="00B94871"/>
    <w:rsid w:val="00B94FB4"/>
    <w:rsid w:val="00B95ACB"/>
    <w:rsid w:val="00B9646B"/>
    <w:rsid w:val="00BA029F"/>
    <w:rsid w:val="00BA05A6"/>
    <w:rsid w:val="00BA0FF5"/>
    <w:rsid w:val="00BA2235"/>
    <w:rsid w:val="00BA2903"/>
    <w:rsid w:val="00BA417D"/>
    <w:rsid w:val="00BA5E38"/>
    <w:rsid w:val="00BA728F"/>
    <w:rsid w:val="00BA7711"/>
    <w:rsid w:val="00BB051B"/>
    <w:rsid w:val="00BB17F4"/>
    <w:rsid w:val="00BB2C1D"/>
    <w:rsid w:val="00BB3459"/>
    <w:rsid w:val="00BB4307"/>
    <w:rsid w:val="00BB4514"/>
    <w:rsid w:val="00BB5442"/>
    <w:rsid w:val="00BB575F"/>
    <w:rsid w:val="00BB5C82"/>
    <w:rsid w:val="00BB747B"/>
    <w:rsid w:val="00BB7B67"/>
    <w:rsid w:val="00BC258D"/>
    <w:rsid w:val="00BC33C9"/>
    <w:rsid w:val="00BC3DB1"/>
    <w:rsid w:val="00BC4C22"/>
    <w:rsid w:val="00BC51CA"/>
    <w:rsid w:val="00BC6BB2"/>
    <w:rsid w:val="00BD0E72"/>
    <w:rsid w:val="00BD2058"/>
    <w:rsid w:val="00BD25F0"/>
    <w:rsid w:val="00BD295C"/>
    <w:rsid w:val="00BD3AAC"/>
    <w:rsid w:val="00BD3CCB"/>
    <w:rsid w:val="00BD430E"/>
    <w:rsid w:val="00BD4513"/>
    <w:rsid w:val="00BD52F7"/>
    <w:rsid w:val="00BD5BDE"/>
    <w:rsid w:val="00BD6BDD"/>
    <w:rsid w:val="00BD6E3C"/>
    <w:rsid w:val="00BE1084"/>
    <w:rsid w:val="00BE1E7D"/>
    <w:rsid w:val="00BE3C44"/>
    <w:rsid w:val="00BE3EA3"/>
    <w:rsid w:val="00BE6810"/>
    <w:rsid w:val="00BE681A"/>
    <w:rsid w:val="00BE6985"/>
    <w:rsid w:val="00BE73D3"/>
    <w:rsid w:val="00BF1C59"/>
    <w:rsid w:val="00BF2F25"/>
    <w:rsid w:val="00BF337A"/>
    <w:rsid w:val="00BF3C89"/>
    <w:rsid w:val="00BF4A12"/>
    <w:rsid w:val="00BF55E3"/>
    <w:rsid w:val="00BF6622"/>
    <w:rsid w:val="00BF6C89"/>
    <w:rsid w:val="00BF7428"/>
    <w:rsid w:val="00C001DA"/>
    <w:rsid w:val="00C00A24"/>
    <w:rsid w:val="00C00BED"/>
    <w:rsid w:val="00C01482"/>
    <w:rsid w:val="00C014BF"/>
    <w:rsid w:val="00C017A3"/>
    <w:rsid w:val="00C03AF3"/>
    <w:rsid w:val="00C05595"/>
    <w:rsid w:val="00C057DF"/>
    <w:rsid w:val="00C06CD9"/>
    <w:rsid w:val="00C07870"/>
    <w:rsid w:val="00C1193A"/>
    <w:rsid w:val="00C11D1F"/>
    <w:rsid w:val="00C1325B"/>
    <w:rsid w:val="00C1738A"/>
    <w:rsid w:val="00C17923"/>
    <w:rsid w:val="00C201AC"/>
    <w:rsid w:val="00C20D85"/>
    <w:rsid w:val="00C2283D"/>
    <w:rsid w:val="00C23C44"/>
    <w:rsid w:val="00C24F9A"/>
    <w:rsid w:val="00C252C3"/>
    <w:rsid w:val="00C25F57"/>
    <w:rsid w:val="00C26CB0"/>
    <w:rsid w:val="00C27414"/>
    <w:rsid w:val="00C27956"/>
    <w:rsid w:val="00C300D9"/>
    <w:rsid w:val="00C30989"/>
    <w:rsid w:val="00C32240"/>
    <w:rsid w:val="00C3340F"/>
    <w:rsid w:val="00C335F6"/>
    <w:rsid w:val="00C3371F"/>
    <w:rsid w:val="00C3490D"/>
    <w:rsid w:val="00C34ED5"/>
    <w:rsid w:val="00C360BD"/>
    <w:rsid w:val="00C3731D"/>
    <w:rsid w:val="00C3775F"/>
    <w:rsid w:val="00C40426"/>
    <w:rsid w:val="00C43287"/>
    <w:rsid w:val="00C43714"/>
    <w:rsid w:val="00C44D85"/>
    <w:rsid w:val="00C44DB3"/>
    <w:rsid w:val="00C46693"/>
    <w:rsid w:val="00C46DBF"/>
    <w:rsid w:val="00C47848"/>
    <w:rsid w:val="00C47C5F"/>
    <w:rsid w:val="00C508F5"/>
    <w:rsid w:val="00C50C75"/>
    <w:rsid w:val="00C50FE2"/>
    <w:rsid w:val="00C51C6F"/>
    <w:rsid w:val="00C5207E"/>
    <w:rsid w:val="00C5217E"/>
    <w:rsid w:val="00C5218C"/>
    <w:rsid w:val="00C54164"/>
    <w:rsid w:val="00C55D39"/>
    <w:rsid w:val="00C55F0E"/>
    <w:rsid w:val="00C56CE2"/>
    <w:rsid w:val="00C57941"/>
    <w:rsid w:val="00C57D37"/>
    <w:rsid w:val="00C57F78"/>
    <w:rsid w:val="00C60723"/>
    <w:rsid w:val="00C61ABA"/>
    <w:rsid w:val="00C61BB4"/>
    <w:rsid w:val="00C62290"/>
    <w:rsid w:val="00C63CFC"/>
    <w:rsid w:val="00C643DF"/>
    <w:rsid w:val="00C651B9"/>
    <w:rsid w:val="00C651ED"/>
    <w:rsid w:val="00C654D3"/>
    <w:rsid w:val="00C70E66"/>
    <w:rsid w:val="00C73E6F"/>
    <w:rsid w:val="00C744BC"/>
    <w:rsid w:val="00C75245"/>
    <w:rsid w:val="00C7562E"/>
    <w:rsid w:val="00C7621C"/>
    <w:rsid w:val="00C76F2A"/>
    <w:rsid w:val="00C80F4F"/>
    <w:rsid w:val="00C81EBC"/>
    <w:rsid w:val="00C828CA"/>
    <w:rsid w:val="00C8461E"/>
    <w:rsid w:val="00C85968"/>
    <w:rsid w:val="00C85C8A"/>
    <w:rsid w:val="00C8648B"/>
    <w:rsid w:val="00C86675"/>
    <w:rsid w:val="00C86ABF"/>
    <w:rsid w:val="00C876B7"/>
    <w:rsid w:val="00C87FAF"/>
    <w:rsid w:val="00C903D5"/>
    <w:rsid w:val="00C90674"/>
    <w:rsid w:val="00C91CA4"/>
    <w:rsid w:val="00C928D3"/>
    <w:rsid w:val="00C92C6F"/>
    <w:rsid w:val="00C9363B"/>
    <w:rsid w:val="00C947E7"/>
    <w:rsid w:val="00C978EF"/>
    <w:rsid w:val="00CA076E"/>
    <w:rsid w:val="00CA1B20"/>
    <w:rsid w:val="00CA1F90"/>
    <w:rsid w:val="00CA35D0"/>
    <w:rsid w:val="00CA36DC"/>
    <w:rsid w:val="00CA3E44"/>
    <w:rsid w:val="00CA3E89"/>
    <w:rsid w:val="00CA4CFE"/>
    <w:rsid w:val="00CA5378"/>
    <w:rsid w:val="00CA55B0"/>
    <w:rsid w:val="00CA5B7A"/>
    <w:rsid w:val="00CA5ED2"/>
    <w:rsid w:val="00CA5F63"/>
    <w:rsid w:val="00CA6BED"/>
    <w:rsid w:val="00CA6DC0"/>
    <w:rsid w:val="00CA769D"/>
    <w:rsid w:val="00CA7CDA"/>
    <w:rsid w:val="00CB007F"/>
    <w:rsid w:val="00CB0AB7"/>
    <w:rsid w:val="00CB15C8"/>
    <w:rsid w:val="00CB2153"/>
    <w:rsid w:val="00CB2AE1"/>
    <w:rsid w:val="00CB50D5"/>
    <w:rsid w:val="00CB603A"/>
    <w:rsid w:val="00CB6473"/>
    <w:rsid w:val="00CB6CC6"/>
    <w:rsid w:val="00CB72DD"/>
    <w:rsid w:val="00CB7989"/>
    <w:rsid w:val="00CB7EE8"/>
    <w:rsid w:val="00CC0345"/>
    <w:rsid w:val="00CC094D"/>
    <w:rsid w:val="00CC09C5"/>
    <w:rsid w:val="00CC10D1"/>
    <w:rsid w:val="00CC1F06"/>
    <w:rsid w:val="00CC25AD"/>
    <w:rsid w:val="00CC32E9"/>
    <w:rsid w:val="00CC32FB"/>
    <w:rsid w:val="00CC34A1"/>
    <w:rsid w:val="00CC4BFA"/>
    <w:rsid w:val="00CC4CB5"/>
    <w:rsid w:val="00CC4DBD"/>
    <w:rsid w:val="00CC5A10"/>
    <w:rsid w:val="00CC6B1E"/>
    <w:rsid w:val="00CC7431"/>
    <w:rsid w:val="00CC7B98"/>
    <w:rsid w:val="00CD1186"/>
    <w:rsid w:val="00CD1CEB"/>
    <w:rsid w:val="00CD1FA8"/>
    <w:rsid w:val="00CD3106"/>
    <w:rsid w:val="00CD3862"/>
    <w:rsid w:val="00CD4D2A"/>
    <w:rsid w:val="00CD638D"/>
    <w:rsid w:val="00CD6650"/>
    <w:rsid w:val="00CD6822"/>
    <w:rsid w:val="00CD6F2B"/>
    <w:rsid w:val="00CD7282"/>
    <w:rsid w:val="00CD7ABD"/>
    <w:rsid w:val="00CE045B"/>
    <w:rsid w:val="00CE0547"/>
    <w:rsid w:val="00CE1BF5"/>
    <w:rsid w:val="00CE1CB4"/>
    <w:rsid w:val="00CE1DE2"/>
    <w:rsid w:val="00CE2A98"/>
    <w:rsid w:val="00CE3DE5"/>
    <w:rsid w:val="00CE4136"/>
    <w:rsid w:val="00CE429A"/>
    <w:rsid w:val="00CE49E2"/>
    <w:rsid w:val="00CE5590"/>
    <w:rsid w:val="00CE7AB5"/>
    <w:rsid w:val="00CF28F1"/>
    <w:rsid w:val="00CF3913"/>
    <w:rsid w:val="00CF4231"/>
    <w:rsid w:val="00CF461E"/>
    <w:rsid w:val="00CF4B1F"/>
    <w:rsid w:val="00CF5226"/>
    <w:rsid w:val="00CF5EE9"/>
    <w:rsid w:val="00CF670E"/>
    <w:rsid w:val="00CF6A46"/>
    <w:rsid w:val="00CF6F61"/>
    <w:rsid w:val="00D01826"/>
    <w:rsid w:val="00D01E2A"/>
    <w:rsid w:val="00D01E95"/>
    <w:rsid w:val="00D04C8F"/>
    <w:rsid w:val="00D04E80"/>
    <w:rsid w:val="00D053CA"/>
    <w:rsid w:val="00D0672F"/>
    <w:rsid w:val="00D07759"/>
    <w:rsid w:val="00D10D4D"/>
    <w:rsid w:val="00D11D73"/>
    <w:rsid w:val="00D12450"/>
    <w:rsid w:val="00D12888"/>
    <w:rsid w:val="00D13DC5"/>
    <w:rsid w:val="00D13F4A"/>
    <w:rsid w:val="00D14FEF"/>
    <w:rsid w:val="00D15430"/>
    <w:rsid w:val="00D15F3A"/>
    <w:rsid w:val="00D168CF"/>
    <w:rsid w:val="00D1730D"/>
    <w:rsid w:val="00D175D5"/>
    <w:rsid w:val="00D175ED"/>
    <w:rsid w:val="00D17683"/>
    <w:rsid w:val="00D17ECE"/>
    <w:rsid w:val="00D2125D"/>
    <w:rsid w:val="00D22699"/>
    <w:rsid w:val="00D23640"/>
    <w:rsid w:val="00D24272"/>
    <w:rsid w:val="00D25AAE"/>
    <w:rsid w:val="00D270F9"/>
    <w:rsid w:val="00D279D3"/>
    <w:rsid w:val="00D30AE4"/>
    <w:rsid w:val="00D30C5E"/>
    <w:rsid w:val="00D310A8"/>
    <w:rsid w:val="00D324EA"/>
    <w:rsid w:val="00D32FDD"/>
    <w:rsid w:val="00D34C75"/>
    <w:rsid w:val="00D363E1"/>
    <w:rsid w:val="00D372B4"/>
    <w:rsid w:val="00D4004E"/>
    <w:rsid w:val="00D40130"/>
    <w:rsid w:val="00D4029F"/>
    <w:rsid w:val="00D40C2E"/>
    <w:rsid w:val="00D414E2"/>
    <w:rsid w:val="00D415B3"/>
    <w:rsid w:val="00D41D7C"/>
    <w:rsid w:val="00D425C7"/>
    <w:rsid w:val="00D4331B"/>
    <w:rsid w:val="00D444F4"/>
    <w:rsid w:val="00D44B00"/>
    <w:rsid w:val="00D46D88"/>
    <w:rsid w:val="00D4710C"/>
    <w:rsid w:val="00D4724F"/>
    <w:rsid w:val="00D476A0"/>
    <w:rsid w:val="00D505E5"/>
    <w:rsid w:val="00D522E9"/>
    <w:rsid w:val="00D5291A"/>
    <w:rsid w:val="00D543E3"/>
    <w:rsid w:val="00D55417"/>
    <w:rsid w:val="00D55BB0"/>
    <w:rsid w:val="00D57A83"/>
    <w:rsid w:val="00D60130"/>
    <w:rsid w:val="00D6094A"/>
    <w:rsid w:val="00D61D12"/>
    <w:rsid w:val="00D6384A"/>
    <w:rsid w:val="00D64445"/>
    <w:rsid w:val="00D64EE3"/>
    <w:rsid w:val="00D65A4B"/>
    <w:rsid w:val="00D66848"/>
    <w:rsid w:val="00D66A6B"/>
    <w:rsid w:val="00D66F0C"/>
    <w:rsid w:val="00D67ADC"/>
    <w:rsid w:val="00D708DD"/>
    <w:rsid w:val="00D710D8"/>
    <w:rsid w:val="00D71BE3"/>
    <w:rsid w:val="00D71D02"/>
    <w:rsid w:val="00D74B98"/>
    <w:rsid w:val="00D74D60"/>
    <w:rsid w:val="00D751FF"/>
    <w:rsid w:val="00D75440"/>
    <w:rsid w:val="00D755E0"/>
    <w:rsid w:val="00D75C93"/>
    <w:rsid w:val="00D75FB3"/>
    <w:rsid w:val="00D76002"/>
    <w:rsid w:val="00D77091"/>
    <w:rsid w:val="00D8024C"/>
    <w:rsid w:val="00D815AB"/>
    <w:rsid w:val="00D82642"/>
    <w:rsid w:val="00D82B4F"/>
    <w:rsid w:val="00D82D34"/>
    <w:rsid w:val="00D83DA4"/>
    <w:rsid w:val="00D83E65"/>
    <w:rsid w:val="00D84DDA"/>
    <w:rsid w:val="00D84DEF"/>
    <w:rsid w:val="00D85B38"/>
    <w:rsid w:val="00D85BEA"/>
    <w:rsid w:val="00D86076"/>
    <w:rsid w:val="00D90D9C"/>
    <w:rsid w:val="00D90E7D"/>
    <w:rsid w:val="00D90F64"/>
    <w:rsid w:val="00D91D9C"/>
    <w:rsid w:val="00D928D9"/>
    <w:rsid w:val="00D93027"/>
    <w:rsid w:val="00D93657"/>
    <w:rsid w:val="00D939F3"/>
    <w:rsid w:val="00D93B8E"/>
    <w:rsid w:val="00D94CC7"/>
    <w:rsid w:val="00D96133"/>
    <w:rsid w:val="00D96329"/>
    <w:rsid w:val="00D963B5"/>
    <w:rsid w:val="00D963F2"/>
    <w:rsid w:val="00D97FC4"/>
    <w:rsid w:val="00DA1B94"/>
    <w:rsid w:val="00DA6A06"/>
    <w:rsid w:val="00DA6DA7"/>
    <w:rsid w:val="00DA72C6"/>
    <w:rsid w:val="00DB0495"/>
    <w:rsid w:val="00DB09FA"/>
    <w:rsid w:val="00DB10B6"/>
    <w:rsid w:val="00DB1566"/>
    <w:rsid w:val="00DB1F26"/>
    <w:rsid w:val="00DB2350"/>
    <w:rsid w:val="00DB2A0B"/>
    <w:rsid w:val="00DB36FF"/>
    <w:rsid w:val="00DB4106"/>
    <w:rsid w:val="00DB52F6"/>
    <w:rsid w:val="00DB5571"/>
    <w:rsid w:val="00DB5D34"/>
    <w:rsid w:val="00DB6A4E"/>
    <w:rsid w:val="00DB6AAC"/>
    <w:rsid w:val="00DB7BCC"/>
    <w:rsid w:val="00DC322E"/>
    <w:rsid w:val="00DC3DD4"/>
    <w:rsid w:val="00DC4054"/>
    <w:rsid w:val="00DC4375"/>
    <w:rsid w:val="00DC4A45"/>
    <w:rsid w:val="00DC521A"/>
    <w:rsid w:val="00DC568B"/>
    <w:rsid w:val="00DC5AA4"/>
    <w:rsid w:val="00DC6F5A"/>
    <w:rsid w:val="00DC6FBB"/>
    <w:rsid w:val="00DD0603"/>
    <w:rsid w:val="00DD0A16"/>
    <w:rsid w:val="00DD0FA9"/>
    <w:rsid w:val="00DD1A6B"/>
    <w:rsid w:val="00DD1C07"/>
    <w:rsid w:val="00DD2EC4"/>
    <w:rsid w:val="00DD3C66"/>
    <w:rsid w:val="00DD3E22"/>
    <w:rsid w:val="00DD5151"/>
    <w:rsid w:val="00DD5762"/>
    <w:rsid w:val="00DD58F0"/>
    <w:rsid w:val="00DD621C"/>
    <w:rsid w:val="00DD6306"/>
    <w:rsid w:val="00DD64E3"/>
    <w:rsid w:val="00DD6890"/>
    <w:rsid w:val="00DD74A5"/>
    <w:rsid w:val="00DD7900"/>
    <w:rsid w:val="00DE0556"/>
    <w:rsid w:val="00DE0AB8"/>
    <w:rsid w:val="00DE0ED7"/>
    <w:rsid w:val="00DE1430"/>
    <w:rsid w:val="00DE26D3"/>
    <w:rsid w:val="00DE2E40"/>
    <w:rsid w:val="00DE380A"/>
    <w:rsid w:val="00DE42C1"/>
    <w:rsid w:val="00DE47BD"/>
    <w:rsid w:val="00DE5332"/>
    <w:rsid w:val="00DE579F"/>
    <w:rsid w:val="00DE7A69"/>
    <w:rsid w:val="00DF0658"/>
    <w:rsid w:val="00DF21A4"/>
    <w:rsid w:val="00DF2EED"/>
    <w:rsid w:val="00DF5068"/>
    <w:rsid w:val="00DF59C6"/>
    <w:rsid w:val="00E000EA"/>
    <w:rsid w:val="00E001B5"/>
    <w:rsid w:val="00E01A29"/>
    <w:rsid w:val="00E01A31"/>
    <w:rsid w:val="00E01EC1"/>
    <w:rsid w:val="00E02C9E"/>
    <w:rsid w:val="00E02F38"/>
    <w:rsid w:val="00E03438"/>
    <w:rsid w:val="00E035F7"/>
    <w:rsid w:val="00E0389F"/>
    <w:rsid w:val="00E03FC5"/>
    <w:rsid w:val="00E0508B"/>
    <w:rsid w:val="00E051D0"/>
    <w:rsid w:val="00E053CA"/>
    <w:rsid w:val="00E05DE0"/>
    <w:rsid w:val="00E10151"/>
    <w:rsid w:val="00E10271"/>
    <w:rsid w:val="00E10E50"/>
    <w:rsid w:val="00E110EE"/>
    <w:rsid w:val="00E12EE9"/>
    <w:rsid w:val="00E140BA"/>
    <w:rsid w:val="00E14875"/>
    <w:rsid w:val="00E14CF6"/>
    <w:rsid w:val="00E15477"/>
    <w:rsid w:val="00E154AC"/>
    <w:rsid w:val="00E15594"/>
    <w:rsid w:val="00E159C7"/>
    <w:rsid w:val="00E16DD0"/>
    <w:rsid w:val="00E2061C"/>
    <w:rsid w:val="00E2282F"/>
    <w:rsid w:val="00E2309F"/>
    <w:rsid w:val="00E2470D"/>
    <w:rsid w:val="00E255A2"/>
    <w:rsid w:val="00E255FE"/>
    <w:rsid w:val="00E2606C"/>
    <w:rsid w:val="00E263A9"/>
    <w:rsid w:val="00E27A61"/>
    <w:rsid w:val="00E312D2"/>
    <w:rsid w:val="00E315D4"/>
    <w:rsid w:val="00E31B34"/>
    <w:rsid w:val="00E33194"/>
    <w:rsid w:val="00E332BE"/>
    <w:rsid w:val="00E33716"/>
    <w:rsid w:val="00E339DA"/>
    <w:rsid w:val="00E34CF2"/>
    <w:rsid w:val="00E3500E"/>
    <w:rsid w:val="00E35307"/>
    <w:rsid w:val="00E3571D"/>
    <w:rsid w:val="00E37BC6"/>
    <w:rsid w:val="00E40AB4"/>
    <w:rsid w:val="00E419F7"/>
    <w:rsid w:val="00E41CA5"/>
    <w:rsid w:val="00E4218F"/>
    <w:rsid w:val="00E4291A"/>
    <w:rsid w:val="00E43112"/>
    <w:rsid w:val="00E4508C"/>
    <w:rsid w:val="00E45773"/>
    <w:rsid w:val="00E45D79"/>
    <w:rsid w:val="00E46038"/>
    <w:rsid w:val="00E4743F"/>
    <w:rsid w:val="00E47C23"/>
    <w:rsid w:val="00E47DF5"/>
    <w:rsid w:val="00E509B6"/>
    <w:rsid w:val="00E510F2"/>
    <w:rsid w:val="00E528E6"/>
    <w:rsid w:val="00E52EA4"/>
    <w:rsid w:val="00E53426"/>
    <w:rsid w:val="00E538C3"/>
    <w:rsid w:val="00E53BFA"/>
    <w:rsid w:val="00E53C7E"/>
    <w:rsid w:val="00E54185"/>
    <w:rsid w:val="00E552F8"/>
    <w:rsid w:val="00E571B6"/>
    <w:rsid w:val="00E57266"/>
    <w:rsid w:val="00E60494"/>
    <w:rsid w:val="00E61379"/>
    <w:rsid w:val="00E62A14"/>
    <w:rsid w:val="00E62E8C"/>
    <w:rsid w:val="00E63180"/>
    <w:rsid w:val="00E63DF5"/>
    <w:rsid w:val="00E64B40"/>
    <w:rsid w:val="00E64D82"/>
    <w:rsid w:val="00E65C3E"/>
    <w:rsid w:val="00E6607E"/>
    <w:rsid w:val="00E66922"/>
    <w:rsid w:val="00E66D01"/>
    <w:rsid w:val="00E66E59"/>
    <w:rsid w:val="00E705DE"/>
    <w:rsid w:val="00E721C7"/>
    <w:rsid w:val="00E7365D"/>
    <w:rsid w:val="00E736D1"/>
    <w:rsid w:val="00E74BDE"/>
    <w:rsid w:val="00E75A90"/>
    <w:rsid w:val="00E76C48"/>
    <w:rsid w:val="00E7704E"/>
    <w:rsid w:val="00E80A43"/>
    <w:rsid w:val="00E80AA4"/>
    <w:rsid w:val="00E80C57"/>
    <w:rsid w:val="00E82CB8"/>
    <w:rsid w:val="00E853F8"/>
    <w:rsid w:val="00E85785"/>
    <w:rsid w:val="00E85B67"/>
    <w:rsid w:val="00E86BCD"/>
    <w:rsid w:val="00E87729"/>
    <w:rsid w:val="00E90948"/>
    <w:rsid w:val="00E917E9"/>
    <w:rsid w:val="00E91A7C"/>
    <w:rsid w:val="00E92B8B"/>
    <w:rsid w:val="00E934FF"/>
    <w:rsid w:val="00E94AA9"/>
    <w:rsid w:val="00E94F25"/>
    <w:rsid w:val="00E952DE"/>
    <w:rsid w:val="00E9683D"/>
    <w:rsid w:val="00EA03BE"/>
    <w:rsid w:val="00EA1AC1"/>
    <w:rsid w:val="00EA1C0F"/>
    <w:rsid w:val="00EA3279"/>
    <w:rsid w:val="00EA4B97"/>
    <w:rsid w:val="00EA5892"/>
    <w:rsid w:val="00EA7D61"/>
    <w:rsid w:val="00EA7F20"/>
    <w:rsid w:val="00EB13F1"/>
    <w:rsid w:val="00EB2019"/>
    <w:rsid w:val="00EB23E9"/>
    <w:rsid w:val="00EB3DCB"/>
    <w:rsid w:val="00EB41CC"/>
    <w:rsid w:val="00EB4948"/>
    <w:rsid w:val="00EB75E2"/>
    <w:rsid w:val="00EC08D2"/>
    <w:rsid w:val="00EC190B"/>
    <w:rsid w:val="00EC2F58"/>
    <w:rsid w:val="00EC37DF"/>
    <w:rsid w:val="00EC3B8A"/>
    <w:rsid w:val="00EC48CA"/>
    <w:rsid w:val="00EC57E7"/>
    <w:rsid w:val="00EC5A52"/>
    <w:rsid w:val="00EC6129"/>
    <w:rsid w:val="00EC6241"/>
    <w:rsid w:val="00EC70A2"/>
    <w:rsid w:val="00EC7BAD"/>
    <w:rsid w:val="00EC7D33"/>
    <w:rsid w:val="00EC7E69"/>
    <w:rsid w:val="00ED1505"/>
    <w:rsid w:val="00ED1BB2"/>
    <w:rsid w:val="00ED2C9E"/>
    <w:rsid w:val="00ED39A1"/>
    <w:rsid w:val="00ED43B6"/>
    <w:rsid w:val="00ED44C5"/>
    <w:rsid w:val="00ED50A3"/>
    <w:rsid w:val="00ED67A9"/>
    <w:rsid w:val="00ED7A7E"/>
    <w:rsid w:val="00ED7F6D"/>
    <w:rsid w:val="00EE0089"/>
    <w:rsid w:val="00EE12EB"/>
    <w:rsid w:val="00EE1F23"/>
    <w:rsid w:val="00EE2884"/>
    <w:rsid w:val="00EE2AAA"/>
    <w:rsid w:val="00EE2CA9"/>
    <w:rsid w:val="00EE2FBC"/>
    <w:rsid w:val="00EE4E07"/>
    <w:rsid w:val="00EE5076"/>
    <w:rsid w:val="00EE5A99"/>
    <w:rsid w:val="00EE5AAC"/>
    <w:rsid w:val="00EE5C1C"/>
    <w:rsid w:val="00EE7533"/>
    <w:rsid w:val="00EE7884"/>
    <w:rsid w:val="00EE7B67"/>
    <w:rsid w:val="00EF0B36"/>
    <w:rsid w:val="00EF2397"/>
    <w:rsid w:val="00EF32CC"/>
    <w:rsid w:val="00EF42F4"/>
    <w:rsid w:val="00EF502E"/>
    <w:rsid w:val="00EF521D"/>
    <w:rsid w:val="00EF5B31"/>
    <w:rsid w:val="00EF781A"/>
    <w:rsid w:val="00EF789C"/>
    <w:rsid w:val="00EF7E27"/>
    <w:rsid w:val="00F006F1"/>
    <w:rsid w:val="00F00F69"/>
    <w:rsid w:val="00F0136B"/>
    <w:rsid w:val="00F01CC0"/>
    <w:rsid w:val="00F02099"/>
    <w:rsid w:val="00F021EC"/>
    <w:rsid w:val="00F023F0"/>
    <w:rsid w:val="00F053A1"/>
    <w:rsid w:val="00F05669"/>
    <w:rsid w:val="00F05754"/>
    <w:rsid w:val="00F05BBE"/>
    <w:rsid w:val="00F05E56"/>
    <w:rsid w:val="00F05ED5"/>
    <w:rsid w:val="00F0649C"/>
    <w:rsid w:val="00F06E7A"/>
    <w:rsid w:val="00F06EF9"/>
    <w:rsid w:val="00F077DA"/>
    <w:rsid w:val="00F1002F"/>
    <w:rsid w:val="00F100A4"/>
    <w:rsid w:val="00F11596"/>
    <w:rsid w:val="00F11CD7"/>
    <w:rsid w:val="00F13440"/>
    <w:rsid w:val="00F14312"/>
    <w:rsid w:val="00F14901"/>
    <w:rsid w:val="00F14F0A"/>
    <w:rsid w:val="00F15819"/>
    <w:rsid w:val="00F15D18"/>
    <w:rsid w:val="00F1601D"/>
    <w:rsid w:val="00F17689"/>
    <w:rsid w:val="00F20147"/>
    <w:rsid w:val="00F202FC"/>
    <w:rsid w:val="00F20E7B"/>
    <w:rsid w:val="00F2215D"/>
    <w:rsid w:val="00F2248A"/>
    <w:rsid w:val="00F22DF5"/>
    <w:rsid w:val="00F2323E"/>
    <w:rsid w:val="00F23337"/>
    <w:rsid w:val="00F23B83"/>
    <w:rsid w:val="00F23EED"/>
    <w:rsid w:val="00F2514D"/>
    <w:rsid w:val="00F26A87"/>
    <w:rsid w:val="00F276E9"/>
    <w:rsid w:val="00F3025F"/>
    <w:rsid w:val="00F31F01"/>
    <w:rsid w:val="00F342AE"/>
    <w:rsid w:val="00F34DAD"/>
    <w:rsid w:val="00F34E15"/>
    <w:rsid w:val="00F35984"/>
    <w:rsid w:val="00F35FE3"/>
    <w:rsid w:val="00F36E2C"/>
    <w:rsid w:val="00F3738D"/>
    <w:rsid w:val="00F4062C"/>
    <w:rsid w:val="00F41907"/>
    <w:rsid w:val="00F421D5"/>
    <w:rsid w:val="00F431F2"/>
    <w:rsid w:val="00F44F7F"/>
    <w:rsid w:val="00F45AFA"/>
    <w:rsid w:val="00F45BA1"/>
    <w:rsid w:val="00F474BA"/>
    <w:rsid w:val="00F477FD"/>
    <w:rsid w:val="00F47DF3"/>
    <w:rsid w:val="00F50E7B"/>
    <w:rsid w:val="00F5151C"/>
    <w:rsid w:val="00F51923"/>
    <w:rsid w:val="00F51A71"/>
    <w:rsid w:val="00F52D98"/>
    <w:rsid w:val="00F5352A"/>
    <w:rsid w:val="00F54268"/>
    <w:rsid w:val="00F54BDD"/>
    <w:rsid w:val="00F54DA3"/>
    <w:rsid w:val="00F55439"/>
    <w:rsid w:val="00F556B1"/>
    <w:rsid w:val="00F56B5A"/>
    <w:rsid w:val="00F56CED"/>
    <w:rsid w:val="00F57F50"/>
    <w:rsid w:val="00F60066"/>
    <w:rsid w:val="00F605D2"/>
    <w:rsid w:val="00F60C8E"/>
    <w:rsid w:val="00F6325D"/>
    <w:rsid w:val="00F65BF3"/>
    <w:rsid w:val="00F65BFF"/>
    <w:rsid w:val="00F6672B"/>
    <w:rsid w:val="00F70FD3"/>
    <w:rsid w:val="00F71C44"/>
    <w:rsid w:val="00F7318E"/>
    <w:rsid w:val="00F7419F"/>
    <w:rsid w:val="00F74301"/>
    <w:rsid w:val="00F74745"/>
    <w:rsid w:val="00F767C8"/>
    <w:rsid w:val="00F77679"/>
    <w:rsid w:val="00F80C3D"/>
    <w:rsid w:val="00F83C68"/>
    <w:rsid w:val="00F84377"/>
    <w:rsid w:val="00F8469B"/>
    <w:rsid w:val="00F8504E"/>
    <w:rsid w:val="00F8531B"/>
    <w:rsid w:val="00F853D1"/>
    <w:rsid w:val="00F85E4F"/>
    <w:rsid w:val="00F85EA5"/>
    <w:rsid w:val="00F86732"/>
    <w:rsid w:val="00F8721E"/>
    <w:rsid w:val="00F87253"/>
    <w:rsid w:val="00F87459"/>
    <w:rsid w:val="00F87F97"/>
    <w:rsid w:val="00F90E4F"/>
    <w:rsid w:val="00F9111B"/>
    <w:rsid w:val="00F918CE"/>
    <w:rsid w:val="00F91E6B"/>
    <w:rsid w:val="00F92074"/>
    <w:rsid w:val="00F92A99"/>
    <w:rsid w:val="00F92FE2"/>
    <w:rsid w:val="00F932D9"/>
    <w:rsid w:val="00F93A85"/>
    <w:rsid w:val="00F9492C"/>
    <w:rsid w:val="00F9497D"/>
    <w:rsid w:val="00F95B90"/>
    <w:rsid w:val="00F97624"/>
    <w:rsid w:val="00F97DDA"/>
    <w:rsid w:val="00FA0689"/>
    <w:rsid w:val="00FA129E"/>
    <w:rsid w:val="00FA1CA5"/>
    <w:rsid w:val="00FA29EE"/>
    <w:rsid w:val="00FA3792"/>
    <w:rsid w:val="00FA3F04"/>
    <w:rsid w:val="00FA579D"/>
    <w:rsid w:val="00FA68C4"/>
    <w:rsid w:val="00FB202B"/>
    <w:rsid w:val="00FB2F4C"/>
    <w:rsid w:val="00FB3889"/>
    <w:rsid w:val="00FB53AE"/>
    <w:rsid w:val="00FB53CD"/>
    <w:rsid w:val="00FB58C0"/>
    <w:rsid w:val="00FB6088"/>
    <w:rsid w:val="00FB7B5C"/>
    <w:rsid w:val="00FC1078"/>
    <w:rsid w:val="00FC1516"/>
    <w:rsid w:val="00FC278A"/>
    <w:rsid w:val="00FC398F"/>
    <w:rsid w:val="00FC604E"/>
    <w:rsid w:val="00FD1515"/>
    <w:rsid w:val="00FD186E"/>
    <w:rsid w:val="00FD1E86"/>
    <w:rsid w:val="00FD20D2"/>
    <w:rsid w:val="00FD25FD"/>
    <w:rsid w:val="00FD2B54"/>
    <w:rsid w:val="00FD322C"/>
    <w:rsid w:val="00FD34A3"/>
    <w:rsid w:val="00FD3FF3"/>
    <w:rsid w:val="00FD49D2"/>
    <w:rsid w:val="00FD4B5C"/>
    <w:rsid w:val="00FD54B8"/>
    <w:rsid w:val="00FD691B"/>
    <w:rsid w:val="00FD6973"/>
    <w:rsid w:val="00FD6F0C"/>
    <w:rsid w:val="00FD7387"/>
    <w:rsid w:val="00FD783C"/>
    <w:rsid w:val="00FD7F0C"/>
    <w:rsid w:val="00FE046C"/>
    <w:rsid w:val="00FE0FBF"/>
    <w:rsid w:val="00FE2373"/>
    <w:rsid w:val="00FE2ED4"/>
    <w:rsid w:val="00FE360E"/>
    <w:rsid w:val="00FE368F"/>
    <w:rsid w:val="00FE3FB5"/>
    <w:rsid w:val="00FE4340"/>
    <w:rsid w:val="00FE4EA8"/>
    <w:rsid w:val="00FE5D67"/>
    <w:rsid w:val="00FE61BB"/>
    <w:rsid w:val="00FE6A8A"/>
    <w:rsid w:val="00FE7127"/>
    <w:rsid w:val="00FF0747"/>
    <w:rsid w:val="00FF221A"/>
    <w:rsid w:val="00FF23F2"/>
    <w:rsid w:val="00FF2D0D"/>
    <w:rsid w:val="00FF4AB0"/>
    <w:rsid w:val="00FF4D1F"/>
    <w:rsid w:val="00FF53A3"/>
    <w:rsid w:val="00FF7308"/>
    <w:rsid w:val="00FF7B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028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62D28"/>
    <w:pPr>
      <w:spacing w:before="120" w:after="120"/>
    </w:pPr>
    <w:rPr>
      <w:sz w:val="22"/>
    </w:rPr>
  </w:style>
  <w:style w:type="paragraph" w:styleId="Heading1">
    <w:name w:val="heading 1"/>
    <w:basedOn w:val="Normal"/>
    <w:next w:val="base-text-paragraph"/>
    <w:qFormat/>
    <w:rsid w:val="00832743"/>
    <w:pPr>
      <w:keepNext/>
      <w:spacing w:before="720"/>
      <w:outlineLvl w:val="0"/>
    </w:pPr>
    <w:rPr>
      <w:rFonts w:ascii="Helvetica" w:hAnsi="Helvetica"/>
      <w:b/>
      <w:caps/>
      <w:sz w:val="28"/>
    </w:rPr>
  </w:style>
  <w:style w:type="paragraph" w:styleId="Heading2">
    <w:name w:val="heading 2"/>
    <w:basedOn w:val="Heading1"/>
    <w:next w:val="base-text-paragraph"/>
    <w:qFormat/>
    <w:rsid w:val="008C359D"/>
    <w:pPr>
      <w:spacing w:before="480"/>
      <w:outlineLvl w:val="1"/>
    </w:pPr>
    <w:rPr>
      <w:caps w:val="0"/>
      <w:sz w:val="26"/>
    </w:rPr>
  </w:style>
  <w:style w:type="paragraph" w:styleId="Heading3">
    <w:name w:val="heading 3"/>
    <w:basedOn w:val="Heading2"/>
    <w:next w:val="base-text-paragraph"/>
    <w:qFormat/>
    <w:rsid w:val="00DA72C6"/>
    <w:pPr>
      <w:spacing w:before="240"/>
      <w:outlineLvl w:val="2"/>
    </w:pPr>
    <w:rPr>
      <w:sz w:val="22"/>
    </w:rPr>
  </w:style>
  <w:style w:type="paragraph" w:styleId="Heading4">
    <w:name w:val="heading 4"/>
    <w:basedOn w:val="Heading3"/>
    <w:next w:val="base-text-paragraph"/>
    <w:qFormat/>
    <w:rsid w:val="00231CBA"/>
    <w:pPr>
      <w:spacing w:before="120"/>
      <w:ind w:left="1134"/>
      <w:outlineLvl w:val="3"/>
    </w:pPr>
    <w:rPr>
      <w:rFonts w:ascii="Times New Roman" w:hAnsi="Times New Roman"/>
      <w:i/>
    </w:rPr>
  </w:style>
  <w:style w:type="paragraph" w:styleId="Heading5">
    <w:name w:val="heading 5"/>
    <w:basedOn w:val="Heading4"/>
    <w:next w:val="base-text-paragraph"/>
    <w:qFormat/>
    <w:rsid w:val="00231CBA"/>
    <w:pPr>
      <w:spacing w:after="60"/>
      <w:outlineLvl w:val="4"/>
    </w:pPr>
    <w:rPr>
      <w:b w:val="0"/>
      <w:bCs/>
      <w:iCs/>
      <w:szCs w:val="26"/>
    </w:rPr>
  </w:style>
  <w:style w:type="paragraph" w:styleId="Heading6">
    <w:name w:val="heading 6"/>
    <w:basedOn w:val="Heading5"/>
    <w:next w:val="base-text-paragraph"/>
    <w:qFormat/>
    <w:rsid w:val="00231CBA"/>
    <w:pPr>
      <w:outlineLvl w:val="5"/>
    </w:pPr>
    <w:rPr>
      <w:bCs w:val="0"/>
      <w:i w:val="0"/>
      <w:szCs w:val="22"/>
      <w:u w:val="single"/>
    </w:rPr>
  </w:style>
  <w:style w:type="paragraph" w:styleId="Heading7">
    <w:name w:val="heading 7"/>
    <w:basedOn w:val="Normal"/>
    <w:next w:val="Normal"/>
    <w:qFormat/>
    <w:rsid w:val="003D6FD9"/>
    <w:pPr>
      <w:spacing w:before="240" w:after="60"/>
      <w:outlineLvl w:val="6"/>
    </w:pPr>
    <w:rPr>
      <w:sz w:val="24"/>
      <w:szCs w:val="24"/>
    </w:rPr>
  </w:style>
  <w:style w:type="paragraph" w:styleId="Heading8">
    <w:name w:val="heading 8"/>
    <w:basedOn w:val="Normal"/>
    <w:next w:val="Normal"/>
    <w:qFormat/>
    <w:rsid w:val="003D6FD9"/>
    <w:pPr>
      <w:spacing w:before="240" w:after="60"/>
      <w:outlineLvl w:val="7"/>
    </w:pPr>
    <w:rPr>
      <w:i/>
      <w:iCs/>
      <w:sz w:val="24"/>
      <w:szCs w:val="24"/>
    </w:rPr>
  </w:style>
  <w:style w:type="paragraph" w:styleId="Heading9">
    <w:name w:val="heading 9"/>
    <w:basedOn w:val="Normal"/>
    <w:next w:val="Normal"/>
    <w:qFormat/>
    <w:rsid w:val="003D6FD9"/>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rsid w:val="00B94FB4"/>
    <w:pPr>
      <w:spacing w:after="0"/>
    </w:pPr>
  </w:style>
  <w:style w:type="paragraph" w:customStyle="1" w:styleId="ChapterHeading">
    <w:name w:val="Chapter Heading"/>
    <w:next w:val="Heading2"/>
    <w:rsid w:val="007966EF"/>
    <w:pPr>
      <w:numPr>
        <w:numId w:val="32"/>
      </w:numPr>
      <w:pBdr>
        <w:top w:val="single" w:sz="4" w:space="1" w:color="auto"/>
        <w:bottom w:val="single" w:sz="4" w:space="1" w:color="auto"/>
      </w:pBdr>
      <w:spacing w:before="240" w:line="260" w:lineRule="atLeast"/>
    </w:pPr>
    <w:rPr>
      <w:rFonts w:ascii="Helvetica" w:hAnsi="Helvetica"/>
      <w:b/>
      <w:i/>
      <w:sz w:val="38"/>
    </w:rPr>
  </w:style>
  <w:style w:type="paragraph" w:customStyle="1" w:styleId="Heading2with18pointafter">
    <w:name w:val="Heading 2 with 18 point after"/>
    <w:basedOn w:val="Heading2"/>
    <w:next w:val="Normal"/>
    <w:rsid w:val="009B2AD6"/>
    <w:pPr>
      <w:spacing w:after="360"/>
    </w:pPr>
  </w:style>
  <w:style w:type="paragraph" w:customStyle="1" w:styleId="TableHeadingoutsidetable">
    <w:name w:val="Table Heading (outside table)"/>
    <w:basedOn w:val="Heading4"/>
    <w:rsid w:val="007966EF"/>
    <w:pPr>
      <w:numPr>
        <w:ilvl w:val="4"/>
        <w:numId w:val="32"/>
      </w:numPr>
      <w:tabs>
        <w:tab w:val="num" w:pos="360"/>
      </w:tabs>
    </w:pPr>
    <w:rPr>
      <w:i w:val="0"/>
    </w:rPr>
  </w:style>
  <w:style w:type="paragraph" w:customStyle="1" w:styleId="base-text-paragraph">
    <w:name w:val="base-text-paragraph"/>
    <w:basedOn w:val="Normal"/>
    <w:link w:val="base-text-paragraphChar"/>
    <w:rsid w:val="00D85BEA"/>
    <w:pPr>
      <w:numPr>
        <w:ilvl w:val="1"/>
        <w:numId w:val="32"/>
      </w:numPr>
    </w:pPr>
  </w:style>
  <w:style w:type="paragraph" w:customStyle="1" w:styleId="base-text-paragraphnonumbers">
    <w:name w:val="base-text-paragraph no numbers"/>
    <w:basedOn w:val="Normal"/>
    <w:rsid w:val="002857E2"/>
    <w:pPr>
      <w:ind w:left="1134"/>
    </w:pPr>
  </w:style>
  <w:style w:type="paragraph" w:customStyle="1" w:styleId="exampletext">
    <w:name w:val="example text"/>
    <w:basedOn w:val="Normal"/>
    <w:rsid w:val="008752F1"/>
    <w:pPr>
      <w:ind w:left="1985"/>
    </w:pPr>
    <w:rPr>
      <w:sz w:val="20"/>
    </w:rPr>
  </w:style>
  <w:style w:type="paragraph" w:customStyle="1" w:styleId="ExampleHeading">
    <w:name w:val="Example Heading"/>
    <w:basedOn w:val="Normal"/>
    <w:next w:val="exampletext"/>
    <w:rsid w:val="009B0AB7"/>
    <w:pPr>
      <w:keepNext/>
      <w:numPr>
        <w:ilvl w:val="3"/>
        <w:numId w:val="32"/>
      </w:numPr>
      <w:tabs>
        <w:tab w:val="num" w:pos="360"/>
      </w:tabs>
      <w:ind w:left="0"/>
    </w:pPr>
    <w:rPr>
      <w:b/>
    </w:rPr>
  </w:style>
  <w:style w:type="paragraph" w:customStyle="1" w:styleId="Diagram">
    <w:name w:val="Diagram"/>
    <w:basedOn w:val="Normal"/>
    <w:next w:val="base-text-paragraphnonumbers"/>
    <w:rsid w:val="0036787F"/>
    <w:pPr>
      <w:keepNext/>
      <w:numPr>
        <w:ilvl w:val="2"/>
        <w:numId w:val="32"/>
      </w:numPr>
      <w:tabs>
        <w:tab w:val="num" w:pos="360"/>
      </w:tabs>
      <w:spacing w:before="0" w:after="0"/>
      <w:ind w:left="0"/>
    </w:pPr>
    <w:rPr>
      <w:b/>
    </w:rPr>
  </w:style>
  <w:style w:type="paragraph" w:customStyle="1" w:styleId="dotpoint">
    <w:name w:val="dot point"/>
    <w:basedOn w:val="Normal"/>
    <w:rsid w:val="00D85BEA"/>
    <w:pPr>
      <w:numPr>
        <w:numId w:val="2"/>
      </w:numPr>
    </w:pPr>
  </w:style>
  <w:style w:type="paragraph" w:customStyle="1" w:styleId="dotpoint2">
    <w:name w:val="dot point 2"/>
    <w:basedOn w:val="Normal"/>
    <w:rsid w:val="00E62E8C"/>
    <w:pPr>
      <w:numPr>
        <w:ilvl w:val="1"/>
        <w:numId w:val="20"/>
      </w:numPr>
      <w:tabs>
        <w:tab w:val="clear" w:pos="2552"/>
        <w:tab w:val="num" w:pos="360"/>
      </w:tabs>
      <w:ind w:left="2268" w:firstLine="0"/>
    </w:pPr>
  </w:style>
  <w:style w:type="paragraph" w:customStyle="1" w:styleId="exampledotpoint1">
    <w:name w:val="example dot point 1"/>
    <w:basedOn w:val="exampletext"/>
    <w:rsid w:val="008C51F4"/>
    <w:pPr>
      <w:numPr>
        <w:numId w:val="21"/>
      </w:numPr>
    </w:pPr>
  </w:style>
  <w:style w:type="paragraph" w:customStyle="1" w:styleId="exampledotpoint2">
    <w:name w:val="example dot point 2"/>
    <w:basedOn w:val="exampletext"/>
    <w:rsid w:val="008C51F4"/>
    <w:pPr>
      <w:numPr>
        <w:ilvl w:val="1"/>
        <w:numId w:val="21"/>
      </w:numPr>
    </w:pPr>
  </w:style>
  <w:style w:type="paragraph" w:customStyle="1" w:styleId="tabletext">
    <w:name w:val="table text"/>
    <w:basedOn w:val="Normal"/>
    <w:rsid w:val="00832743"/>
    <w:pPr>
      <w:spacing w:before="40" w:after="40"/>
    </w:pPr>
    <w:rPr>
      <w:sz w:val="20"/>
    </w:rPr>
  </w:style>
  <w:style w:type="paragraph" w:customStyle="1" w:styleId="tabledotpoint">
    <w:name w:val="table dot point"/>
    <w:basedOn w:val="tabletext"/>
    <w:rsid w:val="00A37F77"/>
    <w:pPr>
      <w:numPr>
        <w:numId w:val="23"/>
      </w:numPr>
    </w:pPr>
  </w:style>
  <w:style w:type="paragraph" w:customStyle="1" w:styleId="tabledotpoint2">
    <w:name w:val="table dot point 2"/>
    <w:basedOn w:val="tabletext"/>
    <w:rsid w:val="00A37F77"/>
    <w:pPr>
      <w:numPr>
        <w:ilvl w:val="1"/>
        <w:numId w:val="23"/>
      </w:numPr>
    </w:pPr>
  </w:style>
  <w:style w:type="paragraph" w:customStyle="1" w:styleId="Baseparagraphcentred">
    <w:name w:val="Base paragraph centred"/>
    <w:basedOn w:val="Normal"/>
    <w:rsid w:val="00813210"/>
    <w:pPr>
      <w:jc w:val="center"/>
    </w:pPr>
  </w:style>
  <w:style w:type="paragraph" w:customStyle="1" w:styleId="BillName">
    <w:name w:val="Bill Name"/>
    <w:basedOn w:val="Normal"/>
    <w:next w:val="Baseparagraphcentred"/>
    <w:rsid w:val="00C8648B"/>
    <w:pPr>
      <w:pBdr>
        <w:top w:val="single" w:sz="4" w:space="12" w:color="auto"/>
        <w:bottom w:val="single" w:sz="4" w:space="12" w:color="auto"/>
      </w:pBdr>
      <w:jc w:val="center"/>
    </w:pPr>
    <w:rPr>
      <w:caps/>
    </w:rPr>
  </w:style>
  <w:style w:type="paragraph" w:customStyle="1" w:styleId="BTPwithextraspacing">
    <w:name w:val="BTP with extra spacing"/>
    <w:basedOn w:val="Normal"/>
    <w:rsid w:val="00502551"/>
    <w:pPr>
      <w:spacing w:before="360" w:after="360"/>
      <w:ind w:left="1134"/>
    </w:pPr>
  </w:style>
  <w:style w:type="paragraph" w:customStyle="1" w:styleId="Chapterheadingsubdocument">
    <w:name w:val="Chapter heading subdocument"/>
    <w:basedOn w:val="Normal"/>
    <w:next w:val="base-text-paragraphnonumbers"/>
    <w:rsid w:val="00885BE8"/>
    <w:pPr>
      <w:pBdr>
        <w:top w:val="single" w:sz="4" w:space="1" w:color="auto"/>
        <w:bottom w:val="single" w:sz="4" w:space="1" w:color="auto"/>
      </w:pBdr>
      <w:spacing w:before="240" w:after="0" w:line="260" w:lineRule="atLeast"/>
    </w:pPr>
    <w:rPr>
      <w:rFonts w:ascii="Helvetica" w:hAnsi="Helvetica"/>
      <w:b/>
      <w:i/>
      <w:sz w:val="38"/>
    </w:rPr>
  </w:style>
  <w:style w:type="paragraph" w:customStyle="1" w:styleId="exampleindent">
    <w:name w:val="example indent"/>
    <w:basedOn w:val="exampletext"/>
    <w:rsid w:val="008F1A67"/>
    <w:pPr>
      <w:ind w:left="2268"/>
    </w:pPr>
  </w:style>
  <w:style w:type="paragraph" w:customStyle="1" w:styleId="leftfooter">
    <w:name w:val="left footer"/>
    <w:basedOn w:val="Normal"/>
    <w:rsid w:val="00346BEB"/>
    <w:pPr>
      <w:pBdr>
        <w:top w:val="single" w:sz="4" w:space="1" w:color="auto"/>
      </w:pBdr>
      <w:spacing w:before="240" w:after="0"/>
    </w:pPr>
    <w:rPr>
      <w:i/>
      <w:sz w:val="20"/>
    </w:rPr>
  </w:style>
  <w:style w:type="paragraph" w:customStyle="1" w:styleId="Hiddentext">
    <w:name w:val="Hiddentext"/>
    <w:basedOn w:val="Normal"/>
    <w:rsid w:val="00346BEB"/>
    <w:rPr>
      <w:vanish/>
    </w:rPr>
  </w:style>
  <w:style w:type="paragraph" w:customStyle="1" w:styleId="leftheader">
    <w:name w:val="left header"/>
    <w:basedOn w:val="Normal"/>
    <w:rsid w:val="00346BEB"/>
    <w:pPr>
      <w:pBdr>
        <w:bottom w:val="single" w:sz="4" w:space="1" w:color="auto"/>
      </w:pBdr>
    </w:pPr>
    <w:rPr>
      <w:i/>
      <w:sz w:val="20"/>
    </w:rPr>
  </w:style>
  <w:style w:type="character" w:customStyle="1" w:styleId="Referencingstyle">
    <w:name w:val="Referencing style"/>
    <w:basedOn w:val="DefaultParagraphFont"/>
    <w:rsid w:val="007652BC"/>
    <w:rPr>
      <w:b/>
      <w:i/>
      <w:sz w:val="18"/>
    </w:rPr>
  </w:style>
  <w:style w:type="paragraph" w:customStyle="1" w:styleId="rightfooter">
    <w:name w:val="right footer"/>
    <w:basedOn w:val="Normal"/>
    <w:rsid w:val="005A76CC"/>
    <w:pPr>
      <w:pBdr>
        <w:top w:val="single" w:sz="4" w:space="1" w:color="auto"/>
      </w:pBdr>
      <w:spacing w:before="240" w:after="0"/>
      <w:jc w:val="right"/>
    </w:pPr>
    <w:rPr>
      <w:i/>
      <w:sz w:val="20"/>
    </w:rPr>
  </w:style>
  <w:style w:type="paragraph" w:customStyle="1" w:styleId="rightheader">
    <w:name w:val="right header"/>
    <w:basedOn w:val="Normal"/>
    <w:rsid w:val="005A76CC"/>
    <w:pPr>
      <w:pBdr>
        <w:bottom w:val="single" w:sz="4" w:space="1" w:color="auto"/>
      </w:pBdr>
      <w:jc w:val="right"/>
    </w:pPr>
    <w:rPr>
      <w:i/>
      <w:sz w:val="20"/>
    </w:rPr>
  </w:style>
  <w:style w:type="paragraph" w:customStyle="1" w:styleId="tableheaderwithintable">
    <w:name w:val="table header (within table)"/>
    <w:basedOn w:val="Heading4"/>
    <w:rsid w:val="00F92FE2"/>
    <w:pPr>
      <w:spacing w:before="60" w:after="60"/>
      <w:ind w:left="0"/>
      <w:jc w:val="center"/>
    </w:pPr>
    <w:rPr>
      <w:sz w:val="20"/>
    </w:rPr>
  </w:style>
  <w:style w:type="paragraph" w:styleId="TOC1">
    <w:name w:val="toc 1"/>
    <w:basedOn w:val="Heading2"/>
    <w:next w:val="TOC2"/>
    <w:uiPriority w:val="39"/>
    <w:rsid w:val="00460019"/>
    <w:pPr>
      <w:tabs>
        <w:tab w:val="left" w:pos="1701"/>
        <w:tab w:val="right" w:leader="dot" w:pos="7711"/>
      </w:tabs>
      <w:spacing w:before="240"/>
      <w:ind w:left="1758" w:right="851" w:hanging="1758"/>
    </w:pPr>
    <w:rPr>
      <w:b w:val="0"/>
      <w:sz w:val="24"/>
    </w:rPr>
  </w:style>
  <w:style w:type="paragraph" w:styleId="TOCHeading">
    <w:name w:val="TOC Heading"/>
    <w:basedOn w:val="Normal"/>
    <w:next w:val="base-text-paragraphnonumbers"/>
    <w:qFormat/>
    <w:rsid w:val="00B654ED"/>
    <w:pPr>
      <w:pBdr>
        <w:top w:val="single" w:sz="4" w:space="1" w:color="auto"/>
        <w:bottom w:val="single" w:sz="4" w:space="1" w:color="auto"/>
      </w:pBdr>
      <w:spacing w:before="240" w:after="240" w:line="260" w:lineRule="atLeast"/>
    </w:pPr>
    <w:rPr>
      <w:rFonts w:ascii="Helvetica" w:hAnsi="Helvetica"/>
      <w:b/>
      <w:i/>
      <w:kern w:val="28"/>
      <w:sz w:val="38"/>
    </w:rPr>
  </w:style>
  <w:style w:type="paragraph" w:styleId="TOC2">
    <w:name w:val="toc 2"/>
    <w:basedOn w:val="TOC1"/>
    <w:next w:val="Normal"/>
    <w:uiPriority w:val="39"/>
    <w:rsid w:val="00460019"/>
    <w:pPr>
      <w:tabs>
        <w:tab w:val="clear" w:pos="1701"/>
      </w:tabs>
      <w:ind w:left="0" w:firstLine="0"/>
    </w:pPr>
    <w:rPr>
      <w:noProof/>
    </w:rPr>
  </w:style>
  <w:style w:type="numbering" w:styleId="111111">
    <w:name w:val="Outline List 2"/>
    <w:basedOn w:val="NoList"/>
    <w:semiHidden/>
    <w:rsid w:val="003D6FD9"/>
    <w:pPr>
      <w:numPr>
        <w:numId w:val="15"/>
      </w:numPr>
    </w:pPr>
  </w:style>
  <w:style w:type="numbering" w:styleId="1ai">
    <w:name w:val="Outline List 1"/>
    <w:basedOn w:val="NoList"/>
    <w:semiHidden/>
    <w:rsid w:val="003D6FD9"/>
    <w:pPr>
      <w:numPr>
        <w:numId w:val="16"/>
      </w:numPr>
    </w:pPr>
  </w:style>
  <w:style w:type="numbering" w:styleId="ArticleSection">
    <w:name w:val="Outline List 3"/>
    <w:basedOn w:val="NoList"/>
    <w:semiHidden/>
    <w:rsid w:val="003D6FD9"/>
    <w:pPr>
      <w:numPr>
        <w:numId w:val="17"/>
      </w:numPr>
    </w:pPr>
  </w:style>
  <w:style w:type="paragraph" w:styleId="BlockText">
    <w:name w:val="Block Text"/>
    <w:basedOn w:val="Normal"/>
    <w:semiHidden/>
    <w:rsid w:val="003D6FD9"/>
    <w:pPr>
      <w:ind w:left="1440" w:right="1440"/>
    </w:pPr>
  </w:style>
  <w:style w:type="paragraph" w:styleId="BodyText">
    <w:name w:val="Body Text"/>
    <w:basedOn w:val="Normal"/>
    <w:semiHidden/>
    <w:rsid w:val="003D6FD9"/>
  </w:style>
  <w:style w:type="paragraph" w:styleId="BodyText2">
    <w:name w:val="Body Text 2"/>
    <w:basedOn w:val="Normal"/>
    <w:semiHidden/>
    <w:rsid w:val="003D6FD9"/>
    <w:pPr>
      <w:spacing w:line="480" w:lineRule="auto"/>
    </w:pPr>
  </w:style>
  <w:style w:type="paragraph" w:styleId="BodyText3">
    <w:name w:val="Body Text 3"/>
    <w:basedOn w:val="Normal"/>
    <w:semiHidden/>
    <w:rsid w:val="003D6FD9"/>
    <w:rPr>
      <w:sz w:val="16"/>
      <w:szCs w:val="16"/>
    </w:rPr>
  </w:style>
  <w:style w:type="paragraph" w:styleId="BodyTextFirstIndent">
    <w:name w:val="Body Text First Indent"/>
    <w:basedOn w:val="BodyText"/>
    <w:semiHidden/>
    <w:rsid w:val="003D6FD9"/>
    <w:pPr>
      <w:ind w:firstLine="210"/>
    </w:pPr>
  </w:style>
  <w:style w:type="paragraph" w:styleId="BodyTextIndent">
    <w:name w:val="Body Text Indent"/>
    <w:basedOn w:val="Normal"/>
    <w:semiHidden/>
    <w:rsid w:val="003D6FD9"/>
    <w:pPr>
      <w:ind w:left="283"/>
    </w:pPr>
  </w:style>
  <w:style w:type="paragraph" w:styleId="BodyTextFirstIndent2">
    <w:name w:val="Body Text First Indent 2"/>
    <w:basedOn w:val="BodyTextIndent"/>
    <w:semiHidden/>
    <w:rsid w:val="003D6FD9"/>
    <w:pPr>
      <w:ind w:firstLine="210"/>
    </w:pPr>
  </w:style>
  <w:style w:type="paragraph" w:styleId="BodyTextIndent2">
    <w:name w:val="Body Text Indent 2"/>
    <w:basedOn w:val="Normal"/>
    <w:semiHidden/>
    <w:rsid w:val="003D6FD9"/>
    <w:pPr>
      <w:spacing w:line="480" w:lineRule="auto"/>
      <w:ind w:left="283"/>
    </w:pPr>
  </w:style>
  <w:style w:type="paragraph" w:styleId="BodyTextIndent3">
    <w:name w:val="Body Text Indent 3"/>
    <w:basedOn w:val="Normal"/>
    <w:semiHidden/>
    <w:rsid w:val="003D6FD9"/>
    <w:pPr>
      <w:ind w:left="283"/>
    </w:pPr>
    <w:rPr>
      <w:sz w:val="16"/>
      <w:szCs w:val="16"/>
    </w:rPr>
  </w:style>
  <w:style w:type="paragraph" w:styleId="Closing">
    <w:name w:val="Closing"/>
    <w:basedOn w:val="Normal"/>
    <w:semiHidden/>
    <w:rsid w:val="003D6FD9"/>
    <w:pPr>
      <w:ind w:left="4252"/>
    </w:pPr>
  </w:style>
  <w:style w:type="paragraph" w:styleId="Date">
    <w:name w:val="Date"/>
    <w:basedOn w:val="Normal"/>
    <w:next w:val="Normal"/>
    <w:semiHidden/>
    <w:rsid w:val="003D6FD9"/>
  </w:style>
  <w:style w:type="paragraph" w:styleId="E-mailSignature">
    <w:name w:val="E-mail Signature"/>
    <w:basedOn w:val="Normal"/>
    <w:semiHidden/>
    <w:rsid w:val="003D6FD9"/>
  </w:style>
  <w:style w:type="character" w:styleId="Emphasis">
    <w:name w:val="Emphasis"/>
    <w:basedOn w:val="DefaultParagraphFont"/>
    <w:qFormat/>
    <w:rsid w:val="003D6FD9"/>
    <w:rPr>
      <w:i/>
      <w:iCs/>
    </w:rPr>
  </w:style>
  <w:style w:type="paragraph" w:styleId="EnvelopeAddress">
    <w:name w:val="envelope address"/>
    <w:basedOn w:val="Normal"/>
    <w:semiHidden/>
    <w:rsid w:val="003D6FD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3D6FD9"/>
    <w:rPr>
      <w:rFonts w:ascii="Arial" w:hAnsi="Arial" w:cs="Arial"/>
      <w:sz w:val="20"/>
    </w:rPr>
  </w:style>
  <w:style w:type="paragraph" w:styleId="Footer">
    <w:name w:val="footer"/>
    <w:basedOn w:val="Normal"/>
    <w:semiHidden/>
    <w:rsid w:val="003D6FD9"/>
    <w:pPr>
      <w:tabs>
        <w:tab w:val="center" w:pos="4153"/>
        <w:tab w:val="right" w:pos="8306"/>
      </w:tabs>
    </w:pPr>
  </w:style>
  <w:style w:type="paragraph" w:styleId="Header">
    <w:name w:val="header"/>
    <w:basedOn w:val="Normal"/>
    <w:link w:val="HeaderChar"/>
    <w:semiHidden/>
    <w:rsid w:val="003D6FD9"/>
    <w:pPr>
      <w:tabs>
        <w:tab w:val="center" w:pos="4153"/>
        <w:tab w:val="right" w:pos="8306"/>
      </w:tabs>
    </w:pPr>
  </w:style>
  <w:style w:type="character" w:styleId="HTMLAcronym">
    <w:name w:val="HTML Acronym"/>
    <w:basedOn w:val="DefaultParagraphFont"/>
    <w:semiHidden/>
    <w:rsid w:val="003D6FD9"/>
  </w:style>
  <w:style w:type="paragraph" w:styleId="HTMLAddress">
    <w:name w:val="HTML Address"/>
    <w:basedOn w:val="Normal"/>
    <w:semiHidden/>
    <w:rsid w:val="003D6FD9"/>
    <w:rPr>
      <w:i/>
      <w:iCs/>
    </w:rPr>
  </w:style>
  <w:style w:type="character" w:styleId="HTMLCite">
    <w:name w:val="HTML Cite"/>
    <w:basedOn w:val="DefaultParagraphFont"/>
    <w:semiHidden/>
    <w:rsid w:val="003D6FD9"/>
    <w:rPr>
      <w:i/>
      <w:iCs/>
    </w:rPr>
  </w:style>
  <w:style w:type="character" w:styleId="HTMLCode">
    <w:name w:val="HTML Code"/>
    <w:basedOn w:val="DefaultParagraphFont"/>
    <w:semiHidden/>
    <w:rsid w:val="003D6FD9"/>
    <w:rPr>
      <w:rFonts w:ascii="Courier New" w:hAnsi="Courier New" w:cs="Courier New"/>
      <w:sz w:val="20"/>
      <w:szCs w:val="20"/>
    </w:rPr>
  </w:style>
  <w:style w:type="character" w:styleId="HTMLDefinition">
    <w:name w:val="HTML Definition"/>
    <w:basedOn w:val="DefaultParagraphFont"/>
    <w:semiHidden/>
    <w:rsid w:val="003D6FD9"/>
    <w:rPr>
      <w:i/>
      <w:iCs/>
    </w:rPr>
  </w:style>
  <w:style w:type="character" w:styleId="HTMLKeyboard">
    <w:name w:val="HTML Keyboard"/>
    <w:basedOn w:val="DefaultParagraphFont"/>
    <w:semiHidden/>
    <w:rsid w:val="003D6FD9"/>
    <w:rPr>
      <w:rFonts w:ascii="Courier New" w:hAnsi="Courier New" w:cs="Courier New"/>
      <w:sz w:val="20"/>
      <w:szCs w:val="20"/>
    </w:rPr>
  </w:style>
  <w:style w:type="paragraph" w:styleId="HTMLPreformatted">
    <w:name w:val="HTML Preformatted"/>
    <w:basedOn w:val="Normal"/>
    <w:semiHidden/>
    <w:rsid w:val="003D6FD9"/>
    <w:rPr>
      <w:rFonts w:ascii="Courier New" w:hAnsi="Courier New" w:cs="Courier New"/>
      <w:sz w:val="20"/>
    </w:rPr>
  </w:style>
  <w:style w:type="character" w:styleId="HTMLSample">
    <w:name w:val="HTML Sample"/>
    <w:basedOn w:val="DefaultParagraphFont"/>
    <w:semiHidden/>
    <w:rsid w:val="003D6FD9"/>
    <w:rPr>
      <w:rFonts w:ascii="Courier New" w:hAnsi="Courier New" w:cs="Courier New"/>
    </w:rPr>
  </w:style>
  <w:style w:type="character" w:styleId="HTMLTypewriter">
    <w:name w:val="HTML Typewriter"/>
    <w:basedOn w:val="DefaultParagraphFont"/>
    <w:semiHidden/>
    <w:rsid w:val="003D6FD9"/>
    <w:rPr>
      <w:rFonts w:ascii="Courier New" w:hAnsi="Courier New" w:cs="Courier New"/>
      <w:sz w:val="20"/>
      <w:szCs w:val="20"/>
    </w:rPr>
  </w:style>
  <w:style w:type="character" w:styleId="HTMLVariable">
    <w:name w:val="HTML Variable"/>
    <w:basedOn w:val="DefaultParagraphFont"/>
    <w:semiHidden/>
    <w:rsid w:val="003D6FD9"/>
    <w:rPr>
      <w:i/>
      <w:iCs/>
    </w:rPr>
  </w:style>
  <w:style w:type="character" w:styleId="LineNumber">
    <w:name w:val="line number"/>
    <w:basedOn w:val="DefaultParagraphFont"/>
    <w:semiHidden/>
    <w:rsid w:val="003D6FD9"/>
  </w:style>
  <w:style w:type="paragraph" w:styleId="List">
    <w:name w:val="List"/>
    <w:basedOn w:val="Normal"/>
    <w:semiHidden/>
    <w:rsid w:val="003D6FD9"/>
    <w:pPr>
      <w:ind w:left="283" w:hanging="283"/>
    </w:pPr>
  </w:style>
  <w:style w:type="paragraph" w:styleId="List2">
    <w:name w:val="List 2"/>
    <w:basedOn w:val="Normal"/>
    <w:semiHidden/>
    <w:rsid w:val="003D6FD9"/>
    <w:pPr>
      <w:ind w:left="566" w:hanging="283"/>
    </w:pPr>
  </w:style>
  <w:style w:type="paragraph" w:styleId="List3">
    <w:name w:val="List 3"/>
    <w:basedOn w:val="Normal"/>
    <w:semiHidden/>
    <w:rsid w:val="003D6FD9"/>
    <w:pPr>
      <w:ind w:left="849" w:hanging="283"/>
    </w:pPr>
  </w:style>
  <w:style w:type="paragraph" w:styleId="List4">
    <w:name w:val="List 4"/>
    <w:basedOn w:val="Normal"/>
    <w:semiHidden/>
    <w:rsid w:val="003D6FD9"/>
    <w:pPr>
      <w:ind w:left="1132" w:hanging="283"/>
    </w:pPr>
  </w:style>
  <w:style w:type="paragraph" w:styleId="List5">
    <w:name w:val="List 5"/>
    <w:basedOn w:val="Normal"/>
    <w:semiHidden/>
    <w:rsid w:val="003D6FD9"/>
    <w:pPr>
      <w:ind w:left="1415" w:hanging="283"/>
    </w:pPr>
  </w:style>
  <w:style w:type="paragraph" w:styleId="ListBullet">
    <w:name w:val="List Bullet"/>
    <w:basedOn w:val="Normal"/>
    <w:semiHidden/>
    <w:rsid w:val="003D6FD9"/>
    <w:pPr>
      <w:numPr>
        <w:numId w:val="5"/>
      </w:numPr>
    </w:pPr>
  </w:style>
  <w:style w:type="paragraph" w:styleId="ListBullet2">
    <w:name w:val="List Bullet 2"/>
    <w:basedOn w:val="Normal"/>
    <w:semiHidden/>
    <w:rsid w:val="003D6FD9"/>
    <w:pPr>
      <w:numPr>
        <w:numId w:val="6"/>
      </w:numPr>
    </w:pPr>
  </w:style>
  <w:style w:type="paragraph" w:styleId="ListBullet3">
    <w:name w:val="List Bullet 3"/>
    <w:basedOn w:val="Normal"/>
    <w:semiHidden/>
    <w:rsid w:val="003D6FD9"/>
    <w:pPr>
      <w:numPr>
        <w:numId w:val="7"/>
      </w:numPr>
    </w:pPr>
  </w:style>
  <w:style w:type="paragraph" w:styleId="ListBullet4">
    <w:name w:val="List Bullet 4"/>
    <w:basedOn w:val="Normal"/>
    <w:semiHidden/>
    <w:rsid w:val="003D6FD9"/>
    <w:pPr>
      <w:numPr>
        <w:numId w:val="8"/>
      </w:numPr>
    </w:pPr>
  </w:style>
  <w:style w:type="paragraph" w:styleId="ListBullet5">
    <w:name w:val="List Bullet 5"/>
    <w:basedOn w:val="Normal"/>
    <w:semiHidden/>
    <w:rsid w:val="003D6FD9"/>
    <w:pPr>
      <w:numPr>
        <w:numId w:val="9"/>
      </w:numPr>
    </w:pPr>
  </w:style>
  <w:style w:type="paragraph" w:styleId="ListContinue">
    <w:name w:val="List Continue"/>
    <w:basedOn w:val="Normal"/>
    <w:semiHidden/>
    <w:rsid w:val="003D6FD9"/>
    <w:pPr>
      <w:ind w:left="283"/>
    </w:pPr>
  </w:style>
  <w:style w:type="paragraph" w:styleId="ListContinue2">
    <w:name w:val="List Continue 2"/>
    <w:basedOn w:val="Normal"/>
    <w:semiHidden/>
    <w:rsid w:val="003D6FD9"/>
    <w:pPr>
      <w:ind w:left="566"/>
    </w:pPr>
  </w:style>
  <w:style w:type="paragraph" w:styleId="ListContinue3">
    <w:name w:val="List Continue 3"/>
    <w:basedOn w:val="Normal"/>
    <w:semiHidden/>
    <w:rsid w:val="003D6FD9"/>
    <w:pPr>
      <w:ind w:left="849"/>
    </w:pPr>
  </w:style>
  <w:style w:type="paragraph" w:styleId="ListContinue4">
    <w:name w:val="List Continue 4"/>
    <w:basedOn w:val="Normal"/>
    <w:semiHidden/>
    <w:rsid w:val="003D6FD9"/>
    <w:pPr>
      <w:ind w:left="1132"/>
    </w:pPr>
  </w:style>
  <w:style w:type="paragraph" w:styleId="ListContinue5">
    <w:name w:val="List Continue 5"/>
    <w:basedOn w:val="Normal"/>
    <w:semiHidden/>
    <w:rsid w:val="003D6FD9"/>
    <w:pPr>
      <w:ind w:left="1415"/>
    </w:pPr>
  </w:style>
  <w:style w:type="paragraph" w:styleId="ListNumber">
    <w:name w:val="List Number"/>
    <w:basedOn w:val="Normal"/>
    <w:semiHidden/>
    <w:rsid w:val="003D6FD9"/>
    <w:pPr>
      <w:numPr>
        <w:numId w:val="10"/>
      </w:numPr>
    </w:pPr>
  </w:style>
  <w:style w:type="paragraph" w:styleId="ListNumber2">
    <w:name w:val="List Number 2"/>
    <w:basedOn w:val="Normal"/>
    <w:semiHidden/>
    <w:rsid w:val="003D6FD9"/>
    <w:pPr>
      <w:numPr>
        <w:numId w:val="11"/>
      </w:numPr>
    </w:pPr>
  </w:style>
  <w:style w:type="paragraph" w:styleId="ListNumber3">
    <w:name w:val="List Number 3"/>
    <w:basedOn w:val="Normal"/>
    <w:semiHidden/>
    <w:rsid w:val="003D6FD9"/>
    <w:pPr>
      <w:numPr>
        <w:numId w:val="12"/>
      </w:numPr>
    </w:pPr>
  </w:style>
  <w:style w:type="paragraph" w:styleId="ListNumber4">
    <w:name w:val="List Number 4"/>
    <w:basedOn w:val="Normal"/>
    <w:semiHidden/>
    <w:rsid w:val="003D6FD9"/>
    <w:pPr>
      <w:numPr>
        <w:numId w:val="13"/>
      </w:numPr>
    </w:pPr>
  </w:style>
  <w:style w:type="paragraph" w:styleId="ListNumber5">
    <w:name w:val="List Number 5"/>
    <w:basedOn w:val="Normal"/>
    <w:semiHidden/>
    <w:rsid w:val="003D6FD9"/>
    <w:pPr>
      <w:numPr>
        <w:numId w:val="14"/>
      </w:numPr>
    </w:pPr>
  </w:style>
  <w:style w:type="paragraph" w:styleId="MessageHeader">
    <w:name w:val="Message Header"/>
    <w:basedOn w:val="Normal"/>
    <w:semiHidden/>
    <w:rsid w:val="003D6FD9"/>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paragraph" w:styleId="NormalWeb">
    <w:name w:val="Normal (Web)"/>
    <w:basedOn w:val="Normal"/>
    <w:semiHidden/>
    <w:rsid w:val="003D6FD9"/>
    <w:rPr>
      <w:sz w:val="24"/>
      <w:szCs w:val="24"/>
    </w:rPr>
  </w:style>
  <w:style w:type="paragraph" w:styleId="NormalIndent">
    <w:name w:val="Normal Indent"/>
    <w:basedOn w:val="Normal"/>
    <w:semiHidden/>
    <w:rsid w:val="003D6FD9"/>
    <w:pPr>
      <w:ind w:left="720"/>
    </w:pPr>
  </w:style>
  <w:style w:type="paragraph" w:styleId="NoteHeading">
    <w:name w:val="Note Heading"/>
    <w:basedOn w:val="Normal"/>
    <w:next w:val="Normal"/>
    <w:semiHidden/>
    <w:rsid w:val="003D6FD9"/>
  </w:style>
  <w:style w:type="character" w:styleId="PageNumber">
    <w:name w:val="page number"/>
    <w:basedOn w:val="DefaultParagraphFont"/>
    <w:semiHidden/>
    <w:rsid w:val="003D6FD9"/>
  </w:style>
  <w:style w:type="paragraph" w:styleId="PlainText">
    <w:name w:val="Plain Text"/>
    <w:basedOn w:val="Normal"/>
    <w:semiHidden/>
    <w:rsid w:val="003D6FD9"/>
    <w:rPr>
      <w:rFonts w:ascii="Courier New" w:hAnsi="Courier New" w:cs="Courier New"/>
      <w:sz w:val="20"/>
    </w:rPr>
  </w:style>
  <w:style w:type="paragraph" w:styleId="Salutation">
    <w:name w:val="Salutation"/>
    <w:basedOn w:val="Normal"/>
    <w:next w:val="Normal"/>
    <w:semiHidden/>
    <w:rsid w:val="003D6FD9"/>
  </w:style>
  <w:style w:type="paragraph" w:styleId="Signature">
    <w:name w:val="Signature"/>
    <w:basedOn w:val="Normal"/>
    <w:semiHidden/>
    <w:rsid w:val="003D6FD9"/>
    <w:pPr>
      <w:ind w:left="4252"/>
    </w:pPr>
  </w:style>
  <w:style w:type="character" w:styleId="Strong">
    <w:name w:val="Strong"/>
    <w:basedOn w:val="DefaultParagraphFont"/>
    <w:qFormat/>
    <w:rsid w:val="003D6FD9"/>
    <w:rPr>
      <w:b/>
      <w:bCs/>
    </w:rPr>
  </w:style>
  <w:style w:type="paragraph" w:styleId="Subtitle">
    <w:name w:val="Subtitle"/>
    <w:basedOn w:val="Normal"/>
    <w:qFormat/>
    <w:rsid w:val="003D6FD9"/>
    <w:pPr>
      <w:spacing w:after="60"/>
      <w:jc w:val="center"/>
      <w:outlineLvl w:val="1"/>
    </w:pPr>
    <w:rPr>
      <w:rFonts w:ascii="Arial" w:hAnsi="Arial" w:cs="Arial"/>
      <w:sz w:val="24"/>
      <w:szCs w:val="24"/>
    </w:rPr>
  </w:style>
  <w:style w:type="table" w:styleId="Table3Deffects1">
    <w:name w:val="Table 3D effects 1"/>
    <w:basedOn w:val="TableNormal"/>
    <w:semiHidden/>
    <w:rsid w:val="003D6FD9"/>
    <w:pPr>
      <w:spacing w:before="120" w:after="120"/>
      <w:ind w:left="1134"/>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D6FD9"/>
    <w:pPr>
      <w:spacing w:before="120" w:after="120"/>
      <w:ind w:left="1134"/>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D6FD9"/>
    <w:pPr>
      <w:spacing w:before="120" w:after="120"/>
      <w:ind w:left="1134"/>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D6FD9"/>
    <w:pPr>
      <w:spacing w:before="120" w:after="120"/>
      <w:ind w:left="1134"/>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D6FD9"/>
    <w:pPr>
      <w:spacing w:before="120" w:after="120"/>
      <w:ind w:left="1134"/>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D6FD9"/>
    <w:pPr>
      <w:spacing w:before="120" w:after="120"/>
      <w:ind w:left="1134"/>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D6FD9"/>
    <w:pPr>
      <w:spacing w:before="120" w:after="120"/>
      <w:ind w:left="1134"/>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D6FD9"/>
    <w:pPr>
      <w:spacing w:before="120" w:after="120"/>
      <w:ind w:left="1134"/>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D6FD9"/>
    <w:pPr>
      <w:spacing w:before="120" w:after="120"/>
      <w:ind w:left="1134"/>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D6FD9"/>
    <w:pPr>
      <w:spacing w:before="120" w:after="120"/>
      <w:ind w:left="1134"/>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D6FD9"/>
    <w:pPr>
      <w:spacing w:before="120" w:after="120"/>
      <w:ind w:left="1134"/>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D6FD9"/>
    <w:pPr>
      <w:spacing w:before="120" w:after="120"/>
      <w:ind w:left="1134"/>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D6FD9"/>
    <w:pPr>
      <w:spacing w:before="120" w:after="120"/>
      <w:ind w:left="1134"/>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D6FD9"/>
    <w:pPr>
      <w:spacing w:before="120" w:after="120"/>
      <w:ind w:left="1134"/>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D6FD9"/>
    <w:pPr>
      <w:spacing w:before="120" w:after="120"/>
      <w:ind w:left="1134"/>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D6FD9"/>
    <w:pPr>
      <w:spacing w:before="120" w:after="120"/>
      <w:ind w:left="1134"/>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D6FD9"/>
    <w:pPr>
      <w:spacing w:before="120" w:after="120"/>
      <w:ind w:left="1134"/>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D6FD9"/>
    <w:pPr>
      <w:spacing w:before="120" w:after="120"/>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D6FD9"/>
    <w:pPr>
      <w:spacing w:before="120" w:after="120"/>
      <w:ind w:left="1134"/>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D6FD9"/>
    <w:pPr>
      <w:spacing w:before="120" w:after="120"/>
      <w:ind w:left="1134"/>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D6FD9"/>
    <w:pPr>
      <w:spacing w:before="120" w:after="120"/>
      <w:ind w:left="1134"/>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D6FD9"/>
    <w:pPr>
      <w:spacing w:before="120" w:after="120"/>
      <w:ind w:left="1134"/>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D6FD9"/>
    <w:pPr>
      <w:spacing w:before="120" w:after="120"/>
      <w:ind w:left="1134"/>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D6FD9"/>
    <w:pPr>
      <w:spacing w:before="120" w:after="120"/>
      <w:ind w:left="1134"/>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D6FD9"/>
    <w:pPr>
      <w:spacing w:before="120" w:after="120"/>
      <w:ind w:left="1134"/>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D6FD9"/>
    <w:pPr>
      <w:spacing w:before="120" w:after="120"/>
      <w:ind w:left="1134"/>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D6FD9"/>
    <w:pPr>
      <w:spacing w:before="120" w:after="120"/>
      <w:ind w:left="1134"/>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D6FD9"/>
    <w:pPr>
      <w:spacing w:before="120" w:after="120"/>
      <w:ind w:left="1134"/>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D6FD9"/>
    <w:pPr>
      <w:spacing w:before="120" w:after="120"/>
      <w:ind w:left="1134"/>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D6FD9"/>
    <w:pPr>
      <w:spacing w:before="120" w:after="120"/>
      <w:ind w:left="1134"/>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D6FD9"/>
    <w:pPr>
      <w:spacing w:before="120" w:after="120"/>
      <w:ind w:left="1134"/>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D6FD9"/>
    <w:pPr>
      <w:spacing w:before="120" w:after="120"/>
      <w:ind w:left="1134"/>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D6FD9"/>
    <w:pPr>
      <w:spacing w:before="120" w:after="120"/>
      <w:ind w:left="1134"/>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D6FD9"/>
    <w:pPr>
      <w:spacing w:before="120" w:after="120"/>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D6FD9"/>
    <w:pPr>
      <w:spacing w:before="120" w:after="120"/>
      <w:ind w:left="1134"/>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D6FD9"/>
    <w:pPr>
      <w:spacing w:before="120" w:after="120"/>
      <w:ind w:left="1134"/>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D6FD9"/>
    <w:pPr>
      <w:spacing w:before="120" w:after="120"/>
      <w:ind w:left="1134"/>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3D6FD9"/>
    <w:pPr>
      <w:spacing w:before="240" w:after="60"/>
      <w:jc w:val="center"/>
      <w:outlineLvl w:val="0"/>
    </w:pPr>
    <w:rPr>
      <w:rFonts w:ascii="Arial" w:hAnsi="Arial" w:cs="Arial"/>
      <w:b/>
      <w:bCs/>
      <w:kern w:val="28"/>
      <w:sz w:val="32"/>
      <w:szCs w:val="32"/>
    </w:rPr>
  </w:style>
  <w:style w:type="character" w:customStyle="1" w:styleId="Bold">
    <w:name w:val="Bold"/>
    <w:basedOn w:val="DefaultParagraphFont"/>
    <w:rsid w:val="003D6FD9"/>
    <w:rPr>
      <w:b/>
    </w:rPr>
  </w:style>
  <w:style w:type="character" w:customStyle="1" w:styleId="Italic">
    <w:name w:val="Italic"/>
    <w:basedOn w:val="DefaultParagraphFont"/>
    <w:rsid w:val="003D6FD9"/>
    <w:rPr>
      <w:i/>
    </w:rPr>
  </w:style>
  <w:style w:type="character" w:customStyle="1" w:styleId="BoldItalic">
    <w:name w:val="BoldItalic"/>
    <w:basedOn w:val="DefaultParagraphFont"/>
    <w:rsid w:val="003D6FD9"/>
    <w:rPr>
      <w:b/>
      <w:i/>
    </w:rPr>
  </w:style>
  <w:style w:type="paragraph" w:customStyle="1" w:styleId="Glossarytabletext">
    <w:name w:val="Glossary table text"/>
    <w:basedOn w:val="Normal"/>
    <w:rsid w:val="00123D96"/>
    <w:pPr>
      <w:spacing w:before="60" w:after="60"/>
    </w:pPr>
    <w:rPr>
      <w:sz w:val="20"/>
    </w:rPr>
  </w:style>
  <w:style w:type="character" w:customStyle="1" w:styleId="base-text-paragraphChar">
    <w:name w:val="base-text-paragraph Char"/>
    <w:basedOn w:val="DefaultParagraphFont"/>
    <w:link w:val="base-text-paragraph"/>
    <w:rsid w:val="00D85BEA"/>
    <w:rPr>
      <w:sz w:val="22"/>
    </w:rPr>
  </w:style>
  <w:style w:type="paragraph" w:styleId="FootnoteText">
    <w:name w:val="footnote text"/>
    <w:basedOn w:val="Normal"/>
    <w:rsid w:val="00034BE8"/>
    <w:pPr>
      <w:tabs>
        <w:tab w:val="left" w:pos="284"/>
      </w:tabs>
      <w:spacing w:before="0" w:after="0"/>
      <w:ind w:left="284" w:hanging="284"/>
    </w:pPr>
    <w:rPr>
      <w:sz w:val="20"/>
    </w:rPr>
  </w:style>
  <w:style w:type="numbering" w:customStyle="1" w:styleId="ChapterList">
    <w:name w:val="ChapterList"/>
    <w:uiPriority w:val="99"/>
    <w:rsid w:val="007966EF"/>
    <w:pPr>
      <w:numPr>
        <w:numId w:val="19"/>
      </w:numPr>
    </w:pPr>
  </w:style>
  <w:style w:type="paragraph" w:styleId="ListParagraph">
    <w:name w:val="List Paragraph"/>
    <w:basedOn w:val="Normal"/>
    <w:uiPriority w:val="34"/>
    <w:qFormat/>
    <w:rsid w:val="00D963F2"/>
    <w:pPr>
      <w:ind w:left="720"/>
      <w:contextualSpacing/>
    </w:pPr>
  </w:style>
  <w:style w:type="numbering" w:customStyle="1" w:styleId="DotPointList">
    <w:name w:val="Dot Point List"/>
    <w:uiPriority w:val="99"/>
    <w:rsid w:val="008C51F4"/>
    <w:pPr>
      <w:numPr>
        <w:numId w:val="20"/>
      </w:numPr>
    </w:pPr>
  </w:style>
  <w:style w:type="numbering" w:customStyle="1" w:styleId="ExampleDotPointList">
    <w:name w:val="Example Dot Point List"/>
    <w:uiPriority w:val="99"/>
    <w:rsid w:val="008C51F4"/>
    <w:pPr>
      <w:numPr>
        <w:numId w:val="21"/>
      </w:numPr>
    </w:pPr>
  </w:style>
  <w:style w:type="numbering" w:customStyle="1" w:styleId="TableDotPointList">
    <w:name w:val="Table Dot Point List"/>
    <w:uiPriority w:val="99"/>
    <w:rsid w:val="00A37F77"/>
    <w:pPr>
      <w:numPr>
        <w:numId w:val="22"/>
      </w:numPr>
    </w:pPr>
  </w:style>
  <w:style w:type="character" w:customStyle="1" w:styleId="Font30point">
    <w:name w:val="Font 30 point"/>
    <w:basedOn w:val="DefaultParagraphFont"/>
    <w:rsid w:val="003E0794"/>
    <w:rPr>
      <w:sz w:val="60"/>
    </w:rPr>
  </w:style>
  <w:style w:type="character" w:customStyle="1" w:styleId="Font15point">
    <w:name w:val="Font 15 point"/>
    <w:basedOn w:val="DefaultParagraphFont"/>
    <w:rsid w:val="00D67ADC"/>
    <w:rPr>
      <w:sz w:val="30"/>
    </w:rPr>
  </w:style>
  <w:style w:type="character" w:customStyle="1" w:styleId="Font19point">
    <w:name w:val="Font 19 point"/>
    <w:basedOn w:val="DefaultParagraphFont"/>
    <w:rsid w:val="00D67ADC"/>
    <w:rPr>
      <w:sz w:val="38"/>
    </w:rPr>
  </w:style>
  <w:style w:type="character" w:styleId="Hyperlink">
    <w:name w:val="Hyperlink"/>
    <w:basedOn w:val="DefaultParagraphFont"/>
    <w:rsid w:val="005255EA"/>
    <w:rPr>
      <w:color w:val="0000FF" w:themeColor="hyperlink"/>
      <w:u w:val="single"/>
    </w:rPr>
  </w:style>
  <w:style w:type="character" w:styleId="FollowedHyperlink">
    <w:name w:val="FollowedHyperlink"/>
    <w:basedOn w:val="DefaultParagraphFont"/>
    <w:rsid w:val="00F053A1"/>
    <w:rPr>
      <w:color w:val="800080" w:themeColor="followedHyperlink"/>
      <w:u w:val="single"/>
    </w:rPr>
  </w:style>
  <w:style w:type="character" w:customStyle="1" w:styleId="HeaderChar">
    <w:name w:val="Header Char"/>
    <w:basedOn w:val="DefaultParagraphFont"/>
    <w:link w:val="Header"/>
    <w:semiHidden/>
    <w:rsid w:val="00450635"/>
    <w:rPr>
      <w:sz w:val="22"/>
    </w:rPr>
  </w:style>
  <w:style w:type="paragraph" w:customStyle="1" w:styleId="SecurityClassificationHeader">
    <w:name w:val="Security Classification Header"/>
    <w:link w:val="SecurityClassificationHeaderChar"/>
    <w:rsid w:val="000223DC"/>
    <w:pPr>
      <w:spacing w:before="240" w:after="60"/>
      <w:jc w:val="center"/>
    </w:pPr>
    <w:rPr>
      <w:rFonts w:ascii="Calibri" w:hAnsi="Calibri"/>
      <w:b/>
      <w:caps/>
      <w:sz w:val="24"/>
    </w:rPr>
  </w:style>
  <w:style w:type="character" w:customStyle="1" w:styleId="SecurityClassificationHeaderChar">
    <w:name w:val="Security Classification Header Char"/>
    <w:basedOn w:val="HeaderChar"/>
    <w:link w:val="SecurityClassificationHeader"/>
    <w:rsid w:val="000223DC"/>
    <w:rPr>
      <w:rFonts w:ascii="Calibri" w:hAnsi="Calibri"/>
      <w:b/>
      <w:caps/>
      <w:sz w:val="24"/>
    </w:rPr>
  </w:style>
  <w:style w:type="paragraph" w:customStyle="1" w:styleId="SecurityClassificationFooter">
    <w:name w:val="Security Classification Footer"/>
    <w:link w:val="SecurityClassificationFooterChar"/>
    <w:rsid w:val="000223DC"/>
    <w:pPr>
      <w:spacing w:before="60" w:after="240"/>
      <w:jc w:val="center"/>
    </w:pPr>
    <w:rPr>
      <w:rFonts w:ascii="Calibri" w:hAnsi="Calibri"/>
      <w:b/>
      <w:caps/>
      <w:sz w:val="24"/>
    </w:rPr>
  </w:style>
  <w:style w:type="character" w:customStyle="1" w:styleId="SecurityClassificationFooterChar">
    <w:name w:val="Security Classification Footer Char"/>
    <w:basedOn w:val="HeaderChar"/>
    <w:link w:val="SecurityClassificationFooter"/>
    <w:rsid w:val="000223DC"/>
    <w:rPr>
      <w:rFonts w:ascii="Calibri" w:hAnsi="Calibri"/>
      <w:b/>
      <w:caps/>
      <w:sz w:val="24"/>
    </w:rPr>
  </w:style>
  <w:style w:type="paragraph" w:customStyle="1" w:styleId="DLMSecurityHeader">
    <w:name w:val="DLM Security Header"/>
    <w:link w:val="DLMSecurityHeaderChar"/>
    <w:rsid w:val="000223DC"/>
    <w:pPr>
      <w:spacing w:before="60" w:after="240"/>
      <w:jc w:val="center"/>
    </w:pPr>
    <w:rPr>
      <w:rFonts w:ascii="Calibri" w:hAnsi="Calibri"/>
      <w:b/>
      <w:caps/>
      <w:sz w:val="24"/>
    </w:rPr>
  </w:style>
  <w:style w:type="character" w:customStyle="1" w:styleId="DLMSecurityHeaderChar">
    <w:name w:val="DLM Security Header Char"/>
    <w:basedOn w:val="HeaderChar"/>
    <w:link w:val="DLMSecurityHeader"/>
    <w:rsid w:val="000223DC"/>
    <w:rPr>
      <w:rFonts w:ascii="Calibri" w:hAnsi="Calibri"/>
      <w:b/>
      <w:caps/>
      <w:sz w:val="24"/>
    </w:rPr>
  </w:style>
  <w:style w:type="paragraph" w:customStyle="1" w:styleId="DLMSecurityFooter">
    <w:name w:val="DLM Security Footer"/>
    <w:link w:val="DLMSecurityFooterChar"/>
    <w:rsid w:val="000223DC"/>
    <w:pPr>
      <w:spacing w:before="240" w:after="60"/>
      <w:jc w:val="center"/>
    </w:pPr>
    <w:rPr>
      <w:rFonts w:ascii="Calibri" w:hAnsi="Calibri"/>
      <w:b/>
      <w:caps/>
      <w:sz w:val="24"/>
    </w:rPr>
  </w:style>
  <w:style w:type="character" w:customStyle="1" w:styleId="DLMSecurityFooterChar">
    <w:name w:val="DLM Security Footer Char"/>
    <w:basedOn w:val="HeaderChar"/>
    <w:link w:val="DLMSecurityFooter"/>
    <w:rsid w:val="000223DC"/>
    <w:rPr>
      <w:rFonts w:ascii="Calibri" w:hAnsi="Calibri"/>
      <w:b/>
      <w:caps/>
      <w:sz w:val="24"/>
    </w:rPr>
  </w:style>
  <w:style w:type="paragraph" w:styleId="BalloonText">
    <w:name w:val="Balloon Text"/>
    <w:basedOn w:val="Normal"/>
    <w:link w:val="BalloonTextChar"/>
    <w:rsid w:val="002E2D2F"/>
    <w:pPr>
      <w:spacing w:before="0" w:after="0"/>
    </w:pPr>
    <w:rPr>
      <w:rFonts w:ascii="Tahoma" w:hAnsi="Tahoma" w:cs="Tahoma"/>
      <w:sz w:val="16"/>
      <w:szCs w:val="16"/>
    </w:rPr>
  </w:style>
  <w:style w:type="character" w:customStyle="1" w:styleId="BalloonTextChar">
    <w:name w:val="Balloon Text Char"/>
    <w:basedOn w:val="DefaultParagraphFont"/>
    <w:link w:val="BalloonText"/>
    <w:rsid w:val="002E2D2F"/>
    <w:rPr>
      <w:rFonts w:ascii="Tahoma" w:hAnsi="Tahoma" w:cs="Tahoma"/>
      <w:sz w:val="16"/>
      <w:szCs w:val="16"/>
    </w:rPr>
  </w:style>
  <w:style w:type="character" w:styleId="CommentReference">
    <w:name w:val="annotation reference"/>
    <w:basedOn w:val="DefaultParagraphFont"/>
    <w:rsid w:val="006D76B0"/>
    <w:rPr>
      <w:sz w:val="16"/>
      <w:szCs w:val="16"/>
    </w:rPr>
  </w:style>
  <w:style w:type="paragraph" w:styleId="CommentText">
    <w:name w:val="annotation text"/>
    <w:basedOn w:val="Normal"/>
    <w:link w:val="CommentTextChar"/>
    <w:rsid w:val="006D76B0"/>
    <w:rPr>
      <w:sz w:val="20"/>
    </w:rPr>
  </w:style>
  <w:style w:type="character" w:customStyle="1" w:styleId="CommentTextChar">
    <w:name w:val="Comment Text Char"/>
    <w:basedOn w:val="DefaultParagraphFont"/>
    <w:link w:val="CommentText"/>
    <w:rsid w:val="006D76B0"/>
  </w:style>
  <w:style w:type="paragraph" w:styleId="CommentSubject">
    <w:name w:val="annotation subject"/>
    <w:basedOn w:val="CommentText"/>
    <w:next w:val="CommentText"/>
    <w:link w:val="CommentSubjectChar"/>
    <w:rsid w:val="006D76B0"/>
    <w:rPr>
      <w:b/>
      <w:bCs/>
    </w:rPr>
  </w:style>
  <w:style w:type="character" w:customStyle="1" w:styleId="CommentSubjectChar">
    <w:name w:val="Comment Subject Char"/>
    <w:basedOn w:val="CommentTextChar"/>
    <w:link w:val="CommentSubject"/>
    <w:rsid w:val="006D76B0"/>
    <w:rPr>
      <w:b/>
      <w:bCs/>
    </w:rPr>
  </w:style>
  <w:style w:type="paragraph" w:customStyle="1" w:styleId="OutlineNumbered1">
    <w:name w:val="Outline Numbered 1"/>
    <w:basedOn w:val="Normal"/>
    <w:link w:val="OutlineNumbered1Char"/>
    <w:rsid w:val="00DE0ED7"/>
    <w:pPr>
      <w:numPr>
        <w:numId w:val="42"/>
      </w:numPr>
      <w:spacing w:before="0" w:after="240" w:line="260" w:lineRule="exact"/>
      <w:jc w:val="both"/>
    </w:pPr>
    <w:rPr>
      <w:rFonts w:ascii="Book Antiqua" w:hAnsi="Book Antiqua"/>
      <w:color w:val="000000"/>
    </w:rPr>
  </w:style>
  <w:style w:type="paragraph" w:customStyle="1" w:styleId="OutlineNumbered2">
    <w:name w:val="Outline Numbered 2"/>
    <w:basedOn w:val="Normal"/>
    <w:rsid w:val="00DE0ED7"/>
    <w:pPr>
      <w:numPr>
        <w:ilvl w:val="1"/>
        <w:numId w:val="42"/>
      </w:numPr>
      <w:spacing w:before="0" w:after="240" w:line="260" w:lineRule="exact"/>
      <w:jc w:val="both"/>
    </w:pPr>
    <w:rPr>
      <w:rFonts w:ascii="Book Antiqua" w:hAnsi="Book Antiqua"/>
      <w:color w:val="000000"/>
    </w:rPr>
  </w:style>
  <w:style w:type="paragraph" w:customStyle="1" w:styleId="OutlineNumbered3">
    <w:name w:val="Outline Numbered 3"/>
    <w:basedOn w:val="Normal"/>
    <w:rsid w:val="00DE0ED7"/>
    <w:pPr>
      <w:numPr>
        <w:ilvl w:val="2"/>
        <w:numId w:val="42"/>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E0ED7"/>
    <w:rPr>
      <w:rFonts w:ascii="Book Antiqua" w:hAnsi="Book Antiqua"/>
      <w:color w:val="000000"/>
      <w:sz w:val="22"/>
    </w:rPr>
  </w:style>
  <w:style w:type="paragraph" w:customStyle="1" w:styleId="Bullet">
    <w:name w:val="Bullet"/>
    <w:basedOn w:val="Normal"/>
    <w:link w:val="BulletChar"/>
    <w:rsid w:val="00DE0ED7"/>
    <w:pPr>
      <w:numPr>
        <w:numId w:val="40"/>
      </w:numPr>
      <w:spacing w:before="0" w:after="240" w:line="260" w:lineRule="exact"/>
      <w:jc w:val="both"/>
    </w:pPr>
    <w:rPr>
      <w:rFonts w:ascii="Book Antiqua" w:hAnsi="Book Antiqua"/>
      <w:color w:val="000000"/>
    </w:rPr>
  </w:style>
  <w:style w:type="paragraph" w:customStyle="1" w:styleId="Dash">
    <w:name w:val="Dash"/>
    <w:basedOn w:val="Normal"/>
    <w:rsid w:val="00DE0ED7"/>
    <w:pPr>
      <w:numPr>
        <w:ilvl w:val="1"/>
        <w:numId w:val="40"/>
      </w:numPr>
      <w:spacing w:before="0" w:after="240" w:line="260" w:lineRule="exact"/>
      <w:jc w:val="both"/>
    </w:pPr>
    <w:rPr>
      <w:rFonts w:ascii="Book Antiqua" w:hAnsi="Book Antiqua"/>
      <w:color w:val="000000"/>
    </w:rPr>
  </w:style>
  <w:style w:type="paragraph" w:customStyle="1" w:styleId="DoubleDot">
    <w:name w:val="Double Dot"/>
    <w:basedOn w:val="Normal"/>
    <w:rsid w:val="00DE0ED7"/>
    <w:pPr>
      <w:numPr>
        <w:ilvl w:val="2"/>
        <w:numId w:val="40"/>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E0ED7"/>
    <w:rPr>
      <w:rFonts w:ascii="Book Antiqua" w:hAnsi="Book Antiqua"/>
      <w:color w:val="000000"/>
      <w:sz w:val="22"/>
    </w:rPr>
  </w:style>
  <w:style w:type="paragraph" w:customStyle="1" w:styleId="BoxHeading">
    <w:name w:val="Box Heading"/>
    <w:basedOn w:val="Normal"/>
    <w:next w:val="Normal"/>
    <w:rsid w:val="00DE0ED7"/>
    <w:pPr>
      <w:keepNext/>
      <w:numPr>
        <w:numId w:val="41"/>
      </w:numPr>
    </w:pPr>
    <w:rPr>
      <w:rFonts w:ascii="Century Gothic" w:hAnsi="Century Gothic"/>
      <w:b/>
      <w:color w:val="1F497D" w:themeColor="text2"/>
    </w:rPr>
  </w:style>
  <w:style w:type="numbering" w:customStyle="1" w:styleId="Optionboxheading">
    <w:name w:val="Option box heading"/>
    <w:uiPriority w:val="99"/>
    <w:rsid w:val="00DE0ED7"/>
    <w:pPr>
      <w:numPr>
        <w:numId w:val="41"/>
      </w:numPr>
    </w:pPr>
  </w:style>
  <w:style w:type="character" w:styleId="FootnoteReference">
    <w:name w:val="footnote reference"/>
    <w:basedOn w:val="DefaultParagraphFont"/>
    <w:rsid w:val="00816582"/>
    <w:rPr>
      <w:vertAlign w:val="superscript"/>
    </w:rPr>
  </w:style>
  <w:style w:type="paragraph" w:styleId="Revision">
    <w:name w:val="Revision"/>
    <w:hidden/>
    <w:uiPriority w:val="99"/>
    <w:semiHidden/>
    <w:rsid w:val="002A6EC5"/>
    <w:rPr>
      <w:sz w:val="22"/>
    </w:rPr>
  </w:style>
  <w:style w:type="numbering" w:customStyle="1" w:styleId="ChapterList1">
    <w:name w:val="ChapterList1"/>
    <w:uiPriority w:val="99"/>
    <w:rsid w:val="00EF50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62D28"/>
    <w:pPr>
      <w:spacing w:before="120" w:after="120"/>
    </w:pPr>
    <w:rPr>
      <w:sz w:val="22"/>
    </w:rPr>
  </w:style>
  <w:style w:type="paragraph" w:styleId="Heading1">
    <w:name w:val="heading 1"/>
    <w:basedOn w:val="Normal"/>
    <w:next w:val="base-text-paragraph"/>
    <w:qFormat/>
    <w:rsid w:val="00832743"/>
    <w:pPr>
      <w:keepNext/>
      <w:spacing w:before="720"/>
      <w:outlineLvl w:val="0"/>
    </w:pPr>
    <w:rPr>
      <w:rFonts w:ascii="Helvetica" w:hAnsi="Helvetica"/>
      <w:b/>
      <w:caps/>
      <w:sz w:val="28"/>
    </w:rPr>
  </w:style>
  <w:style w:type="paragraph" w:styleId="Heading2">
    <w:name w:val="heading 2"/>
    <w:basedOn w:val="Heading1"/>
    <w:next w:val="base-text-paragraph"/>
    <w:qFormat/>
    <w:rsid w:val="008C359D"/>
    <w:pPr>
      <w:spacing w:before="480"/>
      <w:outlineLvl w:val="1"/>
    </w:pPr>
    <w:rPr>
      <w:caps w:val="0"/>
      <w:sz w:val="26"/>
    </w:rPr>
  </w:style>
  <w:style w:type="paragraph" w:styleId="Heading3">
    <w:name w:val="heading 3"/>
    <w:basedOn w:val="Heading2"/>
    <w:next w:val="base-text-paragraph"/>
    <w:qFormat/>
    <w:rsid w:val="00DA72C6"/>
    <w:pPr>
      <w:spacing w:before="240"/>
      <w:outlineLvl w:val="2"/>
    </w:pPr>
    <w:rPr>
      <w:sz w:val="22"/>
    </w:rPr>
  </w:style>
  <w:style w:type="paragraph" w:styleId="Heading4">
    <w:name w:val="heading 4"/>
    <w:basedOn w:val="Heading3"/>
    <w:next w:val="base-text-paragraph"/>
    <w:qFormat/>
    <w:rsid w:val="00231CBA"/>
    <w:pPr>
      <w:spacing w:before="120"/>
      <w:ind w:left="1134"/>
      <w:outlineLvl w:val="3"/>
    </w:pPr>
    <w:rPr>
      <w:rFonts w:ascii="Times New Roman" w:hAnsi="Times New Roman"/>
      <w:i/>
    </w:rPr>
  </w:style>
  <w:style w:type="paragraph" w:styleId="Heading5">
    <w:name w:val="heading 5"/>
    <w:basedOn w:val="Heading4"/>
    <w:next w:val="base-text-paragraph"/>
    <w:qFormat/>
    <w:rsid w:val="00231CBA"/>
    <w:pPr>
      <w:spacing w:after="60"/>
      <w:outlineLvl w:val="4"/>
    </w:pPr>
    <w:rPr>
      <w:b w:val="0"/>
      <w:bCs/>
      <w:iCs/>
      <w:szCs w:val="26"/>
    </w:rPr>
  </w:style>
  <w:style w:type="paragraph" w:styleId="Heading6">
    <w:name w:val="heading 6"/>
    <w:basedOn w:val="Heading5"/>
    <w:next w:val="base-text-paragraph"/>
    <w:qFormat/>
    <w:rsid w:val="00231CBA"/>
    <w:pPr>
      <w:outlineLvl w:val="5"/>
    </w:pPr>
    <w:rPr>
      <w:bCs w:val="0"/>
      <w:i w:val="0"/>
      <w:szCs w:val="22"/>
      <w:u w:val="single"/>
    </w:rPr>
  </w:style>
  <w:style w:type="paragraph" w:styleId="Heading7">
    <w:name w:val="heading 7"/>
    <w:basedOn w:val="Normal"/>
    <w:next w:val="Normal"/>
    <w:qFormat/>
    <w:rsid w:val="003D6FD9"/>
    <w:pPr>
      <w:spacing w:before="240" w:after="60"/>
      <w:outlineLvl w:val="6"/>
    </w:pPr>
    <w:rPr>
      <w:sz w:val="24"/>
      <w:szCs w:val="24"/>
    </w:rPr>
  </w:style>
  <w:style w:type="paragraph" w:styleId="Heading8">
    <w:name w:val="heading 8"/>
    <w:basedOn w:val="Normal"/>
    <w:next w:val="Normal"/>
    <w:qFormat/>
    <w:rsid w:val="003D6FD9"/>
    <w:pPr>
      <w:spacing w:before="240" w:after="60"/>
      <w:outlineLvl w:val="7"/>
    </w:pPr>
    <w:rPr>
      <w:i/>
      <w:iCs/>
      <w:sz w:val="24"/>
      <w:szCs w:val="24"/>
    </w:rPr>
  </w:style>
  <w:style w:type="paragraph" w:styleId="Heading9">
    <w:name w:val="heading 9"/>
    <w:basedOn w:val="Normal"/>
    <w:next w:val="Normal"/>
    <w:qFormat/>
    <w:rsid w:val="003D6FD9"/>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rsid w:val="00B94FB4"/>
    <w:pPr>
      <w:spacing w:after="0"/>
    </w:pPr>
  </w:style>
  <w:style w:type="paragraph" w:customStyle="1" w:styleId="ChapterHeading">
    <w:name w:val="Chapter Heading"/>
    <w:next w:val="Heading2"/>
    <w:rsid w:val="007966EF"/>
    <w:pPr>
      <w:numPr>
        <w:numId w:val="32"/>
      </w:numPr>
      <w:pBdr>
        <w:top w:val="single" w:sz="4" w:space="1" w:color="auto"/>
        <w:bottom w:val="single" w:sz="4" w:space="1" w:color="auto"/>
      </w:pBdr>
      <w:spacing w:before="240" w:line="260" w:lineRule="atLeast"/>
    </w:pPr>
    <w:rPr>
      <w:rFonts w:ascii="Helvetica" w:hAnsi="Helvetica"/>
      <w:b/>
      <w:i/>
      <w:sz w:val="38"/>
    </w:rPr>
  </w:style>
  <w:style w:type="paragraph" w:customStyle="1" w:styleId="Heading2with18pointafter">
    <w:name w:val="Heading 2 with 18 point after"/>
    <w:basedOn w:val="Heading2"/>
    <w:next w:val="Normal"/>
    <w:rsid w:val="009B2AD6"/>
    <w:pPr>
      <w:spacing w:after="360"/>
    </w:pPr>
  </w:style>
  <w:style w:type="paragraph" w:customStyle="1" w:styleId="TableHeadingoutsidetable">
    <w:name w:val="Table Heading (outside table)"/>
    <w:basedOn w:val="Heading4"/>
    <w:rsid w:val="007966EF"/>
    <w:pPr>
      <w:numPr>
        <w:ilvl w:val="4"/>
        <w:numId w:val="32"/>
      </w:numPr>
      <w:tabs>
        <w:tab w:val="num" w:pos="360"/>
      </w:tabs>
    </w:pPr>
    <w:rPr>
      <w:i w:val="0"/>
    </w:rPr>
  </w:style>
  <w:style w:type="paragraph" w:customStyle="1" w:styleId="base-text-paragraph">
    <w:name w:val="base-text-paragraph"/>
    <w:basedOn w:val="Normal"/>
    <w:link w:val="base-text-paragraphChar"/>
    <w:rsid w:val="00D85BEA"/>
    <w:pPr>
      <w:numPr>
        <w:ilvl w:val="1"/>
        <w:numId w:val="32"/>
      </w:numPr>
    </w:pPr>
  </w:style>
  <w:style w:type="paragraph" w:customStyle="1" w:styleId="base-text-paragraphnonumbers">
    <w:name w:val="base-text-paragraph no numbers"/>
    <w:basedOn w:val="Normal"/>
    <w:rsid w:val="002857E2"/>
    <w:pPr>
      <w:ind w:left="1134"/>
    </w:pPr>
  </w:style>
  <w:style w:type="paragraph" w:customStyle="1" w:styleId="exampletext">
    <w:name w:val="example text"/>
    <w:basedOn w:val="Normal"/>
    <w:rsid w:val="008752F1"/>
    <w:pPr>
      <w:ind w:left="1985"/>
    </w:pPr>
    <w:rPr>
      <w:sz w:val="20"/>
    </w:rPr>
  </w:style>
  <w:style w:type="paragraph" w:customStyle="1" w:styleId="ExampleHeading">
    <w:name w:val="Example Heading"/>
    <w:basedOn w:val="Normal"/>
    <w:next w:val="exampletext"/>
    <w:rsid w:val="009B0AB7"/>
    <w:pPr>
      <w:keepNext/>
      <w:numPr>
        <w:ilvl w:val="3"/>
        <w:numId w:val="32"/>
      </w:numPr>
      <w:tabs>
        <w:tab w:val="num" w:pos="360"/>
      </w:tabs>
      <w:ind w:left="0"/>
    </w:pPr>
    <w:rPr>
      <w:b/>
    </w:rPr>
  </w:style>
  <w:style w:type="paragraph" w:customStyle="1" w:styleId="Diagram">
    <w:name w:val="Diagram"/>
    <w:basedOn w:val="Normal"/>
    <w:next w:val="base-text-paragraphnonumbers"/>
    <w:rsid w:val="0036787F"/>
    <w:pPr>
      <w:keepNext/>
      <w:numPr>
        <w:ilvl w:val="2"/>
        <w:numId w:val="32"/>
      </w:numPr>
      <w:tabs>
        <w:tab w:val="num" w:pos="360"/>
      </w:tabs>
      <w:spacing w:before="0" w:after="0"/>
      <w:ind w:left="0"/>
    </w:pPr>
    <w:rPr>
      <w:b/>
    </w:rPr>
  </w:style>
  <w:style w:type="paragraph" w:customStyle="1" w:styleId="dotpoint">
    <w:name w:val="dot point"/>
    <w:basedOn w:val="Normal"/>
    <w:rsid w:val="00D85BEA"/>
    <w:pPr>
      <w:numPr>
        <w:numId w:val="2"/>
      </w:numPr>
    </w:pPr>
  </w:style>
  <w:style w:type="paragraph" w:customStyle="1" w:styleId="dotpoint2">
    <w:name w:val="dot point 2"/>
    <w:basedOn w:val="Normal"/>
    <w:rsid w:val="00E62E8C"/>
    <w:pPr>
      <w:numPr>
        <w:ilvl w:val="1"/>
        <w:numId w:val="20"/>
      </w:numPr>
      <w:tabs>
        <w:tab w:val="clear" w:pos="2552"/>
        <w:tab w:val="num" w:pos="360"/>
      </w:tabs>
      <w:ind w:left="2268" w:firstLine="0"/>
    </w:pPr>
  </w:style>
  <w:style w:type="paragraph" w:customStyle="1" w:styleId="exampledotpoint1">
    <w:name w:val="example dot point 1"/>
    <w:basedOn w:val="exampletext"/>
    <w:rsid w:val="008C51F4"/>
    <w:pPr>
      <w:numPr>
        <w:numId w:val="21"/>
      </w:numPr>
    </w:pPr>
  </w:style>
  <w:style w:type="paragraph" w:customStyle="1" w:styleId="exampledotpoint2">
    <w:name w:val="example dot point 2"/>
    <w:basedOn w:val="exampletext"/>
    <w:rsid w:val="008C51F4"/>
    <w:pPr>
      <w:numPr>
        <w:ilvl w:val="1"/>
        <w:numId w:val="21"/>
      </w:numPr>
    </w:pPr>
  </w:style>
  <w:style w:type="paragraph" w:customStyle="1" w:styleId="tabletext">
    <w:name w:val="table text"/>
    <w:basedOn w:val="Normal"/>
    <w:rsid w:val="00832743"/>
    <w:pPr>
      <w:spacing w:before="40" w:after="40"/>
    </w:pPr>
    <w:rPr>
      <w:sz w:val="20"/>
    </w:rPr>
  </w:style>
  <w:style w:type="paragraph" w:customStyle="1" w:styleId="tabledotpoint">
    <w:name w:val="table dot point"/>
    <w:basedOn w:val="tabletext"/>
    <w:rsid w:val="00A37F77"/>
    <w:pPr>
      <w:numPr>
        <w:numId w:val="23"/>
      </w:numPr>
    </w:pPr>
  </w:style>
  <w:style w:type="paragraph" w:customStyle="1" w:styleId="tabledotpoint2">
    <w:name w:val="table dot point 2"/>
    <w:basedOn w:val="tabletext"/>
    <w:rsid w:val="00A37F77"/>
    <w:pPr>
      <w:numPr>
        <w:ilvl w:val="1"/>
        <w:numId w:val="23"/>
      </w:numPr>
    </w:pPr>
  </w:style>
  <w:style w:type="paragraph" w:customStyle="1" w:styleId="Baseparagraphcentred">
    <w:name w:val="Base paragraph centred"/>
    <w:basedOn w:val="Normal"/>
    <w:rsid w:val="00813210"/>
    <w:pPr>
      <w:jc w:val="center"/>
    </w:pPr>
  </w:style>
  <w:style w:type="paragraph" w:customStyle="1" w:styleId="BillName">
    <w:name w:val="Bill Name"/>
    <w:basedOn w:val="Normal"/>
    <w:next w:val="Baseparagraphcentred"/>
    <w:rsid w:val="00C8648B"/>
    <w:pPr>
      <w:pBdr>
        <w:top w:val="single" w:sz="4" w:space="12" w:color="auto"/>
        <w:bottom w:val="single" w:sz="4" w:space="12" w:color="auto"/>
      </w:pBdr>
      <w:jc w:val="center"/>
    </w:pPr>
    <w:rPr>
      <w:caps/>
    </w:rPr>
  </w:style>
  <w:style w:type="paragraph" w:customStyle="1" w:styleId="BTPwithextraspacing">
    <w:name w:val="BTP with extra spacing"/>
    <w:basedOn w:val="Normal"/>
    <w:rsid w:val="00502551"/>
    <w:pPr>
      <w:spacing w:before="360" w:after="360"/>
      <w:ind w:left="1134"/>
    </w:pPr>
  </w:style>
  <w:style w:type="paragraph" w:customStyle="1" w:styleId="Chapterheadingsubdocument">
    <w:name w:val="Chapter heading subdocument"/>
    <w:basedOn w:val="Normal"/>
    <w:next w:val="base-text-paragraphnonumbers"/>
    <w:rsid w:val="00885BE8"/>
    <w:pPr>
      <w:pBdr>
        <w:top w:val="single" w:sz="4" w:space="1" w:color="auto"/>
        <w:bottom w:val="single" w:sz="4" w:space="1" w:color="auto"/>
      </w:pBdr>
      <w:spacing w:before="240" w:after="0" w:line="260" w:lineRule="atLeast"/>
    </w:pPr>
    <w:rPr>
      <w:rFonts w:ascii="Helvetica" w:hAnsi="Helvetica"/>
      <w:b/>
      <w:i/>
      <w:sz w:val="38"/>
    </w:rPr>
  </w:style>
  <w:style w:type="paragraph" w:customStyle="1" w:styleId="exampleindent">
    <w:name w:val="example indent"/>
    <w:basedOn w:val="exampletext"/>
    <w:rsid w:val="008F1A67"/>
    <w:pPr>
      <w:ind w:left="2268"/>
    </w:pPr>
  </w:style>
  <w:style w:type="paragraph" w:customStyle="1" w:styleId="leftfooter">
    <w:name w:val="left footer"/>
    <w:basedOn w:val="Normal"/>
    <w:rsid w:val="00346BEB"/>
    <w:pPr>
      <w:pBdr>
        <w:top w:val="single" w:sz="4" w:space="1" w:color="auto"/>
      </w:pBdr>
      <w:spacing w:before="240" w:after="0"/>
    </w:pPr>
    <w:rPr>
      <w:i/>
      <w:sz w:val="20"/>
    </w:rPr>
  </w:style>
  <w:style w:type="paragraph" w:customStyle="1" w:styleId="Hiddentext">
    <w:name w:val="Hiddentext"/>
    <w:basedOn w:val="Normal"/>
    <w:rsid w:val="00346BEB"/>
    <w:rPr>
      <w:vanish/>
    </w:rPr>
  </w:style>
  <w:style w:type="paragraph" w:customStyle="1" w:styleId="leftheader">
    <w:name w:val="left header"/>
    <w:basedOn w:val="Normal"/>
    <w:rsid w:val="00346BEB"/>
    <w:pPr>
      <w:pBdr>
        <w:bottom w:val="single" w:sz="4" w:space="1" w:color="auto"/>
      </w:pBdr>
    </w:pPr>
    <w:rPr>
      <w:i/>
      <w:sz w:val="20"/>
    </w:rPr>
  </w:style>
  <w:style w:type="character" w:customStyle="1" w:styleId="Referencingstyle">
    <w:name w:val="Referencing style"/>
    <w:basedOn w:val="DefaultParagraphFont"/>
    <w:rsid w:val="007652BC"/>
    <w:rPr>
      <w:b/>
      <w:i/>
      <w:sz w:val="18"/>
    </w:rPr>
  </w:style>
  <w:style w:type="paragraph" w:customStyle="1" w:styleId="rightfooter">
    <w:name w:val="right footer"/>
    <w:basedOn w:val="Normal"/>
    <w:rsid w:val="005A76CC"/>
    <w:pPr>
      <w:pBdr>
        <w:top w:val="single" w:sz="4" w:space="1" w:color="auto"/>
      </w:pBdr>
      <w:spacing w:before="240" w:after="0"/>
      <w:jc w:val="right"/>
    </w:pPr>
    <w:rPr>
      <w:i/>
      <w:sz w:val="20"/>
    </w:rPr>
  </w:style>
  <w:style w:type="paragraph" w:customStyle="1" w:styleId="rightheader">
    <w:name w:val="right header"/>
    <w:basedOn w:val="Normal"/>
    <w:rsid w:val="005A76CC"/>
    <w:pPr>
      <w:pBdr>
        <w:bottom w:val="single" w:sz="4" w:space="1" w:color="auto"/>
      </w:pBdr>
      <w:jc w:val="right"/>
    </w:pPr>
    <w:rPr>
      <w:i/>
      <w:sz w:val="20"/>
    </w:rPr>
  </w:style>
  <w:style w:type="paragraph" w:customStyle="1" w:styleId="tableheaderwithintable">
    <w:name w:val="table header (within table)"/>
    <w:basedOn w:val="Heading4"/>
    <w:rsid w:val="00F92FE2"/>
    <w:pPr>
      <w:spacing w:before="60" w:after="60"/>
      <w:ind w:left="0"/>
      <w:jc w:val="center"/>
    </w:pPr>
    <w:rPr>
      <w:sz w:val="20"/>
    </w:rPr>
  </w:style>
  <w:style w:type="paragraph" w:styleId="TOC1">
    <w:name w:val="toc 1"/>
    <w:basedOn w:val="Heading2"/>
    <w:next w:val="TOC2"/>
    <w:uiPriority w:val="39"/>
    <w:rsid w:val="00460019"/>
    <w:pPr>
      <w:tabs>
        <w:tab w:val="left" w:pos="1701"/>
        <w:tab w:val="right" w:leader="dot" w:pos="7711"/>
      </w:tabs>
      <w:spacing w:before="240"/>
      <w:ind w:left="1758" w:right="851" w:hanging="1758"/>
    </w:pPr>
    <w:rPr>
      <w:b w:val="0"/>
      <w:sz w:val="24"/>
    </w:rPr>
  </w:style>
  <w:style w:type="paragraph" w:styleId="TOCHeading">
    <w:name w:val="TOC Heading"/>
    <w:basedOn w:val="Normal"/>
    <w:next w:val="base-text-paragraphnonumbers"/>
    <w:qFormat/>
    <w:rsid w:val="00B654ED"/>
    <w:pPr>
      <w:pBdr>
        <w:top w:val="single" w:sz="4" w:space="1" w:color="auto"/>
        <w:bottom w:val="single" w:sz="4" w:space="1" w:color="auto"/>
      </w:pBdr>
      <w:spacing w:before="240" w:after="240" w:line="260" w:lineRule="atLeast"/>
    </w:pPr>
    <w:rPr>
      <w:rFonts w:ascii="Helvetica" w:hAnsi="Helvetica"/>
      <w:b/>
      <w:i/>
      <w:kern w:val="28"/>
      <w:sz w:val="38"/>
    </w:rPr>
  </w:style>
  <w:style w:type="paragraph" w:styleId="TOC2">
    <w:name w:val="toc 2"/>
    <w:basedOn w:val="TOC1"/>
    <w:next w:val="Normal"/>
    <w:uiPriority w:val="39"/>
    <w:rsid w:val="00460019"/>
    <w:pPr>
      <w:tabs>
        <w:tab w:val="clear" w:pos="1701"/>
      </w:tabs>
      <w:ind w:left="0" w:firstLine="0"/>
    </w:pPr>
    <w:rPr>
      <w:noProof/>
    </w:rPr>
  </w:style>
  <w:style w:type="numbering" w:styleId="111111">
    <w:name w:val="Outline List 2"/>
    <w:basedOn w:val="NoList"/>
    <w:semiHidden/>
    <w:rsid w:val="003D6FD9"/>
    <w:pPr>
      <w:numPr>
        <w:numId w:val="15"/>
      </w:numPr>
    </w:pPr>
  </w:style>
  <w:style w:type="numbering" w:styleId="1ai">
    <w:name w:val="Outline List 1"/>
    <w:basedOn w:val="NoList"/>
    <w:semiHidden/>
    <w:rsid w:val="003D6FD9"/>
    <w:pPr>
      <w:numPr>
        <w:numId w:val="16"/>
      </w:numPr>
    </w:pPr>
  </w:style>
  <w:style w:type="numbering" w:styleId="ArticleSection">
    <w:name w:val="Outline List 3"/>
    <w:basedOn w:val="NoList"/>
    <w:semiHidden/>
    <w:rsid w:val="003D6FD9"/>
    <w:pPr>
      <w:numPr>
        <w:numId w:val="17"/>
      </w:numPr>
    </w:pPr>
  </w:style>
  <w:style w:type="paragraph" w:styleId="BlockText">
    <w:name w:val="Block Text"/>
    <w:basedOn w:val="Normal"/>
    <w:semiHidden/>
    <w:rsid w:val="003D6FD9"/>
    <w:pPr>
      <w:ind w:left="1440" w:right="1440"/>
    </w:pPr>
  </w:style>
  <w:style w:type="paragraph" w:styleId="BodyText">
    <w:name w:val="Body Text"/>
    <w:basedOn w:val="Normal"/>
    <w:semiHidden/>
    <w:rsid w:val="003D6FD9"/>
  </w:style>
  <w:style w:type="paragraph" w:styleId="BodyText2">
    <w:name w:val="Body Text 2"/>
    <w:basedOn w:val="Normal"/>
    <w:semiHidden/>
    <w:rsid w:val="003D6FD9"/>
    <w:pPr>
      <w:spacing w:line="480" w:lineRule="auto"/>
    </w:pPr>
  </w:style>
  <w:style w:type="paragraph" w:styleId="BodyText3">
    <w:name w:val="Body Text 3"/>
    <w:basedOn w:val="Normal"/>
    <w:semiHidden/>
    <w:rsid w:val="003D6FD9"/>
    <w:rPr>
      <w:sz w:val="16"/>
      <w:szCs w:val="16"/>
    </w:rPr>
  </w:style>
  <w:style w:type="paragraph" w:styleId="BodyTextFirstIndent">
    <w:name w:val="Body Text First Indent"/>
    <w:basedOn w:val="BodyText"/>
    <w:semiHidden/>
    <w:rsid w:val="003D6FD9"/>
    <w:pPr>
      <w:ind w:firstLine="210"/>
    </w:pPr>
  </w:style>
  <w:style w:type="paragraph" w:styleId="BodyTextIndent">
    <w:name w:val="Body Text Indent"/>
    <w:basedOn w:val="Normal"/>
    <w:semiHidden/>
    <w:rsid w:val="003D6FD9"/>
    <w:pPr>
      <w:ind w:left="283"/>
    </w:pPr>
  </w:style>
  <w:style w:type="paragraph" w:styleId="BodyTextFirstIndent2">
    <w:name w:val="Body Text First Indent 2"/>
    <w:basedOn w:val="BodyTextIndent"/>
    <w:semiHidden/>
    <w:rsid w:val="003D6FD9"/>
    <w:pPr>
      <w:ind w:firstLine="210"/>
    </w:pPr>
  </w:style>
  <w:style w:type="paragraph" w:styleId="BodyTextIndent2">
    <w:name w:val="Body Text Indent 2"/>
    <w:basedOn w:val="Normal"/>
    <w:semiHidden/>
    <w:rsid w:val="003D6FD9"/>
    <w:pPr>
      <w:spacing w:line="480" w:lineRule="auto"/>
      <w:ind w:left="283"/>
    </w:pPr>
  </w:style>
  <w:style w:type="paragraph" w:styleId="BodyTextIndent3">
    <w:name w:val="Body Text Indent 3"/>
    <w:basedOn w:val="Normal"/>
    <w:semiHidden/>
    <w:rsid w:val="003D6FD9"/>
    <w:pPr>
      <w:ind w:left="283"/>
    </w:pPr>
    <w:rPr>
      <w:sz w:val="16"/>
      <w:szCs w:val="16"/>
    </w:rPr>
  </w:style>
  <w:style w:type="paragraph" w:styleId="Closing">
    <w:name w:val="Closing"/>
    <w:basedOn w:val="Normal"/>
    <w:semiHidden/>
    <w:rsid w:val="003D6FD9"/>
    <w:pPr>
      <w:ind w:left="4252"/>
    </w:pPr>
  </w:style>
  <w:style w:type="paragraph" w:styleId="Date">
    <w:name w:val="Date"/>
    <w:basedOn w:val="Normal"/>
    <w:next w:val="Normal"/>
    <w:semiHidden/>
    <w:rsid w:val="003D6FD9"/>
  </w:style>
  <w:style w:type="paragraph" w:styleId="E-mailSignature">
    <w:name w:val="E-mail Signature"/>
    <w:basedOn w:val="Normal"/>
    <w:semiHidden/>
    <w:rsid w:val="003D6FD9"/>
  </w:style>
  <w:style w:type="character" w:styleId="Emphasis">
    <w:name w:val="Emphasis"/>
    <w:basedOn w:val="DefaultParagraphFont"/>
    <w:qFormat/>
    <w:rsid w:val="003D6FD9"/>
    <w:rPr>
      <w:i/>
      <w:iCs/>
    </w:rPr>
  </w:style>
  <w:style w:type="paragraph" w:styleId="EnvelopeAddress">
    <w:name w:val="envelope address"/>
    <w:basedOn w:val="Normal"/>
    <w:semiHidden/>
    <w:rsid w:val="003D6FD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3D6FD9"/>
    <w:rPr>
      <w:rFonts w:ascii="Arial" w:hAnsi="Arial" w:cs="Arial"/>
      <w:sz w:val="20"/>
    </w:rPr>
  </w:style>
  <w:style w:type="paragraph" w:styleId="Footer">
    <w:name w:val="footer"/>
    <w:basedOn w:val="Normal"/>
    <w:semiHidden/>
    <w:rsid w:val="003D6FD9"/>
    <w:pPr>
      <w:tabs>
        <w:tab w:val="center" w:pos="4153"/>
        <w:tab w:val="right" w:pos="8306"/>
      </w:tabs>
    </w:pPr>
  </w:style>
  <w:style w:type="paragraph" w:styleId="Header">
    <w:name w:val="header"/>
    <w:basedOn w:val="Normal"/>
    <w:link w:val="HeaderChar"/>
    <w:semiHidden/>
    <w:rsid w:val="003D6FD9"/>
    <w:pPr>
      <w:tabs>
        <w:tab w:val="center" w:pos="4153"/>
        <w:tab w:val="right" w:pos="8306"/>
      </w:tabs>
    </w:pPr>
  </w:style>
  <w:style w:type="character" w:styleId="HTMLAcronym">
    <w:name w:val="HTML Acronym"/>
    <w:basedOn w:val="DefaultParagraphFont"/>
    <w:semiHidden/>
    <w:rsid w:val="003D6FD9"/>
  </w:style>
  <w:style w:type="paragraph" w:styleId="HTMLAddress">
    <w:name w:val="HTML Address"/>
    <w:basedOn w:val="Normal"/>
    <w:semiHidden/>
    <w:rsid w:val="003D6FD9"/>
    <w:rPr>
      <w:i/>
      <w:iCs/>
    </w:rPr>
  </w:style>
  <w:style w:type="character" w:styleId="HTMLCite">
    <w:name w:val="HTML Cite"/>
    <w:basedOn w:val="DefaultParagraphFont"/>
    <w:semiHidden/>
    <w:rsid w:val="003D6FD9"/>
    <w:rPr>
      <w:i/>
      <w:iCs/>
    </w:rPr>
  </w:style>
  <w:style w:type="character" w:styleId="HTMLCode">
    <w:name w:val="HTML Code"/>
    <w:basedOn w:val="DefaultParagraphFont"/>
    <w:semiHidden/>
    <w:rsid w:val="003D6FD9"/>
    <w:rPr>
      <w:rFonts w:ascii="Courier New" w:hAnsi="Courier New" w:cs="Courier New"/>
      <w:sz w:val="20"/>
      <w:szCs w:val="20"/>
    </w:rPr>
  </w:style>
  <w:style w:type="character" w:styleId="HTMLDefinition">
    <w:name w:val="HTML Definition"/>
    <w:basedOn w:val="DefaultParagraphFont"/>
    <w:semiHidden/>
    <w:rsid w:val="003D6FD9"/>
    <w:rPr>
      <w:i/>
      <w:iCs/>
    </w:rPr>
  </w:style>
  <w:style w:type="character" w:styleId="HTMLKeyboard">
    <w:name w:val="HTML Keyboard"/>
    <w:basedOn w:val="DefaultParagraphFont"/>
    <w:semiHidden/>
    <w:rsid w:val="003D6FD9"/>
    <w:rPr>
      <w:rFonts w:ascii="Courier New" w:hAnsi="Courier New" w:cs="Courier New"/>
      <w:sz w:val="20"/>
      <w:szCs w:val="20"/>
    </w:rPr>
  </w:style>
  <w:style w:type="paragraph" w:styleId="HTMLPreformatted">
    <w:name w:val="HTML Preformatted"/>
    <w:basedOn w:val="Normal"/>
    <w:semiHidden/>
    <w:rsid w:val="003D6FD9"/>
    <w:rPr>
      <w:rFonts w:ascii="Courier New" w:hAnsi="Courier New" w:cs="Courier New"/>
      <w:sz w:val="20"/>
    </w:rPr>
  </w:style>
  <w:style w:type="character" w:styleId="HTMLSample">
    <w:name w:val="HTML Sample"/>
    <w:basedOn w:val="DefaultParagraphFont"/>
    <w:semiHidden/>
    <w:rsid w:val="003D6FD9"/>
    <w:rPr>
      <w:rFonts w:ascii="Courier New" w:hAnsi="Courier New" w:cs="Courier New"/>
    </w:rPr>
  </w:style>
  <w:style w:type="character" w:styleId="HTMLTypewriter">
    <w:name w:val="HTML Typewriter"/>
    <w:basedOn w:val="DefaultParagraphFont"/>
    <w:semiHidden/>
    <w:rsid w:val="003D6FD9"/>
    <w:rPr>
      <w:rFonts w:ascii="Courier New" w:hAnsi="Courier New" w:cs="Courier New"/>
      <w:sz w:val="20"/>
      <w:szCs w:val="20"/>
    </w:rPr>
  </w:style>
  <w:style w:type="character" w:styleId="HTMLVariable">
    <w:name w:val="HTML Variable"/>
    <w:basedOn w:val="DefaultParagraphFont"/>
    <w:semiHidden/>
    <w:rsid w:val="003D6FD9"/>
    <w:rPr>
      <w:i/>
      <w:iCs/>
    </w:rPr>
  </w:style>
  <w:style w:type="character" w:styleId="LineNumber">
    <w:name w:val="line number"/>
    <w:basedOn w:val="DefaultParagraphFont"/>
    <w:semiHidden/>
    <w:rsid w:val="003D6FD9"/>
  </w:style>
  <w:style w:type="paragraph" w:styleId="List">
    <w:name w:val="List"/>
    <w:basedOn w:val="Normal"/>
    <w:semiHidden/>
    <w:rsid w:val="003D6FD9"/>
    <w:pPr>
      <w:ind w:left="283" w:hanging="283"/>
    </w:pPr>
  </w:style>
  <w:style w:type="paragraph" w:styleId="List2">
    <w:name w:val="List 2"/>
    <w:basedOn w:val="Normal"/>
    <w:semiHidden/>
    <w:rsid w:val="003D6FD9"/>
    <w:pPr>
      <w:ind w:left="566" w:hanging="283"/>
    </w:pPr>
  </w:style>
  <w:style w:type="paragraph" w:styleId="List3">
    <w:name w:val="List 3"/>
    <w:basedOn w:val="Normal"/>
    <w:semiHidden/>
    <w:rsid w:val="003D6FD9"/>
    <w:pPr>
      <w:ind w:left="849" w:hanging="283"/>
    </w:pPr>
  </w:style>
  <w:style w:type="paragraph" w:styleId="List4">
    <w:name w:val="List 4"/>
    <w:basedOn w:val="Normal"/>
    <w:semiHidden/>
    <w:rsid w:val="003D6FD9"/>
    <w:pPr>
      <w:ind w:left="1132" w:hanging="283"/>
    </w:pPr>
  </w:style>
  <w:style w:type="paragraph" w:styleId="List5">
    <w:name w:val="List 5"/>
    <w:basedOn w:val="Normal"/>
    <w:semiHidden/>
    <w:rsid w:val="003D6FD9"/>
    <w:pPr>
      <w:ind w:left="1415" w:hanging="283"/>
    </w:pPr>
  </w:style>
  <w:style w:type="paragraph" w:styleId="ListBullet">
    <w:name w:val="List Bullet"/>
    <w:basedOn w:val="Normal"/>
    <w:semiHidden/>
    <w:rsid w:val="003D6FD9"/>
    <w:pPr>
      <w:numPr>
        <w:numId w:val="5"/>
      </w:numPr>
    </w:pPr>
  </w:style>
  <w:style w:type="paragraph" w:styleId="ListBullet2">
    <w:name w:val="List Bullet 2"/>
    <w:basedOn w:val="Normal"/>
    <w:semiHidden/>
    <w:rsid w:val="003D6FD9"/>
    <w:pPr>
      <w:numPr>
        <w:numId w:val="6"/>
      </w:numPr>
    </w:pPr>
  </w:style>
  <w:style w:type="paragraph" w:styleId="ListBullet3">
    <w:name w:val="List Bullet 3"/>
    <w:basedOn w:val="Normal"/>
    <w:semiHidden/>
    <w:rsid w:val="003D6FD9"/>
    <w:pPr>
      <w:numPr>
        <w:numId w:val="7"/>
      </w:numPr>
    </w:pPr>
  </w:style>
  <w:style w:type="paragraph" w:styleId="ListBullet4">
    <w:name w:val="List Bullet 4"/>
    <w:basedOn w:val="Normal"/>
    <w:semiHidden/>
    <w:rsid w:val="003D6FD9"/>
    <w:pPr>
      <w:numPr>
        <w:numId w:val="8"/>
      </w:numPr>
    </w:pPr>
  </w:style>
  <w:style w:type="paragraph" w:styleId="ListBullet5">
    <w:name w:val="List Bullet 5"/>
    <w:basedOn w:val="Normal"/>
    <w:semiHidden/>
    <w:rsid w:val="003D6FD9"/>
    <w:pPr>
      <w:numPr>
        <w:numId w:val="9"/>
      </w:numPr>
    </w:pPr>
  </w:style>
  <w:style w:type="paragraph" w:styleId="ListContinue">
    <w:name w:val="List Continue"/>
    <w:basedOn w:val="Normal"/>
    <w:semiHidden/>
    <w:rsid w:val="003D6FD9"/>
    <w:pPr>
      <w:ind w:left="283"/>
    </w:pPr>
  </w:style>
  <w:style w:type="paragraph" w:styleId="ListContinue2">
    <w:name w:val="List Continue 2"/>
    <w:basedOn w:val="Normal"/>
    <w:semiHidden/>
    <w:rsid w:val="003D6FD9"/>
    <w:pPr>
      <w:ind w:left="566"/>
    </w:pPr>
  </w:style>
  <w:style w:type="paragraph" w:styleId="ListContinue3">
    <w:name w:val="List Continue 3"/>
    <w:basedOn w:val="Normal"/>
    <w:semiHidden/>
    <w:rsid w:val="003D6FD9"/>
    <w:pPr>
      <w:ind w:left="849"/>
    </w:pPr>
  </w:style>
  <w:style w:type="paragraph" w:styleId="ListContinue4">
    <w:name w:val="List Continue 4"/>
    <w:basedOn w:val="Normal"/>
    <w:semiHidden/>
    <w:rsid w:val="003D6FD9"/>
    <w:pPr>
      <w:ind w:left="1132"/>
    </w:pPr>
  </w:style>
  <w:style w:type="paragraph" w:styleId="ListContinue5">
    <w:name w:val="List Continue 5"/>
    <w:basedOn w:val="Normal"/>
    <w:semiHidden/>
    <w:rsid w:val="003D6FD9"/>
    <w:pPr>
      <w:ind w:left="1415"/>
    </w:pPr>
  </w:style>
  <w:style w:type="paragraph" w:styleId="ListNumber">
    <w:name w:val="List Number"/>
    <w:basedOn w:val="Normal"/>
    <w:semiHidden/>
    <w:rsid w:val="003D6FD9"/>
    <w:pPr>
      <w:numPr>
        <w:numId w:val="10"/>
      </w:numPr>
    </w:pPr>
  </w:style>
  <w:style w:type="paragraph" w:styleId="ListNumber2">
    <w:name w:val="List Number 2"/>
    <w:basedOn w:val="Normal"/>
    <w:semiHidden/>
    <w:rsid w:val="003D6FD9"/>
    <w:pPr>
      <w:numPr>
        <w:numId w:val="11"/>
      </w:numPr>
    </w:pPr>
  </w:style>
  <w:style w:type="paragraph" w:styleId="ListNumber3">
    <w:name w:val="List Number 3"/>
    <w:basedOn w:val="Normal"/>
    <w:semiHidden/>
    <w:rsid w:val="003D6FD9"/>
    <w:pPr>
      <w:numPr>
        <w:numId w:val="12"/>
      </w:numPr>
    </w:pPr>
  </w:style>
  <w:style w:type="paragraph" w:styleId="ListNumber4">
    <w:name w:val="List Number 4"/>
    <w:basedOn w:val="Normal"/>
    <w:semiHidden/>
    <w:rsid w:val="003D6FD9"/>
    <w:pPr>
      <w:numPr>
        <w:numId w:val="13"/>
      </w:numPr>
    </w:pPr>
  </w:style>
  <w:style w:type="paragraph" w:styleId="ListNumber5">
    <w:name w:val="List Number 5"/>
    <w:basedOn w:val="Normal"/>
    <w:semiHidden/>
    <w:rsid w:val="003D6FD9"/>
    <w:pPr>
      <w:numPr>
        <w:numId w:val="14"/>
      </w:numPr>
    </w:pPr>
  </w:style>
  <w:style w:type="paragraph" w:styleId="MessageHeader">
    <w:name w:val="Message Header"/>
    <w:basedOn w:val="Normal"/>
    <w:semiHidden/>
    <w:rsid w:val="003D6FD9"/>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paragraph" w:styleId="NormalWeb">
    <w:name w:val="Normal (Web)"/>
    <w:basedOn w:val="Normal"/>
    <w:semiHidden/>
    <w:rsid w:val="003D6FD9"/>
    <w:rPr>
      <w:sz w:val="24"/>
      <w:szCs w:val="24"/>
    </w:rPr>
  </w:style>
  <w:style w:type="paragraph" w:styleId="NormalIndent">
    <w:name w:val="Normal Indent"/>
    <w:basedOn w:val="Normal"/>
    <w:semiHidden/>
    <w:rsid w:val="003D6FD9"/>
    <w:pPr>
      <w:ind w:left="720"/>
    </w:pPr>
  </w:style>
  <w:style w:type="paragraph" w:styleId="NoteHeading">
    <w:name w:val="Note Heading"/>
    <w:basedOn w:val="Normal"/>
    <w:next w:val="Normal"/>
    <w:semiHidden/>
    <w:rsid w:val="003D6FD9"/>
  </w:style>
  <w:style w:type="character" w:styleId="PageNumber">
    <w:name w:val="page number"/>
    <w:basedOn w:val="DefaultParagraphFont"/>
    <w:semiHidden/>
    <w:rsid w:val="003D6FD9"/>
  </w:style>
  <w:style w:type="paragraph" w:styleId="PlainText">
    <w:name w:val="Plain Text"/>
    <w:basedOn w:val="Normal"/>
    <w:semiHidden/>
    <w:rsid w:val="003D6FD9"/>
    <w:rPr>
      <w:rFonts w:ascii="Courier New" w:hAnsi="Courier New" w:cs="Courier New"/>
      <w:sz w:val="20"/>
    </w:rPr>
  </w:style>
  <w:style w:type="paragraph" w:styleId="Salutation">
    <w:name w:val="Salutation"/>
    <w:basedOn w:val="Normal"/>
    <w:next w:val="Normal"/>
    <w:semiHidden/>
    <w:rsid w:val="003D6FD9"/>
  </w:style>
  <w:style w:type="paragraph" w:styleId="Signature">
    <w:name w:val="Signature"/>
    <w:basedOn w:val="Normal"/>
    <w:semiHidden/>
    <w:rsid w:val="003D6FD9"/>
    <w:pPr>
      <w:ind w:left="4252"/>
    </w:pPr>
  </w:style>
  <w:style w:type="character" w:styleId="Strong">
    <w:name w:val="Strong"/>
    <w:basedOn w:val="DefaultParagraphFont"/>
    <w:qFormat/>
    <w:rsid w:val="003D6FD9"/>
    <w:rPr>
      <w:b/>
      <w:bCs/>
    </w:rPr>
  </w:style>
  <w:style w:type="paragraph" w:styleId="Subtitle">
    <w:name w:val="Subtitle"/>
    <w:basedOn w:val="Normal"/>
    <w:qFormat/>
    <w:rsid w:val="003D6FD9"/>
    <w:pPr>
      <w:spacing w:after="60"/>
      <w:jc w:val="center"/>
      <w:outlineLvl w:val="1"/>
    </w:pPr>
    <w:rPr>
      <w:rFonts w:ascii="Arial" w:hAnsi="Arial" w:cs="Arial"/>
      <w:sz w:val="24"/>
      <w:szCs w:val="24"/>
    </w:rPr>
  </w:style>
  <w:style w:type="table" w:styleId="Table3Deffects1">
    <w:name w:val="Table 3D effects 1"/>
    <w:basedOn w:val="TableNormal"/>
    <w:semiHidden/>
    <w:rsid w:val="003D6FD9"/>
    <w:pPr>
      <w:spacing w:before="120" w:after="120"/>
      <w:ind w:left="1134"/>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D6FD9"/>
    <w:pPr>
      <w:spacing w:before="120" w:after="120"/>
      <w:ind w:left="1134"/>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D6FD9"/>
    <w:pPr>
      <w:spacing w:before="120" w:after="120"/>
      <w:ind w:left="1134"/>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D6FD9"/>
    <w:pPr>
      <w:spacing w:before="120" w:after="120"/>
      <w:ind w:left="1134"/>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D6FD9"/>
    <w:pPr>
      <w:spacing w:before="120" w:after="120"/>
      <w:ind w:left="1134"/>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D6FD9"/>
    <w:pPr>
      <w:spacing w:before="120" w:after="120"/>
      <w:ind w:left="1134"/>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D6FD9"/>
    <w:pPr>
      <w:spacing w:before="120" w:after="120"/>
      <w:ind w:left="1134"/>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D6FD9"/>
    <w:pPr>
      <w:spacing w:before="120" w:after="120"/>
      <w:ind w:left="1134"/>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D6FD9"/>
    <w:pPr>
      <w:spacing w:before="120" w:after="120"/>
      <w:ind w:left="1134"/>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D6FD9"/>
    <w:pPr>
      <w:spacing w:before="120" w:after="120"/>
      <w:ind w:left="1134"/>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D6FD9"/>
    <w:pPr>
      <w:spacing w:before="120" w:after="120"/>
      <w:ind w:left="1134"/>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D6FD9"/>
    <w:pPr>
      <w:spacing w:before="120" w:after="120"/>
      <w:ind w:left="1134"/>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D6FD9"/>
    <w:pPr>
      <w:spacing w:before="120" w:after="120"/>
      <w:ind w:left="1134"/>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D6FD9"/>
    <w:pPr>
      <w:spacing w:before="120" w:after="120"/>
      <w:ind w:left="1134"/>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D6FD9"/>
    <w:pPr>
      <w:spacing w:before="120" w:after="120"/>
      <w:ind w:left="1134"/>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D6FD9"/>
    <w:pPr>
      <w:spacing w:before="120" w:after="120"/>
      <w:ind w:left="1134"/>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D6FD9"/>
    <w:pPr>
      <w:spacing w:before="120" w:after="120"/>
      <w:ind w:left="1134"/>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D6FD9"/>
    <w:pPr>
      <w:spacing w:before="120" w:after="120"/>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D6FD9"/>
    <w:pPr>
      <w:spacing w:before="120" w:after="120"/>
      <w:ind w:left="1134"/>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D6FD9"/>
    <w:pPr>
      <w:spacing w:before="120" w:after="120"/>
      <w:ind w:left="1134"/>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D6FD9"/>
    <w:pPr>
      <w:spacing w:before="120" w:after="120"/>
      <w:ind w:left="1134"/>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D6FD9"/>
    <w:pPr>
      <w:spacing w:before="120" w:after="120"/>
      <w:ind w:left="1134"/>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D6FD9"/>
    <w:pPr>
      <w:spacing w:before="120" w:after="120"/>
      <w:ind w:left="1134"/>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D6FD9"/>
    <w:pPr>
      <w:spacing w:before="120" w:after="120"/>
      <w:ind w:left="1134"/>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D6FD9"/>
    <w:pPr>
      <w:spacing w:before="120" w:after="120"/>
      <w:ind w:left="1134"/>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D6FD9"/>
    <w:pPr>
      <w:spacing w:before="120" w:after="120"/>
      <w:ind w:left="1134"/>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D6FD9"/>
    <w:pPr>
      <w:spacing w:before="120" w:after="120"/>
      <w:ind w:left="1134"/>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D6FD9"/>
    <w:pPr>
      <w:spacing w:before="120" w:after="120"/>
      <w:ind w:left="1134"/>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D6FD9"/>
    <w:pPr>
      <w:spacing w:before="120" w:after="120"/>
      <w:ind w:left="1134"/>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D6FD9"/>
    <w:pPr>
      <w:spacing w:before="120" w:after="120"/>
      <w:ind w:left="113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D6FD9"/>
    <w:pPr>
      <w:spacing w:before="120" w:after="120"/>
      <w:ind w:left="1134"/>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D6FD9"/>
    <w:pPr>
      <w:spacing w:before="120" w:after="120"/>
      <w:ind w:left="1134"/>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D6FD9"/>
    <w:pPr>
      <w:spacing w:before="120" w:after="120"/>
      <w:ind w:left="1134"/>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D6FD9"/>
    <w:pPr>
      <w:spacing w:before="120" w:after="120"/>
      <w:ind w:left="1134"/>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D6FD9"/>
    <w:pPr>
      <w:spacing w:before="120" w:after="120"/>
      <w:ind w:left="1134"/>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D6FD9"/>
    <w:pPr>
      <w:spacing w:before="120" w:after="120"/>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D6FD9"/>
    <w:pPr>
      <w:spacing w:before="120" w:after="120"/>
      <w:ind w:left="1134"/>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D6FD9"/>
    <w:pPr>
      <w:spacing w:before="120" w:after="120"/>
      <w:ind w:left="1134"/>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D6FD9"/>
    <w:pPr>
      <w:spacing w:before="120" w:after="120"/>
      <w:ind w:left="1134"/>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3D6FD9"/>
    <w:pPr>
      <w:spacing w:before="240" w:after="60"/>
      <w:jc w:val="center"/>
      <w:outlineLvl w:val="0"/>
    </w:pPr>
    <w:rPr>
      <w:rFonts w:ascii="Arial" w:hAnsi="Arial" w:cs="Arial"/>
      <w:b/>
      <w:bCs/>
      <w:kern w:val="28"/>
      <w:sz w:val="32"/>
      <w:szCs w:val="32"/>
    </w:rPr>
  </w:style>
  <w:style w:type="character" w:customStyle="1" w:styleId="Bold">
    <w:name w:val="Bold"/>
    <w:basedOn w:val="DefaultParagraphFont"/>
    <w:rsid w:val="003D6FD9"/>
    <w:rPr>
      <w:b/>
    </w:rPr>
  </w:style>
  <w:style w:type="character" w:customStyle="1" w:styleId="Italic">
    <w:name w:val="Italic"/>
    <w:basedOn w:val="DefaultParagraphFont"/>
    <w:rsid w:val="003D6FD9"/>
    <w:rPr>
      <w:i/>
    </w:rPr>
  </w:style>
  <w:style w:type="character" w:customStyle="1" w:styleId="BoldItalic">
    <w:name w:val="BoldItalic"/>
    <w:basedOn w:val="DefaultParagraphFont"/>
    <w:rsid w:val="003D6FD9"/>
    <w:rPr>
      <w:b/>
      <w:i/>
    </w:rPr>
  </w:style>
  <w:style w:type="paragraph" w:customStyle="1" w:styleId="Glossarytabletext">
    <w:name w:val="Glossary table text"/>
    <w:basedOn w:val="Normal"/>
    <w:rsid w:val="00123D96"/>
    <w:pPr>
      <w:spacing w:before="60" w:after="60"/>
    </w:pPr>
    <w:rPr>
      <w:sz w:val="20"/>
    </w:rPr>
  </w:style>
  <w:style w:type="character" w:customStyle="1" w:styleId="base-text-paragraphChar">
    <w:name w:val="base-text-paragraph Char"/>
    <w:basedOn w:val="DefaultParagraphFont"/>
    <w:link w:val="base-text-paragraph"/>
    <w:rsid w:val="00D85BEA"/>
    <w:rPr>
      <w:sz w:val="22"/>
    </w:rPr>
  </w:style>
  <w:style w:type="paragraph" w:styleId="FootnoteText">
    <w:name w:val="footnote text"/>
    <w:basedOn w:val="Normal"/>
    <w:rsid w:val="00034BE8"/>
    <w:pPr>
      <w:tabs>
        <w:tab w:val="left" w:pos="284"/>
      </w:tabs>
      <w:spacing w:before="0" w:after="0"/>
      <w:ind w:left="284" w:hanging="284"/>
    </w:pPr>
    <w:rPr>
      <w:sz w:val="20"/>
    </w:rPr>
  </w:style>
  <w:style w:type="numbering" w:customStyle="1" w:styleId="ChapterList">
    <w:name w:val="ChapterList"/>
    <w:uiPriority w:val="99"/>
    <w:rsid w:val="007966EF"/>
    <w:pPr>
      <w:numPr>
        <w:numId w:val="19"/>
      </w:numPr>
    </w:pPr>
  </w:style>
  <w:style w:type="paragraph" w:styleId="ListParagraph">
    <w:name w:val="List Paragraph"/>
    <w:basedOn w:val="Normal"/>
    <w:uiPriority w:val="34"/>
    <w:qFormat/>
    <w:rsid w:val="00D963F2"/>
    <w:pPr>
      <w:ind w:left="720"/>
      <w:contextualSpacing/>
    </w:pPr>
  </w:style>
  <w:style w:type="numbering" w:customStyle="1" w:styleId="DotPointList">
    <w:name w:val="Dot Point List"/>
    <w:uiPriority w:val="99"/>
    <w:rsid w:val="008C51F4"/>
    <w:pPr>
      <w:numPr>
        <w:numId w:val="20"/>
      </w:numPr>
    </w:pPr>
  </w:style>
  <w:style w:type="numbering" w:customStyle="1" w:styleId="ExampleDotPointList">
    <w:name w:val="Example Dot Point List"/>
    <w:uiPriority w:val="99"/>
    <w:rsid w:val="008C51F4"/>
    <w:pPr>
      <w:numPr>
        <w:numId w:val="21"/>
      </w:numPr>
    </w:pPr>
  </w:style>
  <w:style w:type="numbering" w:customStyle="1" w:styleId="TableDotPointList">
    <w:name w:val="Table Dot Point List"/>
    <w:uiPriority w:val="99"/>
    <w:rsid w:val="00A37F77"/>
    <w:pPr>
      <w:numPr>
        <w:numId w:val="22"/>
      </w:numPr>
    </w:pPr>
  </w:style>
  <w:style w:type="character" w:customStyle="1" w:styleId="Font30point">
    <w:name w:val="Font 30 point"/>
    <w:basedOn w:val="DefaultParagraphFont"/>
    <w:rsid w:val="003E0794"/>
    <w:rPr>
      <w:sz w:val="60"/>
    </w:rPr>
  </w:style>
  <w:style w:type="character" w:customStyle="1" w:styleId="Font15point">
    <w:name w:val="Font 15 point"/>
    <w:basedOn w:val="DefaultParagraphFont"/>
    <w:rsid w:val="00D67ADC"/>
    <w:rPr>
      <w:sz w:val="30"/>
    </w:rPr>
  </w:style>
  <w:style w:type="character" w:customStyle="1" w:styleId="Font19point">
    <w:name w:val="Font 19 point"/>
    <w:basedOn w:val="DefaultParagraphFont"/>
    <w:rsid w:val="00D67ADC"/>
    <w:rPr>
      <w:sz w:val="38"/>
    </w:rPr>
  </w:style>
  <w:style w:type="character" w:styleId="Hyperlink">
    <w:name w:val="Hyperlink"/>
    <w:basedOn w:val="DefaultParagraphFont"/>
    <w:rsid w:val="005255EA"/>
    <w:rPr>
      <w:color w:val="0000FF" w:themeColor="hyperlink"/>
      <w:u w:val="single"/>
    </w:rPr>
  </w:style>
  <w:style w:type="character" w:styleId="FollowedHyperlink">
    <w:name w:val="FollowedHyperlink"/>
    <w:basedOn w:val="DefaultParagraphFont"/>
    <w:rsid w:val="00F053A1"/>
    <w:rPr>
      <w:color w:val="800080" w:themeColor="followedHyperlink"/>
      <w:u w:val="single"/>
    </w:rPr>
  </w:style>
  <w:style w:type="character" w:customStyle="1" w:styleId="HeaderChar">
    <w:name w:val="Header Char"/>
    <w:basedOn w:val="DefaultParagraphFont"/>
    <w:link w:val="Header"/>
    <w:semiHidden/>
    <w:rsid w:val="00450635"/>
    <w:rPr>
      <w:sz w:val="22"/>
    </w:rPr>
  </w:style>
  <w:style w:type="paragraph" w:customStyle="1" w:styleId="SecurityClassificationHeader">
    <w:name w:val="Security Classification Header"/>
    <w:link w:val="SecurityClassificationHeaderChar"/>
    <w:rsid w:val="000223DC"/>
    <w:pPr>
      <w:spacing w:before="240" w:after="60"/>
      <w:jc w:val="center"/>
    </w:pPr>
    <w:rPr>
      <w:rFonts w:ascii="Calibri" w:hAnsi="Calibri"/>
      <w:b/>
      <w:caps/>
      <w:sz w:val="24"/>
    </w:rPr>
  </w:style>
  <w:style w:type="character" w:customStyle="1" w:styleId="SecurityClassificationHeaderChar">
    <w:name w:val="Security Classification Header Char"/>
    <w:basedOn w:val="HeaderChar"/>
    <w:link w:val="SecurityClassificationHeader"/>
    <w:rsid w:val="000223DC"/>
    <w:rPr>
      <w:rFonts w:ascii="Calibri" w:hAnsi="Calibri"/>
      <w:b/>
      <w:caps/>
      <w:sz w:val="24"/>
    </w:rPr>
  </w:style>
  <w:style w:type="paragraph" w:customStyle="1" w:styleId="SecurityClassificationFooter">
    <w:name w:val="Security Classification Footer"/>
    <w:link w:val="SecurityClassificationFooterChar"/>
    <w:rsid w:val="000223DC"/>
    <w:pPr>
      <w:spacing w:before="60" w:after="240"/>
      <w:jc w:val="center"/>
    </w:pPr>
    <w:rPr>
      <w:rFonts w:ascii="Calibri" w:hAnsi="Calibri"/>
      <w:b/>
      <w:caps/>
      <w:sz w:val="24"/>
    </w:rPr>
  </w:style>
  <w:style w:type="character" w:customStyle="1" w:styleId="SecurityClassificationFooterChar">
    <w:name w:val="Security Classification Footer Char"/>
    <w:basedOn w:val="HeaderChar"/>
    <w:link w:val="SecurityClassificationFooter"/>
    <w:rsid w:val="000223DC"/>
    <w:rPr>
      <w:rFonts w:ascii="Calibri" w:hAnsi="Calibri"/>
      <w:b/>
      <w:caps/>
      <w:sz w:val="24"/>
    </w:rPr>
  </w:style>
  <w:style w:type="paragraph" w:customStyle="1" w:styleId="DLMSecurityHeader">
    <w:name w:val="DLM Security Header"/>
    <w:link w:val="DLMSecurityHeaderChar"/>
    <w:rsid w:val="000223DC"/>
    <w:pPr>
      <w:spacing w:before="60" w:after="240"/>
      <w:jc w:val="center"/>
    </w:pPr>
    <w:rPr>
      <w:rFonts w:ascii="Calibri" w:hAnsi="Calibri"/>
      <w:b/>
      <w:caps/>
      <w:sz w:val="24"/>
    </w:rPr>
  </w:style>
  <w:style w:type="character" w:customStyle="1" w:styleId="DLMSecurityHeaderChar">
    <w:name w:val="DLM Security Header Char"/>
    <w:basedOn w:val="HeaderChar"/>
    <w:link w:val="DLMSecurityHeader"/>
    <w:rsid w:val="000223DC"/>
    <w:rPr>
      <w:rFonts w:ascii="Calibri" w:hAnsi="Calibri"/>
      <w:b/>
      <w:caps/>
      <w:sz w:val="24"/>
    </w:rPr>
  </w:style>
  <w:style w:type="paragraph" w:customStyle="1" w:styleId="DLMSecurityFooter">
    <w:name w:val="DLM Security Footer"/>
    <w:link w:val="DLMSecurityFooterChar"/>
    <w:rsid w:val="000223DC"/>
    <w:pPr>
      <w:spacing w:before="240" w:after="60"/>
      <w:jc w:val="center"/>
    </w:pPr>
    <w:rPr>
      <w:rFonts w:ascii="Calibri" w:hAnsi="Calibri"/>
      <w:b/>
      <w:caps/>
      <w:sz w:val="24"/>
    </w:rPr>
  </w:style>
  <w:style w:type="character" w:customStyle="1" w:styleId="DLMSecurityFooterChar">
    <w:name w:val="DLM Security Footer Char"/>
    <w:basedOn w:val="HeaderChar"/>
    <w:link w:val="DLMSecurityFooter"/>
    <w:rsid w:val="000223DC"/>
    <w:rPr>
      <w:rFonts w:ascii="Calibri" w:hAnsi="Calibri"/>
      <w:b/>
      <w:caps/>
      <w:sz w:val="24"/>
    </w:rPr>
  </w:style>
  <w:style w:type="paragraph" w:styleId="BalloonText">
    <w:name w:val="Balloon Text"/>
    <w:basedOn w:val="Normal"/>
    <w:link w:val="BalloonTextChar"/>
    <w:rsid w:val="002E2D2F"/>
    <w:pPr>
      <w:spacing w:before="0" w:after="0"/>
    </w:pPr>
    <w:rPr>
      <w:rFonts w:ascii="Tahoma" w:hAnsi="Tahoma" w:cs="Tahoma"/>
      <w:sz w:val="16"/>
      <w:szCs w:val="16"/>
    </w:rPr>
  </w:style>
  <w:style w:type="character" w:customStyle="1" w:styleId="BalloonTextChar">
    <w:name w:val="Balloon Text Char"/>
    <w:basedOn w:val="DefaultParagraphFont"/>
    <w:link w:val="BalloonText"/>
    <w:rsid w:val="002E2D2F"/>
    <w:rPr>
      <w:rFonts w:ascii="Tahoma" w:hAnsi="Tahoma" w:cs="Tahoma"/>
      <w:sz w:val="16"/>
      <w:szCs w:val="16"/>
    </w:rPr>
  </w:style>
  <w:style w:type="character" w:styleId="CommentReference">
    <w:name w:val="annotation reference"/>
    <w:basedOn w:val="DefaultParagraphFont"/>
    <w:rsid w:val="006D76B0"/>
    <w:rPr>
      <w:sz w:val="16"/>
      <w:szCs w:val="16"/>
    </w:rPr>
  </w:style>
  <w:style w:type="paragraph" w:styleId="CommentText">
    <w:name w:val="annotation text"/>
    <w:basedOn w:val="Normal"/>
    <w:link w:val="CommentTextChar"/>
    <w:rsid w:val="006D76B0"/>
    <w:rPr>
      <w:sz w:val="20"/>
    </w:rPr>
  </w:style>
  <w:style w:type="character" w:customStyle="1" w:styleId="CommentTextChar">
    <w:name w:val="Comment Text Char"/>
    <w:basedOn w:val="DefaultParagraphFont"/>
    <w:link w:val="CommentText"/>
    <w:rsid w:val="006D76B0"/>
  </w:style>
  <w:style w:type="paragraph" w:styleId="CommentSubject">
    <w:name w:val="annotation subject"/>
    <w:basedOn w:val="CommentText"/>
    <w:next w:val="CommentText"/>
    <w:link w:val="CommentSubjectChar"/>
    <w:rsid w:val="006D76B0"/>
    <w:rPr>
      <w:b/>
      <w:bCs/>
    </w:rPr>
  </w:style>
  <w:style w:type="character" w:customStyle="1" w:styleId="CommentSubjectChar">
    <w:name w:val="Comment Subject Char"/>
    <w:basedOn w:val="CommentTextChar"/>
    <w:link w:val="CommentSubject"/>
    <w:rsid w:val="006D76B0"/>
    <w:rPr>
      <w:b/>
      <w:bCs/>
    </w:rPr>
  </w:style>
  <w:style w:type="paragraph" w:customStyle="1" w:styleId="OutlineNumbered1">
    <w:name w:val="Outline Numbered 1"/>
    <w:basedOn w:val="Normal"/>
    <w:link w:val="OutlineNumbered1Char"/>
    <w:rsid w:val="00DE0ED7"/>
    <w:pPr>
      <w:numPr>
        <w:numId w:val="42"/>
      </w:numPr>
      <w:spacing w:before="0" w:after="240" w:line="260" w:lineRule="exact"/>
      <w:jc w:val="both"/>
    </w:pPr>
    <w:rPr>
      <w:rFonts w:ascii="Book Antiqua" w:hAnsi="Book Antiqua"/>
      <w:color w:val="000000"/>
    </w:rPr>
  </w:style>
  <w:style w:type="paragraph" w:customStyle="1" w:styleId="OutlineNumbered2">
    <w:name w:val="Outline Numbered 2"/>
    <w:basedOn w:val="Normal"/>
    <w:rsid w:val="00DE0ED7"/>
    <w:pPr>
      <w:numPr>
        <w:ilvl w:val="1"/>
        <w:numId w:val="42"/>
      </w:numPr>
      <w:spacing w:before="0" w:after="240" w:line="260" w:lineRule="exact"/>
      <w:jc w:val="both"/>
    </w:pPr>
    <w:rPr>
      <w:rFonts w:ascii="Book Antiqua" w:hAnsi="Book Antiqua"/>
      <w:color w:val="000000"/>
    </w:rPr>
  </w:style>
  <w:style w:type="paragraph" w:customStyle="1" w:styleId="OutlineNumbered3">
    <w:name w:val="Outline Numbered 3"/>
    <w:basedOn w:val="Normal"/>
    <w:rsid w:val="00DE0ED7"/>
    <w:pPr>
      <w:numPr>
        <w:ilvl w:val="2"/>
        <w:numId w:val="42"/>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E0ED7"/>
    <w:rPr>
      <w:rFonts w:ascii="Book Antiqua" w:hAnsi="Book Antiqua"/>
      <w:color w:val="000000"/>
      <w:sz w:val="22"/>
    </w:rPr>
  </w:style>
  <w:style w:type="paragraph" w:customStyle="1" w:styleId="Bullet">
    <w:name w:val="Bullet"/>
    <w:basedOn w:val="Normal"/>
    <w:link w:val="BulletChar"/>
    <w:rsid w:val="00DE0ED7"/>
    <w:pPr>
      <w:numPr>
        <w:numId w:val="40"/>
      </w:numPr>
      <w:spacing w:before="0" w:after="240" w:line="260" w:lineRule="exact"/>
      <w:jc w:val="both"/>
    </w:pPr>
    <w:rPr>
      <w:rFonts w:ascii="Book Antiqua" w:hAnsi="Book Antiqua"/>
      <w:color w:val="000000"/>
    </w:rPr>
  </w:style>
  <w:style w:type="paragraph" w:customStyle="1" w:styleId="Dash">
    <w:name w:val="Dash"/>
    <w:basedOn w:val="Normal"/>
    <w:rsid w:val="00DE0ED7"/>
    <w:pPr>
      <w:numPr>
        <w:ilvl w:val="1"/>
        <w:numId w:val="40"/>
      </w:numPr>
      <w:spacing w:before="0" w:after="240" w:line="260" w:lineRule="exact"/>
      <w:jc w:val="both"/>
    </w:pPr>
    <w:rPr>
      <w:rFonts w:ascii="Book Antiqua" w:hAnsi="Book Antiqua"/>
      <w:color w:val="000000"/>
    </w:rPr>
  </w:style>
  <w:style w:type="paragraph" w:customStyle="1" w:styleId="DoubleDot">
    <w:name w:val="Double Dot"/>
    <w:basedOn w:val="Normal"/>
    <w:rsid w:val="00DE0ED7"/>
    <w:pPr>
      <w:numPr>
        <w:ilvl w:val="2"/>
        <w:numId w:val="40"/>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E0ED7"/>
    <w:rPr>
      <w:rFonts w:ascii="Book Antiqua" w:hAnsi="Book Antiqua"/>
      <w:color w:val="000000"/>
      <w:sz w:val="22"/>
    </w:rPr>
  </w:style>
  <w:style w:type="paragraph" w:customStyle="1" w:styleId="BoxHeading">
    <w:name w:val="Box Heading"/>
    <w:basedOn w:val="Normal"/>
    <w:next w:val="Normal"/>
    <w:rsid w:val="00DE0ED7"/>
    <w:pPr>
      <w:keepNext/>
      <w:numPr>
        <w:numId w:val="41"/>
      </w:numPr>
    </w:pPr>
    <w:rPr>
      <w:rFonts w:ascii="Century Gothic" w:hAnsi="Century Gothic"/>
      <w:b/>
      <w:color w:val="1F497D" w:themeColor="text2"/>
    </w:rPr>
  </w:style>
  <w:style w:type="numbering" w:customStyle="1" w:styleId="Optionboxheading">
    <w:name w:val="Option box heading"/>
    <w:uiPriority w:val="99"/>
    <w:rsid w:val="00DE0ED7"/>
    <w:pPr>
      <w:numPr>
        <w:numId w:val="41"/>
      </w:numPr>
    </w:pPr>
  </w:style>
  <w:style w:type="character" w:styleId="FootnoteReference">
    <w:name w:val="footnote reference"/>
    <w:basedOn w:val="DefaultParagraphFont"/>
    <w:rsid w:val="00816582"/>
    <w:rPr>
      <w:vertAlign w:val="superscript"/>
    </w:rPr>
  </w:style>
  <w:style w:type="paragraph" w:styleId="Revision">
    <w:name w:val="Revision"/>
    <w:hidden/>
    <w:uiPriority w:val="99"/>
    <w:semiHidden/>
    <w:rsid w:val="002A6EC5"/>
    <w:rPr>
      <w:sz w:val="22"/>
    </w:rPr>
  </w:style>
  <w:style w:type="numbering" w:customStyle="1" w:styleId="ChapterList1">
    <w:name w:val="ChapterList1"/>
    <w:uiPriority w:val="99"/>
    <w:rsid w:val="00EF5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831293">
      <w:bodyDiv w:val="1"/>
      <w:marLeft w:val="0"/>
      <w:marRight w:val="0"/>
      <w:marTop w:val="0"/>
      <w:marBottom w:val="0"/>
      <w:divBdr>
        <w:top w:val="none" w:sz="0" w:space="0" w:color="auto"/>
        <w:left w:val="none" w:sz="0" w:space="0" w:color="auto"/>
        <w:bottom w:val="none" w:sz="0" w:space="0" w:color="auto"/>
        <w:right w:val="none" w:sz="0" w:space="0" w:color="auto"/>
      </w:divBdr>
    </w:div>
    <w:div w:id="620645153">
      <w:bodyDiv w:val="1"/>
      <w:marLeft w:val="0"/>
      <w:marRight w:val="0"/>
      <w:marTop w:val="0"/>
      <w:marBottom w:val="0"/>
      <w:divBdr>
        <w:top w:val="none" w:sz="0" w:space="0" w:color="auto"/>
        <w:left w:val="none" w:sz="0" w:space="0" w:color="auto"/>
        <w:bottom w:val="none" w:sz="0" w:space="0" w:color="auto"/>
        <w:right w:val="none" w:sz="0" w:space="0" w:color="auto"/>
      </w:divBdr>
    </w:div>
    <w:div w:id="840392519">
      <w:bodyDiv w:val="1"/>
      <w:marLeft w:val="0"/>
      <w:marRight w:val="0"/>
      <w:marTop w:val="0"/>
      <w:marBottom w:val="0"/>
      <w:divBdr>
        <w:top w:val="none" w:sz="0" w:space="0" w:color="auto"/>
        <w:left w:val="none" w:sz="0" w:space="0" w:color="auto"/>
        <w:bottom w:val="none" w:sz="0" w:space="0" w:color="auto"/>
        <w:right w:val="none" w:sz="0" w:space="0" w:color="auto"/>
      </w:divBdr>
    </w:div>
    <w:div w:id="1019699955">
      <w:bodyDiv w:val="1"/>
      <w:marLeft w:val="0"/>
      <w:marRight w:val="0"/>
      <w:marTop w:val="0"/>
      <w:marBottom w:val="0"/>
      <w:divBdr>
        <w:top w:val="none" w:sz="0" w:space="0" w:color="auto"/>
        <w:left w:val="none" w:sz="0" w:space="0" w:color="auto"/>
        <w:bottom w:val="none" w:sz="0" w:space="0" w:color="auto"/>
        <w:right w:val="none" w:sz="0" w:space="0" w:color="auto"/>
      </w:divBdr>
    </w:div>
    <w:div w:id="1061245206">
      <w:bodyDiv w:val="1"/>
      <w:marLeft w:val="0"/>
      <w:marRight w:val="0"/>
      <w:marTop w:val="0"/>
      <w:marBottom w:val="0"/>
      <w:divBdr>
        <w:top w:val="none" w:sz="0" w:space="0" w:color="auto"/>
        <w:left w:val="none" w:sz="0" w:space="0" w:color="auto"/>
        <w:bottom w:val="none" w:sz="0" w:space="0" w:color="auto"/>
        <w:right w:val="none" w:sz="0" w:space="0" w:color="auto"/>
      </w:divBdr>
    </w:div>
    <w:div w:id="1264532826">
      <w:bodyDiv w:val="1"/>
      <w:marLeft w:val="0"/>
      <w:marRight w:val="0"/>
      <w:marTop w:val="0"/>
      <w:marBottom w:val="0"/>
      <w:divBdr>
        <w:top w:val="none" w:sz="0" w:space="0" w:color="auto"/>
        <w:left w:val="none" w:sz="0" w:space="0" w:color="auto"/>
        <w:bottom w:val="none" w:sz="0" w:space="0" w:color="auto"/>
        <w:right w:val="none" w:sz="0" w:space="0" w:color="auto"/>
      </w:divBdr>
    </w:div>
    <w:div w:id="1669553696">
      <w:bodyDiv w:val="1"/>
      <w:marLeft w:val="0"/>
      <w:marRight w:val="0"/>
      <w:marTop w:val="0"/>
      <w:marBottom w:val="0"/>
      <w:divBdr>
        <w:top w:val="none" w:sz="0" w:space="0" w:color="auto"/>
        <w:left w:val="none" w:sz="0" w:space="0" w:color="auto"/>
        <w:bottom w:val="none" w:sz="0" w:space="0" w:color="auto"/>
        <w:right w:val="none" w:sz="0" w:space="0" w:color="auto"/>
      </w:divBdr>
    </w:div>
    <w:div w:id="197710547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footer" Target="footer14.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image" Target="media/image1.wmf"/><Relationship Id="rId55" Type="http://schemas.openxmlformats.org/officeDocument/2006/relationships/footer" Target="footer22.xml"/><Relationship Id="rId63" Type="http://schemas.openxmlformats.org/officeDocument/2006/relationships/footer" Target="footer25.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header" Target="header15.xml"/><Relationship Id="rId53" Type="http://schemas.openxmlformats.org/officeDocument/2006/relationships/header" Target="header18.xml"/><Relationship Id="rId58" Type="http://schemas.openxmlformats.org/officeDocument/2006/relationships/header" Target="header19.xm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eader" Target="header12.xml"/><Relationship Id="rId49" Type="http://schemas.openxmlformats.org/officeDocument/2006/relationships/footer" Target="footer20.xml"/><Relationship Id="rId57" Type="http://schemas.openxmlformats.org/officeDocument/2006/relationships/image" Target="media/image2.wmf"/><Relationship Id="rId61" Type="http://schemas.openxmlformats.org/officeDocument/2006/relationships/header" Target="header21.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17.xml"/><Relationship Id="rId60" Type="http://schemas.openxmlformats.org/officeDocument/2006/relationships/header" Target="header20.xml"/><Relationship Id="rId65" Type="http://schemas.openxmlformats.org/officeDocument/2006/relationships/footer" Target="footer2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header" Target="header22.xml"/><Relationship Id="rId8" Type="http://schemas.openxmlformats.org/officeDocument/2006/relationships/styles" Target="styles.xml"/><Relationship Id="rId51"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header" Target="header16.xml"/><Relationship Id="rId59" Type="http://schemas.openxmlformats.org/officeDocument/2006/relationships/image" Target="media/image3.jpg"/><Relationship Id="rId67"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header" Target="header14.xml"/><Relationship Id="rId54" Type="http://schemas.openxmlformats.org/officeDocument/2006/relationships/footer" Target="footer21.xml"/><Relationship Id="rId62" Type="http://schemas.openxmlformats.org/officeDocument/2006/relationships/footer" Target="footer2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TaxCatchAll xmlns="9f7bc583-7cbe-45b9-a2bd-8bbb6543b37e">
      <Value>24</Value>
    </TaxCatchAll>
    <_dlc_DocId xmlns="9f7bc583-7cbe-45b9-a2bd-8bbb6543b37e">2017RG-216-2210</_dlc_DocId>
    <_dlc_DocIdUrl xmlns="9f7bc583-7cbe-45b9-a2bd-8bbb6543b37e">
      <Url>http://tweb/sites/rg/ldp/_layouts/15/DocIdRedir.aspx?ID=2017RG-216-2210</Url>
      <Description>2017RG-216-2210</Description>
    </_dlc_DocIdUrl>
    <Nature_x0020_of_x0020_documents xmlns="507a8a59-704d-43cf-b103-02b0cd527a9d"/>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4837" ma:contentTypeDescription="" ma:contentTypeScope="" ma:versionID="4fb23dfdc8dbf5bae174202aee8c0add">
  <xsd:schema xmlns:xsd="http://www.w3.org/2001/XMLSchema" xmlns:xs="http://www.w3.org/2001/XMLSchema" xmlns:p="http://schemas.microsoft.com/office/2006/metadata/properties" xmlns:ns1="http://schemas.microsoft.com/sharepoint/v3" xmlns:ns2="9f7bc583-7cbe-45b9-a2bd-8bbb6543b37e" xmlns:ns3="507a8a59-704d-43cf-b103-02b0cd527a9d" xmlns:ns4="http://schemas.microsoft.com/sharepoint/v4" targetNamespace="http://schemas.microsoft.com/office/2006/metadata/properties" ma:root="true" ma:fieldsID="fa30cee221822adeabd79cc0220d6798" ns1:_="" ns2:_="" ns3:_="" ns4:_="">
    <xsd:import namespace="http://schemas.microsoft.com/sharepoint/v3"/>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element ref="ns3:LMU_x0020_number" minOccurs="0"/>
                <xsd:element ref="ns3:Nature_x0020_of_x0020_documents" minOccurs="0"/>
                <xsd:element ref="ns3:Number_x0020_version" minOccurs="0"/>
                <xsd:element ref="ns3:Status" minOccurs="0"/>
                <xsd:element ref="ns3:Parliamentary_x0020_session" minOccurs="0"/>
                <xsd:element ref="ns3: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218A3-F1E2-480D-ADAC-3F9E3660014B}">
  <ds:schemaRefs>
    <ds:schemaRef ds:uri="http://schemas.microsoft.com/sharepoint/v3/contenttype/forms"/>
  </ds:schemaRefs>
</ds:datastoreItem>
</file>

<file path=customXml/itemProps2.xml><?xml version="1.0" encoding="utf-8"?>
<ds:datastoreItem xmlns:ds="http://schemas.openxmlformats.org/officeDocument/2006/customXml" ds:itemID="{294EC04F-E51D-4A81-BA3E-AC90A62D8EE5}">
  <ds:schemaRefs>
    <ds:schemaRef ds:uri="http://purl.org/dc/terms/"/>
    <ds:schemaRef ds:uri="http://schemas.microsoft.com/sharepoint/v3"/>
    <ds:schemaRef ds:uri="http://purl.org/dc/dcmitype/"/>
    <ds:schemaRef ds:uri="http://schemas.microsoft.com/office/infopath/2007/PartnerControls"/>
    <ds:schemaRef ds:uri="http://purl.org/dc/elements/1.1/"/>
    <ds:schemaRef ds:uri="http://www.w3.org/XML/1998/namespace"/>
    <ds:schemaRef ds:uri="http://schemas.microsoft.com/office/2006/documentManagement/types"/>
    <ds:schemaRef ds:uri="http://schemas.openxmlformats.org/package/2006/metadata/core-properties"/>
    <ds:schemaRef ds:uri="9f7bc583-7cbe-45b9-a2bd-8bbb6543b37e"/>
    <ds:schemaRef ds:uri="http://schemas.microsoft.com/sharepoint/v4"/>
    <ds:schemaRef ds:uri="507a8a59-704d-43cf-b103-02b0cd527a9d"/>
    <ds:schemaRef ds:uri="http://schemas.microsoft.com/office/2006/metadata/properties"/>
  </ds:schemaRefs>
</ds:datastoreItem>
</file>

<file path=customXml/itemProps3.xml><?xml version="1.0" encoding="utf-8"?>
<ds:datastoreItem xmlns:ds="http://schemas.openxmlformats.org/officeDocument/2006/customXml" ds:itemID="{FC290909-977A-4036-8E99-1867DF1B8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5EFBA1-BF24-4DA1-A624-5B147C1D3752}">
  <ds:schemaRefs>
    <ds:schemaRef ds:uri="http://schemas.microsoft.com/sharepoint/events"/>
  </ds:schemaRefs>
</ds:datastoreItem>
</file>

<file path=customXml/itemProps5.xml><?xml version="1.0" encoding="utf-8"?>
<ds:datastoreItem xmlns:ds="http://schemas.openxmlformats.org/officeDocument/2006/customXml" ds:itemID="{49295322-1704-4CFF-841C-3E9A4180420C}">
  <ds:schemaRefs>
    <ds:schemaRef ds:uri="office.server.policy"/>
  </ds:schemaRefs>
</ds:datastoreItem>
</file>

<file path=customXml/itemProps6.xml><?xml version="1.0" encoding="utf-8"?>
<ds:datastoreItem xmlns:ds="http://schemas.openxmlformats.org/officeDocument/2006/customXml" ds:itemID="{3234ECAA-7EA3-4272-B3B5-DD9A67E95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Pri-EM.dotm</Template>
  <TotalTime>11</TotalTime>
  <Pages>81</Pages>
  <Words>22406</Words>
  <Characters>114054</Characters>
  <Application>Microsoft Office Word</Application>
  <DocSecurity>0</DocSecurity>
  <Lines>950</Lines>
  <Paragraphs>272</Paragraphs>
  <ScaleCrop>false</ScaleCrop>
  <HeadingPairs>
    <vt:vector size="2" baseType="variant">
      <vt:variant>
        <vt:lpstr>Title</vt:lpstr>
      </vt:variant>
      <vt:variant>
        <vt:i4>1</vt:i4>
      </vt:variant>
    </vt:vector>
  </HeadingPairs>
  <TitlesOfParts>
    <vt:vector size="1" baseType="lpstr">
      <vt:lpstr/>
    </vt:vector>
  </TitlesOfParts>
  <Company>The Treasury</Company>
  <LinksUpToDate>false</LinksUpToDate>
  <CharactersWithSpaces>136188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Ashlea</dc:creator>
  <cp:lastModifiedBy>Mendonca, Nelson</cp:lastModifiedBy>
  <cp:revision>5</cp:revision>
  <cp:lastPrinted>2017-08-21T00:54:00Z</cp:lastPrinted>
  <dcterms:created xsi:type="dcterms:W3CDTF">2017-08-21T00:42:00Z</dcterms:created>
  <dcterms:modified xsi:type="dcterms:W3CDTF">2017-08-21T00:58:00Z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ification">
    <vt:lpwstr>Draft</vt:lpwstr>
  </property>
  <property fmtid="{D5CDD505-2E9C-101B-9397-08002B2CF9AE}" pid="3" name="DLMSecurityClassification">
    <vt:lpwstr/>
  </property>
  <property fmtid="{D5CDD505-2E9C-101B-9397-08002B2CF9AE}" pid="4" name="WorkingDocStatus">
    <vt:lpwstr>DRAFT WORKING DOCUMENT</vt:lpwstr>
  </property>
  <property fmtid="{D5CDD505-2E9C-101B-9397-08002B2CF9AE}" pid="5" name="ContentTypeId">
    <vt:lpwstr>0x01010036BB8DE7EC542E42A8B2E98CC20CB6970095AC4D68AD35B54B84C8F2EAD3D25E24</vt:lpwstr>
  </property>
  <property fmtid="{D5CDD505-2E9C-101B-9397-08002B2CF9AE}" pid="6" name="RecordPoint_ActiveItemUniqueId">
    <vt:lpwstr>{4278f7a7-acab-4b0e-8d58-381a85b29ed1}</vt:lpwstr>
  </property>
  <property fmtid="{D5CDD505-2E9C-101B-9397-08002B2CF9AE}" pid="7" name="RecordPoint_WorkflowType">
    <vt:lpwstr>ActiveSubmitStub</vt:lpwstr>
  </property>
  <property fmtid="{D5CDD505-2E9C-101B-9397-08002B2CF9AE}" pid="8" name="_dlc_DocIdItemGuid">
    <vt:lpwstr>4278f7a7-acab-4b0e-8d58-381a85b29ed1</vt:lpwstr>
  </property>
  <property fmtid="{D5CDD505-2E9C-101B-9397-08002B2CF9AE}" pid="9" name="RecordPoint_ActiveItemListId">
    <vt:lpwstr>{507a8a59-704d-43cf-b103-02b0cd527a9d}</vt:lpwstr>
  </property>
  <property fmtid="{D5CDD505-2E9C-101B-9397-08002B2CF9AE}" pid="10" name="RecordPoint_ActiveItemWebId">
    <vt:lpwstr>{09392e0d-4618-463d-b4d2-50a90b9447cf}</vt:lpwstr>
  </property>
  <property fmtid="{D5CDD505-2E9C-101B-9397-08002B2CF9AE}" pid="11" name="RecordPoint_ActiveItemSiteId">
    <vt:lpwstr>{5b52b9a5-e5b2-4521-8814-a1e24ca2869d}</vt:lpwstr>
  </property>
  <property fmtid="{D5CDD505-2E9C-101B-9397-08002B2CF9AE}" pid="12" name="RecordPoint_SubmissionDate">
    <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RecordNumberSubmitted">
    <vt:lpwstr/>
  </property>
  <property fmtid="{D5CDD505-2E9C-101B-9397-08002B2CF9AE}" pid="16" name="TSYRecordClass">
    <vt:lpwstr>24;#TSY RA-9072 - Retain as national archives|d71911a4-1e32-4fc6-834f-26c4fc33e217</vt:lpwstr>
  </property>
  <property fmtid="{D5CDD505-2E9C-101B-9397-08002B2CF9AE}" pid="17" name="RecordPoint_SubmissionCompleted">
    <vt:lpwstr/>
  </property>
  <property fmtid="{D5CDD505-2E9C-101B-9397-08002B2CF9AE}" pid="18" name="_AdHocReviewCycleID">
    <vt:i4>1916578354</vt:i4>
  </property>
  <property fmtid="{D5CDD505-2E9C-101B-9397-08002B2CF9AE}" pid="19" name="_NewReviewCycle">
    <vt:lpwstr/>
  </property>
  <property fmtid="{D5CDD505-2E9C-101B-9397-08002B2CF9AE}" pid="20" name="_EmailSubject">
    <vt:lpwstr>ARFP CCIVs consultation hub - changes and documents</vt:lpwstr>
  </property>
  <property fmtid="{D5CDD505-2E9C-101B-9397-08002B2CF9AE}" pid="21" name="_AuthorEmail">
    <vt:lpwstr>Jean.Skeat@treasury.gov.au</vt:lpwstr>
  </property>
  <property fmtid="{D5CDD505-2E9C-101B-9397-08002B2CF9AE}" pid="22" name="_AuthorEmailDisplayName">
    <vt:lpwstr>Skeat, Jean</vt:lpwstr>
  </property>
  <property fmtid="{D5CDD505-2E9C-101B-9397-08002B2CF9AE}" pid="23" name="_PreviousAdHocReviewCycleID">
    <vt:i4>-966673756</vt:i4>
  </property>
</Properties>
</file>