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FB6D46" w14:textId="77777777" w:rsidR="00F109D4" w:rsidRPr="000B156F" w:rsidRDefault="00F33E68" w:rsidP="000B156F">
      <w:pPr>
        <w:pStyle w:val="Heading1"/>
        <w:spacing w:after="360"/>
        <w:rPr>
          <w:rFonts w:ascii="Times New Roman" w:hAnsi="Times New Roman"/>
          <w:u w:val="none"/>
        </w:rPr>
      </w:pPr>
      <w:bookmarkStart w:id="0" w:name="_GoBack"/>
      <w:bookmarkEnd w:id="0"/>
      <w:r w:rsidRPr="00F33E68">
        <w:rPr>
          <w:rFonts w:ascii="Times New Roman" w:hAnsi="Times New Roman"/>
          <w:u w:val="none"/>
        </w:rPr>
        <w:t xml:space="preserve">EXPOSURE DRAFT </w:t>
      </w:r>
      <w:r w:rsidR="003B538E" w:rsidRPr="00F33E68">
        <w:rPr>
          <w:rFonts w:ascii="Times New Roman" w:hAnsi="Times New Roman"/>
          <w:u w:val="none"/>
        </w:rPr>
        <w:t>EX</w:t>
      </w:r>
      <w:r w:rsidR="00F109D4" w:rsidRPr="00F33E68">
        <w:rPr>
          <w:rFonts w:ascii="Times New Roman" w:hAnsi="Times New Roman"/>
          <w:u w:val="none"/>
        </w:rPr>
        <w:t>PLANATORY</w:t>
      </w:r>
      <w:r w:rsidR="00F109D4" w:rsidRPr="000B156F">
        <w:rPr>
          <w:rFonts w:ascii="Times New Roman" w:hAnsi="Times New Roman"/>
          <w:u w:val="none"/>
        </w:rPr>
        <w:t xml:space="preserve"> STATEMENT</w:t>
      </w:r>
    </w:p>
    <w:p w14:paraId="4D9BEFE5" w14:textId="77777777" w:rsidR="00F109D4" w:rsidRPr="00503E44" w:rsidRDefault="00F109D4" w:rsidP="000B156F">
      <w:pPr>
        <w:pStyle w:val="Heading2"/>
        <w:jc w:val="center"/>
      </w:pPr>
      <w:r w:rsidRPr="00503E44">
        <w:t xml:space="preserve">Issued by authority of the </w:t>
      </w:r>
      <w:r w:rsidR="000B156F">
        <w:t xml:space="preserve">Minister for Revenue and Financial Services </w:t>
      </w:r>
    </w:p>
    <w:p w14:paraId="724EF962" w14:textId="77777777" w:rsidR="007A3863" w:rsidRDefault="007A3863" w:rsidP="007A3863">
      <w:pPr>
        <w:tabs>
          <w:tab w:val="left" w:pos="1701"/>
          <w:tab w:val="right" w:pos="9072"/>
        </w:tabs>
        <w:ind w:right="91"/>
        <w:jc w:val="center"/>
        <w:rPr>
          <w:i/>
        </w:rPr>
      </w:pPr>
      <w:r w:rsidRPr="002517CA">
        <w:rPr>
          <w:i/>
        </w:rPr>
        <w:t>Corporations Act 2001</w:t>
      </w:r>
      <w:r w:rsidRPr="007A3863">
        <w:rPr>
          <w:i/>
        </w:rPr>
        <w:t xml:space="preserve"> </w:t>
      </w:r>
    </w:p>
    <w:p w14:paraId="5AC21298" w14:textId="77777777" w:rsidR="007A3863" w:rsidRPr="002517CA" w:rsidRDefault="007A3863" w:rsidP="007A3863">
      <w:pPr>
        <w:tabs>
          <w:tab w:val="left" w:pos="1701"/>
          <w:tab w:val="right" w:pos="9072"/>
        </w:tabs>
        <w:ind w:right="91"/>
        <w:jc w:val="center"/>
        <w:rPr>
          <w:i/>
        </w:rPr>
      </w:pPr>
      <w:r w:rsidRPr="002517CA">
        <w:rPr>
          <w:i/>
        </w:rPr>
        <w:t xml:space="preserve">Australian Securities and Investments Commission </w:t>
      </w:r>
      <w:r>
        <w:rPr>
          <w:i/>
        </w:rPr>
        <w:t>Act</w:t>
      </w:r>
      <w:r w:rsidRPr="002517CA">
        <w:rPr>
          <w:i/>
        </w:rPr>
        <w:t xml:space="preserve"> 2001</w:t>
      </w:r>
    </w:p>
    <w:p w14:paraId="625043EF" w14:textId="77777777" w:rsidR="007A3863" w:rsidRPr="002517CA" w:rsidRDefault="007A3863" w:rsidP="007A3863">
      <w:pPr>
        <w:tabs>
          <w:tab w:val="left" w:pos="1701"/>
          <w:tab w:val="right" w:pos="9072"/>
        </w:tabs>
        <w:ind w:right="91"/>
        <w:jc w:val="center"/>
        <w:rPr>
          <w:i/>
        </w:rPr>
      </w:pPr>
      <w:r w:rsidRPr="002517CA">
        <w:rPr>
          <w:i/>
        </w:rPr>
        <w:t xml:space="preserve">Corporations (Fees) </w:t>
      </w:r>
      <w:r>
        <w:rPr>
          <w:i/>
        </w:rPr>
        <w:t>Act</w:t>
      </w:r>
      <w:r w:rsidRPr="002517CA">
        <w:rPr>
          <w:i/>
        </w:rPr>
        <w:t xml:space="preserve"> 2001</w:t>
      </w:r>
    </w:p>
    <w:p w14:paraId="3C4B052F" w14:textId="77777777" w:rsidR="007A3863" w:rsidRDefault="007A3863" w:rsidP="007A3863">
      <w:pPr>
        <w:tabs>
          <w:tab w:val="left" w:pos="1701"/>
          <w:tab w:val="right" w:pos="9072"/>
        </w:tabs>
        <w:ind w:right="91"/>
        <w:jc w:val="center"/>
        <w:rPr>
          <w:i/>
        </w:rPr>
      </w:pPr>
      <w:r w:rsidRPr="002517CA">
        <w:rPr>
          <w:i/>
        </w:rPr>
        <w:t xml:space="preserve">Corporations (Review Fees) </w:t>
      </w:r>
      <w:r>
        <w:rPr>
          <w:i/>
        </w:rPr>
        <w:t>Act</w:t>
      </w:r>
      <w:r w:rsidRPr="002517CA">
        <w:rPr>
          <w:i/>
        </w:rPr>
        <w:t xml:space="preserve"> 2003</w:t>
      </w:r>
    </w:p>
    <w:p w14:paraId="2512C25A" w14:textId="77777777" w:rsidR="00D8081E" w:rsidRPr="002517CA" w:rsidRDefault="00D8081E" w:rsidP="007A3863">
      <w:pPr>
        <w:tabs>
          <w:tab w:val="left" w:pos="1701"/>
          <w:tab w:val="right" w:pos="9072"/>
        </w:tabs>
        <w:ind w:right="91"/>
        <w:jc w:val="center"/>
        <w:rPr>
          <w:i/>
        </w:rPr>
      </w:pPr>
      <w:r>
        <w:rPr>
          <w:i/>
        </w:rPr>
        <w:t>National Consumer Credit Protection Act 2010</w:t>
      </w:r>
    </w:p>
    <w:p w14:paraId="5BB6CE36" w14:textId="77777777" w:rsidR="007A3863" w:rsidRPr="002517CA" w:rsidRDefault="007A3863" w:rsidP="007A3863">
      <w:pPr>
        <w:tabs>
          <w:tab w:val="left" w:pos="1701"/>
          <w:tab w:val="right" w:pos="9072"/>
        </w:tabs>
        <w:spacing w:before="0"/>
        <w:ind w:right="91"/>
        <w:jc w:val="center"/>
        <w:rPr>
          <w:i/>
        </w:rPr>
      </w:pPr>
      <w:r w:rsidRPr="002517CA">
        <w:rPr>
          <w:i/>
        </w:rPr>
        <w:t xml:space="preserve">ASIC Supervisory Cost Recovery Levy </w:t>
      </w:r>
      <w:r>
        <w:rPr>
          <w:i/>
        </w:rPr>
        <w:t>Act</w:t>
      </w:r>
      <w:r w:rsidRPr="002517CA">
        <w:rPr>
          <w:i/>
        </w:rPr>
        <w:t xml:space="preserve"> 2017</w:t>
      </w:r>
    </w:p>
    <w:p w14:paraId="0F11CD74" w14:textId="77777777" w:rsidR="007A3863" w:rsidRPr="00503E44" w:rsidRDefault="007A3863" w:rsidP="007A3863">
      <w:pPr>
        <w:tabs>
          <w:tab w:val="left" w:pos="1418"/>
        </w:tabs>
        <w:spacing w:before="0" w:after="240"/>
        <w:jc w:val="center"/>
        <w:rPr>
          <w:i/>
        </w:rPr>
      </w:pPr>
      <w:r>
        <w:rPr>
          <w:i/>
        </w:rPr>
        <w:t>Corporations Amendment (Asia Region Funds Passport) Regulations 2018</w:t>
      </w:r>
    </w:p>
    <w:p w14:paraId="39039AD5" w14:textId="7CA86D82" w:rsidR="007A3863" w:rsidRPr="00D33EDF" w:rsidRDefault="007A3863" w:rsidP="006B57D3">
      <w:pPr>
        <w:tabs>
          <w:tab w:val="left" w:pos="1701"/>
          <w:tab w:val="right" w:pos="9072"/>
        </w:tabs>
        <w:spacing w:after="240" w:line="240" w:lineRule="exact"/>
        <w:ind w:right="91"/>
        <w:rPr>
          <w:szCs w:val="23"/>
        </w:rPr>
      </w:pPr>
      <w:r w:rsidRPr="00D33EDF">
        <w:rPr>
          <w:szCs w:val="23"/>
        </w:rPr>
        <w:t xml:space="preserve">Section 1364 of the </w:t>
      </w:r>
      <w:r w:rsidR="00D33EDF">
        <w:rPr>
          <w:i/>
          <w:szCs w:val="23"/>
        </w:rPr>
        <w:t xml:space="preserve">Corporations Act 2001 </w:t>
      </w:r>
      <w:r w:rsidR="00D33EDF">
        <w:rPr>
          <w:szCs w:val="23"/>
        </w:rPr>
        <w:t>(</w:t>
      </w:r>
      <w:r w:rsidR="001D064F">
        <w:rPr>
          <w:szCs w:val="23"/>
        </w:rPr>
        <w:t xml:space="preserve">the </w:t>
      </w:r>
      <w:r w:rsidRPr="00D33EDF">
        <w:rPr>
          <w:szCs w:val="23"/>
        </w:rPr>
        <w:t>Corporations Act</w:t>
      </w:r>
      <w:r w:rsidR="00D33EDF">
        <w:rPr>
          <w:szCs w:val="23"/>
        </w:rPr>
        <w:t>)</w:t>
      </w:r>
      <w:r w:rsidRPr="00D33EDF">
        <w:rPr>
          <w:szCs w:val="23"/>
        </w:rPr>
        <w:t xml:space="preserve">, section 8 of the </w:t>
      </w:r>
      <w:r w:rsidR="00D33EDF" w:rsidRPr="00D33EDF">
        <w:rPr>
          <w:i/>
          <w:szCs w:val="23"/>
        </w:rPr>
        <w:t>Corporations (Fees) Act 2001</w:t>
      </w:r>
      <w:r w:rsidR="00D33EDF">
        <w:rPr>
          <w:szCs w:val="23"/>
        </w:rPr>
        <w:t xml:space="preserve"> (</w:t>
      </w:r>
      <w:r w:rsidR="001D064F">
        <w:rPr>
          <w:szCs w:val="23"/>
        </w:rPr>
        <w:t xml:space="preserve">the </w:t>
      </w:r>
      <w:r w:rsidRPr="00D33EDF">
        <w:rPr>
          <w:szCs w:val="23"/>
        </w:rPr>
        <w:t>Fees Act</w:t>
      </w:r>
      <w:r w:rsidR="00D33EDF">
        <w:rPr>
          <w:szCs w:val="23"/>
        </w:rPr>
        <w:t>)</w:t>
      </w:r>
      <w:r w:rsidRPr="00D33EDF">
        <w:rPr>
          <w:szCs w:val="23"/>
        </w:rPr>
        <w:t xml:space="preserve">, section 8 of the </w:t>
      </w:r>
      <w:r w:rsidR="00D33EDF">
        <w:rPr>
          <w:i/>
          <w:szCs w:val="23"/>
        </w:rPr>
        <w:t>Corporation</w:t>
      </w:r>
      <w:r w:rsidR="003A0D70">
        <w:rPr>
          <w:i/>
          <w:szCs w:val="23"/>
        </w:rPr>
        <w:t>s</w:t>
      </w:r>
      <w:r w:rsidR="00D33EDF">
        <w:rPr>
          <w:i/>
          <w:szCs w:val="23"/>
        </w:rPr>
        <w:t xml:space="preserve"> (Review Fees</w:t>
      </w:r>
      <w:r w:rsidR="003A0D70">
        <w:rPr>
          <w:i/>
          <w:szCs w:val="23"/>
        </w:rPr>
        <w:t>)</w:t>
      </w:r>
      <w:r w:rsidR="00D33EDF">
        <w:rPr>
          <w:i/>
          <w:szCs w:val="23"/>
        </w:rPr>
        <w:t xml:space="preserve"> Act 200</w:t>
      </w:r>
      <w:r w:rsidR="003A0D70">
        <w:rPr>
          <w:i/>
          <w:szCs w:val="23"/>
        </w:rPr>
        <w:t>3</w:t>
      </w:r>
      <w:r w:rsidR="00D33EDF">
        <w:rPr>
          <w:i/>
          <w:szCs w:val="23"/>
        </w:rPr>
        <w:t xml:space="preserve"> </w:t>
      </w:r>
      <w:r w:rsidR="00D33EDF">
        <w:rPr>
          <w:szCs w:val="23"/>
        </w:rPr>
        <w:t>(</w:t>
      </w:r>
      <w:r w:rsidR="001D064F">
        <w:rPr>
          <w:szCs w:val="23"/>
        </w:rPr>
        <w:t xml:space="preserve">the </w:t>
      </w:r>
      <w:r w:rsidRPr="00D33EDF">
        <w:rPr>
          <w:szCs w:val="23"/>
        </w:rPr>
        <w:t>Review Fees Act</w:t>
      </w:r>
      <w:r w:rsidR="00D33EDF">
        <w:rPr>
          <w:szCs w:val="23"/>
        </w:rPr>
        <w:t>)</w:t>
      </w:r>
      <w:r w:rsidRPr="00D33EDF">
        <w:rPr>
          <w:szCs w:val="23"/>
        </w:rPr>
        <w:t xml:space="preserve">, section 251 of the </w:t>
      </w:r>
      <w:r w:rsidR="00D33EDF">
        <w:rPr>
          <w:i/>
          <w:szCs w:val="23"/>
        </w:rPr>
        <w:t xml:space="preserve">Australian Securities and Investments Commission Act 2001 </w:t>
      </w:r>
      <w:r w:rsidR="00D33EDF">
        <w:rPr>
          <w:szCs w:val="23"/>
        </w:rPr>
        <w:t>(</w:t>
      </w:r>
      <w:r w:rsidR="001D064F">
        <w:rPr>
          <w:szCs w:val="23"/>
        </w:rPr>
        <w:t xml:space="preserve">the </w:t>
      </w:r>
      <w:r w:rsidRPr="00D33EDF">
        <w:rPr>
          <w:szCs w:val="23"/>
        </w:rPr>
        <w:t>ASIC Act</w:t>
      </w:r>
      <w:r w:rsidR="00D33EDF">
        <w:rPr>
          <w:szCs w:val="23"/>
        </w:rPr>
        <w:t>)</w:t>
      </w:r>
      <w:r w:rsidRPr="00D33EDF">
        <w:rPr>
          <w:szCs w:val="23"/>
        </w:rPr>
        <w:t xml:space="preserve">, section 13 of the </w:t>
      </w:r>
      <w:r w:rsidR="00D33EDF">
        <w:rPr>
          <w:i/>
          <w:szCs w:val="23"/>
        </w:rPr>
        <w:t xml:space="preserve">ASIC Supervisory Cost Recovery Levy Act </w:t>
      </w:r>
      <w:r w:rsidR="00D33EDF">
        <w:rPr>
          <w:szCs w:val="23"/>
        </w:rPr>
        <w:t>(</w:t>
      </w:r>
      <w:r w:rsidR="001D064F">
        <w:rPr>
          <w:szCs w:val="23"/>
        </w:rPr>
        <w:t xml:space="preserve">the </w:t>
      </w:r>
      <w:r w:rsidRPr="00D33EDF">
        <w:rPr>
          <w:szCs w:val="23"/>
        </w:rPr>
        <w:t>Levy Act</w:t>
      </w:r>
      <w:r w:rsidR="00D33EDF">
        <w:rPr>
          <w:szCs w:val="23"/>
        </w:rPr>
        <w:t>)</w:t>
      </w:r>
      <w:r w:rsidRPr="00D33EDF">
        <w:rPr>
          <w:szCs w:val="23"/>
        </w:rPr>
        <w:t xml:space="preserve">, section 70-55 of the </w:t>
      </w:r>
      <w:r w:rsidR="00D33EDF">
        <w:rPr>
          <w:i/>
          <w:szCs w:val="23"/>
        </w:rPr>
        <w:t xml:space="preserve">Tax Agent Services Act </w:t>
      </w:r>
      <w:r w:rsidR="00D33EDF">
        <w:rPr>
          <w:szCs w:val="23"/>
        </w:rPr>
        <w:t>(</w:t>
      </w:r>
      <w:r w:rsidR="00187E9D">
        <w:rPr>
          <w:szCs w:val="23"/>
        </w:rPr>
        <w:t xml:space="preserve">the </w:t>
      </w:r>
      <w:r w:rsidR="00D33EDF">
        <w:rPr>
          <w:szCs w:val="23"/>
        </w:rPr>
        <w:t>TAS</w:t>
      </w:r>
      <w:r w:rsidRPr="00D33EDF">
        <w:rPr>
          <w:szCs w:val="23"/>
        </w:rPr>
        <w:t xml:space="preserve"> Act</w:t>
      </w:r>
      <w:r w:rsidR="00D33EDF">
        <w:rPr>
          <w:szCs w:val="23"/>
        </w:rPr>
        <w:t>)</w:t>
      </w:r>
      <w:r w:rsidRPr="00D33EDF">
        <w:rPr>
          <w:szCs w:val="23"/>
        </w:rPr>
        <w:t xml:space="preserve"> and section 329 of the </w:t>
      </w:r>
      <w:r w:rsidR="00D33EDF">
        <w:rPr>
          <w:i/>
          <w:szCs w:val="23"/>
        </w:rPr>
        <w:t xml:space="preserve">National Consumer Credit Protection Act 2010 </w:t>
      </w:r>
      <w:r w:rsidR="00D33EDF">
        <w:rPr>
          <w:szCs w:val="23"/>
        </w:rPr>
        <w:t xml:space="preserve">(the </w:t>
      </w:r>
      <w:r w:rsidRPr="00D33EDF">
        <w:rPr>
          <w:szCs w:val="23"/>
        </w:rPr>
        <w:t>Credit Act</w:t>
      </w:r>
      <w:r w:rsidR="00D33EDF">
        <w:rPr>
          <w:szCs w:val="23"/>
        </w:rPr>
        <w:t>)</w:t>
      </w:r>
      <w:r w:rsidRPr="00D33EDF">
        <w:rPr>
          <w:szCs w:val="23"/>
        </w:rPr>
        <w:t xml:space="preserve"> provide that the Governor-General may make regulations prescribing matters required or permitted by </w:t>
      </w:r>
      <w:r w:rsidR="006B57D3">
        <w:rPr>
          <w:szCs w:val="23"/>
        </w:rPr>
        <w:t>the relevant</w:t>
      </w:r>
      <w:r w:rsidRPr="00D33EDF">
        <w:rPr>
          <w:szCs w:val="23"/>
        </w:rPr>
        <w:t xml:space="preserve"> Act to be prescribed, or necessary or convenient to be prescribed for carr</w:t>
      </w:r>
      <w:r w:rsidR="00D33EDF">
        <w:rPr>
          <w:szCs w:val="23"/>
        </w:rPr>
        <w:t xml:space="preserve">ying out or giving effect to </w:t>
      </w:r>
      <w:r w:rsidR="006B57D3">
        <w:rPr>
          <w:szCs w:val="23"/>
        </w:rPr>
        <w:t>the</w:t>
      </w:r>
      <w:r w:rsidRPr="00D33EDF">
        <w:rPr>
          <w:szCs w:val="23"/>
        </w:rPr>
        <w:t xml:space="preserve"> </w:t>
      </w:r>
      <w:r w:rsidR="006B57D3">
        <w:rPr>
          <w:szCs w:val="23"/>
        </w:rPr>
        <w:t xml:space="preserve">relevant </w:t>
      </w:r>
      <w:r w:rsidRPr="00D33EDF">
        <w:rPr>
          <w:szCs w:val="23"/>
        </w:rPr>
        <w:t>Act.</w:t>
      </w:r>
      <w:r w:rsidR="00585F93" w:rsidRPr="00585F93">
        <w:rPr>
          <w:szCs w:val="24"/>
        </w:rPr>
        <w:t xml:space="preserve"> </w:t>
      </w:r>
      <w:r w:rsidR="00585F93" w:rsidRPr="00991AF3">
        <w:rPr>
          <w:szCs w:val="24"/>
        </w:rPr>
        <w:t>New section 1216L of the Corporations Act allow</w:t>
      </w:r>
      <w:r w:rsidR="00585F93">
        <w:rPr>
          <w:szCs w:val="24"/>
        </w:rPr>
        <w:t>s</w:t>
      </w:r>
      <w:r w:rsidR="00585F93" w:rsidRPr="00991AF3">
        <w:rPr>
          <w:szCs w:val="24"/>
        </w:rPr>
        <w:t xml:space="preserve"> regulations to be made to continue the application of the Corporations Act </w:t>
      </w:r>
      <w:r w:rsidR="00D8081E">
        <w:rPr>
          <w:szCs w:val="24"/>
        </w:rPr>
        <w:t>in respect of a passport fund that has been deregistered or removed</w:t>
      </w:r>
      <w:r w:rsidR="00585F93" w:rsidRPr="00991AF3">
        <w:rPr>
          <w:szCs w:val="24"/>
        </w:rPr>
        <w:t>.</w:t>
      </w:r>
      <w:r w:rsidR="00585F93" w:rsidRPr="00991AF3">
        <w:rPr>
          <w:rStyle w:val="FootnoteReference"/>
          <w:szCs w:val="24"/>
        </w:rPr>
        <w:footnoteReference w:id="2"/>
      </w:r>
    </w:p>
    <w:p w14:paraId="5A579FFD" w14:textId="15220F4F" w:rsidR="007A3863" w:rsidRDefault="007A3863" w:rsidP="007A3863">
      <w:pPr>
        <w:tabs>
          <w:tab w:val="left" w:pos="1701"/>
          <w:tab w:val="right" w:pos="9072"/>
        </w:tabs>
        <w:spacing w:after="240" w:line="240" w:lineRule="exact"/>
        <w:ind w:right="91"/>
        <w:rPr>
          <w:szCs w:val="24"/>
        </w:rPr>
      </w:pPr>
      <w:r w:rsidRPr="00C2679A">
        <w:rPr>
          <w:szCs w:val="24"/>
        </w:rPr>
        <w:t xml:space="preserve">The purpose of </w:t>
      </w:r>
      <w:r w:rsidRPr="00585F93">
        <w:rPr>
          <w:szCs w:val="24"/>
        </w:rPr>
        <w:t xml:space="preserve">the </w:t>
      </w:r>
      <w:r w:rsidRPr="00585F93">
        <w:rPr>
          <w:i/>
          <w:szCs w:val="24"/>
        </w:rPr>
        <w:t>Corporations Amendment (Asia Region Funds Passport) Regulations 2018</w:t>
      </w:r>
      <w:r w:rsidR="006B57D3" w:rsidRPr="00585F93">
        <w:rPr>
          <w:szCs w:val="24"/>
        </w:rPr>
        <w:t xml:space="preserve"> </w:t>
      </w:r>
      <w:r w:rsidR="001D064F" w:rsidRPr="00585F93">
        <w:rPr>
          <w:szCs w:val="24"/>
        </w:rPr>
        <w:t xml:space="preserve">(the Regulations) </w:t>
      </w:r>
      <w:r w:rsidRPr="00585F93">
        <w:rPr>
          <w:szCs w:val="24"/>
        </w:rPr>
        <w:t xml:space="preserve">is to make the amendments to the </w:t>
      </w:r>
      <w:r w:rsidRPr="00585F93">
        <w:rPr>
          <w:i/>
          <w:szCs w:val="24"/>
        </w:rPr>
        <w:t>Corporations Regulations 2001</w:t>
      </w:r>
      <w:r w:rsidR="0041459D">
        <w:rPr>
          <w:i/>
          <w:szCs w:val="24"/>
        </w:rPr>
        <w:t xml:space="preserve"> </w:t>
      </w:r>
      <w:r w:rsidRPr="00585F93">
        <w:rPr>
          <w:szCs w:val="24"/>
        </w:rPr>
        <w:t>(</w:t>
      </w:r>
      <w:r w:rsidR="00585F93" w:rsidRPr="00585F93">
        <w:rPr>
          <w:szCs w:val="24"/>
        </w:rPr>
        <w:t xml:space="preserve">the </w:t>
      </w:r>
      <w:r w:rsidRPr="00585F93">
        <w:rPr>
          <w:szCs w:val="24"/>
        </w:rPr>
        <w:t>Corporations Regulations) and other miscellaneous regulations which are necessary to implement the Asia Regi</w:t>
      </w:r>
      <w:r w:rsidR="006B57D3" w:rsidRPr="00585F93">
        <w:rPr>
          <w:szCs w:val="24"/>
        </w:rPr>
        <w:t>on Funds Passport (the Passport) in Australia. The Passport provides a multilateral framework that allows eligible funds</w:t>
      </w:r>
      <w:r w:rsidR="006B57D3">
        <w:rPr>
          <w:szCs w:val="24"/>
        </w:rPr>
        <w:t xml:space="preserve"> to be marketed across participating economies with limited additional regulatory requirements. </w:t>
      </w:r>
    </w:p>
    <w:p w14:paraId="6EA1991B" w14:textId="77777777" w:rsidR="007A3863" w:rsidRPr="00C2679A" w:rsidRDefault="007A3863" w:rsidP="006B57D3">
      <w:pPr>
        <w:tabs>
          <w:tab w:val="left" w:pos="1701"/>
          <w:tab w:val="right" w:pos="9072"/>
        </w:tabs>
        <w:spacing w:after="240" w:line="240" w:lineRule="exact"/>
        <w:ind w:right="91"/>
        <w:rPr>
          <w:szCs w:val="24"/>
        </w:rPr>
      </w:pPr>
      <w:r>
        <w:rPr>
          <w:szCs w:val="24"/>
        </w:rPr>
        <w:t xml:space="preserve">The arrangements for the Passport agreed by the participating economies are set out in the </w:t>
      </w:r>
      <w:r>
        <w:rPr>
          <w:i/>
          <w:szCs w:val="24"/>
        </w:rPr>
        <w:t xml:space="preserve">Memorandum of Cooperation on the Establishment and Implementation of the Asia Region Funds Passport </w:t>
      </w:r>
      <w:r>
        <w:rPr>
          <w:szCs w:val="24"/>
        </w:rPr>
        <w:t>(the MOC).</w:t>
      </w:r>
      <w:r w:rsidR="00D8081E">
        <w:rPr>
          <w:rStyle w:val="FootnoteReference"/>
          <w:szCs w:val="24"/>
        </w:rPr>
        <w:footnoteReference w:id="3"/>
      </w:r>
      <w:r>
        <w:rPr>
          <w:szCs w:val="24"/>
        </w:rPr>
        <w:t xml:space="preserve"> Relevantly, Annex 1 of the MOC outlines the areas in which a participating country may impose obligations on foreign passport funds. Annex 2 sets out the common regul</w:t>
      </w:r>
      <w:r w:rsidR="001D064F">
        <w:rPr>
          <w:szCs w:val="24"/>
        </w:rPr>
        <w:t>atory arrangements, while Annex </w:t>
      </w:r>
      <w:r>
        <w:rPr>
          <w:szCs w:val="24"/>
        </w:rPr>
        <w:t xml:space="preserve">3 prescribes the obligations that apply to all operators of passport funds (the Passport Rules). </w:t>
      </w:r>
    </w:p>
    <w:p w14:paraId="487B85BD" w14:textId="148A5D80" w:rsidR="007A3863" w:rsidRDefault="006B57D3" w:rsidP="007A3863">
      <w:pPr>
        <w:pStyle w:val="Bullet"/>
        <w:numPr>
          <w:ilvl w:val="0"/>
          <w:numId w:val="0"/>
        </w:numPr>
        <w:spacing w:before="120" w:after="240" w:line="240" w:lineRule="exact"/>
      </w:pPr>
      <w:r>
        <w:t xml:space="preserve">To give effect to the MOC, the </w:t>
      </w:r>
      <w:r>
        <w:rPr>
          <w:i/>
        </w:rPr>
        <w:t xml:space="preserve">Corporations Amendment (Asia Region Funds Passport) </w:t>
      </w:r>
      <w:r w:rsidR="006C44B8">
        <w:rPr>
          <w:i/>
        </w:rPr>
        <w:t>Act</w:t>
      </w:r>
      <w:r w:rsidR="00AD3E90">
        <w:rPr>
          <w:i/>
        </w:rPr>
        <w:t xml:space="preserve"> </w:t>
      </w:r>
      <w:r w:rsidR="00D8081E">
        <w:rPr>
          <w:i/>
        </w:rPr>
        <w:t>2018</w:t>
      </w:r>
      <w:r>
        <w:rPr>
          <w:i/>
        </w:rPr>
        <w:t xml:space="preserve"> </w:t>
      </w:r>
      <w:r>
        <w:t>(the A</w:t>
      </w:r>
      <w:r w:rsidR="007A3863" w:rsidRPr="00251BDF">
        <w:t>RFP Act</w:t>
      </w:r>
      <w:r>
        <w:t>)</w:t>
      </w:r>
      <w:r w:rsidR="007A3863" w:rsidRPr="00251BDF">
        <w:t xml:space="preserve"> </w:t>
      </w:r>
      <w:r w:rsidR="001D064F">
        <w:t>inserts</w:t>
      </w:r>
      <w:r w:rsidR="007A3863" w:rsidRPr="00251BDF">
        <w:t xml:space="preserve"> a new Chapter 8A in</w:t>
      </w:r>
      <w:r w:rsidR="001D064F">
        <w:t>to</w:t>
      </w:r>
      <w:r w:rsidR="007A3863" w:rsidRPr="00251BDF">
        <w:t xml:space="preserve"> the Corporations Act</w:t>
      </w:r>
      <w:r w:rsidR="001D064F">
        <w:t>. This Chapter</w:t>
      </w:r>
      <w:r w:rsidR="007A3863" w:rsidRPr="00251BDF">
        <w:t xml:space="preserve"> mainly implements the common regulatory </w:t>
      </w:r>
      <w:r w:rsidR="007A3863" w:rsidRPr="00251BDF">
        <w:lastRenderedPageBreak/>
        <w:t xml:space="preserve">arrangements in Annex 2 of the MOC. </w:t>
      </w:r>
      <w:r w:rsidR="001D064F">
        <w:t>A</w:t>
      </w:r>
      <w:r w:rsidR="007A3863" w:rsidRPr="00251BDF">
        <w:t xml:space="preserve">mong other things, </w:t>
      </w:r>
      <w:r w:rsidR="001D064F">
        <w:t xml:space="preserve">it </w:t>
      </w:r>
      <w:r w:rsidR="007A3863" w:rsidRPr="00251BDF">
        <w:t xml:space="preserve">sets out the process for Australian funds to register as passport funds and the process for foreign funds to notify </w:t>
      </w:r>
      <w:r w:rsidR="00492630">
        <w:t xml:space="preserve">the </w:t>
      </w:r>
      <w:r w:rsidR="007A3863" w:rsidRPr="00251BDF">
        <w:t>A</w:t>
      </w:r>
      <w:r w:rsidR="00492630">
        <w:t xml:space="preserve">ustralian </w:t>
      </w:r>
      <w:r w:rsidR="007A3863" w:rsidRPr="00251BDF">
        <w:t>S</w:t>
      </w:r>
      <w:r w:rsidR="00492630">
        <w:t xml:space="preserve">ecurities and </w:t>
      </w:r>
      <w:r w:rsidR="007A3863" w:rsidRPr="00251BDF">
        <w:t>I</w:t>
      </w:r>
      <w:r w:rsidR="00492630">
        <w:t xml:space="preserve">nvestments </w:t>
      </w:r>
      <w:r w:rsidR="007A3863" w:rsidRPr="00251BDF">
        <w:t>C</w:t>
      </w:r>
      <w:r w:rsidR="00492630">
        <w:t>ommission (ASIC)</w:t>
      </w:r>
      <w:r w:rsidR="007A3863" w:rsidRPr="00251BDF">
        <w:t xml:space="preserve"> of their intention to offer interests to Australian investors. The ARFP Act also amends other parts of the Corporations Act to clarify how various obligations apply to notified foreign passport funds, as allowed under Annex 1 of the MOC. Key areas in which obligations apply to </w:t>
      </w:r>
      <w:r w:rsidR="00D8081E">
        <w:t xml:space="preserve">notified </w:t>
      </w:r>
      <w:r w:rsidR="007A3863" w:rsidRPr="00251BDF">
        <w:t>foreign passport funds include financial reporting, licensing and disclosure.</w:t>
      </w:r>
    </w:p>
    <w:p w14:paraId="45C670E9" w14:textId="6A5199F5" w:rsidR="00D33EDF" w:rsidRDefault="00D33EDF" w:rsidP="00D33EDF">
      <w:pPr>
        <w:pStyle w:val="Bullet"/>
        <w:numPr>
          <w:ilvl w:val="0"/>
          <w:numId w:val="0"/>
        </w:numPr>
        <w:spacing w:before="120" w:after="240" w:line="240" w:lineRule="exact"/>
      </w:pPr>
      <w:r w:rsidRPr="00251BDF">
        <w:t xml:space="preserve">The Regulations </w:t>
      </w:r>
      <w:r w:rsidR="001D064F">
        <w:t xml:space="preserve">make </w:t>
      </w:r>
      <w:r w:rsidRPr="00251BDF">
        <w:t>amend</w:t>
      </w:r>
      <w:r w:rsidR="001D064F">
        <w:t>ments to</w:t>
      </w:r>
      <w:r w:rsidRPr="00251BDF">
        <w:t xml:space="preserve"> the Corporations Regulations and other miscellaneous </w:t>
      </w:r>
      <w:r w:rsidR="001D064F">
        <w:t>regulations which are consequential to the</w:t>
      </w:r>
      <w:r w:rsidRPr="00251BDF">
        <w:t xml:space="preserve"> ARFP Act. </w:t>
      </w:r>
      <w:r>
        <w:t xml:space="preserve">The potential benefits of the </w:t>
      </w:r>
      <w:r w:rsidR="001D064F">
        <w:t>Regulations and the ARFP Act</w:t>
      </w:r>
      <w:r>
        <w:t xml:space="preserve"> </w:t>
      </w:r>
      <w:r w:rsidR="001D064F">
        <w:t>are that</w:t>
      </w:r>
      <w:r>
        <w:t>:</w:t>
      </w:r>
    </w:p>
    <w:p w14:paraId="68E67EE5" w14:textId="77777777" w:rsidR="00D33EDF" w:rsidRDefault="00D33EDF" w:rsidP="00D33EDF">
      <w:pPr>
        <w:pStyle w:val="Bullet"/>
        <w:numPr>
          <w:ilvl w:val="0"/>
          <w:numId w:val="4"/>
        </w:numPr>
        <w:spacing w:before="0" w:after="0"/>
      </w:pPr>
      <w:r>
        <w:t xml:space="preserve">Australian passport funds </w:t>
      </w:r>
      <w:r w:rsidR="00A157C6">
        <w:t>can</w:t>
      </w:r>
      <w:r>
        <w:t xml:space="preserve"> market their interests to investors in participating economies more easily and access economies of scale;</w:t>
      </w:r>
    </w:p>
    <w:p w14:paraId="6D9F18BD" w14:textId="31429EF2" w:rsidR="00D33EDF" w:rsidRDefault="00D33EDF" w:rsidP="00D33EDF">
      <w:pPr>
        <w:pStyle w:val="Bullet"/>
        <w:numPr>
          <w:ilvl w:val="0"/>
          <w:numId w:val="4"/>
        </w:numPr>
        <w:spacing w:before="0" w:after="0"/>
      </w:pPr>
      <w:r>
        <w:t xml:space="preserve">Australian investors </w:t>
      </w:r>
      <w:r w:rsidR="00A157C6">
        <w:t>can</w:t>
      </w:r>
      <w:r>
        <w:t xml:space="preserve"> purchase interests in notified foreign passport funds</w:t>
      </w:r>
      <w:r w:rsidR="00A157C6">
        <w:t xml:space="preserve"> and have greater choice</w:t>
      </w:r>
      <w:r>
        <w:t>;</w:t>
      </w:r>
    </w:p>
    <w:p w14:paraId="52F09E69" w14:textId="63D87AFC" w:rsidR="00365A59" w:rsidRDefault="001D064F" w:rsidP="00365A59">
      <w:pPr>
        <w:pStyle w:val="Bullet"/>
        <w:numPr>
          <w:ilvl w:val="0"/>
          <w:numId w:val="4"/>
        </w:numPr>
        <w:spacing w:before="0" w:after="0"/>
      </w:pPr>
      <w:r>
        <w:t xml:space="preserve">there are </w:t>
      </w:r>
      <w:r w:rsidR="00D33EDF">
        <w:t>potential cost savings for funds and investors and enhanced competition</w:t>
      </w:r>
      <w:r w:rsidR="00365A59">
        <w:t>; and</w:t>
      </w:r>
      <w:r w:rsidR="00365A59" w:rsidRPr="00365A59">
        <w:t xml:space="preserve"> </w:t>
      </w:r>
    </w:p>
    <w:p w14:paraId="316BF7BA" w14:textId="6834AF14" w:rsidR="00365A59" w:rsidRPr="00D07B97" w:rsidRDefault="00365A59" w:rsidP="00365A59">
      <w:pPr>
        <w:pStyle w:val="Bullet"/>
        <w:numPr>
          <w:ilvl w:val="0"/>
          <w:numId w:val="4"/>
        </w:numPr>
        <w:spacing w:before="0" w:after="0"/>
      </w:pPr>
      <w:r>
        <w:t>t</w:t>
      </w:r>
      <w:r w:rsidRPr="0090591C">
        <w:t xml:space="preserve">he Australian economy is expected to </w:t>
      </w:r>
      <w:r>
        <w:t>benefit from increased</w:t>
      </w:r>
      <w:r w:rsidRPr="0090591C">
        <w:t xml:space="preserve"> financial services exports</w:t>
      </w:r>
      <w:r>
        <w:t>.</w:t>
      </w:r>
    </w:p>
    <w:p w14:paraId="0A51EE36" w14:textId="77777777" w:rsidR="00D33EDF" w:rsidRDefault="00D33EDF" w:rsidP="00D33EDF">
      <w:pPr>
        <w:pStyle w:val="Bullet"/>
        <w:numPr>
          <w:ilvl w:val="0"/>
          <w:numId w:val="0"/>
        </w:numPr>
        <w:spacing w:before="0" w:after="0"/>
      </w:pPr>
    </w:p>
    <w:p w14:paraId="042C3C3A" w14:textId="38AB4916" w:rsidR="00D33EDF" w:rsidRPr="00251BDF" w:rsidRDefault="00D33EDF" w:rsidP="00D33EDF">
      <w:pPr>
        <w:pStyle w:val="Bullet"/>
        <w:numPr>
          <w:ilvl w:val="0"/>
          <w:numId w:val="0"/>
        </w:numPr>
        <w:spacing w:before="0" w:after="0"/>
      </w:pPr>
      <w:r w:rsidRPr="00251BDF">
        <w:t xml:space="preserve">Details of the Regulations are set out in the </w:t>
      </w:r>
      <w:r w:rsidRPr="00D33EDF">
        <w:rPr>
          <w:u w:val="single"/>
        </w:rPr>
        <w:t>Attachment</w:t>
      </w:r>
      <w:r w:rsidRPr="00251BDF">
        <w:t>.</w:t>
      </w:r>
    </w:p>
    <w:p w14:paraId="300F2FCC" w14:textId="3FF4FE89" w:rsidR="00D33EDF" w:rsidRPr="00251BDF" w:rsidRDefault="00D33EDF" w:rsidP="00D33EDF">
      <w:pPr>
        <w:tabs>
          <w:tab w:val="left" w:pos="1701"/>
          <w:tab w:val="right" w:pos="9072"/>
        </w:tabs>
        <w:spacing w:after="240" w:line="240" w:lineRule="exact"/>
        <w:ind w:right="91"/>
      </w:pPr>
      <w:r w:rsidRPr="00251BDF">
        <w:t xml:space="preserve">The enabling Acts do not specify any conditions that need to be satisfied before the power to make the Regulations may be exercised. </w:t>
      </w:r>
    </w:p>
    <w:p w14:paraId="51A97DD3" w14:textId="01023A93" w:rsidR="00D33EDF" w:rsidRPr="00251BDF" w:rsidRDefault="00D33EDF" w:rsidP="00585F93">
      <w:pPr>
        <w:tabs>
          <w:tab w:val="left" w:pos="1701"/>
          <w:tab w:val="right" w:pos="9072"/>
        </w:tabs>
        <w:spacing w:after="240" w:line="240" w:lineRule="exact"/>
        <w:ind w:right="91"/>
      </w:pPr>
      <w:r w:rsidRPr="00585F93">
        <w:t>The Regulations commence on the later of the day after they are registered on the Federal Register of Legislation and the day when the ARFP Act commences.</w:t>
      </w:r>
    </w:p>
    <w:p w14:paraId="6E4CE3E3" w14:textId="77777777" w:rsidR="00D33EDF" w:rsidRDefault="00D33EDF" w:rsidP="00D33EDF">
      <w:pPr>
        <w:tabs>
          <w:tab w:val="left" w:pos="1701"/>
          <w:tab w:val="right" w:pos="9072"/>
        </w:tabs>
        <w:spacing w:after="240" w:line="240" w:lineRule="exact"/>
        <w:ind w:right="91"/>
      </w:pPr>
    </w:p>
    <w:p w14:paraId="16CF6C4F" w14:textId="77777777" w:rsidR="00D33EDF" w:rsidRPr="00251BDF" w:rsidRDefault="00D33EDF" w:rsidP="007A3863">
      <w:pPr>
        <w:pStyle w:val="Bullet"/>
        <w:numPr>
          <w:ilvl w:val="0"/>
          <w:numId w:val="0"/>
        </w:numPr>
        <w:spacing w:before="120" w:after="240" w:line="240" w:lineRule="exact"/>
      </w:pPr>
    </w:p>
    <w:p w14:paraId="2E7ADB4E" w14:textId="77777777" w:rsidR="007A3863" w:rsidRPr="00BF1C4C" w:rsidRDefault="007A3863" w:rsidP="007A3863">
      <w:pPr>
        <w:tabs>
          <w:tab w:val="left" w:pos="1701"/>
          <w:tab w:val="right" w:pos="9072"/>
        </w:tabs>
        <w:spacing w:before="240" w:line="240" w:lineRule="exact"/>
        <w:ind w:right="91"/>
        <w:rPr>
          <w:b/>
          <w:szCs w:val="24"/>
          <w:u w:val="single"/>
        </w:rPr>
      </w:pPr>
      <w:r>
        <w:br w:type="column"/>
      </w:r>
    </w:p>
    <w:p w14:paraId="3A3C198D" w14:textId="77777777" w:rsidR="00DB4B51" w:rsidRPr="00BF1C4C" w:rsidRDefault="00DB4B51" w:rsidP="00DB4B51">
      <w:pPr>
        <w:jc w:val="right"/>
        <w:rPr>
          <w:szCs w:val="24"/>
        </w:rPr>
      </w:pPr>
      <w:r w:rsidRPr="00BF1C4C">
        <w:rPr>
          <w:b/>
          <w:szCs w:val="24"/>
          <w:u w:val="single"/>
        </w:rPr>
        <w:t>ATTACHMENT</w:t>
      </w:r>
    </w:p>
    <w:p w14:paraId="2EAD0460" w14:textId="77777777" w:rsidR="00DB4B51" w:rsidRPr="00A00A7B" w:rsidRDefault="00DB4B51" w:rsidP="00DB4B51">
      <w:pPr>
        <w:pStyle w:val="Heading2"/>
        <w:rPr>
          <w:i/>
          <w:szCs w:val="24"/>
        </w:rPr>
      </w:pPr>
      <w:r w:rsidRPr="00585F93">
        <w:rPr>
          <w:szCs w:val="24"/>
        </w:rPr>
        <w:t xml:space="preserve">Details of the </w:t>
      </w:r>
      <w:r w:rsidR="00CA2058" w:rsidRPr="00585F93">
        <w:rPr>
          <w:i/>
          <w:szCs w:val="24"/>
        </w:rPr>
        <w:t>Corporations Amendment (Asia Region Funds Passport) Regulations 2018</w:t>
      </w:r>
    </w:p>
    <w:p w14:paraId="3E8D9BA9" w14:textId="77777777" w:rsidR="00DB4B51" w:rsidRPr="00A00A7B" w:rsidRDefault="00DB4B51" w:rsidP="00DB4B51">
      <w:pPr>
        <w:rPr>
          <w:szCs w:val="24"/>
        </w:rPr>
      </w:pPr>
    </w:p>
    <w:p w14:paraId="5999727E" w14:textId="77777777" w:rsidR="00D8081E" w:rsidRPr="00991AF3" w:rsidRDefault="00D8081E" w:rsidP="00D8081E">
      <w:pPr>
        <w:rPr>
          <w:szCs w:val="24"/>
          <w:u w:val="single"/>
        </w:rPr>
      </w:pPr>
      <w:r w:rsidRPr="00991AF3">
        <w:rPr>
          <w:szCs w:val="24"/>
          <w:u w:val="single"/>
        </w:rPr>
        <w:t>Section 1 – Name of the Regulations</w:t>
      </w:r>
    </w:p>
    <w:p w14:paraId="6ECA2C47" w14:textId="77777777" w:rsidR="00D8081E" w:rsidRPr="00991AF3" w:rsidRDefault="00D8081E" w:rsidP="00D8081E">
      <w:pPr>
        <w:autoSpaceDE w:val="0"/>
        <w:autoSpaceDN w:val="0"/>
        <w:adjustRightInd w:val="0"/>
        <w:spacing w:after="240"/>
        <w:rPr>
          <w:szCs w:val="24"/>
        </w:rPr>
      </w:pPr>
      <w:r w:rsidRPr="00991AF3">
        <w:rPr>
          <w:szCs w:val="24"/>
        </w:rPr>
        <w:t>This section provide</w:t>
      </w:r>
      <w:r>
        <w:rPr>
          <w:szCs w:val="24"/>
        </w:rPr>
        <w:t>s</w:t>
      </w:r>
      <w:r w:rsidRPr="00991AF3">
        <w:rPr>
          <w:szCs w:val="24"/>
        </w:rPr>
        <w:t xml:space="preserve"> that the name of the Regulations is the </w:t>
      </w:r>
      <w:r w:rsidRPr="00991AF3">
        <w:rPr>
          <w:i/>
          <w:szCs w:val="24"/>
        </w:rPr>
        <w:t>Corporations Amendment (Asia Region Funds Passport) Regulations 2018</w:t>
      </w:r>
      <w:r w:rsidRPr="00991AF3">
        <w:rPr>
          <w:szCs w:val="24"/>
        </w:rPr>
        <w:t>.</w:t>
      </w:r>
    </w:p>
    <w:p w14:paraId="5D119E32" w14:textId="77777777" w:rsidR="00D8081E" w:rsidRPr="00991AF3" w:rsidRDefault="00D8081E" w:rsidP="00D8081E">
      <w:pPr>
        <w:autoSpaceDE w:val="0"/>
        <w:autoSpaceDN w:val="0"/>
        <w:adjustRightInd w:val="0"/>
        <w:spacing w:after="240"/>
        <w:rPr>
          <w:szCs w:val="24"/>
          <w:u w:val="single"/>
        </w:rPr>
      </w:pPr>
      <w:r w:rsidRPr="00991AF3">
        <w:rPr>
          <w:szCs w:val="24"/>
          <w:u w:val="single"/>
        </w:rPr>
        <w:t>Section 2 – Commencement</w:t>
      </w:r>
    </w:p>
    <w:p w14:paraId="07EECE7E" w14:textId="77777777" w:rsidR="00D8081E" w:rsidRPr="00991AF3" w:rsidRDefault="00D8081E" w:rsidP="00D8081E">
      <w:pPr>
        <w:tabs>
          <w:tab w:val="left" w:pos="1701"/>
          <w:tab w:val="right" w:pos="9072"/>
        </w:tabs>
        <w:ind w:right="91"/>
      </w:pPr>
      <w:r w:rsidRPr="00991AF3">
        <w:rPr>
          <w:szCs w:val="24"/>
        </w:rPr>
        <w:t xml:space="preserve">The </w:t>
      </w:r>
      <w:r w:rsidRPr="00991AF3">
        <w:t xml:space="preserve">Regulations commence on the later of the day after </w:t>
      </w:r>
      <w:r>
        <w:t>they are</w:t>
      </w:r>
      <w:r w:rsidRPr="00991AF3">
        <w:t xml:space="preserve"> registered and the day when Schedule 1 of the ARFP Act commences (which </w:t>
      </w:r>
      <w:r>
        <w:t>is the earlier of</w:t>
      </w:r>
      <w:r w:rsidRPr="00991AF3">
        <w:t xml:space="preserve"> a date set by proclamation</w:t>
      </w:r>
      <w:r>
        <w:t xml:space="preserve"> or six months after Royal Assent</w:t>
      </w:r>
      <w:r w:rsidRPr="00991AF3">
        <w:t>). This ensure</w:t>
      </w:r>
      <w:r>
        <w:t>s</w:t>
      </w:r>
      <w:r w:rsidRPr="00991AF3">
        <w:t xml:space="preserve"> that all the amendments needed to implement the Passport regime commence at the same time. It also guard</w:t>
      </w:r>
      <w:r>
        <w:t>s</w:t>
      </w:r>
      <w:r w:rsidRPr="00991AF3">
        <w:t xml:space="preserve"> against retrospective commencement.</w:t>
      </w:r>
    </w:p>
    <w:p w14:paraId="6F746195" w14:textId="77777777" w:rsidR="00D8081E" w:rsidRPr="00991AF3" w:rsidRDefault="00D8081E" w:rsidP="00D8081E">
      <w:pPr>
        <w:autoSpaceDE w:val="0"/>
        <w:autoSpaceDN w:val="0"/>
        <w:adjustRightInd w:val="0"/>
        <w:spacing w:after="240"/>
        <w:rPr>
          <w:szCs w:val="24"/>
          <w:u w:val="single"/>
        </w:rPr>
      </w:pPr>
      <w:r w:rsidRPr="00991AF3">
        <w:rPr>
          <w:szCs w:val="24"/>
          <w:u w:val="single"/>
        </w:rPr>
        <w:t>Section 3 – Authority</w:t>
      </w:r>
    </w:p>
    <w:p w14:paraId="5ED0789A" w14:textId="77777777" w:rsidR="00D8081E" w:rsidRPr="00991AF3" w:rsidRDefault="00D8081E" w:rsidP="00D8081E">
      <w:pPr>
        <w:autoSpaceDE w:val="0"/>
        <w:autoSpaceDN w:val="0"/>
        <w:adjustRightInd w:val="0"/>
        <w:spacing w:after="240"/>
        <w:rPr>
          <w:szCs w:val="24"/>
        </w:rPr>
      </w:pPr>
      <w:r w:rsidRPr="00991AF3">
        <w:rPr>
          <w:szCs w:val="24"/>
        </w:rPr>
        <w:t xml:space="preserve">The Regulations </w:t>
      </w:r>
      <w:r>
        <w:rPr>
          <w:szCs w:val="24"/>
        </w:rPr>
        <w:t>are</w:t>
      </w:r>
      <w:r w:rsidRPr="00991AF3">
        <w:rPr>
          <w:szCs w:val="24"/>
        </w:rPr>
        <w:t xml:space="preserve"> made under the Corporations Act, the ASIC Act, the Fees Act, the Review Fees Act, the Levy Act, the TAS Act and the Credit Act.</w:t>
      </w:r>
      <w:r w:rsidR="00800F42">
        <w:rPr>
          <w:szCs w:val="24"/>
        </w:rPr>
        <w:t xml:space="preserve"> </w:t>
      </w:r>
    </w:p>
    <w:p w14:paraId="7EAFA64D" w14:textId="77777777" w:rsidR="00D8081E" w:rsidRPr="00991AF3" w:rsidRDefault="00D8081E" w:rsidP="00D8081E">
      <w:pPr>
        <w:autoSpaceDE w:val="0"/>
        <w:autoSpaceDN w:val="0"/>
        <w:adjustRightInd w:val="0"/>
        <w:spacing w:after="240"/>
        <w:rPr>
          <w:szCs w:val="24"/>
          <w:u w:val="single"/>
        </w:rPr>
      </w:pPr>
      <w:r w:rsidRPr="00991AF3">
        <w:rPr>
          <w:szCs w:val="24"/>
          <w:u w:val="single"/>
        </w:rPr>
        <w:t>Section 4 – Schedules</w:t>
      </w:r>
    </w:p>
    <w:p w14:paraId="338BC991" w14:textId="77777777" w:rsidR="00D8081E" w:rsidRPr="00991AF3" w:rsidRDefault="00D8081E" w:rsidP="00D8081E">
      <w:pPr>
        <w:autoSpaceDE w:val="0"/>
        <w:autoSpaceDN w:val="0"/>
        <w:adjustRightInd w:val="0"/>
        <w:spacing w:after="240"/>
        <w:rPr>
          <w:szCs w:val="24"/>
          <w:u w:val="single"/>
        </w:rPr>
      </w:pPr>
      <w:r w:rsidRPr="00991AF3">
        <w:rPr>
          <w:szCs w:val="24"/>
          <w:u w:val="single"/>
        </w:rPr>
        <w:t xml:space="preserve">Schedule 1 – Amendments to the </w:t>
      </w:r>
      <w:r w:rsidRPr="00991AF3">
        <w:rPr>
          <w:i/>
          <w:szCs w:val="24"/>
          <w:u w:val="single"/>
        </w:rPr>
        <w:t>Corporations Regulations 2001</w:t>
      </w:r>
    </w:p>
    <w:p w14:paraId="14C0813E" w14:textId="77777777" w:rsidR="00D8081E" w:rsidRPr="00991AF3" w:rsidRDefault="00D8081E" w:rsidP="00D8081E">
      <w:pPr>
        <w:autoSpaceDE w:val="0"/>
        <w:autoSpaceDN w:val="0"/>
        <w:adjustRightInd w:val="0"/>
        <w:spacing w:after="240"/>
        <w:rPr>
          <w:szCs w:val="24"/>
          <w:u w:val="single"/>
        </w:rPr>
      </w:pPr>
      <w:r w:rsidRPr="00991AF3">
        <w:rPr>
          <w:szCs w:val="24"/>
          <w:u w:val="single"/>
        </w:rPr>
        <w:t>Items 1 to 7 (</w:t>
      </w:r>
      <w:r w:rsidR="001C235C">
        <w:rPr>
          <w:szCs w:val="24"/>
          <w:u w:val="single"/>
        </w:rPr>
        <w:t>d</w:t>
      </w:r>
      <w:r w:rsidRPr="00991AF3">
        <w:rPr>
          <w:szCs w:val="24"/>
          <w:u w:val="single"/>
        </w:rPr>
        <w:t xml:space="preserve">efinitions) </w:t>
      </w:r>
    </w:p>
    <w:p w14:paraId="382AD887" w14:textId="77777777" w:rsidR="00800F42" w:rsidRDefault="00D8081E" w:rsidP="00D8081E">
      <w:pPr>
        <w:tabs>
          <w:tab w:val="left" w:pos="1701"/>
          <w:tab w:val="right" w:pos="9072"/>
        </w:tabs>
        <w:ind w:right="91"/>
        <w:rPr>
          <w:szCs w:val="24"/>
        </w:rPr>
      </w:pPr>
      <w:r w:rsidRPr="00991AF3">
        <w:rPr>
          <w:szCs w:val="24"/>
        </w:rPr>
        <w:t xml:space="preserve">Items 1 to 7 update some of the definitions in the Corporations Regulations. </w:t>
      </w:r>
    </w:p>
    <w:p w14:paraId="5EC184F0" w14:textId="77777777" w:rsidR="00D8081E" w:rsidRPr="00991AF3" w:rsidRDefault="00800F42" w:rsidP="00D8081E">
      <w:pPr>
        <w:tabs>
          <w:tab w:val="left" w:pos="1701"/>
          <w:tab w:val="right" w:pos="9072"/>
        </w:tabs>
        <w:ind w:right="91"/>
        <w:rPr>
          <w:szCs w:val="24"/>
        </w:rPr>
      </w:pPr>
      <w:r>
        <w:rPr>
          <w:szCs w:val="24"/>
        </w:rPr>
        <w:t>All references in the Attachment are to the Corporations Regulations if not otherwise stated.</w:t>
      </w:r>
    </w:p>
    <w:p w14:paraId="4115D97B" w14:textId="77777777" w:rsidR="00D8081E" w:rsidRPr="00991AF3" w:rsidRDefault="00D8081E" w:rsidP="00D8081E">
      <w:pPr>
        <w:tabs>
          <w:tab w:val="left" w:pos="1701"/>
          <w:tab w:val="right" w:pos="9072"/>
        </w:tabs>
        <w:ind w:right="91"/>
        <w:rPr>
          <w:szCs w:val="24"/>
        </w:rPr>
      </w:pPr>
      <w:r w:rsidRPr="00991AF3">
        <w:rPr>
          <w:szCs w:val="24"/>
        </w:rPr>
        <w:t>Item 1 include</w:t>
      </w:r>
      <w:r>
        <w:rPr>
          <w:szCs w:val="24"/>
        </w:rPr>
        <w:t>s</w:t>
      </w:r>
      <w:r w:rsidRPr="00991AF3">
        <w:rPr>
          <w:szCs w:val="24"/>
        </w:rPr>
        <w:t xml:space="preserve"> the terms ‘Australian Passport Fund Registration Number’ and ‘APFRN’ in the dictionary in existing regulation 1.0.02. These terms are defined in Chapter 8A of the Corporations Act and refer to the unique number assigned to an Australian passport fund by ASIC. </w:t>
      </w:r>
    </w:p>
    <w:p w14:paraId="7E452BE8" w14:textId="77777777" w:rsidR="00D8081E" w:rsidRPr="00991AF3" w:rsidRDefault="00D8081E" w:rsidP="00D8081E">
      <w:pPr>
        <w:tabs>
          <w:tab w:val="left" w:pos="1701"/>
          <w:tab w:val="right" w:pos="9072"/>
        </w:tabs>
        <w:ind w:right="91"/>
        <w:rPr>
          <w:szCs w:val="24"/>
        </w:rPr>
      </w:pPr>
      <w:r w:rsidRPr="00991AF3">
        <w:rPr>
          <w:szCs w:val="24"/>
        </w:rPr>
        <w:t>None of the other new terms inserted by the ARFP Act and used in the Regulation need to be defined in regulation 1.0.02. This is because the ARFP Act inserts the other new terms in section 9 of the Corporations Act</w:t>
      </w:r>
      <w:r>
        <w:rPr>
          <w:szCs w:val="24"/>
        </w:rPr>
        <w:t xml:space="preserve"> and these automatically apply to the Corporations Regulations. On the other hand</w:t>
      </w:r>
      <w:r w:rsidRPr="00991AF3">
        <w:rPr>
          <w:szCs w:val="24"/>
        </w:rPr>
        <w:t xml:space="preserve">, ‘APFRN’ and ‘Australian Passport Fund Registration Number’ are only defined in the new Chapter 8A. </w:t>
      </w:r>
    </w:p>
    <w:p w14:paraId="3EB25685" w14:textId="77777777" w:rsidR="00D8081E" w:rsidRPr="00991AF3" w:rsidRDefault="00D8081E" w:rsidP="00D8081E">
      <w:pPr>
        <w:tabs>
          <w:tab w:val="left" w:pos="1701"/>
          <w:tab w:val="right" w:pos="9072"/>
        </w:tabs>
        <w:ind w:right="91"/>
        <w:rPr>
          <w:szCs w:val="24"/>
        </w:rPr>
      </w:pPr>
      <w:r w:rsidRPr="00991AF3">
        <w:rPr>
          <w:szCs w:val="24"/>
        </w:rPr>
        <w:t>Item 4 insert</w:t>
      </w:r>
      <w:r>
        <w:rPr>
          <w:szCs w:val="24"/>
        </w:rPr>
        <w:t>s</w:t>
      </w:r>
      <w:r w:rsidRPr="00991AF3">
        <w:rPr>
          <w:szCs w:val="24"/>
        </w:rPr>
        <w:t xml:space="preserve"> the terms ‘Notified Foreign Passport Fund Registration Number’ and ‘NFPFRN’ in the dictionary. This number refer</w:t>
      </w:r>
      <w:r>
        <w:rPr>
          <w:szCs w:val="24"/>
        </w:rPr>
        <w:t>s</w:t>
      </w:r>
      <w:r w:rsidRPr="00991AF3">
        <w:rPr>
          <w:szCs w:val="24"/>
        </w:rPr>
        <w:t xml:space="preserve"> to the unique registration code allocated to the fund by its home regulator.</w:t>
      </w:r>
    </w:p>
    <w:p w14:paraId="5AAE1417" w14:textId="1288EEA7" w:rsidR="00D8081E" w:rsidRPr="00991AF3" w:rsidRDefault="00D8081E" w:rsidP="00D8081E">
      <w:pPr>
        <w:tabs>
          <w:tab w:val="left" w:pos="1701"/>
          <w:tab w:val="right" w:pos="9072"/>
        </w:tabs>
        <w:ind w:right="91"/>
        <w:rPr>
          <w:szCs w:val="24"/>
        </w:rPr>
      </w:pPr>
      <w:r w:rsidRPr="00991AF3">
        <w:rPr>
          <w:szCs w:val="24"/>
        </w:rPr>
        <w:t>Item 2 amend</w:t>
      </w:r>
      <w:r>
        <w:rPr>
          <w:szCs w:val="24"/>
        </w:rPr>
        <w:t>s</w:t>
      </w:r>
      <w:r w:rsidRPr="00991AF3">
        <w:rPr>
          <w:szCs w:val="24"/>
        </w:rPr>
        <w:t xml:space="preserve"> the definition of ‘income stream financial product’ to exempt foreign passport fund products. This </w:t>
      </w:r>
      <w:r>
        <w:rPr>
          <w:szCs w:val="24"/>
        </w:rPr>
        <w:t>is</w:t>
      </w:r>
      <w:r w:rsidRPr="00991AF3">
        <w:rPr>
          <w:szCs w:val="24"/>
        </w:rPr>
        <w:t xml:space="preserve"> consistent with the ARFP Act </w:t>
      </w:r>
      <w:r>
        <w:rPr>
          <w:szCs w:val="24"/>
        </w:rPr>
        <w:t>which excludes</w:t>
      </w:r>
      <w:r w:rsidRPr="00991AF3">
        <w:rPr>
          <w:szCs w:val="24"/>
        </w:rPr>
        <w:t xml:space="preserve"> foreign passport fund products from the definition of security </w:t>
      </w:r>
      <w:r w:rsidR="00597034">
        <w:rPr>
          <w:szCs w:val="24"/>
        </w:rPr>
        <w:t>that</w:t>
      </w:r>
      <w:r w:rsidR="00597034" w:rsidRPr="00991AF3">
        <w:rPr>
          <w:szCs w:val="24"/>
        </w:rPr>
        <w:t xml:space="preserve"> </w:t>
      </w:r>
      <w:r w:rsidRPr="00991AF3">
        <w:rPr>
          <w:szCs w:val="24"/>
        </w:rPr>
        <w:t>applies to Part 7.11.</w:t>
      </w:r>
    </w:p>
    <w:p w14:paraId="6345A626" w14:textId="77777777" w:rsidR="00D8081E" w:rsidRPr="00991AF3" w:rsidRDefault="00D8081E" w:rsidP="00D8081E">
      <w:pPr>
        <w:tabs>
          <w:tab w:val="left" w:pos="1701"/>
          <w:tab w:val="right" w:pos="9072"/>
        </w:tabs>
        <w:ind w:right="91"/>
        <w:rPr>
          <w:szCs w:val="24"/>
        </w:rPr>
      </w:pPr>
      <w:r w:rsidRPr="00991AF3">
        <w:rPr>
          <w:szCs w:val="24"/>
        </w:rPr>
        <w:lastRenderedPageBreak/>
        <w:t>Item 3 amend</w:t>
      </w:r>
      <w:r>
        <w:rPr>
          <w:szCs w:val="24"/>
        </w:rPr>
        <w:t>s</w:t>
      </w:r>
      <w:r w:rsidRPr="00991AF3">
        <w:rPr>
          <w:szCs w:val="24"/>
        </w:rPr>
        <w:t xml:space="preserve"> the definition of ‘investment-based financial product’ to include foreign passport fund products. This recognise</w:t>
      </w:r>
      <w:r>
        <w:rPr>
          <w:szCs w:val="24"/>
        </w:rPr>
        <w:t>s</w:t>
      </w:r>
      <w:r w:rsidRPr="00991AF3">
        <w:rPr>
          <w:szCs w:val="24"/>
        </w:rPr>
        <w:t xml:space="preserve"> that interests in a notified foreign passport fund (and other related rights and options) are financial products for the purposes of Chapter 7.</w:t>
      </w:r>
    </w:p>
    <w:p w14:paraId="0203D9F3" w14:textId="52B34FD1" w:rsidR="00D8081E" w:rsidRPr="00991AF3" w:rsidRDefault="00D8081E" w:rsidP="00D8081E">
      <w:pPr>
        <w:tabs>
          <w:tab w:val="left" w:pos="1701"/>
          <w:tab w:val="right" w:pos="9072"/>
        </w:tabs>
        <w:ind w:right="91"/>
        <w:rPr>
          <w:szCs w:val="24"/>
        </w:rPr>
      </w:pPr>
      <w:r w:rsidRPr="00991AF3">
        <w:rPr>
          <w:szCs w:val="24"/>
        </w:rPr>
        <w:t>Item 5 amend</w:t>
      </w:r>
      <w:r>
        <w:rPr>
          <w:szCs w:val="24"/>
        </w:rPr>
        <w:t>s</w:t>
      </w:r>
      <w:r w:rsidRPr="00991AF3">
        <w:rPr>
          <w:szCs w:val="24"/>
        </w:rPr>
        <w:t xml:space="preserve"> the definition of ‘simple managed investment scheme’ by changing the references to a ‘registered management investment scheme’ to ‘registered scheme</w:t>
      </w:r>
      <w:r w:rsidR="00F2799A">
        <w:rPr>
          <w:szCs w:val="24"/>
        </w:rPr>
        <w:t xml:space="preserve"> (other than a passport fund)</w:t>
      </w:r>
      <w:r w:rsidRPr="00991AF3">
        <w:rPr>
          <w:szCs w:val="24"/>
        </w:rPr>
        <w:t>’. This ensure</w:t>
      </w:r>
      <w:r>
        <w:rPr>
          <w:szCs w:val="24"/>
        </w:rPr>
        <w:t>s</w:t>
      </w:r>
      <w:r w:rsidRPr="00991AF3">
        <w:rPr>
          <w:szCs w:val="24"/>
        </w:rPr>
        <w:t xml:space="preserve"> that </w:t>
      </w:r>
      <w:r w:rsidR="00597034" w:rsidRPr="00991AF3">
        <w:rPr>
          <w:szCs w:val="24"/>
        </w:rPr>
        <w:t>th</w:t>
      </w:r>
      <w:r w:rsidR="00597034">
        <w:rPr>
          <w:szCs w:val="24"/>
        </w:rPr>
        <w:t>e</w:t>
      </w:r>
      <w:r w:rsidR="00597034" w:rsidRPr="00991AF3">
        <w:rPr>
          <w:szCs w:val="24"/>
        </w:rPr>
        <w:t xml:space="preserve"> </w:t>
      </w:r>
      <w:r w:rsidRPr="00991AF3">
        <w:rPr>
          <w:szCs w:val="24"/>
        </w:rPr>
        <w:t>shorter Product Disclosure Statement (PDS) regime does not apply to notified foreign passport funds</w:t>
      </w:r>
      <w:r>
        <w:rPr>
          <w:szCs w:val="24"/>
        </w:rPr>
        <w:t xml:space="preserve"> or Australian passport funds</w:t>
      </w:r>
      <w:r w:rsidRPr="00991AF3">
        <w:rPr>
          <w:szCs w:val="24"/>
        </w:rPr>
        <w:t xml:space="preserve">. </w:t>
      </w:r>
    </w:p>
    <w:p w14:paraId="68CCE018" w14:textId="558093D2" w:rsidR="00D8081E" w:rsidRPr="00991AF3" w:rsidRDefault="00D8081E" w:rsidP="00D8081E">
      <w:pPr>
        <w:tabs>
          <w:tab w:val="left" w:pos="1701"/>
          <w:tab w:val="right" w:pos="9072"/>
        </w:tabs>
        <w:ind w:right="91"/>
        <w:rPr>
          <w:szCs w:val="24"/>
        </w:rPr>
      </w:pPr>
      <w:r w:rsidRPr="00991AF3">
        <w:rPr>
          <w:szCs w:val="24"/>
        </w:rPr>
        <w:t>Item</w:t>
      </w:r>
      <w:r w:rsidR="008B5EEF">
        <w:rPr>
          <w:szCs w:val="24"/>
        </w:rPr>
        <w:t>s</w:t>
      </w:r>
      <w:r w:rsidRPr="00991AF3">
        <w:rPr>
          <w:szCs w:val="24"/>
        </w:rPr>
        <w:t xml:space="preserve"> </w:t>
      </w:r>
      <w:r w:rsidR="008B5EEF" w:rsidRPr="00991AF3">
        <w:rPr>
          <w:szCs w:val="24"/>
        </w:rPr>
        <w:t>6</w:t>
      </w:r>
      <w:r w:rsidR="008B5EEF">
        <w:rPr>
          <w:szCs w:val="24"/>
        </w:rPr>
        <w:t xml:space="preserve"> and 7</w:t>
      </w:r>
      <w:r w:rsidR="008B5EEF">
        <w:rPr>
          <w:rStyle w:val="CommentReference"/>
        </w:rPr>
        <w:t xml:space="preserve"> </w:t>
      </w:r>
      <w:r w:rsidRPr="00991AF3">
        <w:rPr>
          <w:szCs w:val="24"/>
        </w:rPr>
        <w:t>amend the definition of ‘warrant’ to include certain legal or equitable rights in a notified foreign passport fund that would have been a derivative if legal or equitable rights were not expressly excluded from the definition of a derivative. This ensure</w:t>
      </w:r>
      <w:r>
        <w:rPr>
          <w:szCs w:val="24"/>
        </w:rPr>
        <w:t>s</w:t>
      </w:r>
      <w:r w:rsidRPr="00991AF3">
        <w:rPr>
          <w:szCs w:val="24"/>
        </w:rPr>
        <w:t xml:space="preserve"> that interests in notified foreign passport funds (and other similar financial products) are ‘warrants’ in the same situations that interests in registered schemes are ‘warrants’.</w:t>
      </w:r>
    </w:p>
    <w:p w14:paraId="16BDE7FE" w14:textId="77777777" w:rsidR="00D8081E" w:rsidRPr="00991AF3" w:rsidRDefault="00D8081E" w:rsidP="00D8081E">
      <w:pPr>
        <w:tabs>
          <w:tab w:val="left" w:pos="1701"/>
          <w:tab w:val="right" w:pos="9072"/>
        </w:tabs>
        <w:spacing w:after="240"/>
        <w:ind w:right="91"/>
        <w:rPr>
          <w:szCs w:val="24"/>
        </w:rPr>
      </w:pPr>
      <w:r w:rsidRPr="00991AF3">
        <w:rPr>
          <w:szCs w:val="24"/>
          <w:u w:val="single"/>
        </w:rPr>
        <w:t>Items 8 to 12 (requirements for lodging various documents)</w:t>
      </w:r>
    </w:p>
    <w:p w14:paraId="0E79BBA4" w14:textId="0F927FA8" w:rsidR="00D8081E" w:rsidRPr="00991AF3" w:rsidRDefault="00D8081E" w:rsidP="00D8081E">
      <w:pPr>
        <w:tabs>
          <w:tab w:val="left" w:pos="1701"/>
          <w:tab w:val="right" w:pos="9072"/>
        </w:tabs>
        <w:spacing w:after="240"/>
        <w:ind w:right="91"/>
        <w:rPr>
          <w:szCs w:val="24"/>
        </w:rPr>
      </w:pPr>
      <w:r w:rsidRPr="00991AF3">
        <w:rPr>
          <w:szCs w:val="24"/>
        </w:rPr>
        <w:t>Item 8 require</w:t>
      </w:r>
      <w:r>
        <w:rPr>
          <w:szCs w:val="24"/>
        </w:rPr>
        <w:t>s</w:t>
      </w:r>
      <w:r w:rsidRPr="00991AF3">
        <w:rPr>
          <w:szCs w:val="24"/>
        </w:rPr>
        <w:t xml:space="preserve"> the operator of a notified foreign passport </w:t>
      </w:r>
      <w:r w:rsidR="00343E58">
        <w:rPr>
          <w:szCs w:val="24"/>
        </w:rPr>
        <w:t xml:space="preserve">fund </w:t>
      </w:r>
      <w:r w:rsidRPr="00991AF3">
        <w:rPr>
          <w:szCs w:val="24"/>
        </w:rPr>
        <w:t>to use the prescribed form to lo</w:t>
      </w:r>
      <w:r w:rsidR="00D42F0D">
        <w:rPr>
          <w:szCs w:val="24"/>
        </w:rPr>
        <w:t xml:space="preserve">dge a copy of the register of </w:t>
      </w:r>
      <w:r w:rsidRPr="00991AF3">
        <w:rPr>
          <w:szCs w:val="24"/>
        </w:rPr>
        <w:t>member</w:t>
      </w:r>
      <w:r w:rsidR="00D42F0D">
        <w:rPr>
          <w:szCs w:val="24"/>
        </w:rPr>
        <w:t>s</w:t>
      </w:r>
      <w:r w:rsidRPr="00991AF3">
        <w:rPr>
          <w:szCs w:val="24"/>
        </w:rPr>
        <w:t xml:space="preserve"> under subsection 1213P(4) of the ARFP Act. This </w:t>
      </w:r>
      <w:r>
        <w:rPr>
          <w:szCs w:val="24"/>
        </w:rPr>
        <w:t xml:space="preserve">is </w:t>
      </w:r>
      <w:r w:rsidRPr="00991AF3">
        <w:rPr>
          <w:szCs w:val="24"/>
        </w:rPr>
        <w:t>consistent with the requirement for other documents lodged by an operator with ASIC to be in the prescribed form in the ARFP Act (see, e</w:t>
      </w:r>
      <w:r w:rsidR="00D07B97">
        <w:rPr>
          <w:szCs w:val="24"/>
        </w:rPr>
        <w:t>.</w:t>
      </w:r>
      <w:r w:rsidRPr="00991AF3">
        <w:rPr>
          <w:szCs w:val="24"/>
        </w:rPr>
        <w:t>g</w:t>
      </w:r>
      <w:r w:rsidR="00D07B97">
        <w:rPr>
          <w:szCs w:val="24"/>
        </w:rPr>
        <w:t>.</w:t>
      </w:r>
      <w:r w:rsidRPr="00991AF3">
        <w:rPr>
          <w:szCs w:val="24"/>
        </w:rPr>
        <w:t>, subsections 1212(2), 1213(2), 1216(2) and 1216E(2)).</w:t>
      </w:r>
    </w:p>
    <w:p w14:paraId="6F20372D" w14:textId="77777777" w:rsidR="00D8081E" w:rsidRDefault="00D8081E" w:rsidP="00D8081E">
      <w:pPr>
        <w:tabs>
          <w:tab w:val="left" w:pos="1701"/>
          <w:tab w:val="right" w:pos="9072"/>
        </w:tabs>
        <w:ind w:right="91"/>
        <w:rPr>
          <w:szCs w:val="24"/>
        </w:rPr>
      </w:pPr>
      <w:r w:rsidRPr="00991AF3">
        <w:rPr>
          <w:szCs w:val="24"/>
        </w:rPr>
        <w:t>Item 9 require</w:t>
      </w:r>
      <w:r>
        <w:rPr>
          <w:szCs w:val="24"/>
        </w:rPr>
        <w:t>s</w:t>
      </w:r>
      <w:r w:rsidRPr="00991AF3">
        <w:rPr>
          <w:szCs w:val="24"/>
        </w:rPr>
        <w:t xml:space="preserve"> the unique registration code allocated to a notified foreign passport fund by the home regulator (the notified foreign passport fund registration number or NFPFRN) to be included on all documents lodged with ASIC. </w:t>
      </w:r>
      <w:r>
        <w:rPr>
          <w:szCs w:val="24"/>
        </w:rPr>
        <w:t>Notified foreign passport funds are also required to include any other unique number allocated to the fund by ASIC on all documents lodged with ASIC.</w:t>
      </w:r>
    </w:p>
    <w:p w14:paraId="41F1A6D1" w14:textId="48738EEC" w:rsidR="00D8081E" w:rsidRPr="00991AF3" w:rsidRDefault="00D8081E" w:rsidP="00D8081E">
      <w:pPr>
        <w:tabs>
          <w:tab w:val="left" w:pos="1701"/>
          <w:tab w:val="right" w:pos="9072"/>
        </w:tabs>
        <w:ind w:right="91"/>
        <w:rPr>
          <w:szCs w:val="24"/>
        </w:rPr>
      </w:pPr>
      <w:r w:rsidRPr="00991AF3">
        <w:rPr>
          <w:szCs w:val="24"/>
        </w:rPr>
        <w:t>The existing law already requires documents lodged with ASIC to include the name of the fund and, in the case of Australian passport funds, the Australian Passport Fund Registration Number (APFRN) (see section 1212B of the Corporations Act and subparagraph 1.0.7(f)(ii) of the Corporations Regulations). Item 10</w:t>
      </w:r>
      <w:r>
        <w:rPr>
          <w:szCs w:val="24"/>
        </w:rPr>
        <w:t xml:space="preserve"> also</w:t>
      </w:r>
      <w:r w:rsidRPr="00991AF3">
        <w:rPr>
          <w:szCs w:val="24"/>
        </w:rPr>
        <w:t xml:space="preserve"> insert</w:t>
      </w:r>
      <w:r>
        <w:rPr>
          <w:szCs w:val="24"/>
        </w:rPr>
        <w:t>s</w:t>
      </w:r>
      <w:r w:rsidRPr="00991AF3">
        <w:rPr>
          <w:szCs w:val="24"/>
        </w:rPr>
        <w:t xml:space="preserve"> a note under existing regulation 1.0.7 to direct readers to the provision</w:t>
      </w:r>
      <w:r>
        <w:rPr>
          <w:szCs w:val="24"/>
        </w:rPr>
        <w:t xml:space="preserve">s </w:t>
      </w:r>
      <w:r w:rsidRPr="00991AF3">
        <w:rPr>
          <w:szCs w:val="24"/>
        </w:rPr>
        <w:t>in the Corporations Act</w:t>
      </w:r>
      <w:r w:rsidRPr="006A04F9">
        <w:rPr>
          <w:szCs w:val="24"/>
        </w:rPr>
        <w:t xml:space="preserve"> </w:t>
      </w:r>
      <w:r>
        <w:rPr>
          <w:szCs w:val="24"/>
        </w:rPr>
        <w:t>which deal with Australian passport funds</w:t>
      </w:r>
      <w:r w:rsidRPr="00991AF3">
        <w:rPr>
          <w:szCs w:val="24"/>
        </w:rPr>
        <w:t xml:space="preserve">.  </w:t>
      </w:r>
    </w:p>
    <w:p w14:paraId="6E99884C" w14:textId="4B44692E" w:rsidR="00D8081E" w:rsidRPr="00991AF3" w:rsidRDefault="00D8081E" w:rsidP="00D8081E">
      <w:pPr>
        <w:tabs>
          <w:tab w:val="left" w:pos="1701"/>
          <w:tab w:val="right" w:pos="9072"/>
        </w:tabs>
        <w:ind w:right="91"/>
        <w:rPr>
          <w:szCs w:val="24"/>
        </w:rPr>
      </w:pPr>
      <w:r w:rsidRPr="00991AF3">
        <w:rPr>
          <w:szCs w:val="24"/>
        </w:rPr>
        <w:t xml:space="preserve">Items 11 and 12 require financial reports and auditor’s reports lodged </w:t>
      </w:r>
      <w:r>
        <w:rPr>
          <w:szCs w:val="24"/>
        </w:rPr>
        <w:t xml:space="preserve">with ASIC </w:t>
      </w:r>
      <w:r w:rsidRPr="00991AF3">
        <w:rPr>
          <w:szCs w:val="24"/>
        </w:rPr>
        <w:t xml:space="preserve">by notified foreign passport funds to be in the approved form. </w:t>
      </w:r>
      <w:r>
        <w:rPr>
          <w:szCs w:val="24"/>
        </w:rPr>
        <w:t>Reports</w:t>
      </w:r>
      <w:r w:rsidRPr="00991AF3">
        <w:rPr>
          <w:szCs w:val="24"/>
        </w:rPr>
        <w:t xml:space="preserve"> also need to state the fund’s name, NFPFRN and any other unique number allocated by ASIC, the operator’s name, the date on which the financial year begins and ends</w:t>
      </w:r>
      <w:r w:rsidR="00A1622D">
        <w:rPr>
          <w:szCs w:val="24"/>
        </w:rPr>
        <w:t>,</w:t>
      </w:r>
      <w:r w:rsidRPr="00991AF3">
        <w:rPr>
          <w:szCs w:val="24"/>
        </w:rPr>
        <w:t xml:space="preserve"> and a statement verifying the documents. This mirror</w:t>
      </w:r>
      <w:r>
        <w:rPr>
          <w:szCs w:val="24"/>
        </w:rPr>
        <w:t>s</w:t>
      </w:r>
      <w:r w:rsidRPr="00991AF3">
        <w:rPr>
          <w:szCs w:val="24"/>
        </w:rPr>
        <w:t xml:space="preserve"> the existing requirements for Australian passport funds (see existing paragraph 1.08(c) of the Corporations Regulations and section 1212B of the Corporations Act).</w:t>
      </w:r>
    </w:p>
    <w:p w14:paraId="130ECCCA" w14:textId="77777777" w:rsidR="00D8081E" w:rsidRPr="00991AF3" w:rsidRDefault="00D8081E" w:rsidP="00D8081E">
      <w:pPr>
        <w:tabs>
          <w:tab w:val="left" w:pos="1701"/>
          <w:tab w:val="right" w:pos="9072"/>
        </w:tabs>
        <w:spacing w:after="240"/>
        <w:ind w:right="91"/>
        <w:rPr>
          <w:szCs w:val="24"/>
          <w:u w:val="single"/>
        </w:rPr>
      </w:pPr>
      <w:r w:rsidRPr="00991AF3">
        <w:rPr>
          <w:szCs w:val="24"/>
          <w:u w:val="single"/>
        </w:rPr>
        <w:t xml:space="preserve">Items 13 to 15 (certifying documents) </w:t>
      </w:r>
    </w:p>
    <w:p w14:paraId="39D31A8E" w14:textId="77777777" w:rsidR="00D8081E" w:rsidRPr="00991AF3" w:rsidRDefault="00D8081E" w:rsidP="00D8081E">
      <w:pPr>
        <w:tabs>
          <w:tab w:val="left" w:pos="1701"/>
          <w:tab w:val="right" w:pos="9072"/>
        </w:tabs>
        <w:ind w:right="91"/>
        <w:rPr>
          <w:szCs w:val="24"/>
        </w:rPr>
      </w:pPr>
      <w:r w:rsidRPr="00991AF3">
        <w:rPr>
          <w:szCs w:val="24"/>
        </w:rPr>
        <w:t>Item 15 require</w:t>
      </w:r>
      <w:r>
        <w:rPr>
          <w:szCs w:val="24"/>
        </w:rPr>
        <w:t>s</w:t>
      </w:r>
      <w:r w:rsidRPr="00991AF3">
        <w:rPr>
          <w:szCs w:val="24"/>
        </w:rPr>
        <w:t xml:space="preserve"> certified and verified documents relating to a notified foreign passport fund to be in the approved form and signed by a director or secretary of the operator</w:t>
      </w:r>
      <w:r>
        <w:rPr>
          <w:szCs w:val="24"/>
        </w:rPr>
        <w:t xml:space="preserve"> or</w:t>
      </w:r>
      <w:r w:rsidRPr="00991AF3">
        <w:rPr>
          <w:szCs w:val="24"/>
        </w:rPr>
        <w:t xml:space="preserve"> the local agent or the local agent’s director or secretary. This </w:t>
      </w:r>
      <w:r>
        <w:rPr>
          <w:szCs w:val="24"/>
        </w:rPr>
        <w:t>is s</w:t>
      </w:r>
      <w:r w:rsidRPr="00991AF3">
        <w:rPr>
          <w:szCs w:val="24"/>
        </w:rPr>
        <w:t xml:space="preserve">imilar to the requirements for documents relating to registered schemes to be certified or verified by the director or secretary of the responsible entity or its agent. </w:t>
      </w:r>
    </w:p>
    <w:p w14:paraId="72AE83C3" w14:textId="77777777" w:rsidR="00D8081E" w:rsidRPr="00991AF3" w:rsidRDefault="00D8081E" w:rsidP="00D8081E">
      <w:pPr>
        <w:tabs>
          <w:tab w:val="left" w:pos="1701"/>
          <w:tab w:val="right" w:pos="9072"/>
        </w:tabs>
        <w:ind w:right="91"/>
        <w:rPr>
          <w:szCs w:val="24"/>
        </w:rPr>
      </w:pPr>
      <w:r w:rsidRPr="00991AF3">
        <w:rPr>
          <w:szCs w:val="24"/>
        </w:rPr>
        <w:lastRenderedPageBreak/>
        <w:t xml:space="preserve">A consequential amendment </w:t>
      </w:r>
      <w:r>
        <w:rPr>
          <w:szCs w:val="24"/>
        </w:rPr>
        <w:t>is</w:t>
      </w:r>
      <w:r w:rsidRPr="00991AF3">
        <w:rPr>
          <w:szCs w:val="24"/>
        </w:rPr>
        <w:t xml:space="preserve"> also made to existing regulation 1.0.16 to disapply it to documents relating to notified foreign passport funds (items 13 and 14).</w:t>
      </w:r>
    </w:p>
    <w:p w14:paraId="2C01C94D" w14:textId="77777777" w:rsidR="00D8081E" w:rsidRPr="00991AF3" w:rsidRDefault="00D8081E" w:rsidP="00D8081E">
      <w:pPr>
        <w:keepNext/>
        <w:tabs>
          <w:tab w:val="left" w:pos="1701"/>
          <w:tab w:val="right" w:pos="9072"/>
        </w:tabs>
        <w:spacing w:after="240"/>
        <w:ind w:right="91"/>
        <w:rPr>
          <w:szCs w:val="24"/>
          <w:u w:val="single"/>
        </w:rPr>
      </w:pPr>
      <w:r w:rsidRPr="00991AF3">
        <w:rPr>
          <w:szCs w:val="24"/>
          <w:u w:val="single"/>
        </w:rPr>
        <w:t xml:space="preserve">Items 16 and 17 (particulars requested by ASIC) </w:t>
      </w:r>
    </w:p>
    <w:p w14:paraId="5B945361" w14:textId="5643017B" w:rsidR="00D8081E" w:rsidRPr="00991AF3" w:rsidRDefault="00D8081E" w:rsidP="00D8081E">
      <w:pPr>
        <w:tabs>
          <w:tab w:val="left" w:pos="1701"/>
          <w:tab w:val="right" w:pos="9072"/>
        </w:tabs>
        <w:ind w:right="91"/>
      </w:pPr>
      <w:r w:rsidRPr="00991AF3">
        <w:t>Items 16 and 17 remake the existing regulations relating to the particulars that ASIC may request</w:t>
      </w:r>
      <w:r w:rsidR="00A658D9">
        <w:t>,</w:t>
      </w:r>
      <w:r w:rsidRPr="00991AF3">
        <w:t xml:space="preserve"> so that the particulars for each type of entity are set out in a different subsection. This improve</w:t>
      </w:r>
      <w:r>
        <w:t>s</w:t>
      </w:r>
      <w:r w:rsidRPr="00991AF3">
        <w:t xml:space="preserve"> the readability of the regulation.</w:t>
      </w:r>
    </w:p>
    <w:p w14:paraId="644FAA38" w14:textId="65E6B8BD" w:rsidR="00D8081E" w:rsidRPr="00991AF3" w:rsidRDefault="00D8081E" w:rsidP="00D8081E">
      <w:pPr>
        <w:tabs>
          <w:tab w:val="left" w:pos="1701"/>
          <w:tab w:val="right" w:pos="9072"/>
        </w:tabs>
        <w:ind w:right="91"/>
      </w:pPr>
      <w:r w:rsidRPr="00991AF3">
        <w:t xml:space="preserve">The items </w:t>
      </w:r>
      <w:r>
        <w:t>do</w:t>
      </w:r>
      <w:r w:rsidRPr="00991AF3">
        <w:t xml:space="preserve"> not change the particulars that ASIC may request for companies. </w:t>
      </w:r>
      <w:r w:rsidR="001876B5">
        <w:t>They</w:t>
      </w:r>
      <w:r w:rsidRPr="00991AF3">
        <w:t xml:space="preserve"> expand ASIC’s power to request particulars, in a return of particulars, from registered schemes (irrespective of whether they are Australian passport funds) by giving ASIC the power to request the name of the auditor of the scheme’s financial report and the name of the auditor of the scheme’s compliance plan. </w:t>
      </w:r>
    </w:p>
    <w:p w14:paraId="5F421B75" w14:textId="40B3D321" w:rsidR="00D8081E" w:rsidRPr="00991AF3" w:rsidRDefault="00D8081E" w:rsidP="00D8081E">
      <w:pPr>
        <w:tabs>
          <w:tab w:val="left" w:pos="1701"/>
          <w:tab w:val="right" w:pos="9072"/>
        </w:tabs>
        <w:ind w:right="91"/>
      </w:pPr>
      <w:r w:rsidRPr="00991AF3">
        <w:t>Finally, item</w:t>
      </w:r>
      <w:r>
        <w:t>s</w:t>
      </w:r>
      <w:r w:rsidRPr="00991AF3">
        <w:t xml:space="preserve"> 16 and 17 allow ASIC to request </w:t>
      </w:r>
      <w:r w:rsidR="00A1622D">
        <w:t xml:space="preserve">for </w:t>
      </w:r>
      <w:r w:rsidRPr="00991AF3">
        <w:t xml:space="preserve">additional particulars </w:t>
      </w:r>
      <w:r w:rsidR="00A1622D">
        <w:t>relating to</w:t>
      </w:r>
      <w:r w:rsidRPr="00991AF3">
        <w:t xml:space="preserve"> Australian passport funds and notified foreign passport funds in an extract of particulars or a return of particular. These additional particulars are shown in Table 1.1. </w:t>
      </w:r>
    </w:p>
    <w:p w14:paraId="06242DAD" w14:textId="77777777" w:rsidR="00D8081E" w:rsidRPr="00991AF3" w:rsidRDefault="00D8081E" w:rsidP="00D8081E">
      <w:pPr>
        <w:autoSpaceDE w:val="0"/>
        <w:autoSpaceDN w:val="0"/>
        <w:adjustRightInd w:val="0"/>
        <w:spacing w:after="240"/>
        <w:rPr>
          <w:b/>
          <w:i/>
          <w:szCs w:val="24"/>
        </w:rPr>
      </w:pPr>
      <w:r w:rsidRPr="00991AF3">
        <w:rPr>
          <w:b/>
          <w:i/>
          <w:szCs w:val="24"/>
        </w:rPr>
        <w:t>Table 1.1: Additional Particulars that ASIC May Request for Passport Funds</w:t>
      </w:r>
    </w:p>
    <w:tbl>
      <w:tblPr>
        <w:tblStyle w:val="TableGrid"/>
        <w:tblW w:w="8188" w:type="dxa"/>
        <w:tblLook w:val="04A0" w:firstRow="1" w:lastRow="0" w:firstColumn="1" w:lastColumn="0" w:noHBand="0" w:noVBand="1"/>
      </w:tblPr>
      <w:tblGrid>
        <w:gridCol w:w="1117"/>
        <w:gridCol w:w="2819"/>
        <w:gridCol w:w="4252"/>
      </w:tblGrid>
      <w:tr w:rsidR="00D8081E" w:rsidRPr="00991AF3" w14:paraId="655B9862" w14:textId="77777777" w:rsidTr="00FA0996">
        <w:tc>
          <w:tcPr>
            <w:tcW w:w="1117" w:type="dxa"/>
            <w:vMerge w:val="restart"/>
            <w:shd w:val="clear" w:color="auto" w:fill="BFBFBF" w:themeFill="background1" w:themeFillShade="BF"/>
          </w:tcPr>
          <w:p w14:paraId="34F8F4FB" w14:textId="77777777" w:rsidR="00D8081E" w:rsidRPr="00991AF3" w:rsidRDefault="00D8081E" w:rsidP="00FA0996">
            <w:pPr>
              <w:autoSpaceDE w:val="0"/>
              <w:autoSpaceDN w:val="0"/>
              <w:adjustRightInd w:val="0"/>
              <w:jc w:val="center"/>
              <w:rPr>
                <w:b/>
                <w:i/>
                <w:sz w:val="20"/>
              </w:rPr>
            </w:pPr>
          </w:p>
        </w:tc>
        <w:tc>
          <w:tcPr>
            <w:tcW w:w="7071" w:type="dxa"/>
            <w:gridSpan w:val="2"/>
            <w:shd w:val="clear" w:color="auto" w:fill="BFBFBF" w:themeFill="background1" w:themeFillShade="BF"/>
          </w:tcPr>
          <w:p w14:paraId="4DDAFE53" w14:textId="77777777" w:rsidR="00D8081E" w:rsidRPr="00991AF3" w:rsidRDefault="00D8081E" w:rsidP="00FA0996">
            <w:pPr>
              <w:autoSpaceDE w:val="0"/>
              <w:autoSpaceDN w:val="0"/>
              <w:adjustRightInd w:val="0"/>
              <w:jc w:val="center"/>
              <w:rPr>
                <w:b/>
                <w:i/>
                <w:sz w:val="20"/>
              </w:rPr>
            </w:pPr>
            <w:r w:rsidRPr="00991AF3">
              <w:rPr>
                <w:b/>
                <w:i/>
                <w:sz w:val="20"/>
              </w:rPr>
              <w:t xml:space="preserve">Particulars </w:t>
            </w:r>
          </w:p>
        </w:tc>
      </w:tr>
      <w:tr w:rsidR="00D8081E" w:rsidRPr="00991AF3" w14:paraId="6C224864" w14:textId="77777777" w:rsidTr="00FA0996">
        <w:tc>
          <w:tcPr>
            <w:tcW w:w="1117" w:type="dxa"/>
            <w:vMerge/>
            <w:shd w:val="clear" w:color="auto" w:fill="BFBFBF" w:themeFill="background1" w:themeFillShade="BF"/>
          </w:tcPr>
          <w:p w14:paraId="05F1C677" w14:textId="77777777" w:rsidR="00D8081E" w:rsidRPr="00991AF3" w:rsidRDefault="00D8081E" w:rsidP="00FA0996">
            <w:pPr>
              <w:autoSpaceDE w:val="0"/>
              <w:autoSpaceDN w:val="0"/>
              <w:adjustRightInd w:val="0"/>
              <w:jc w:val="center"/>
              <w:rPr>
                <w:b/>
                <w:i/>
                <w:sz w:val="20"/>
              </w:rPr>
            </w:pPr>
          </w:p>
        </w:tc>
        <w:tc>
          <w:tcPr>
            <w:tcW w:w="2819" w:type="dxa"/>
          </w:tcPr>
          <w:p w14:paraId="2757750F" w14:textId="77777777" w:rsidR="00D8081E" w:rsidRPr="00991AF3" w:rsidRDefault="00D8081E" w:rsidP="00FA0996">
            <w:pPr>
              <w:autoSpaceDE w:val="0"/>
              <w:autoSpaceDN w:val="0"/>
              <w:adjustRightInd w:val="0"/>
              <w:jc w:val="center"/>
              <w:rPr>
                <w:b/>
                <w:i/>
                <w:sz w:val="20"/>
              </w:rPr>
            </w:pPr>
            <w:r w:rsidRPr="00991AF3">
              <w:rPr>
                <w:b/>
                <w:i/>
                <w:sz w:val="20"/>
              </w:rPr>
              <w:t>Australian Passport Funds*</w:t>
            </w:r>
          </w:p>
        </w:tc>
        <w:tc>
          <w:tcPr>
            <w:tcW w:w="4252" w:type="dxa"/>
          </w:tcPr>
          <w:p w14:paraId="61329245" w14:textId="77777777" w:rsidR="00D8081E" w:rsidRPr="00991AF3" w:rsidRDefault="00D8081E" w:rsidP="00FA0996">
            <w:pPr>
              <w:autoSpaceDE w:val="0"/>
              <w:autoSpaceDN w:val="0"/>
              <w:adjustRightInd w:val="0"/>
              <w:jc w:val="center"/>
              <w:rPr>
                <w:b/>
                <w:i/>
                <w:sz w:val="20"/>
              </w:rPr>
            </w:pPr>
            <w:r w:rsidRPr="00991AF3">
              <w:rPr>
                <w:b/>
                <w:i/>
                <w:sz w:val="20"/>
              </w:rPr>
              <w:t>Notified Foreign Passport Funds</w:t>
            </w:r>
          </w:p>
        </w:tc>
      </w:tr>
      <w:tr w:rsidR="00D8081E" w:rsidRPr="00991AF3" w14:paraId="42ED9AF3" w14:textId="77777777" w:rsidTr="00FA0996">
        <w:tc>
          <w:tcPr>
            <w:tcW w:w="1117" w:type="dxa"/>
            <w:shd w:val="clear" w:color="auto" w:fill="BFBFBF" w:themeFill="background1" w:themeFillShade="BF"/>
          </w:tcPr>
          <w:p w14:paraId="7A4010AC" w14:textId="77777777" w:rsidR="00D8081E" w:rsidRPr="00991AF3" w:rsidRDefault="00D8081E" w:rsidP="00FA0996">
            <w:pPr>
              <w:autoSpaceDE w:val="0"/>
              <w:autoSpaceDN w:val="0"/>
              <w:adjustRightInd w:val="0"/>
              <w:spacing w:after="0"/>
              <w:rPr>
                <w:sz w:val="20"/>
              </w:rPr>
            </w:pPr>
            <w:r w:rsidRPr="00991AF3">
              <w:rPr>
                <w:b/>
                <w:i/>
                <w:sz w:val="20"/>
              </w:rPr>
              <w:t>Extract of particulars</w:t>
            </w:r>
          </w:p>
        </w:tc>
        <w:tc>
          <w:tcPr>
            <w:tcW w:w="2819" w:type="dxa"/>
          </w:tcPr>
          <w:p w14:paraId="06CC895A" w14:textId="77777777" w:rsidR="00D8081E" w:rsidRPr="00991AF3" w:rsidRDefault="00D8081E" w:rsidP="00FA0996">
            <w:pPr>
              <w:pStyle w:val="Bullet"/>
              <w:tabs>
                <w:tab w:val="clear" w:pos="567"/>
                <w:tab w:val="num" w:pos="301"/>
              </w:tabs>
              <w:spacing w:before="120"/>
              <w:ind w:left="301" w:hanging="301"/>
              <w:rPr>
                <w:sz w:val="20"/>
                <w:szCs w:val="20"/>
              </w:rPr>
            </w:pPr>
            <w:r w:rsidRPr="00991AF3">
              <w:rPr>
                <w:sz w:val="20"/>
                <w:szCs w:val="20"/>
              </w:rPr>
              <w:t xml:space="preserve">the fund’s APFRN </w:t>
            </w:r>
          </w:p>
          <w:p w14:paraId="6FBE06B4" w14:textId="77777777" w:rsidR="00D8081E" w:rsidRPr="00991AF3" w:rsidRDefault="00D8081E" w:rsidP="00FA0996">
            <w:pPr>
              <w:pStyle w:val="Bullet"/>
              <w:tabs>
                <w:tab w:val="clear" w:pos="567"/>
                <w:tab w:val="num" w:pos="301"/>
              </w:tabs>
              <w:spacing w:before="120"/>
              <w:ind w:left="301" w:hanging="301"/>
              <w:rPr>
                <w:sz w:val="20"/>
                <w:szCs w:val="20"/>
              </w:rPr>
            </w:pPr>
            <w:r w:rsidRPr="00991AF3">
              <w:rPr>
                <w:sz w:val="20"/>
                <w:szCs w:val="20"/>
              </w:rPr>
              <w:t>confirmation that the fund is an Australian passport fund</w:t>
            </w:r>
          </w:p>
          <w:p w14:paraId="68140C64" w14:textId="0491A66F" w:rsidR="00D8081E" w:rsidRPr="00991AF3" w:rsidRDefault="00D8081E" w:rsidP="00FA0996">
            <w:pPr>
              <w:pStyle w:val="Bullet"/>
              <w:tabs>
                <w:tab w:val="clear" w:pos="567"/>
                <w:tab w:val="num" w:pos="301"/>
              </w:tabs>
              <w:spacing w:before="120"/>
              <w:ind w:left="301" w:hanging="301"/>
              <w:rPr>
                <w:sz w:val="20"/>
                <w:szCs w:val="20"/>
              </w:rPr>
            </w:pPr>
            <w:r w:rsidRPr="00991AF3">
              <w:rPr>
                <w:sz w:val="20"/>
                <w:szCs w:val="20"/>
              </w:rPr>
              <w:t>any alternate name used by the fund, the name of the participating economy where the name is used</w:t>
            </w:r>
            <w:r w:rsidR="00A1622D">
              <w:rPr>
                <w:sz w:val="20"/>
                <w:szCs w:val="20"/>
              </w:rPr>
              <w:t>,</w:t>
            </w:r>
            <w:r w:rsidRPr="00991AF3">
              <w:rPr>
                <w:sz w:val="20"/>
                <w:szCs w:val="20"/>
              </w:rPr>
              <w:t xml:space="preserve"> and the date when the fund started and stopped using that name</w:t>
            </w:r>
          </w:p>
          <w:p w14:paraId="642C52D6" w14:textId="77777777" w:rsidR="00D8081E" w:rsidRPr="00991AF3" w:rsidRDefault="00D8081E" w:rsidP="00FA0996">
            <w:pPr>
              <w:pStyle w:val="Bullet"/>
              <w:tabs>
                <w:tab w:val="clear" w:pos="567"/>
                <w:tab w:val="num" w:pos="301"/>
              </w:tabs>
              <w:spacing w:before="120"/>
              <w:ind w:left="301" w:hanging="301"/>
              <w:rPr>
                <w:sz w:val="20"/>
                <w:szCs w:val="20"/>
              </w:rPr>
            </w:pPr>
            <w:r w:rsidRPr="00991AF3">
              <w:rPr>
                <w:sz w:val="20"/>
                <w:szCs w:val="20"/>
              </w:rPr>
              <w:t xml:space="preserve">the review date for the fund </w:t>
            </w:r>
          </w:p>
        </w:tc>
        <w:tc>
          <w:tcPr>
            <w:tcW w:w="4252" w:type="dxa"/>
          </w:tcPr>
          <w:p w14:paraId="1372B4E9" w14:textId="77777777" w:rsidR="00D8081E" w:rsidRPr="00991AF3" w:rsidRDefault="00D8081E" w:rsidP="00FA0996">
            <w:pPr>
              <w:pStyle w:val="Bullet"/>
              <w:tabs>
                <w:tab w:val="clear" w:pos="567"/>
                <w:tab w:val="num" w:pos="301"/>
              </w:tabs>
              <w:spacing w:before="120"/>
              <w:ind w:left="301" w:hanging="301"/>
              <w:rPr>
                <w:sz w:val="20"/>
                <w:szCs w:val="20"/>
              </w:rPr>
            </w:pPr>
            <w:r w:rsidRPr="00991AF3">
              <w:rPr>
                <w:sz w:val="20"/>
                <w:szCs w:val="20"/>
              </w:rPr>
              <w:t xml:space="preserve">the fund’s NFPFRN </w:t>
            </w:r>
          </w:p>
          <w:p w14:paraId="329307F7" w14:textId="77777777" w:rsidR="00D8081E" w:rsidRPr="00991AF3" w:rsidRDefault="00D8081E" w:rsidP="00FA0996">
            <w:pPr>
              <w:pStyle w:val="Bullet"/>
              <w:tabs>
                <w:tab w:val="clear" w:pos="567"/>
                <w:tab w:val="num" w:pos="301"/>
              </w:tabs>
              <w:spacing w:before="120"/>
              <w:ind w:left="301" w:hanging="301"/>
              <w:rPr>
                <w:sz w:val="20"/>
                <w:szCs w:val="20"/>
              </w:rPr>
            </w:pPr>
            <w:r w:rsidRPr="00991AF3">
              <w:rPr>
                <w:sz w:val="20"/>
                <w:szCs w:val="20"/>
              </w:rPr>
              <w:t xml:space="preserve">any additional identifier assigned by ASIC </w:t>
            </w:r>
          </w:p>
          <w:p w14:paraId="4DA566D8" w14:textId="77777777" w:rsidR="00D8081E" w:rsidRPr="00991AF3" w:rsidRDefault="00D8081E" w:rsidP="00FA0996">
            <w:pPr>
              <w:pStyle w:val="Bullet"/>
              <w:tabs>
                <w:tab w:val="clear" w:pos="567"/>
                <w:tab w:val="num" w:pos="301"/>
              </w:tabs>
              <w:spacing w:before="120"/>
              <w:ind w:left="301" w:hanging="301"/>
              <w:rPr>
                <w:sz w:val="20"/>
                <w:szCs w:val="20"/>
              </w:rPr>
            </w:pPr>
            <w:r w:rsidRPr="00991AF3">
              <w:rPr>
                <w:sz w:val="20"/>
                <w:szCs w:val="20"/>
              </w:rPr>
              <w:t xml:space="preserve">the fund’s name </w:t>
            </w:r>
          </w:p>
          <w:p w14:paraId="5D675DAF" w14:textId="77777777" w:rsidR="00D8081E" w:rsidRPr="00991AF3" w:rsidRDefault="00D8081E" w:rsidP="00FA0996">
            <w:pPr>
              <w:pStyle w:val="Bullet"/>
              <w:tabs>
                <w:tab w:val="clear" w:pos="567"/>
                <w:tab w:val="num" w:pos="301"/>
              </w:tabs>
              <w:spacing w:before="120"/>
              <w:ind w:left="301" w:hanging="301"/>
              <w:rPr>
                <w:sz w:val="20"/>
                <w:szCs w:val="20"/>
              </w:rPr>
            </w:pPr>
            <w:r w:rsidRPr="00991AF3">
              <w:rPr>
                <w:sz w:val="20"/>
                <w:szCs w:val="20"/>
              </w:rPr>
              <w:t>confirmation that the fund is a notified foreign passport fund</w:t>
            </w:r>
          </w:p>
          <w:p w14:paraId="6181EE05" w14:textId="77777777" w:rsidR="00D8081E" w:rsidRPr="00991AF3" w:rsidRDefault="00D8081E" w:rsidP="00FA0996">
            <w:pPr>
              <w:pStyle w:val="Bullet"/>
              <w:tabs>
                <w:tab w:val="clear" w:pos="567"/>
                <w:tab w:val="num" w:pos="301"/>
              </w:tabs>
              <w:spacing w:before="120"/>
              <w:ind w:left="301" w:hanging="301"/>
              <w:rPr>
                <w:sz w:val="20"/>
                <w:szCs w:val="20"/>
              </w:rPr>
            </w:pPr>
            <w:r w:rsidRPr="00991AF3">
              <w:rPr>
                <w:sz w:val="20"/>
                <w:szCs w:val="20"/>
              </w:rPr>
              <w:t>the home country of the fund</w:t>
            </w:r>
          </w:p>
          <w:p w14:paraId="509521CA" w14:textId="77777777" w:rsidR="00D8081E" w:rsidRPr="00991AF3" w:rsidRDefault="00D8081E" w:rsidP="00FA0996">
            <w:pPr>
              <w:pStyle w:val="Bullet"/>
              <w:tabs>
                <w:tab w:val="clear" w:pos="567"/>
                <w:tab w:val="num" w:pos="301"/>
              </w:tabs>
              <w:spacing w:before="120"/>
              <w:ind w:left="301" w:hanging="301"/>
              <w:rPr>
                <w:sz w:val="20"/>
                <w:szCs w:val="20"/>
              </w:rPr>
            </w:pPr>
            <w:r w:rsidRPr="00991AF3">
              <w:rPr>
                <w:sz w:val="20"/>
                <w:szCs w:val="20"/>
              </w:rPr>
              <w:t>the name and ARBN of the operator of the fund</w:t>
            </w:r>
          </w:p>
          <w:p w14:paraId="043E1269" w14:textId="62AAB63B" w:rsidR="00D8081E" w:rsidRPr="00991AF3" w:rsidRDefault="00D8081E" w:rsidP="00FA0996">
            <w:pPr>
              <w:pStyle w:val="Bullet"/>
              <w:tabs>
                <w:tab w:val="clear" w:pos="567"/>
                <w:tab w:val="num" w:pos="301"/>
              </w:tabs>
              <w:spacing w:before="120"/>
              <w:ind w:left="301" w:hanging="301"/>
              <w:rPr>
                <w:sz w:val="20"/>
                <w:szCs w:val="20"/>
              </w:rPr>
            </w:pPr>
            <w:r w:rsidRPr="00991AF3">
              <w:rPr>
                <w:sz w:val="20"/>
                <w:szCs w:val="20"/>
              </w:rPr>
              <w:t>any alternate name used by the fund, the name of the participating economy where the name is used</w:t>
            </w:r>
            <w:r w:rsidR="00A1622D">
              <w:rPr>
                <w:sz w:val="20"/>
                <w:szCs w:val="20"/>
              </w:rPr>
              <w:t>,</w:t>
            </w:r>
            <w:r w:rsidRPr="00991AF3">
              <w:rPr>
                <w:sz w:val="20"/>
                <w:szCs w:val="20"/>
              </w:rPr>
              <w:t xml:space="preserve"> and the date when the fund started and stopped using that name</w:t>
            </w:r>
          </w:p>
          <w:p w14:paraId="5C54F952" w14:textId="77777777" w:rsidR="00D8081E" w:rsidRPr="00991AF3" w:rsidRDefault="00D8081E" w:rsidP="00FA0996">
            <w:pPr>
              <w:pStyle w:val="Bullet"/>
              <w:tabs>
                <w:tab w:val="clear" w:pos="567"/>
                <w:tab w:val="num" w:pos="301"/>
              </w:tabs>
              <w:spacing w:before="120"/>
              <w:ind w:left="301" w:hanging="301"/>
              <w:rPr>
                <w:sz w:val="20"/>
                <w:szCs w:val="20"/>
              </w:rPr>
            </w:pPr>
            <w:r w:rsidRPr="00991AF3">
              <w:rPr>
                <w:sz w:val="20"/>
                <w:szCs w:val="20"/>
              </w:rPr>
              <w:t xml:space="preserve"> the review date for the fund</w:t>
            </w:r>
          </w:p>
        </w:tc>
      </w:tr>
      <w:tr w:rsidR="00D8081E" w:rsidRPr="00991AF3" w14:paraId="1B8E6447" w14:textId="77777777" w:rsidTr="00FA0996">
        <w:tc>
          <w:tcPr>
            <w:tcW w:w="1117" w:type="dxa"/>
            <w:shd w:val="clear" w:color="auto" w:fill="BFBFBF" w:themeFill="background1" w:themeFillShade="BF"/>
          </w:tcPr>
          <w:p w14:paraId="305E4627" w14:textId="77777777" w:rsidR="00D8081E" w:rsidRPr="00991AF3" w:rsidRDefault="00D8081E" w:rsidP="00FA0996">
            <w:pPr>
              <w:autoSpaceDE w:val="0"/>
              <w:autoSpaceDN w:val="0"/>
              <w:adjustRightInd w:val="0"/>
              <w:spacing w:after="0"/>
              <w:rPr>
                <w:b/>
                <w:i/>
                <w:sz w:val="20"/>
              </w:rPr>
            </w:pPr>
            <w:r w:rsidRPr="00991AF3">
              <w:rPr>
                <w:b/>
                <w:i/>
                <w:sz w:val="20"/>
              </w:rPr>
              <w:t>Return of particulars</w:t>
            </w:r>
          </w:p>
        </w:tc>
        <w:tc>
          <w:tcPr>
            <w:tcW w:w="2819" w:type="dxa"/>
          </w:tcPr>
          <w:p w14:paraId="2BB612E5" w14:textId="77777777" w:rsidR="00D8081E" w:rsidRPr="00991AF3" w:rsidRDefault="00D8081E" w:rsidP="00FA0996">
            <w:pPr>
              <w:pStyle w:val="Bullet"/>
              <w:tabs>
                <w:tab w:val="clear" w:pos="567"/>
                <w:tab w:val="num" w:pos="301"/>
              </w:tabs>
              <w:spacing w:before="120"/>
              <w:ind w:left="301" w:hanging="301"/>
              <w:rPr>
                <w:sz w:val="20"/>
                <w:szCs w:val="20"/>
              </w:rPr>
            </w:pPr>
            <w:r w:rsidRPr="00991AF3">
              <w:rPr>
                <w:sz w:val="20"/>
                <w:szCs w:val="20"/>
              </w:rPr>
              <w:t>the name of the annual implementation reviewer</w:t>
            </w:r>
          </w:p>
          <w:p w14:paraId="02FFB509" w14:textId="77777777" w:rsidR="00D8081E" w:rsidRPr="00991AF3" w:rsidRDefault="00D8081E" w:rsidP="00FA0996">
            <w:pPr>
              <w:pStyle w:val="Bullet"/>
              <w:numPr>
                <w:ilvl w:val="0"/>
                <w:numId w:val="0"/>
              </w:numPr>
              <w:spacing w:before="120"/>
              <w:rPr>
                <w:sz w:val="20"/>
                <w:szCs w:val="20"/>
              </w:rPr>
            </w:pPr>
          </w:p>
        </w:tc>
        <w:tc>
          <w:tcPr>
            <w:tcW w:w="4252" w:type="dxa"/>
          </w:tcPr>
          <w:p w14:paraId="26D0C594" w14:textId="77777777" w:rsidR="00D8081E" w:rsidRPr="00991AF3" w:rsidRDefault="00D8081E" w:rsidP="00FA0996">
            <w:pPr>
              <w:pStyle w:val="Bullet"/>
              <w:tabs>
                <w:tab w:val="clear" w:pos="567"/>
                <w:tab w:val="num" w:pos="301"/>
              </w:tabs>
              <w:spacing w:before="120"/>
              <w:ind w:left="301" w:hanging="301"/>
              <w:rPr>
                <w:sz w:val="20"/>
                <w:szCs w:val="20"/>
              </w:rPr>
            </w:pPr>
            <w:r w:rsidRPr="00991AF3">
              <w:rPr>
                <w:sz w:val="20"/>
                <w:szCs w:val="20"/>
              </w:rPr>
              <w:t>the date on which a new member’s name was entered in the register of members</w:t>
            </w:r>
          </w:p>
          <w:p w14:paraId="32389829" w14:textId="77777777" w:rsidR="00D8081E" w:rsidRPr="00991AF3" w:rsidRDefault="00D8081E" w:rsidP="00FA0996">
            <w:pPr>
              <w:pStyle w:val="Bullet"/>
              <w:tabs>
                <w:tab w:val="clear" w:pos="567"/>
                <w:tab w:val="num" w:pos="301"/>
              </w:tabs>
              <w:spacing w:before="120"/>
              <w:ind w:left="301" w:hanging="301"/>
              <w:rPr>
                <w:sz w:val="20"/>
                <w:szCs w:val="20"/>
              </w:rPr>
            </w:pPr>
            <w:r w:rsidRPr="00991AF3">
              <w:rPr>
                <w:sz w:val="20"/>
                <w:szCs w:val="20"/>
              </w:rPr>
              <w:t xml:space="preserve">the new name of the operator </w:t>
            </w:r>
          </w:p>
          <w:p w14:paraId="40321BC2" w14:textId="77777777" w:rsidR="00D8081E" w:rsidRPr="00991AF3" w:rsidRDefault="00D8081E" w:rsidP="00FA0996">
            <w:pPr>
              <w:pStyle w:val="Bullet"/>
              <w:tabs>
                <w:tab w:val="clear" w:pos="567"/>
                <w:tab w:val="num" w:pos="301"/>
              </w:tabs>
              <w:spacing w:before="120"/>
              <w:ind w:left="301" w:hanging="301"/>
              <w:rPr>
                <w:sz w:val="20"/>
                <w:szCs w:val="20"/>
              </w:rPr>
            </w:pPr>
            <w:r w:rsidRPr="00991AF3">
              <w:rPr>
                <w:sz w:val="20"/>
                <w:szCs w:val="20"/>
              </w:rPr>
              <w:t>certain financial information and information in the auditor’s report</w:t>
            </w:r>
          </w:p>
          <w:p w14:paraId="5D5FCA86" w14:textId="77777777" w:rsidR="00D8081E" w:rsidRPr="00991AF3" w:rsidRDefault="00D8081E" w:rsidP="00FA0996">
            <w:pPr>
              <w:pStyle w:val="Bullet"/>
              <w:tabs>
                <w:tab w:val="clear" w:pos="567"/>
                <w:tab w:val="num" w:pos="301"/>
              </w:tabs>
              <w:spacing w:before="120"/>
              <w:ind w:left="301" w:hanging="301"/>
              <w:rPr>
                <w:sz w:val="20"/>
                <w:szCs w:val="20"/>
              </w:rPr>
            </w:pPr>
            <w:r w:rsidRPr="00991AF3">
              <w:rPr>
                <w:sz w:val="20"/>
                <w:szCs w:val="20"/>
              </w:rPr>
              <w:t>the name of the auditor of the financial statements</w:t>
            </w:r>
          </w:p>
          <w:p w14:paraId="3EE969D8" w14:textId="77777777" w:rsidR="00D8081E" w:rsidRPr="00991AF3" w:rsidRDefault="00D8081E" w:rsidP="00FA0996">
            <w:pPr>
              <w:pStyle w:val="Bullet"/>
              <w:tabs>
                <w:tab w:val="clear" w:pos="567"/>
                <w:tab w:val="num" w:pos="301"/>
              </w:tabs>
              <w:spacing w:before="120"/>
              <w:ind w:left="301" w:hanging="301"/>
              <w:rPr>
                <w:sz w:val="20"/>
                <w:szCs w:val="20"/>
              </w:rPr>
            </w:pPr>
            <w:r w:rsidRPr="00991AF3">
              <w:rPr>
                <w:sz w:val="20"/>
                <w:szCs w:val="20"/>
              </w:rPr>
              <w:t>the name of the annual implementation reviewer</w:t>
            </w:r>
          </w:p>
        </w:tc>
      </w:tr>
    </w:tbl>
    <w:p w14:paraId="40A9C558" w14:textId="77777777" w:rsidR="00D8081E" w:rsidRPr="00991AF3" w:rsidRDefault="00D8081E" w:rsidP="00D8081E">
      <w:pPr>
        <w:tabs>
          <w:tab w:val="left" w:pos="1701"/>
          <w:tab w:val="right" w:pos="9072"/>
        </w:tabs>
        <w:ind w:right="91"/>
        <w:rPr>
          <w:sz w:val="20"/>
        </w:rPr>
      </w:pPr>
      <w:r w:rsidRPr="00991AF3">
        <w:rPr>
          <w:sz w:val="20"/>
        </w:rPr>
        <w:t>* ASIC may also request any particular that is prescribed for a registered scheme under the existing law.</w:t>
      </w:r>
    </w:p>
    <w:p w14:paraId="4C049ABC" w14:textId="77777777" w:rsidR="00D8081E" w:rsidRPr="00991AF3" w:rsidRDefault="00D8081E" w:rsidP="00D8081E">
      <w:pPr>
        <w:tabs>
          <w:tab w:val="left" w:pos="1701"/>
          <w:tab w:val="right" w:pos="9072"/>
        </w:tabs>
        <w:ind w:right="91"/>
        <w:rPr>
          <w:sz w:val="20"/>
        </w:rPr>
      </w:pPr>
    </w:p>
    <w:p w14:paraId="67B0E900" w14:textId="77777777" w:rsidR="00D8081E" w:rsidRPr="00991AF3" w:rsidRDefault="00D8081E" w:rsidP="00D8081E">
      <w:pPr>
        <w:keepNext/>
        <w:tabs>
          <w:tab w:val="left" w:pos="1701"/>
          <w:tab w:val="right" w:pos="9072"/>
        </w:tabs>
        <w:spacing w:after="240"/>
        <w:ind w:right="91"/>
        <w:rPr>
          <w:szCs w:val="24"/>
          <w:u w:val="single"/>
        </w:rPr>
      </w:pPr>
      <w:r w:rsidRPr="00991AF3">
        <w:rPr>
          <w:szCs w:val="24"/>
          <w:u w:val="single"/>
        </w:rPr>
        <w:t>Items 18 to 21 (prohibited names for schemes)</w:t>
      </w:r>
    </w:p>
    <w:p w14:paraId="08E78284" w14:textId="77777777" w:rsidR="00D8081E" w:rsidRPr="00991AF3" w:rsidRDefault="00D8081E" w:rsidP="00D8081E">
      <w:pPr>
        <w:rPr>
          <w:szCs w:val="24"/>
        </w:rPr>
      </w:pPr>
      <w:r w:rsidRPr="00991AF3">
        <w:rPr>
          <w:szCs w:val="24"/>
        </w:rPr>
        <w:t>Items 18 to 21 amend the prohibitions on using a name for a registered scheme that is already in use.</w:t>
      </w:r>
    </w:p>
    <w:p w14:paraId="3486A971" w14:textId="4DB76BC9" w:rsidR="00D8081E" w:rsidRPr="00991AF3" w:rsidRDefault="00D8081E" w:rsidP="00D8081E">
      <w:pPr>
        <w:rPr>
          <w:szCs w:val="24"/>
        </w:rPr>
      </w:pPr>
      <w:r w:rsidRPr="00991AF3">
        <w:rPr>
          <w:szCs w:val="24"/>
        </w:rPr>
        <w:t>Item 19 prohibit</w:t>
      </w:r>
      <w:r>
        <w:rPr>
          <w:szCs w:val="24"/>
        </w:rPr>
        <w:t>s</w:t>
      </w:r>
      <w:r w:rsidRPr="00991AF3">
        <w:rPr>
          <w:szCs w:val="24"/>
        </w:rPr>
        <w:t xml:space="preserve"> a person from applying to register a scheme with a proposed </w:t>
      </w:r>
      <w:r w:rsidRPr="00991AF3">
        <w:t xml:space="preserve">name that was the same as the name of a notified foreign passport fund or a </w:t>
      </w:r>
      <w:r>
        <w:t xml:space="preserve">foreign passport </w:t>
      </w:r>
      <w:r w:rsidRPr="00991AF3">
        <w:t xml:space="preserve">fund whose notice of intention to offer interests in Australia was still being considered by ASIC (a name in use by a fund). </w:t>
      </w:r>
      <w:r w:rsidR="003D7832">
        <w:t>The</w:t>
      </w:r>
      <w:r w:rsidR="003D7832" w:rsidRPr="00991AF3">
        <w:t xml:space="preserve"> </w:t>
      </w:r>
      <w:r w:rsidRPr="00991AF3">
        <w:t>responsible en</w:t>
      </w:r>
      <w:r>
        <w:t xml:space="preserve">tity of </w:t>
      </w:r>
      <w:r w:rsidR="00D42F0D">
        <w:t xml:space="preserve">a </w:t>
      </w:r>
      <w:r>
        <w:t xml:space="preserve">registered scheme is </w:t>
      </w:r>
      <w:r w:rsidRPr="00991AF3">
        <w:t>also prohibited from applying to change the name of a registered scheme to a name in use by a fund (item 20). Finally, item 21 prohibit</w:t>
      </w:r>
      <w:r>
        <w:t>s</w:t>
      </w:r>
      <w:r w:rsidRPr="00991AF3">
        <w:t xml:space="preserve"> ASIC from registering a managed investment scheme which uses a name in use by a</w:t>
      </w:r>
      <w:r>
        <w:t xml:space="preserve"> foreign passport</w:t>
      </w:r>
      <w:r w:rsidRPr="00991AF3">
        <w:t xml:space="preserve"> fund. </w:t>
      </w:r>
    </w:p>
    <w:p w14:paraId="2D1F2354" w14:textId="77777777" w:rsidR="00D8081E" w:rsidRPr="00991AF3" w:rsidRDefault="00D8081E" w:rsidP="00D8081E">
      <w:pPr>
        <w:tabs>
          <w:tab w:val="left" w:pos="1701"/>
          <w:tab w:val="right" w:pos="9072"/>
        </w:tabs>
        <w:spacing w:after="240"/>
        <w:ind w:right="91"/>
      </w:pPr>
      <w:r w:rsidRPr="00991AF3">
        <w:t>These items ensure that a registered scheme does not share the same name as another passport fund. They mirror the prohibition on a scheme using the same name as a registered scheme (or another scheme that has lodged an application for registration that is still under determination).</w:t>
      </w:r>
    </w:p>
    <w:p w14:paraId="1E9B07BD" w14:textId="77777777" w:rsidR="00D8081E" w:rsidRPr="00991AF3" w:rsidRDefault="00D8081E" w:rsidP="00D8081E">
      <w:pPr>
        <w:rPr>
          <w:szCs w:val="24"/>
        </w:rPr>
      </w:pPr>
      <w:r w:rsidRPr="00991AF3">
        <w:rPr>
          <w:szCs w:val="24"/>
        </w:rPr>
        <w:t xml:space="preserve">A consequential amendment </w:t>
      </w:r>
      <w:r>
        <w:rPr>
          <w:szCs w:val="24"/>
        </w:rPr>
        <w:t>is</w:t>
      </w:r>
      <w:r w:rsidRPr="00991AF3">
        <w:rPr>
          <w:szCs w:val="24"/>
        </w:rPr>
        <w:t xml:space="preserve"> also made to the provision that prohibits ASIC from registering a scheme which uses the same name as another scheme</w:t>
      </w:r>
      <w:r>
        <w:rPr>
          <w:szCs w:val="24"/>
        </w:rPr>
        <w:t>,</w:t>
      </w:r>
      <w:r w:rsidRPr="00991AF3">
        <w:rPr>
          <w:szCs w:val="24"/>
        </w:rPr>
        <w:t xml:space="preserve"> to clarify that the prohibition only applies to the registration of schemes (item 18). There are different rules for naming notified foreign passport fund</w:t>
      </w:r>
      <w:r>
        <w:rPr>
          <w:szCs w:val="24"/>
        </w:rPr>
        <w:t>s</w:t>
      </w:r>
      <w:r w:rsidRPr="00991AF3">
        <w:rPr>
          <w:szCs w:val="24"/>
        </w:rPr>
        <w:t xml:space="preserve"> (see the discus</w:t>
      </w:r>
      <w:r>
        <w:rPr>
          <w:szCs w:val="24"/>
        </w:rPr>
        <w:t>sion of item </w:t>
      </w:r>
      <w:r w:rsidRPr="00991AF3">
        <w:rPr>
          <w:szCs w:val="24"/>
        </w:rPr>
        <w:t>60, new regulation 8A.4.10 below).</w:t>
      </w:r>
    </w:p>
    <w:p w14:paraId="3C84964E" w14:textId="77777777" w:rsidR="00D8081E" w:rsidRPr="00991AF3" w:rsidRDefault="00D8081E" w:rsidP="00D8081E">
      <w:pPr>
        <w:tabs>
          <w:tab w:val="left" w:pos="1701"/>
          <w:tab w:val="right" w:pos="9072"/>
        </w:tabs>
        <w:spacing w:after="240"/>
        <w:ind w:right="91"/>
        <w:rPr>
          <w:szCs w:val="24"/>
          <w:u w:val="single"/>
        </w:rPr>
      </w:pPr>
      <w:r w:rsidRPr="00991AF3">
        <w:rPr>
          <w:szCs w:val="24"/>
          <w:u w:val="single"/>
        </w:rPr>
        <w:t xml:space="preserve">Items 22 to 24 (Chapter 7 definitions) </w:t>
      </w:r>
    </w:p>
    <w:p w14:paraId="45871477" w14:textId="77777777" w:rsidR="00D8081E" w:rsidRPr="00991AF3" w:rsidRDefault="00D8081E" w:rsidP="00D8081E">
      <w:pPr>
        <w:tabs>
          <w:tab w:val="left" w:pos="1701"/>
          <w:tab w:val="right" w:pos="9072"/>
        </w:tabs>
        <w:ind w:right="91"/>
        <w:rPr>
          <w:szCs w:val="24"/>
        </w:rPr>
      </w:pPr>
      <w:r w:rsidRPr="00991AF3">
        <w:rPr>
          <w:szCs w:val="24"/>
        </w:rPr>
        <w:t xml:space="preserve">Items 22 and 23 ensure that a foreign passport fund product is captured by the definition of ‘financial product’. </w:t>
      </w:r>
      <w:r>
        <w:rPr>
          <w:szCs w:val="24"/>
        </w:rPr>
        <w:t>S</w:t>
      </w:r>
      <w:r w:rsidRPr="00991AF3">
        <w:rPr>
          <w:szCs w:val="24"/>
        </w:rPr>
        <w:t>pecifically, these items amend the definition of ‘credit facility’ so that it excludes interests in a notified foreign passport fund (and related rights and options). The definition of ‘financial product’ excludes products which are ‘credit facilities’ (see existing subparagraph 765A(1)(h)(i)</w:t>
      </w:r>
      <w:r>
        <w:rPr>
          <w:szCs w:val="24"/>
        </w:rPr>
        <w:t xml:space="preserve"> of the Corporations Regulations</w:t>
      </w:r>
      <w:r w:rsidRPr="00991AF3">
        <w:rPr>
          <w:szCs w:val="24"/>
        </w:rPr>
        <w:t xml:space="preserve">). </w:t>
      </w:r>
    </w:p>
    <w:p w14:paraId="6A28E2CF" w14:textId="77777777" w:rsidR="00D8081E" w:rsidRPr="00991AF3" w:rsidRDefault="00D8081E" w:rsidP="00D8081E">
      <w:pPr>
        <w:tabs>
          <w:tab w:val="left" w:pos="1701"/>
          <w:tab w:val="right" w:pos="9072"/>
        </w:tabs>
        <w:ind w:right="91"/>
        <w:rPr>
          <w:szCs w:val="24"/>
        </w:rPr>
      </w:pPr>
      <w:r w:rsidRPr="00991AF3">
        <w:rPr>
          <w:szCs w:val="24"/>
        </w:rPr>
        <w:t>Item 24 amend</w:t>
      </w:r>
      <w:r w:rsidR="00D42F0D">
        <w:rPr>
          <w:szCs w:val="24"/>
        </w:rPr>
        <w:t>s</w:t>
      </w:r>
      <w:r w:rsidRPr="00991AF3">
        <w:rPr>
          <w:szCs w:val="24"/>
        </w:rPr>
        <w:t xml:space="preserve"> the definition of a ‘clearing and settlement facility’ so that it includes facilities that provide a regular mechanism for the parties to a transaction relating to interests in a notified foreign passport fund (and related rights and options) to meet their obligations. </w:t>
      </w:r>
    </w:p>
    <w:p w14:paraId="3D920746" w14:textId="77777777" w:rsidR="00D8081E" w:rsidRPr="00991AF3" w:rsidRDefault="00D8081E" w:rsidP="00D8081E">
      <w:pPr>
        <w:tabs>
          <w:tab w:val="left" w:pos="1701"/>
          <w:tab w:val="right" w:pos="9072"/>
        </w:tabs>
        <w:ind w:right="91"/>
        <w:rPr>
          <w:szCs w:val="24"/>
        </w:rPr>
      </w:pPr>
      <w:r w:rsidRPr="00991AF3">
        <w:rPr>
          <w:szCs w:val="24"/>
        </w:rPr>
        <w:t xml:space="preserve">Both of these amendments align the treatment of foreign passport fund products with the treatment of managed investment products. </w:t>
      </w:r>
    </w:p>
    <w:p w14:paraId="262DEDBC" w14:textId="77777777" w:rsidR="00D8081E" w:rsidRPr="00991AF3" w:rsidRDefault="00D8081E" w:rsidP="00D8081E">
      <w:pPr>
        <w:tabs>
          <w:tab w:val="left" w:pos="1701"/>
          <w:tab w:val="right" w:pos="9072"/>
        </w:tabs>
        <w:spacing w:after="240"/>
        <w:ind w:right="91"/>
        <w:rPr>
          <w:szCs w:val="24"/>
          <w:u w:val="single"/>
        </w:rPr>
      </w:pPr>
      <w:r w:rsidRPr="00991AF3">
        <w:rPr>
          <w:szCs w:val="24"/>
          <w:u w:val="single"/>
        </w:rPr>
        <w:t xml:space="preserve">Item 25 to 28 (exemptions from the definition of providing a financial service) </w:t>
      </w:r>
    </w:p>
    <w:p w14:paraId="4B060EF3" w14:textId="77777777" w:rsidR="00D8081E" w:rsidRPr="00991AF3" w:rsidRDefault="00D8081E" w:rsidP="00D8081E">
      <w:pPr>
        <w:tabs>
          <w:tab w:val="left" w:pos="1701"/>
          <w:tab w:val="right" w:pos="9072"/>
        </w:tabs>
        <w:ind w:right="91"/>
        <w:rPr>
          <w:szCs w:val="24"/>
        </w:rPr>
      </w:pPr>
      <w:r w:rsidRPr="00991AF3">
        <w:rPr>
          <w:szCs w:val="24"/>
        </w:rPr>
        <w:t>The Corporations Regulations carve out certain activities from the definition of providing a financial service.</w:t>
      </w:r>
    </w:p>
    <w:p w14:paraId="42786F52" w14:textId="77777777" w:rsidR="00D8081E" w:rsidRPr="00991AF3" w:rsidRDefault="00D8081E" w:rsidP="00D8081E">
      <w:pPr>
        <w:tabs>
          <w:tab w:val="left" w:pos="1701"/>
          <w:tab w:val="right" w:pos="9072"/>
        </w:tabs>
        <w:ind w:right="91"/>
        <w:rPr>
          <w:szCs w:val="24"/>
        </w:rPr>
      </w:pPr>
      <w:r w:rsidRPr="00991AF3">
        <w:rPr>
          <w:szCs w:val="24"/>
        </w:rPr>
        <w:t xml:space="preserve">Existing regulation 7.1.29 provides that a person is not taken to be providing a financial service if, in the course of providing an exempt service, the person provides a service which would ordinarily be a financial service. The regulation also sets out </w:t>
      </w:r>
      <w:r>
        <w:rPr>
          <w:szCs w:val="24"/>
        </w:rPr>
        <w:t xml:space="preserve">what are </w:t>
      </w:r>
      <w:r w:rsidRPr="00991AF3">
        <w:rPr>
          <w:szCs w:val="24"/>
        </w:rPr>
        <w:t>the exempt services. The exempt services include providing advice on:</w:t>
      </w:r>
    </w:p>
    <w:p w14:paraId="21537DF9" w14:textId="65452902" w:rsidR="00D8081E" w:rsidRPr="00991AF3" w:rsidRDefault="00D8081E" w:rsidP="00D8081E">
      <w:pPr>
        <w:pStyle w:val="Bullet"/>
      </w:pPr>
      <w:r w:rsidRPr="00991AF3">
        <w:rPr>
          <w:szCs w:val="24"/>
        </w:rPr>
        <w:lastRenderedPageBreak/>
        <w:t>financial products that are interests in a trust (other than a registered scheme or a scheme that should have been registered) if the trust is not carrying on</w:t>
      </w:r>
      <w:r w:rsidR="002A3715">
        <w:rPr>
          <w:szCs w:val="24"/>
        </w:rPr>
        <w:t xml:space="preserve"> a </w:t>
      </w:r>
      <w:r w:rsidRPr="00991AF3">
        <w:rPr>
          <w:szCs w:val="24"/>
        </w:rPr>
        <w:t xml:space="preserve"> business; or</w:t>
      </w:r>
    </w:p>
    <w:p w14:paraId="1B14837D" w14:textId="77777777" w:rsidR="004E41D7" w:rsidRPr="004E41D7" w:rsidRDefault="00D8081E" w:rsidP="00D8081E">
      <w:pPr>
        <w:pStyle w:val="Bullet"/>
        <w:tabs>
          <w:tab w:val="left" w:pos="1701"/>
          <w:tab w:val="right" w:pos="9072"/>
        </w:tabs>
        <w:ind w:right="91"/>
        <w:rPr>
          <w:szCs w:val="24"/>
        </w:rPr>
      </w:pPr>
      <w:r w:rsidRPr="00991AF3">
        <w:t xml:space="preserve">the acquisition or disposal, administration, due diligence, establishment, structuring or valuation of an entity in certain circumstances. </w:t>
      </w:r>
      <w:r w:rsidR="004E41D7" w:rsidRPr="00991AF3">
        <w:t xml:space="preserve">This exemption </w:t>
      </w:r>
      <w:r w:rsidR="004E41D7">
        <w:t xml:space="preserve">is confined to financial product advice on a decision about securities of a body corporate that carries on the entity’s business or certain interests in a trust (apart from a </w:t>
      </w:r>
      <w:r w:rsidR="004E41D7" w:rsidRPr="00991AF3">
        <w:t>registered scheme or a scheme that should have been registered</w:t>
      </w:r>
      <w:r w:rsidR="004E41D7">
        <w:t>)</w:t>
      </w:r>
      <w:r w:rsidR="004E41D7" w:rsidRPr="00991AF3">
        <w:t>.</w:t>
      </w:r>
    </w:p>
    <w:p w14:paraId="7D051791" w14:textId="77777777" w:rsidR="00D8081E" w:rsidRPr="004E41D7" w:rsidRDefault="00D8081E" w:rsidP="004E41D7">
      <w:pPr>
        <w:pStyle w:val="Bullet"/>
        <w:numPr>
          <w:ilvl w:val="0"/>
          <w:numId w:val="0"/>
        </w:numPr>
        <w:tabs>
          <w:tab w:val="left" w:pos="1701"/>
          <w:tab w:val="right" w:pos="9072"/>
        </w:tabs>
        <w:ind w:right="91"/>
        <w:rPr>
          <w:szCs w:val="24"/>
        </w:rPr>
      </w:pPr>
      <w:r w:rsidRPr="004E41D7">
        <w:rPr>
          <w:szCs w:val="24"/>
        </w:rPr>
        <w:t>Item 25 amend</w:t>
      </w:r>
      <w:r w:rsidR="00F55EF3" w:rsidRPr="004E41D7">
        <w:rPr>
          <w:szCs w:val="24"/>
        </w:rPr>
        <w:t>s</w:t>
      </w:r>
      <w:r w:rsidRPr="004E41D7">
        <w:rPr>
          <w:szCs w:val="24"/>
        </w:rPr>
        <w:t xml:space="preserve"> the exempt services in regulation 7.1.29 to align the treatment of interests in a notified foreign passport fund with a managed investment product. This mean</w:t>
      </w:r>
      <w:r w:rsidR="00F55EF3" w:rsidRPr="004E41D7">
        <w:rPr>
          <w:szCs w:val="24"/>
        </w:rPr>
        <w:t>s</w:t>
      </w:r>
      <w:r w:rsidRPr="004E41D7">
        <w:rPr>
          <w:szCs w:val="24"/>
        </w:rPr>
        <w:t xml:space="preserve"> that there is no exemption for providing advice on:</w:t>
      </w:r>
    </w:p>
    <w:p w14:paraId="4766089E" w14:textId="77777777" w:rsidR="00D8081E" w:rsidRPr="00991AF3" w:rsidRDefault="00D8081E" w:rsidP="00D8081E">
      <w:pPr>
        <w:pStyle w:val="Bullet"/>
      </w:pPr>
      <w:r w:rsidRPr="00991AF3">
        <w:rPr>
          <w:szCs w:val="24"/>
        </w:rPr>
        <w:t>financial products that are interests in a notified foreign passport fund; or</w:t>
      </w:r>
      <w:r w:rsidRPr="00991AF3">
        <w:t xml:space="preserve"> </w:t>
      </w:r>
    </w:p>
    <w:p w14:paraId="3065614D" w14:textId="5F4A0A91" w:rsidR="00D8081E" w:rsidRPr="00991AF3" w:rsidRDefault="00D8081E" w:rsidP="00D8081E">
      <w:pPr>
        <w:pStyle w:val="Bullet"/>
      </w:pPr>
      <w:r w:rsidRPr="00991AF3">
        <w:t>the acquisition or disposal, administration</w:t>
      </w:r>
      <w:r w:rsidR="00BE03D1">
        <w:t xml:space="preserve">, due diligence, establishment, structuring or valuation of an entity </w:t>
      </w:r>
      <w:r w:rsidRPr="00991AF3">
        <w:t xml:space="preserve">where the advice is financial product advice on a decision about interests in a notified foreign passport fund. </w:t>
      </w:r>
    </w:p>
    <w:p w14:paraId="3C52A0E3" w14:textId="77777777" w:rsidR="00D8081E" w:rsidRPr="00991AF3" w:rsidRDefault="00D8081E" w:rsidP="00D8081E">
      <w:pPr>
        <w:pStyle w:val="Bullet"/>
        <w:numPr>
          <w:ilvl w:val="0"/>
          <w:numId w:val="0"/>
        </w:numPr>
      </w:pPr>
      <w:r w:rsidRPr="00991AF3">
        <w:t>Existing regulation 7.1.33A provides that a person is not providing a financial service if the person only make</w:t>
      </w:r>
      <w:r>
        <w:t>s</w:t>
      </w:r>
      <w:r w:rsidRPr="00991AF3">
        <w:t xml:space="preserve"> a recommendation or expresses an opinion about how another person should allocate their funds between cer</w:t>
      </w:r>
      <w:r>
        <w:t>tain types of investments. Item </w:t>
      </w:r>
      <w:r w:rsidRPr="00991AF3">
        <w:t>26 insert</w:t>
      </w:r>
      <w:r w:rsidR="00F55EF3">
        <w:t>s</w:t>
      </w:r>
      <w:r w:rsidRPr="00991AF3">
        <w:t xml:space="preserve"> foreign passport fund products as one of the types of investments.</w:t>
      </w:r>
    </w:p>
    <w:p w14:paraId="48F2FD1B" w14:textId="77777777" w:rsidR="00D8081E" w:rsidRPr="00991AF3" w:rsidRDefault="00D8081E" w:rsidP="00D8081E">
      <w:pPr>
        <w:pStyle w:val="Bullet"/>
        <w:numPr>
          <w:ilvl w:val="0"/>
          <w:numId w:val="0"/>
        </w:numPr>
      </w:pPr>
      <w:r w:rsidRPr="00991AF3">
        <w:t>Existing regulation 7.1.33E carves out from the de</w:t>
      </w:r>
      <w:r>
        <w:t>finition of a financial service</w:t>
      </w:r>
      <w:r w:rsidRPr="00991AF3">
        <w:t xml:space="preserve"> certain advice about a custodial or depositary service. Advice about a custodial or depositary service which is intended to influence a decision about an equitable right or interest in an interest in a registered scheme is given special treatment so that it may still fall within the carve out (if the other requirements are satisfied).</w:t>
      </w:r>
    </w:p>
    <w:p w14:paraId="2CE4CA14" w14:textId="77777777" w:rsidR="00D8081E" w:rsidRPr="00991AF3" w:rsidRDefault="00D8081E" w:rsidP="00D8081E">
      <w:pPr>
        <w:pStyle w:val="Bullet"/>
        <w:numPr>
          <w:ilvl w:val="0"/>
          <w:numId w:val="0"/>
        </w:numPr>
      </w:pPr>
      <w:r w:rsidRPr="00991AF3">
        <w:t>Item 27 give</w:t>
      </w:r>
      <w:r w:rsidR="00F55EF3">
        <w:t>s</w:t>
      </w:r>
      <w:r w:rsidRPr="00991AF3">
        <w:t xml:space="preserve"> the same special treatment to interests in a notified foreign passport fund as interests in a registered scheme. In other words, advice still fall</w:t>
      </w:r>
      <w:r w:rsidR="00F55EF3">
        <w:t>s</w:t>
      </w:r>
      <w:r w:rsidRPr="00991AF3">
        <w:t xml:space="preserve"> within the carve out in existing regulation 7.1.33E if it only influences a decision about an equitable right or interest in an interest in a notified foreign passport fund (provided the other requirements of that regulation are satisfied). Item 28 </w:t>
      </w:r>
      <w:r>
        <w:t>update</w:t>
      </w:r>
      <w:r w:rsidR="00F55EF3">
        <w:t>s</w:t>
      </w:r>
      <w:r w:rsidRPr="00991AF3">
        <w:t xml:space="preserve"> the note to the regulation so that it reflects this amendment.</w:t>
      </w:r>
    </w:p>
    <w:p w14:paraId="60292FDD" w14:textId="77777777" w:rsidR="00D8081E" w:rsidRPr="00991AF3" w:rsidRDefault="00D8081E" w:rsidP="00D8081E">
      <w:pPr>
        <w:tabs>
          <w:tab w:val="left" w:pos="1701"/>
          <w:tab w:val="right" w:pos="9072"/>
        </w:tabs>
        <w:spacing w:after="240"/>
        <w:ind w:right="91"/>
        <w:rPr>
          <w:u w:val="single"/>
        </w:rPr>
      </w:pPr>
      <w:r w:rsidRPr="00991AF3">
        <w:rPr>
          <w:u w:val="single"/>
        </w:rPr>
        <w:t xml:space="preserve">Items 29 and 30 (compensation arrangements) </w:t>
      </w:r>
    </w:p>
    <w:p w14:paraId="271E1FE2" w14:textId="10AECCD9" w:rsidR="00D8081E" w:rsidRPr="00991AF3" w:rsidRDefault="00D8081E" w:rsidP="00D8081E">
      <w:pPr>
        <w:tabs>
          <w:tab w:val="left" w:pos="1701"/>
          <w:tab w:val="right" w:pos="9072"/>
        </w:tabs>
        <w:spacing w:after="240"/>
        <w:ind w:right="91"/>
      </w:pPr>
      <w:r w:rsidRPr="00991AF3">
        <w:t xml:space="preserve">Items 29 and 30 apply the compensation arrangements </w:t>
      </w:r>
      <w:r w:rsidR="00B90138">
        <w:t xml:space="preserve">under </w:t>
      </w:r>
      <w:r w:rsidRPr="00991AF3">
        <w:t>Part 7.5 of the Corporations Regulations and the arrangements for unauthorised transfers in Subdivision 4 of the Corporations Regulations to interests in notified foreign passport funds that are quoted on the Australian Stock Exchange and rights to acquire</w:t>
      </w:r>
      <w:r w:rsidR="00243EFC">
        <w:t>,</w:t>
      </w:r>
      <w:r w:rsidRPr="00991AF3">
        <w:t xml:space="preserve"> by way of issue</w:t>
      </w:r>
      <w:r w:rsidR="00243EFC">
        <w:t>,</w:t>
      </w:r>
      <w:r w:rsidRPr="00991AF3">
        <w:t xml:space="preserve"> such an interest. This ensure</w:t>
      </w:r>
      <w:r w:rsidR="00F55EF3">
        <w:t>s</w:t>
      </w:r>
      <w:r w:rsidRPr="00991AF3">
        <w:t xml:space="preserve"> that the compensation arrangements for foreign passport fund products mirror those that apply to managed investment products.</w:t>
      </w:r>
    </w:p>
    <w:p w14:paraId="49B9D879" w14:textId="77777777" w:rsidR="00D8081E" w:rsidRPr="00991AF3" w:rsidRDefault="00D8081E" w:rsidP="00D8081E">
      <w:pPr>
        <w:tabs>
          <w:tab w:val="left" w:pos="1701"/>
          <w:tab w:val="right" w:pos="9072"/>
        </w:tabs>
        <w:spacing w:after="240"/>
        <w:ind w:right="91"/>
        <w:rPr>
          <w:szCs w:val="24"/>
          <w:u w:val="single"/>
        </w:rPr>
      </w:pPr>
      <w:r w:rsidRPr="00991AF3">
        <w:rPr>
          <w:szCs w:val="24"/>
          <w:u w:val="single"/>
        </w:rPr>
        <w:t xml:space="preserve">Items 31 to 33 (derivative transaction rules) </w:t>
      </w:r>
    </w:p>
    <w:p w14:paraId="79B27CB6" w14:textId="1CF5579B" w:rsidR="00D8081E" w:rsidRPr="00991AF3" w:rsidRDefault="00D8081E" w:rsidP="00D8081E">
      <w:pPr>
        <w:tabs>
          <w:tab w:val="left" w:pos="1701"/>
          <w:tab w:val="right" w:pos="9072"/>
        </w:tabs>
        <w:ind w:right="91"/>
        <w:rPr>
          <w:szCs w:val="24"/>
        </w:rPr>
      </w:pPr>
      <w:r w:rsidRPr="00991AF3">
        <w:rPr>
          <w:szCs w:val="24"/>
        </w:rPr>
        <w:t xml:space="preserve">Items 31 and 32 amend the definition of ‘representative capacity’ to include the responsible holding party or the operator of the notified foreign passport fund for the </w:t>
      </w:r>
      <w:r w:rsidRPr="00991AF3">
        <w:rPr>
          <w:szCs w:val="24"/>
        </w:rPr>
        <w:lastRenderedPageBreak/>
        <w:t>purposes of the derivative</w:t>
      </w:r>
      <w:r>
        <w:rPr>
          <w:szCs w:val="24"/>
        </w:rPr>
        <w:t xml:space="preserve"> transaction rules in S</w:t>
      </w:r>
      <w:r w:rsidRPr="00991AF3">
        <w:rPr>
          <w:szCs w:val="24"/>
        </w:rPr>
        <w:t>ubdivision</w:t>
      </w:r>
      <w:r>
        <w:rPr>
          <w:szCs w:val="24"/>
        </w:rPr>
        <w:t>s</w:t>
      </w:r>
      <w:r w:rsidRPr="00991AF3">
        <w:rPr>
          <w:szCs w:val="24"/>
        </w:rPr>
        <w:t xml:space="preserve"> 2.1A and</w:t>
      </w:r>
      <w:r>
        <w:rPr>
          <w:szCs w:val="24"/>
        </w:rPr>
        <w:t> </w:t>
      </w:r>
      <w:r w:rsidRPr="00991AF3">
        <w:rPr>
          <w:szCs w:val="24"/>
        </w:rPr>
        <w:t>2.1B</w:t>
      </w:r>
      <w:r w:rsidR="00800F42">
        <w:rPr>
          <w:szCs w:val="24"/>
        </w:rPr>
        <w:t xml:space="preserve"> of the Corporations Regulations</w:t>
      </w:r>
      <w:r w:rsidRPr="00991AF3">
        <w:rPr>
          <w:szCs w:val="24"/>
        </w:rPr>
        <w:t>. Item 33 allow</w:t>
      </w:r>
      <w:r w:rsidR="00800F42">
        <w:rPr>
          <w:szCs w:val="24"/>
        </w:rPr>
        <w:t>s</w:t>
      </w:r>
      <w:r w:rsidRPr="00991AF3">
        <w:rPr>
          <w:szCs w:val="24"/>
        </w:rPr>
        <w:t xml:space="preserve"> the responsible holding party or operator for a notified foreign passport fund to access the existing exemptions from </w:t>
      </w:r>
      <w:r>
        <w:rPr>
          <w:szCs w:val="24"/>
        </w:rPr>
        <w:t xml:space="preserve">the </w:t>
      </w:r>
      <w:r w:rsidRPr="00991AF3">
        <w:rPr>
          <w:szCs w:val="24"/>
        </w:rPr>
        <w:t>derivative transaction rules.</w:t>
      </w:r>
    </w:p>
    <w:p w14:paraId="4F673B64" w14:textId="77777777" w:rsidR="00D8081E" w:rsidRPr="00991AF3" w:rsidRDefault="00D8081E" w:rsidP="00D8081E">
      <w:pPr>
        <w:tabs>
          <w:tab w:val="left" w:pos="1701"/>
          <w:tab w:val="right" w:pos="9072"/>
        </w:tabs>
        <w:ind w:right="91"/>
        <w:rPr>
          <w:szCs w:val="24"/>
        </w:rPr>
      </w:pPr>
      <w:r w:rsidRPr="00991AF3">
        <w:rPr>
          <w:szCs w:val="24"/>
        </w:rPr>
        <w:t xml:space="preserve">Together, these items ensure that the responsible holding party for a notified foreign passport fund is treated the same as the responsible entity for a registered scheme. </w:t>
      </w:r>
    </w:p>
    <w:p w14:paraId="465E4D1C" w14:textId="77777777" w:rsidR="00D8081E" w:rsidRPr="00991AF3" w:rsidRDefault="00D8081E" w:rsidP="00D8081E">
      <w:pPr>
        <w:keepNext/>
        <w:keepLines/>
        <w:tabs>
          <w:tab w:val="left" w:pos="1701"/>
          <w:tab w:val="right" w:pos="9072"/>
        </w:tabs>
        <w:spacing w:after="240"/>
        <w:ind w:right="91"/>
        <w:rPr>
          <w:szCs w:val="24"/>
          <w:u w:val="single"/>
        </w:rPr>
      </w:pPr>
      <w:r w:rsidRPr="00991AF3">
        <w:rPr>
          <w:szCs w:val="24"/>
          <w:u w:val="single"/>
        </w:rPr>
        <w:t>Items 34 and 35 (licensing exemption for certain providers outside of Australia)</w:t>
      </w:r>
    </w:p>
    <w:p w14:paraId="2AC10696" w14:textId="77777777" w:rsidR="00D8081E" w:rsidRPr="00991AF3" w:rsidRDefault="00D8081E" w:rsidP="00D8081E">
      <w:pPr>
        <w:tabs>
          <w:tab w:val="left" w:pos="1701"/>
          <w:tab w:val="right" w:pos="9072"/>
        </w:tabs>
        <w:ind w:right="91"/>
        <w:rPr>
          <w:szCs w:val="24"/>
        </w:rPr>
      </w:pPr>
      <w:r w:rsidRPr="00991AF3">
        <w:rPr>
          <w:szCs w:val="24"/>
        </w:rPr>
        <w:t xml:space="preserve">Existing subsection 911A(2D) (which is notionally inserted by the Corporations Regulations) provides a licensing exemption in certain situations where the provider of the service is outside of Australia and does not actively solicit persons in Australia. </w:t>
      </w:r>
    </w:p>
    <w:p w14:paraId="4A26730C" w14:textId="77777777" w:rsidR="00D8081E" w:rsidRPr="00991AF3" w:rsidRDefault="00D8081E" w:rsidP="00D8081E">
      <w:pPr>
        <w:tabs>
          <w:tab w:val="left" w:pos="1701"/>
          <w:tab w:val="right" w:pos="9072"/>
        </w:tabs>
        <w:ind w:right="91"/>
        <w:rPr>
          <w:szCs w:val="24"/>
        </w:rPr>
      </w:pPr>
      <w:r w:rsidRPr="00991AF3">
        <w:rPr>
          <w:szCs w:val="24"/>
        </w:rPr>
        <w:t>Item 35 amend</w:t>
      </w:r>
      <w:r w:rsidR="00F55EF3">
        <w:rPr>
          <w:szCs w:val="24"/>
        </w:rPr>
        <w:t>s</w:t>
      </w:r>
      <w:r w:rsidRPr="00991AF3">
        <w:rPr>
          <w:szCs w:val="24"/>
        </w:rPr>
        <w:t xml:space="preserve"> this exemption so that it does not apply to notified foreign passport funds or their operators. Instead, the principle circumstances where a notified foreign passport fund or its operator are exempt from holding a licence are set out in the ARFP Act (see paragraphs 911A(2)(eh), (ei) and (ej)).  </w:t>
      </w:r>
    </w:p>
    <w:p w14:paraId="401862EF" w14:textId="77777777" w:rsidR="00D8081E" w:rsidRPr="00991AF3" w:rsidRDefault="00D8081E" w:rsidP="00D8081E">
      <w:pPr>
        <w:tabs>
          <w:tab w:val="left" w:pos="1701"/>
          <w:tab w:val="right" w:pos="9072"/>
        </w:tabs>
        <w:ind w:right="91"/>
        <w:rPr>
          <w:color w:val="000000"/>
          <w:lang w:val="en-GB" w:eastAsia="en-GB"/>
        </w:rPr>
      </w:pPr>
      <w:r w:rsidRPr="00991AF3">
        <w:rPr>
          <w:szCs w:val="24"/>
        </w:rPr>
        <w:t>Item 34 make</w:t>
      </w:r>
      <w:r w:rsidR="00F55EF3">
        <w:rPr>
          <w:szCs w:val="24"/>
        </w:rPr>
        <w:t>s</w:t>
      </w:r>
      <w:r w:rsidRPr="00991AF3">
        <w:rPr>
          <w:szCs w:val="24"/>
        </w:rPr>
        <w:t xml:space="preserve"> a technical amendment to replace </w:t>
      </w:r>
      <w:r w:rsidRPr="00991AF3">
        <w:rPr>
          <w:color w:val="000000"/>
          <w:lang w:val="en-GB" w:eastAsia="en-GB"/>
        </w:rPr>
        <w:t xml:space="preserve">the reference to a ‘registered managed investment scheme’ with the words ‘registered scheme’ (see the discussion of the technical amendments on page </w:t>
      </w:r>
      <w:r>
        <w:rPr>
          <w:color w:val="000000"/>
          <w:lang w:val="en-GB" w:eastAsia="en-GB"/>
        </w:rPr>
        <w:t>15</w:t>
      </w:r>
      <w:r w:rsidRPr="00991AF3">
        <w:rPr>
          <w:color w:val="000000"/>
          <w:lang w:val="en-GB" w:eastAsia="en-GB"/>
        </w:rPr>
        <w:t xml:space="preserve"> below). </w:t>
      </w:r>
    </w:p>
    <w:p w14:paraId="029840EC" w14:textId="77777777" w:rsidR="00D8081E" w:rsidRPr="00991AF3" w:rsidRDefault="00D8081E" w:rsidP="00D8081E">
      <w:pPr>
        <w:keepNext/>
        <w:tabs>
          <w:tab w:val="left" w:pos="1701"/>
          <w:tab w:val="right" w:pos="9072"/>
        </w:tabs>
        <w:spacing w:after="240"/>
        <w:ind w:right="91"/>
        <w:rPr>
          <w:szCs w:val="24"/>
          <w:u w:val="single"/>
        </w:rPr>
      </w:pPr>
      <w:r w:rsidRPr="00991AF3">
        <w:rPr>
          <w:szCs w:val="24"/>
          <w:u w:val="single"/>
        </w:rPr>
        <w:t>Items 37 and 38 (dealing with property)</w:t>
      </w:r>
    </w:p>
    <w:p w14:paraId="25FF45E6" w14:textId="77777777" w:rsidR="00D8081E" w:rsidRPr="00991AF3" w:rsidRDefault="00D8081E" w:rsidP="00D8081E">
      <w:pPr>
        <w:tabs>
          <w:tab w:val="left" w:pos="1701"/>
          <w:tab w:val="right" w:pos="9072"/>
        </w:tabs>
        <w:ind w:right="91"/>
        <w:rPr>
          <w:szCs w:val="24"/>
        </w:rPr>
      </w:pPr>
      <w:r w:rsidRPr="00991AF3">
        <w:rPr>
          <w:szCs w:val="24"/>
        </w:rPr>
        <w:t xml:space="preserve">Existing regulation 7.8.07 ensures that financial services licensees appropriately deal with securities or managed investment products given to them, for example, by registering them in the client’s name. Items 37 and 38 extend these protections to foreign passport fund products. </w:t>
      </w:r>
    </w:p>
    <w:p w14:paraId="4D2949D2" w14:textId="77777777" w:rsidR="00D8081E" w:rsidRPr="00991AF3" w:rsidRDefault="00D8081E" w:rsidP="00D8081E">
      <w:pPr>
        <w:tabs>
          <w:tab w:val="left" w:pos="1701"/>
          <w:tab w:val="right" w:pos="9072"/>
        </w:tabs>
        <w:spacing w:after="240"/>
        <w:ind w:right="91"/>
        <w:rPr>
          <w:szCs w:val="24"/>
          <w:u w:val="single"/>
        </w:rPr>
      </w:pPr>
      <w:r w:rsidRPr="00991AF3">
        <w:rPr>
          <w:szCs w:val="24"/>
          <w:u w:val="single"/>
        </w:rPr>
        <w:t>Items 39 to 42 (exemption from disclosure requirements for stockbrokers)</w:t>
      </w:r>
    </w:p>
    <w:p w14:paraId="4401CFC9" w14:textId="368449B3" w:rsidR="00D8081E" w:rsidRPr="00991AF3" w:rsidRDefault="00D8081E" w:rsidP="00D8081E">
      <w:pPr>
        <w:tabs>
          <w:tab w:val="left" w:pos="1701"/>
          <w:tab w:val="right" w:pos="9072"/>
        </w:tabs>
        <w:ind w:right="91"/>
        <w:rPr>
          <w:szCs w:val="24"/>
        </w:rPr>
      </w:pPr>
      <w:r w:rsidRPr="00991AF3">
        <w:rPr>
          <w:szCs w:val="24"/>
        </w:rPr>
        <w:t>Existing section 991E of the Corporations Act requires stockbrokers to disclose their own interest in transactions and recogni</w:t>
      </w:r>
      <w:r w:rsidR="003D6143">
        <w:rPr>
          <w:szCs w:val="24"/>
        </w:rPr>
        <w:t>s</w:t>
      </w:r>
      <w:r w:rsidRPr="00991AF3">
        <w:rPr>
          <w:szCs w:val="24"/>
        </w:rPr>
        <w:t>es that stockbrokers and clients are in a fiduciary relationship. This section does not currently apply to managed investment products if they are made available in accordance with the safeguards in Chapters 5C and 7.</w:t>
      </w:r>
    </w:p>
    <w:p w14:paraId="148D2B56" w14:textId="17BD4518" w:rsidR="00D8081E" w:rsidRPr="00991AF3" w:rsidRDefault="00D8081E" w:rsidP="00D8081E">
      <w:pPr>
        <w:tabs>
          <w:tab w:val="left" w:pos="1701"/>
          <w:tab w:val="right" w:pos="9072"/>
        </w:tabs>
        <w:ind w:right="91"/>
        <w:rPr>
          <w:szCs w:val="24"/>
        </w:rPr>
      </w:pPr>
      <w:r w:rsidRPr="00991AF3">
        <w:rPr>
          <w:szCs w:val="24"/>
        </w:rPr>
        <w:t xml:space="preserve">Items 42 </w:t>
      </w:r>
      <w:r w:rsidR="00243EFC">
        <w:rPr>
          <w:szCs w:val="24"/>
        </w:rPr>
        <w:t xml:space="preserve">states that the </w:t>
      </w:r>
      <w:r w:rsidRPr="00991AF3">
        <w:rPr>
          <w:szCs w:val="24"/>
        </w:rPr>
        <w:t xml:space="preserve">existing section 991E </w:t>
      </w:r>
      <w:r w:rsidR="00243EFC">
        <w:rPr>
          <w:szCs w:val="24"/>
        </w:rPr>
        <w:t xml:space="preserve">does not apply </w:t>
      </w:r>
      <w:r w:rsidRPr="00991AF3">
        <w:rPr>
          <w:szCs w:val="24"/>
        </w:rPr>
        <w:t xml:space="preserve">to interests in a notified foreign passport fund (and other similar products) where the products are made available in accordance with the requirements in Chapter 7 and Chapter 8A (the new chapter for passport funds). </w:t>
      </w:r>
    </w:p>
    <w:p w14:paraId="06C44981" w14:textId="77777777" w:rsidR="00D8081E" w:rsidRPr="00991AF3" w:rsidRDefault="00D8081E" w:rsidP="00D8081E">
      <w:pPr>
        <w:tabs>
          <w:tab w:val="left" w:pos="1701"/>
          <w:tab w:val="right" w:pos="9072"/>
        </w:tabs>
        <w:ind w:right="91"/>
        <w:rPr>
          <w:szCs w:val="24"/>
        </w:rPr>
      </w:pPr>
      <w:r w:rsidRPr="00991AF3">
        <w:rPr>
          <w:szCs w:val="24"/>
        </w:rPr>
        <w:t xml:space="preserve">Item 41 </w:t>
      </w:r>
      <w:r w:rsidR="00F55EF3">
        <w:rPr>
          <w:szCs w:val="24"/>
        </w:rPr>
        <w:t>modifies</w:t>
      </w:r>
      <w:r w:rsidRPr="00991AF3">
        <w:rPr>
          <w:szCs w:val="24"/>
        </w:rPr>
        <w:t xml:space="preserve"> the exemption for managed investment products in Australian passport funds so that it is only available where the products are made available in accordance with Chapters 5C, 7 and 8A.</w:t>
      </w:r>
    </w:p>
    <w:p w14:paraId="33448360" w14:textId="77777777" w:rsidR="00D8081E" w:rsidRPr="00991AF3" w:rsidRDefault="00D8081E" w:rsidP="00D8081E">
      <w:pPr>
        <w:tabs>
          <w:tab w:val="left" w:pos="1701"/>
          <w:tab w:val="right" w:pos="9072"/>
        </w:tabs>
        <w:ind w:right="91"/>
        <w:rPr>
          <w:szCs w:val="24"/>
        </w:rPr>
      </w:pPr>
      <w:r w:rsidRPr="00991AF3">
        <w:rPr>
          <w:szCs w:val="24"/>
        </w:rPr>
        <w:t>Items 39 and 40 make</w:t>
      </w:r>
      <w:r w:rsidR="00F55EF3">
        <w:rPr>
          <w:szCs w:val="24"/>
        </w:rPr>
        <w:t>s</w:t>
      </w:r>
      <w:r w:rsidRPr="00991AF3">
        <w:rPr>
          <w:szCs w:val="24"/>
        </w:rPr>
        <w:t xml:space="preserve"> technical amendments to clarify that existing section 991E is in the Corporations Act.</w:t>
      </w:r>
    </w:p>
    <w:p w14:paraId="6670C57A" w14:textId="77777777" w:rsidR="00D8081E" w:rsidRPr="00991AF3" w:rsidRDefault="00D8081E" w:rsidP="00D8081E">
      <w:pPr>
        <w:tabs>
          <w:tab w:val="left" w:pos="1701"/>
          <w:tab w:val="right" w:pos="9072"/>
        </w:tabs>
        <w:spacing w:after="240"/>
        <w:ind w:right="91"/>
        <w:rPr>
          <w:szCs w:val="24"/>
          <w:u w:val="single"/>
        </w:rPr>
      </w:pPr>
      <w:r w:rsidRPr="00991AF3">
        <w:rPr>
          <w:szCs w:val="24"/>
          <w:u w:val="single"/>
        </w:rPr>
        <w:t xml:space="preserve">Item 44 (exemption for small scale personal offers) </w:t>
      </w:r>
    </w:p>
    <w:p w14:paraId="0F54BDBA" w14:textId="2C8E14A5" w:rsidR="00D8081E" w:rsidRPr="00991AF3" w:rsidRDefault="00D8081E" w:rsidP="00D8081E">
      <w:pPr>
        <w:tabs>
          <w:tab w:val="left" w:pos="1701"/>
          <w:tab w:val="right" w:pos="9072"/>
        </w:tabs>
        <w:spacing w:after="240"/>
        <w:ind w:right="91"/>
        <w:rPr>
          <w:szCs w:val="24"/>
        </w:rPr>
      </w:pPr>
      <w:r w:rsidRPr="00991AF3">
        <w:rPr>
          <w:szCs w:val="24"/>
        </w:rPr>
        <w:t xml:space="preserve">This item </w:t>
      </w:r>
      <w:r w:rsidR="00F55EF3">
        <w:rPr>
          <w:szCs w:val="24"/>
        </w:rPr>
        <w:t>clarifies</w:t>
      </w:r>
      <w:r w:rsidRPr="00991AF3">
        <w:rPr>
          <w:szCs w:val="24"/>
        </w:rPr>
        <w:t xml:space="preserve"> that the P</w:t>
      </w:r>
      <w:r w:rsidR="00243EFC">
        <w:rPr>
          <w:szCs w:val="24"/>
        </w:rPr>
        <w:t xml:space="preserve">roduct </w:t>
      </w:r>
      <w:r w:rsidRPr="00991AF3">
        <w:rPr>
          <w:szCs w:val="24"/>
        </w:rPr>
        <w:t>D</w:t>
      </w:r>
      <w:r w:rsidR="00243EFC">
        <w:rPr>
          <w:szCs w:val="24"/>
        </w:rPr>
        <w:t xml:space="preserve">isclosure </w:t>
      </w:r>
      <w:r w:rsidRPr="00991AF3">
        <w:rPr>
          <w:szCs w:val="24"/>
        </w:rPr>
        <w:t>S</w:t>
      </w:r>
      <w:r w:rsidR="00243EFC">
        <w:rPr>
          <w:szCs w:val="24"/>
        </w:rPr>
        <w:t>tatement (PDS)</w:t>
      </w:r>
      <w:r w:rsidRPr="00991AF3">
        <w:rPr>
          <w:szCs w:val="24"/>
        </w:rPr>
        <w:t xml:space="preserve"> exemption for small scale personal offers of prescribed financial products does not apply to interests in notified foreign passport funds (and various rights, interests and options that relate to </w:t>
      </w:r>
      <w:r w:rsidRPr="00991AF3">
        <w:rPr>
          <w:szCs w:val="24"/>
        </w:rPr>
        <w:lastRenderedPageBreak/>
        <w:t>those interests). Notified foreign passport funds are required under the MOC and the ARFP Act to make a copy of their PDS available to ASIC at the time of lodging a notice of intention to offer interests in Australia. Accordingly, any additional work involved in providing the PDS would be comparatively small.</w:t>
      </w:r>
    </w:p>
    <w:p w14:paraId="40FF4B55" w14:textId="77777777" w:rsidR="00D8081E" w:rsidRPr="00991AF3" w:rsidRDefault="00D8081E" w:rsidP="00F55EF3">
      <w:pPr>
        <w:keepNext/>
        <w:keepLines/>
        <w:tabs>
          <w:tab w:val="left" w:pos="1701"/>
          <w:tab w:val="right" w:pos="9072"/>
        </w:tabs>
        <w:spacing w:after="240"/>
        <w:ind w:right="91"/>
        <w:rPr>
          <w:szCs w:val="24"/>
          <w:u w:val="single"/>
        </w:rPr>
      </w:pPr>
      <w:r w:rsidRPr="00991AF3">
        <w:rPr>
          <w:szCs w:val="24"/>
          <w:u w:val="single"/>
        </w:rPr>
        <w:t xml:space="preserve">Item 45 (modifications to the PDS regime) </w:t>
      </w:r>
    </w:p>
    <w:p w14:paraId="1CF9CFA7" w14:textId="77777777" w:rsidR="00D8081E" w:rsidRPr="00991AF3" w:rsidRDefault="00D8081E" w:rsidP="00D8081E">
      <w:pPr>
        <w:tabs>
          <w:tab w:val="left" w:pos="1701"/>
          <w:tab w:val="right" w:pos="9072"/>
        </w:tabs>
        <w:ind w:right="91"/>
        <w:rPr>
          <w:szCs w:val="24"/>
        </w:rPr>
      </w:pPr>
      <w:r w:rsidRPr="00991AF3">
        <w:rPr>
          <w:szCs w:val="24"/>
        </w:rPr>
        <w:t>Item 45 ensure</w:t>
      </w:r>
      <w:r w:rsidR="00F55EF3">
        <w:rPr>
          <w:szCs w:val="24"/>
        </w:rPr>
        <w:t>s</w:t>
      </w:r>
      <w:r w:rsidRPr="00991AF3">
        <w:rPr>
          <w:szCs w:val="24"/>
        </w:rPr>
        <w:t xml:space="preserve"> that the modifications to the PDS regime in the Corporations Regulations apply to foreign passport fund products. These modifications apply to managed investment products and include requirements for fees and other costs to be disclosed in PDSs.</w:t>
      </w:r>
    </w:p>
    <w:p w14:paraId="369FEFFE" w14:textId="3CE47AC2" w:rsidR="00D8081E" w:rsidRPr="00991AF3" w:rsidRDefault="00D8081E" w:rsidP="00D8081E">
      <w:pPr>
        <w:tabs>
          <w:tab w:val="left" w:pos="1701"/>
          <w:tab w:val="right" w:pos="9072"/>
        </w:tabs>
        <w:spacing w:after="240"/>
        <w:ind w:right="91"/>
        <w:rPr>
          <w:szCs w:val="24"/>
          <w:u w:val="single"/>
        </w:rPr>
      </w:pPr>
      <w:r w:rsidRPr="00991AF3">
        <w:rPr>
          <w:szCs w:val="24"/>
          <w:u w:val="single"/>
        </w:rPr>
        <w:t>Items 46</w:t>
      </w:r>
      <w:r w:rsidR="008B5EEF">
        <w:rPr>
          <w:szCs w:val="24"/>
          <w:u w:val="single"/>
        </w:rPr>
        <w:t xml:space="preserve"> to 50</w:t>
      </w:r>
      <w:r w:rsidRPr="00991AF3">
        <w:rPr>
          <w:szCs w:val="24"/>
          <w:u w:val="single"/>
        </w:rPr>
        <w:t xml:space="preserve">, 59 and 86 to 117 (disclosure obligations) </w:t>
      </w:r>
    </w:p>
    <w:p w14:paraId="30C6B133" w14:textId="0C0C1685" w:rsidR="00D8081E" w:rsidRPr="00991AF3" w:rsidRDefault="00D8081E" w:rsidP="00D8081E">
      <w:pPr>
        <w:tabs>
          <w:tab w:val="left" w:pos="1701"/>
          <w:tab w:val="right" w:pos="9072"/>
        </w:tabs>
        <w:ind w:right="91"/>
        <w:rPr>
          <w:szCs w:val="24"/>
        </w:rPr>
      </w:pPr>
      <w:r w:rsidRPr="00991AF3">
        <w:rPr>
          <w:szCs w:val="24"/>
        </w:rPr>
        <w:t xml:space="preserve">These items amend the disclosure obligations for issuers of foreign passport fund products to align them with the reporting obligations for managed investment products. In particular, four amendments </w:t>
      </w:r>
      <w:r w:rsidR="003D6143">
        <w:rPr>
          <w:szCs w:val="24"/>
        </w:rPr>
        <w:t>are</w:t>
      </w:r>
      <w:r w:rsidRPr="00991AF3">
        <w:rPr>
          <w:szCs w:val="24"/>
        </w:rPr>
        <w:t xml:space="preserve"> made.</w:t>
      </w:r>
    </w:p>
    <w:p w14:paraId="5188C7C5" w14:textId="1C75A017" w:rsidR="00D8081E" w:rsidRPr="00991AF3" w:rsidRDefault="00D8081E" w:rsidP="00D8081E">
      <w:pPr>
        <w:tabs>
          <w:tab w:val="left" w:pos="1701"/>
          <w:tab w:val="right" w:pos="9072"/>
        </w:tabs>
        <w:ind w:right="91"/>
        <w:rPr>
          <w:szCs w:val="24"/>
        </w:rPr>
      </w:pPr>
      <w:r w:rsidRPr="00991AF3">
        <w:rPr>
          <w:szCs w:val="24"/>
        </w:rPr>
        <w:t>First, the ARFP Act requires issuers of foreign passport fund products to issue periodic statements to retail clients. Items 46, 47 and 59 amend regulations 7.9.60B and 7.9.75 to require issuers to include in the periodic statements a brief description of each transaction during the reporting period, the amount of the transaction inclusive of taxes and an explanation of fees and costs</w:t>
      </w:r>
      <w:r w:rsidR="00F55EF3">
        <w:rPr>
          <w:szCs w:val="24"/>
        </w:rPr>
        <w:t xml:space="preserve"> (in accordance with Schedule </w:t>
      </w:r>
      <w:r w:rsidRPr="00991AF3">
        <w:rPr>
          <w:szCs w:val="24"/>
        </w:rPr>
        <w:t xml:space="preserve">10). </w:t>
      </w:r>
    </w:p>
    <w:p w14:paraId="0764AD08" w14:textId="24463181" w:rsidR="00D8081E" w:rsidRPr="00991AF3" w:rsidRDefault="00D8081E" w:rsidP="00D8081E">
      <w:pPr>
        <w:tabs>
          <w:tab w:val="left" w:pos="1701"/>
          <w:tab w:val="right" w:pos="9072"/>
        </w:tabs>
        <w:ind w:right="91"/>
        <w:rPr>
          <w:szCs w:val="24"/>
        </w:rPr>
      </w:pPr>
      <w:r w:rsidRPr="00991AF3">
        <w:rPr>
          <w:szCs w:val="24"/>
        </w:rPr>
        <w:t>Second, item</w:t>
      </w:r>
      <w:r w:rsidR="00243EFC">
        <w:rPr>
          <w:szCs w:val="24"/>
        </w:rPr>
        <w:t>s</w:t>
      </w:r>
      <w:r w:rsidRPr="00991AF3">
        <w:rPr>
          <w:szCs w:val="24"/>
        </w:rPr>
        <w:t xml:space="preserve"> 86 to 116 apply Schedule 10 (which sets out additional requirements for the disclosure of fees and costs for managed investment products in P</w:t>
      </w:r>
      <w:r w:rsidR="00243EFC">
        <w:rPr>
          <w:szCs w:val="24"/>
        </w:rPr>
        <w:t>DSs</w:t>
      </w:r>
      <w:r w:rsidRPr="00991AF3">
        <w:rPr>
          <w:szCs w:val="24"/>
        </w:rPr>
        <w:t xml:space="preserve"> and periodic statements) to foreign passport fund products. This </w:t>
      </w:r>
      <w:r w:rsidR="00F55EF3">
        <w:rPr>
          <w:szCs w:val="24"/>
        </w:rPr>
        <w:t>is</w:t>
      </w:r>
      <w:r w:rsidRPr="00991AF3">
        <w:rPr>
          <w:szCs w:val="24"/>
        </w:rPr>
        <w:t xml:space="preserve"> achieved by creating a new term, ‘collective investment products’ (which refers to both foreign passport fund products and managed investment products) and applying all of the requirements to ‘collective investment products’. Amendments </w:t>
      </w:r>
      <w:r w:rsidR="00F55EF3">
        <w:rPr>
          <w:szCs w:val="24"/>
        </w:rPr>
        <w:t xml:space="preserve">are also </w:t>
      </w:r>
      <w:r w:rsidRPr="00991AF3">
        <w:rPr>
          <w:szCs w:val="24"/>
        </w:rPr>
        <w:t xml:space="preserve">made to ensure that information about foreign taxes which are equivalent to GST and stamp duty are disclosed for foreign passport fund products in the same way that information about GST and stamp duty are disclosed for managed investment products. </w:t>
      </w:r>
    </w:p>
    <w:p w14:paraId="3C4EC4ED" w14:textId="2B05EE9A" w:rsidR="00D8081E" w:rsidRPr="00991AF3" w:rsidRDefault="00D8081E" w:rsidP="00D8081E">
      <w:pPr>
        <w:tabs>
          <w:tab w:val="left" w:pos="1701"/>
          <w:tab w:val="right" w:pos="9072"/>
        </w:tabs>
        <w:ind w:right="91"/>
        <w:rPr>
          <w:szCs w:val="24"/>
        </w:rPr>
      </w:pPr>
      <w:r w:rsidRPr="00991AF3">
        <w:rPr>
          <w:szCs w:val="24"/>
        </w:rPr>
        <w:t>Third, item 50 amend</w:t>
      </w:r>
      <w:r w:rsidR="00F55EF3">
        <w:rPr>
          <w:szCs w:val="24"/>
        </w:rPr>
        <w:t>s</w:t>
      </w:r>
      <w:r w:rsidRPr="00991AF3">
        <w:rPr>
          <w:szCs w:val="24"/>
        </w:rPr>
        <w:t xml:space="preserve"> subregulation 7.9.62(4) to exempt issuers from confirming certain transactions which consist solely of the acquisition of management investment products where the holder has agreed to the timing and amount of the acquisition and certain other conditions are satisfied. </w:t>
      </w:r>
      <w:r w:rsidR="008B5EEF">
        <w:rPr>
          <w:szCs w:val="24"/>
        </w:rPr>
        <w:t xml:space="preserve">Item 48 amends the heading to the regulation so that it does not refer to particular types of products. </w:t>
      </w:r>
      <w:r w:rsidRPr="00991AF3">
        <w:rPr>
          <w:szCs w:val="24"/>
        </w:rPr>
        <w:t>Item 49 also amend</w:t>
      </w:r>
      <w:r w:rsidR="00F55EF3">
        <w:rPr>
          <w:szCs w:val="24"/>
        </w:rPr>
        <w:t>s</w:t>
      </w:r>
      <w:r w:rsidRPr="00991AF3">
        <w:rPr>
          <w:szCs w:val="24"/>
        </w:rPr>
        <w:t xml:space="preserve"> the reference to ‘registered managed investment scheme’ in another exemption in subregulation 7.9.62(4) so that it instead uses the defined term ‘registered scheme’ rather than ‘registered managed investment scheme’ (see the discussion of </w:t>
      </w:r>
      <w:r w:rsidR="00F55EF3">
        <w:rPr>
          <w:szCs w:val="24"/>
        </w:rPr>
        <w:t>th</w:t>
      </w:r>
      <w:r w:rsidR="00C23B32">
        <w:rPr>
          <w:szCs w:val="24"/>
        </w:rPr>
        <w:t>e technical amendments on page 15</w:t>
      </w:r>
      <w:r w:rsidRPr="00991AF3">
        <w:rPr>
          <w:szCs w:val="24"/>
        </w:rPr>
        <w:t>).</w:t>
      </w:r>
    </w:p>
    <w:p w14:paraId="34E59AB4" w14:textId="77777777" w:rsidR="00D8081E" w:rsidRPr="00991AF3" w:rsidRDefault="00D8081E" w:rsidP="00D8081E">
      <w:pPr>
        <w:tabs>
          <w:tab w:val="left" w:pos="1701"/>
          <w:tab w:val="right" w:pos="9072"/>
        </w:tabs>
        <w:ind w:right="91"/>
        <w:rPr>
          <w:szCs w:val="24"/>
        </w:rPr>
      </w:pPr>
      <w:r w:rsidRPr="00991AF3">
        <w:rPr>
          <w:szCs w:val="24"/>
        </w:rPr>
        <w:t>Finally, item 117 amend</w:t>
      </w:r>
      <w:r w:rsidR="00F55EF3">
        <w:rPr>
          <w:szCs w:val="24"/>
        </w:rPr>
        <w:t>s</w:t>
      </w:r>
      <w:r w:rsidRPr="00991AF3">
        <w:rPr>
          <w:szCs w:val="24"/>
        </w:rPr>
        <w:t xml:space="preserve"> Part 3 of Schedule 10BA (Modifications of Part 7.9 of the Corporations Act) to make clear that the short-form PDS regime does not apply to Australian passport funds or notified foreign passport funds. </w:t>
      </w:r>
    </w:p>
    <w:p w14:paraId="676CC6BA" w14:textId="77777777" w:rsidR="00D8081E" w:rsidRPr="00991AF3" w:rsidRDefault="00D8081E" w:rsidP="00D8081E">
      <w:pPr>
        <w:keepNext/>
        <w:tabs>
          <w:tab w:val="left" w:pos="1701"/>
          <w:tab w:val="right" w:pos="9072"/>
        </w:tabs>
        <w:spacing w:after="240"/>
        <w:ind w:right="91"/>
        <w:rPr>
          <w:szCs w:val="24"/>
          <w:u w:val="single"/>
        </w:rPr>
      </w:pPr>
      <w:r w:rsidRPr="00991AF3">
        <w:rPr>
          <w:szCs w:val="24"/>
          <w:u w:val="single"/>
        </w:rPr>
        <w:lastRenderedPageBreak/>
        <w:t xml:space="preserve">Items 51 to 58 (cooling-off period) </w:t>
      </w:r>
    </w:p>
    <w:p w14:paraId="5310B785" w14:textId="77777777" w:rsidR="00D8081E" w:rsidRPr="00991AF3" w:rsidRDefault="00D8081E" w:rsidP="00D8081E">
      <w:pPr>
        <w:tabs>
          <w:tab w:val="left" w:pos="1701"/>
          <w:tab w:val="right" w:pos="9072"/>
        </w:tabs>
        <w:ind w:right="91"/>
        <w:rPr>
          <w:szCs w:val="24"/>
        </w:rPr>
      </w:pPr>
      <w:r w:rsidRPr="00991AF3">
        <w:rPr>
          <w:szCs w:val="24"/>
        </w:rPr>
        <w:t xml:space="preserve">The ARFP Act requires issuers of foreign passport fund products to provide retail clients in this jurisdiction with a 14 day cooling-off period. This cooling-off period </w:t>
      </w:r>
      <w:r w:rsidR="00800F42">
        <w:rPr>
          <w:szCs w:val="24"/>
        </w:rPr>
        <w:t>is</w:t>
      </w:r>
      <w:r w:rsidRPr="00991AF3">
        <w:rPr>
          <w:szCs w:val="24"/>
        </w:rPr>
        <w:t xml:space="preserve"> designed to operate in the same way as for managed investment products.</w:t>
      </w:r>
    </w:p>
    <w:p w14:paraId="435D3D03" w14:textId="77777777" w:rsidR="00D8081E" w:rsidRPr="00991AF3" w:rsidRDefault="00D8081E" w:rsidP="00D8081E">
      <w:pPr>
        <w:tabs>
          <w:tab w:val="left" w:pos="1701"/>
          <w:tab w:val="right" w:pos="9072"/>
        </w:tabs>
        <w:ind w:right="91"/>
        <w:rPr>
          <w:szCs w:val="24"/>
        </w:rPr>
      </w:pPr>
      <w:r w:rsidRPr="00991AF3">
        <w:rPr>
          <w:szCs w:val="24"/>
        </w:rPr>
        <w:t>Items 51 to 56 and 58 amend the Corporations Regulations to ensure that exemptions applying to managed investment products also apply to foreign passport fund products. In particular:</w:t>
      </w:r>
    </w:p>
    <w:p w14:paraId="6AFA71CE" w14:textId="77777777" w:rsidR="00D8081E" w:rsidRPr="00991AF3" w:rsidRDefault="00D8081E" w:rsidP="00D8081E">
      <w:pPr>
        <w:pStyle w:val="Bullet"/>
      </w:pPr>
      <w:r w:rsidRPr="00991AF3">
        <w:t>Item 51 amend</w:t>
      </w:r>
      <w:r w:rsidR="00F55EF3">
        <w:t>s</w:t>
      </w:r>
      <w:r w:rsidRPr="00991AF3">
        <w:t xml:space="preserve"> subregulation 7.9.64 to exempt certain foreign passport fund products which are to be tradeable on a financial market (as the return of a product would interfere with the normal operation of the financial market).</w:t>
      </w:r>
    </w:p>
    <w:p w14:paraId="24ECE43F" w14:textId="77777777" w:rsidR="00D8081E" w:rsidRPr="00991AF3" w:rsidRDefault="00D8081E" w:rsidP="00D8081E">
      <w:pPr>
        <w:pStyle w:val="Bullet"/>
      </w:pPr>
      <w:r w:rsidRPr="00991AF3">
        <w:t>Items 52 and 53 amend subregulation 7.9.65(1A) to prevent a person who acquired multiple foreign passport fund products in the same transaction from returning just one (and retaining the others).</w:t>
      </w:r>
    </w:p>
    <w:p w14:paraId="2EFD1AD5" w14:textId="77777777" w:rsidR="00D8081E" w:rsidRPr="00991AF3" w:rsidRDefault="00D8081E" w:rsidP="00D8081E">
      <w:pPr>
        <w:pStyle w:val="Bullet"/>
      </w:pPr>
      <w:r w:rsidRPr="00991AF3">
        <w:t>Items 54 to 56 amend regulation 7.9.67 to vary the amount that is to be repaid to prevent a person from using a right of return to avoid market losses.</w:t>
      </w:r>
    </w:p>
    <w:p w14:paraId="3EFB1DF8" w14:textId="77777777" w:rsidR="00D8081E" w:rsidRPr="00991AF3" w:rsidRDefault="00D8081E" w:rsidP="00D8081E">
      <w:pPr>
        <w:pStyle w:val="Bullet"/>
      </w:pPr>
      <w:r w:rsidRPr="00991AF3">
        <w:t>Item 58 amend</w:t>
      </w:r>
      <w:r w:rsidR="00F442C3">
        <w:t>s</w:t>
      </w:r>
      <w:r w:rsidRPr="00991AF3">
        <w:t xml:space="preserve"> subregulation 7.9.70 (which prohibits a person from returning a product if they have exercised a right or power relating to the product) so that it excludes rights relating to distributions. </w:t>
      </w:r>
    </w:p>
    <w:p w14:paraId="42B97C99" w14:textId="77777777" w:rsidR="00D8081E" w:rsidRPr="00991AF3" w:rsidRDefault="00D8081E" w:rsidP="00D8081E">
      <w:pPr>
        <w:tabs>
          <w:tab w:val="left" w:pos="1701"/>
          <w:tab w:val="right" w:pos="9072"/>
        </w:tabs>
        <w:spacing w:after="240"/>
        <w:ind w:right="91"/>
        <w:rPr>
          <w:szCs w:val="24"/>
        </w:rPr>
      </w:pPr>
      <w:r w:rsidRPr="00991AF3">
        <w:rPr>
          <w:szCs w:val="24"/>
        </w:rPr>
        <w:t>Further, item 57 amend</w:t>
      </w:r>
      <w:r w:rsidR="00F442C3">
        <w:rPr>
          <w:szCs w:val="24"/>
        </w:rPr>
        <w:t>s</w:t>
      </w:r>
      <w:r w:rsidRPr="00991AF3">
        <w:rPr>
          <w:szCs w:val="24"/>
        </w:rPr>
        <w:t xml:space="preserve"> regulation 7.9.69 to imply certain terms relating to the return of products into a contract governing the issue and redemption of a foreign passport fund product. These terms </w:t>
      </w:r>
      <w:r w:rsidR="00F55EF3">
        <w:rPr>
          <w:szCs w:val="24"/>
        </w:rPr>
        <w:t>are</w:t>
      </w:r>
      <w:r w:rsidRPr="00991AF3">
        <w:rPr>
          <w:szCs w:val="24"/>
        </w:rPr>
        <w:t xml:space="preserve"> the same as those implied for managed investment products and include that:</w:t>
      </w:r>
    </w:p>
    <w:p w14:paraId="60EDDAB0" w14:textId="77777777" w:rsidR="00D8081E" w:rsidRPr="00991AF3" w:rsidRDefault="00D8081E" w:rsidP="00D8081E">
      <w:pPr>
        <w:pStyle w:val="Bullet"/>
      </w:pPr>
      <w:r w:rsidRPr="00991AF3">
        <w:t>a product holder may have the right to return a financial product under the Corporations Act; and</w:t>
      </w:r>
    </w:p>
    <w:p w14:paraId="1FEB7B5D" w14:textId="77777777" w:rsidR="00D8081E" w:rsidRPr="00991AF3" w:rsidRDefault="00D8081E" w:rsidP="00D8081E">
      <w:pPr>
        <w:pStyle w:val="Bullet"/>
      </w:pPr>
      <w:r w:rsidRPr="00991AF3">
        <w:t xml:space="preserve">the product issuer does not contravene any terms of the contract or legal relationship by complying with a request to return a financial product made in accordance with the Corporations Act. </w:t>
      </w:r>
    </w:p>
    <w:p w14:paraId="27E86811" w14:textId="77777777" w:rsidR="00D8081E" w:rsidRPr="00991AF3" w:rsidRDefault="00D8081E" w:rsidP="00D8081E">
      <w:pPr>
        <w:tabs>
          <w:tab w:val="left" w:pos="1701"/>
          <w:tab w:val="right" w:pos="9072"/>
        </w:tabs>
        <w:ind w:right="91"/>
        <w:rPr>
          <w:szCs w:val="24"/>
          <w:u w:val="single"/>
        </w:rPr>
      </w:pPr>
      <w:r w:rsidRPr="00991AF3">
        <w:rPr>
          <w:szCs w:val="24"/>
          <w:u w:val="single"/>
        </w:rPr>
        <w:t xml:space="preserve">Items 60 and 77 to 79 (new regulations for Chapter 8A) </w:t>
      </w:r>
    </w:p>
    <w:p w14:paraId="19ED2061" w14:textId="77777777" w:rsidR="00D8081E" w:rsidRPr="00991AF3" w:rsidRDefault="00D8081E" w:rsidP="00D8081E">
      <w:pPr>
        <w:tabs>
          <w:tab w:val="left" w:pos="1701"/>
          <w:tab w:val="right" w:pos="9072"/>
        </w:tabs>
        <w:ind w:right="91"/>
        <w:rPr>
          <w:szCs w:val="24"/>
        </w:rPr>
      </w:pPr>
      <w:r w:rsidRPr="00991AF3">
        <w:rPr>
          <w:szCs w:val="24"/>
        </w:rPr>
        <w:t xml:space="preserve">New regulation 8A.4.10 </w:t>
      </w:r>
      <w:r>
        <w:rPr>
          <w:szCs w:val="24"/>
        </w:rPr>
        <w:t xml:space="preserve">(item 60) </w:t>
      </w:r>
      <w:r w:rsidRPr="00991AF3">
        <w:rPr>
          <w:szCs w:val="24"/>
        </w:rPr>
        <w:t xml:space="preserve">and items 77 to 79 apply the same rules for ascertaining whether a name is unavailable for a foreign passport fund as the rules that currently apply to companies and other entities which register with ASIC. These rules are set out in Schedule 6 of the Corporations Regulations. </w:t>
      </w:r>
    </w:p>
    <w:p w14:paraId="38FFF8AA" w14:textId="65C64541" w:rsidR="00D8081E" w:rsidRPr="00991AF3" w:rsidRDefault="00D8081E" w:rsidP="00D8081E">
      <w:pPr>
        <w:tabs>
          <w:tab w:val="left" w:pos="1701"/>
          <w:tab w:val="right" w:pos="9072"/>
        </w:tabs>
        <w:ind w:right="91"/>
        <w:rPr>
          <w:szCs w:val="24"/>
        </w:rPr>
      </w:pPr>
      <w:r w:rsidRPr="00991AF3">
        <w:rPr>
          <w:szCs w:val="24"/>
        </w:rPr>
        <w:t>New regulation 8A.4.40 prohibit</w:t>
      </w:r>
      <w:r w:rsidR="00F55EF3">
        <w:rPr>
          <w:szCs w:val="24"/>
        </w:rPr>
        <w:t>s</w:t>
      </w:r>
      <w:r w:rsidRPr="00991AF3">
        <w:rPr>
          <w:szCs w:val="24"/>
        </w:rPr>
        <w:t xml:space="preserve"> a </w:t>
      </w:r>
      <w:r w:rsidR="00C52E8C">
        <w:rPr>
          <w:szCs w:val="24"/>
        </w:rPr>
        <w:t>person</w:t>
      </w:r>
      <w:r w:rsidRPr="00991AF3">
        <w:rPr>
          <w:szCs w:val="24"/>
        </w:rPr>
        <w:t xml:space="preserve"> from using information on the register of members of a notified foreign passport fund to:</w:t>
      </w:r>
    </w:p>
    <w:p w14:paraId="4EF359EA" w14:textId="77777777" w:rsidR="00D8081E" w:rsidRPr="00991AF3" w:rsidRDefault="00D8081E" w:rsidP="00D8081E">
      <w:pPr>
        <w:pStyle w:val="Bullet"/>
      </w:pPr>
      <w:r w:rsidRPr="00991AF3">
        <w:t>solicit a donation from a member;</w:t>
      </w:r>
    </w:p>
    <w:p w14:paraId="68CD3CC6" w14:textId="77777777" w:rsidR="00D8081E" w:rsidRPr="00991AF3" w:rsidRDefault="00D8081E" w:rsidP="00D8081E">
      <w:pPr>
        <w:pStyle w:val="Bullet"/>
      </w:pPr>
      <w:r w:rsidRPr="00991AF3">
        <w:t>solicit a member by a stockbroker;</w:t>
      </w:r>
    </w:p>
    <w:p w14:paraId="24A15ECF" w14:textId="77777777" w:rsidR="00D8081E" w:rsidRPr="00991AF3" w:rsidRDefault="00D8081E" w:rsidP="00D8081E">
      <w:pPr>
        <w:pStyle w:val="Bullet"/>
      </w:pPr>
      <w:r w:rsidRPr="00991AF3">
        <w:t>gather information about the member’s wealth; or</w:t>
      </w:r>
    </w:p>
    <w:p w14:paraId="5DBEEDBC" w14:textId="77777777" w:rsidR="00D8081E" w:rsidRPr="00991AF3" w:rsidRDefault="00D8081E" w:rsidP="00D8081E">
      <w:pPr>
        <w:pStyle w:val="Bullet"/>
      </w:pPr>
      <w:r w:rsidRPr="00991AF3">
        <w:lastRenderedPageBreak/>
        <w:t>make certain unsolicited invitations or off-market offers to purchase a financial product.</w:t>
      </w:r>
    </w:p>
    <w:p w14:paraId="00B32A87" w14:textId="77777777" w:rsidR="00D8081E" w:rsidRPr="00991AF3" w:rsidRDefault="00D8081E" w:rsidP="00D8081E">
      <w:pPr>
        <w:pStyle w:val="Bullet"/>
        <w:numPr>
          <w:ilvl w:val="0"/>
          <w:numId w:val="0"/>
        </w:numPr>
      </w:pPr>
      <w:r w:rsidRPr="00991AF3">
        <w:t xml:space="preserve">The operator of a notified foreign passport </w:t>
      </w:r>
      <w:r w:rsidR="00F55EF3">
        <w:t>is</w:t>
      </w:r>
      <w:r w:rsidRPr="00991AF3">
        <w:t xml:space="preserve"> also permitted to refuse to provide a copy of the register of members if the application states that the information is being sought for one of the above purposes.</w:t>
      </w:r>
    </w:p>
    <w:p w14:paraId="74733FBA" w14:textId="77777777" w:rsidR="00D8081E" w:rsidRPr="00991AF3" w:rsidRDefault="00D8081E" w:rsidP="00D8081E">
      <w:pPr>
        <w:pStyle w:val="Bullet"/>
        <w:numPr>
          <w:ilvl w:val="0"/>
          <w:numId w:val="0"/>
        </w:numPr>
      </w:pPr>
      <w:r w:rsidRPr="00991AF3">
        <w:t>These rules relating to prohibited uses of information on the register of members of a notified foreign passport fund mirror those that apply to the register of members of Australian passport funds and registered schemes (see existing section 173 and existing regulation 2C.1.03). They are designed to protect members’ privacy.</w:t>
      </w:r>
    </w:p>
    <w:p w14:paraId="0460B5BD" w14:textId="77777777" w:rsidR="00D8081E" w:rsidRPr="00991AF3" w:rsidRDefault="00D8081E" w:rsidP="00D8081E">
      <w:pPr>
        <w:tabs>
          <w:tab w:val="left" w:pos="1701"/>
          <w:tab w:val="right" w:pos="9072"/>
        </w:tabs>
        <w:spacing w:after="240"/>
        <w:ind w:right="91"/>
        <w:rPr>
          <w:szCs w:val="24"/>
          <w:u w:val="single"/>
        </w:rPr>
      </w:pPr>
      <w:r w:rsidRPr="00991AF3">
        <w:rPr>
          <w:szCs w:val="24"/>
        </w:rPr>
        <w:t>New regulation 8A.4.45 allow</w:t>
      </w:r>
      <w:r w:rsidR="00F55EF3">
        <w:rPr>
          <w:szCs w:val="24"/>
        </w:rPr>
        <w:t>s</w:t>
      </w:r>
      <w:r w:rsidRPr="00991AF3">
        <w:rPr>
          <w:szCs w:val="24"/>
        </w:rPr>
        <w:t xml:space="preserve"> ASIC to destroy or otherwise dispose of certain documents after seven years. This period </w:t>
      </w:r>
      <w:r w:rsidR="00F55EF3">
        <w:rPr>
          <w:szCs w:val="24"/>
        </w:rPr>
        <w:t>is</w:t>
      </w:r>
      <w:r w:rsidRPr="00991AF3">
        <w:rPr>
          <w:szCs w:val="24"/>
        </w:rPr>
        <w:t xml:space="preserve"> the same as the length of time that ASIC must retain records lodged under Part 7.12 (see existing section 1101D and existing regulation 7.12.01).</w:t>
      </w:r>
      <w:r w:rsidRPr="00991AF3">
        <w:rPr>
          <w:szCs w:val="24"/>
          <w:u w:val="single"/>
        </w:rPr>
        <w:t xml:space="preserve"> </w:t>
      </w:r>
    </w:p>
    <w:p w14:paraId="0D28D992" w14:textId="77777777" w:rsidR="00D8081E" w:rsidRPr="00991AF3" w:rsidRDefault="00D8081E" w:rsidP="00D8081E">
      <w:pPr>
        <w:tabs>
          <w:tab w:val="left" w:pos="1701"/>
          <w:tab w:val="right" w:pos="9072"/>
        </w:tabs>
        <w:spacing w:after="240"/>
        <w:ind w:right="91"/>
        <w:rPr>
          <w:szCs w:val="24"/>
        </w:rPr>
      </w:pPr>
      <w:r w:rsidRPr="00991AF3">
        <w:rPr>
          <w:szCs w:val="24"/>
        </w:rPr>
        <w:t>New regulation 8A.5.10 provide</w:t>
      </w:r>
      <w:r w:rsidR="00F55EF3">
        <w:rPr>
          <w:szCs w:val="24"/>
        </w:rPr>
        <w:t>s</w:t>
      </w:r>
      <w:r w:rsidRPr="00991AF3">
        <w:rPr>
          <w:szCs w:val="24"/>
        </w:rPr>
        <w:t xml:space="preserve"> that the details listed in Table 1.2 must be included on the Register of Passport Funds.</w:t>
      </w:r>
    </w:p>
    <w:p w14:paraId="732F7B92" w14:textId="77777777" w:rsidR="00D8081E" w:rsidRPr="00991AF3" w:rsidRDefault="00D8081E" w:rsidP="00D8081E">
      <w:pPr>
        <w:autoSpaceDE w:val="0"/>
        <w:autoSpaceDN w:val="0"/>
        <w:adjustRightInd w:val="0"/>
        <w:spacing w:after="240"/>
        <w:rPr>
          <w:b/>
          <w:i/>
          <w:szCs w:val="24"/>
        </w:rPr>
      </w:pPr>
      <w:r w:rsidRPr="00991AF3">
        <w:rPr>
          <w:b/>
          <w:i/>
          <w:szCs w:val="24"/>
        </w:rPr>
        <w:t>Table 1.2: Prescribed Details for the Register of Passport Funds</w:t>
      </w:r>
    </w:p>
    <w:tbl>
      <w:tblPr>
        <w:tblStyle w:val="TableGrid"/>
        <w:tblW w:w="0" w:type="auto"/>
        <w:tblLook w:val="04A0" w:firstRow="1" w:lastRow="0" w:firstColumn="1" w:lastColumn="0" w:noHBand="0" w:noVBand="1"/>
      </w:tblPr>
      <w:tblGrid>
        <w:gridCol w:w="2660"/>
        <w:gridCol w:w="5812"/>
      </w:tblGrid>
      <w:tr w:rsidR="00D8081E" w:rsidRPr="00991AF3" w14:paraId="632FCBFD" w14:textId="77777777" w:rsidTr="00F442C3">
        <w:trPr>
          <w:cantSplit/>
          <w:trHeight w:val="371"/>
          <w:tblHeader/>
        </w:trPr>
        <w:tc>
          <w:tcPr>
            <w:tcW w:w="2660" w:type="dxa"/>
            <w:shd w:val="clear" w:color="auto" w:fill="BFBFBF" w:themeFill="background1" w:themeFillShade="BF"/>
          </w:tcPr>
          <w:p w14:paraId="7FA47F74" w14:textId="77777777" w:rsidR="00D8081E" w:rsidRPr="00991AF3" w:rsidRDefault="00D8081E" w:rsidP="00FA0996">
            <w:pPr>
              <w:tabs>
                <w:tab w:val="left" w:pos="1701"/>
                <w:tab w:val="right" w:pos="9072"/>
              </w:tabs>
              <w:spacing w:after="240"/>
              <w:ind w:right="91"/>
              <w:jc w:val="center"/>
              <w:rPr>
                <w:b/>
                <w:i/>
                <w:sz w:val="20"/>
              </w:rPr>
            </w:pPr>
            <w:r w:rsidRPr="00991AF3">
              <w:rPr>
                <w:b/>
                <w:i/>
                <w:sz w:val="20"/>
              </w:rPr>
              <w:t>Type of fund</w:t>
            </w:r>
          </w:p>
        </w:tc>
        <w:tc>
          <w:tcPr>
            <w:tcW w:w="5812" w:type="dxa"/>
            <w:shd w:val="clear" w:color="auto" w:fill="BFBFBF" w:themeFill="background1" w:themeFillShade="BF"/>
          </w:tcPr>
          <w:p w14:paraId="64BA893D" w14:textId="77777777" w:rsidR="00D8081E" w:rsidRPr="00991AF3" w:rsidRDefault="00D8081E" w:rsidP="00FA0996">
            <w:pPr>
              <w:tabs>
                <w:tab w:val="left" w:pos="1701"/>
                <w:tab w:val="right" w:pos="9072"/>
              </w:tabs>
              <w:spacing w:after="240"/>
              <w:ind w:right="91"/>
              <w:jc w:val="center"/>
              <w:rPr>
                <w:b/>
                <w:i/>
                <w:sz w:val="20"/>
              </w:rPr>
            </w:pPr>
            <w:r w:rsidRPr="00991AF3">
              <w:rPr>
                <w:b/>
                <w:i/>
                <w:sz w:val="20"/>
              </w:rPr>
              <w:t>Details</w:t>
            </w:r>
          </w:p>
        </w:tc>
      </w:tr>
      <w:tr w:rsidR="00D8081E" w:rsidRPr="00991AF3" w14:paraId="64257E81" w14:textId="77777777" w:rsidTr="00F442C3">
        <w:trPr>
          <w:cantSplit/>
          <w:tblHeader/>
        </w:trPr>
        <w:tc>
          <w:tcPr>
            <w:tcW w:w="2660" w:type="dxa"/>
          </w:tcPr>
          <w:p w14:paraId="3BB19927" w14:textId="77777777" w:rsidR="00D8081E" w:rsidRPr="00991AF3" w:rsidRDefault="00D8081E" w:rsidP="00FA0996">
            <w:pPr>
              <w:tabs>
                <w:tab w:val="left" w:pos="1701"/>
                <w:tab w:val="right" w:pos="9072"/>
              </w:tabs>
              <w:spacing w:after="240"/>
              <w:ind w:right="91"/>
              <w:rPr>
                <w:sz w:val="20"/>
              </w:rPr>
            </w:pPr>
            <w:r w:rsidRPr="00991AF3">
              <w:rPr>
                <w:sz w:val="20"/>
              </w:rPr>
              <w:t>Australian passport funds</w:t>
            </w:r>
          </w:p>
        </w:tc>
        <w:tc>
          <w:tcPr>
            <w:tcW w:w="5812" w:type="dxa"/>
          </w:tcPr>
          <w:p w14:paraId="274D4AC1" w14:textId="77777777" w:rsidR="00D8081E" w:rsidRPr="00991AF3" w:rsidRDefault="00D8081E" w:rsidP="00FA0996">
            <w:pPr>
              <w:pStyle w:val="Dotpoint"/>
              <w:ind w:left="283"/>
              <w:rPr>
                <w:sz w:val="20"/>
              </w:rPr>
            </w:pPr>
            <w:r w:rsidRPr="00991AF3">
              <w:rPr>
                <w:sz w:val="20"/>
              </w:rPr>
              <w:t>the fund’s APFRN</w:t>
            </w:r>
          </w:p>
          <w:p w14:paraId="5B39A2EE" w14:textId="77777777" w:rsidR="00D8081E" w:rsidRPr="00991AF3" w:rsidRDefault="00D8081E" w:rsidP="00FA0996">
            <w:pPr>
              <w:pStyle w:val="Dotpoint"/>
              <w:ind w:left="283"/>
              <w:rPr>
                <w:sz w:val="20"/>
              </w:rPr>
            </w:pPr>
            <w:r w:rsidRPr="00991AF3">
              <w:rPr>
                <w:sz w:val="20"/>
              </w:rPr>
              <w:t>the fund’s name</w:t>
            </w:r>
          </w:p>
          <w:p w14:paraId="4D2C75FA" w14:textId="77777777" w:rsidR="00D8081E" w:rsidRPr="00991AF3" w:rsidRDefault="00D8081E" w:rsidP="00FA0996">
            <w:pPr>
              <w:pStyle w:val="Dotpoint"/>
              <w:ind w:left="283"/>
              <w:rPr>
                <w:sz w:val="20"/>
              </w:rPr>
            </w:pPr>
            <w:r w:rsidRPr="00991AF3">
              <w:rPr>
                <w:sz w:val="20"/>
              </w:rPr>
              <w:t>that the fund is an Australian passport fund</w:t>
            </w:r>
          </w:p>
          <w:p w14:paraId="3DB6D8C7" w14:textId="77777777" w:rsidR="00D8081E" w:rsidRPr="00991AF3" w:rsidRDefault="00D8081E" w:rsidP="00FA0996">
            <w:pPr>
              <w:pStyle w:val="Dotpoint"/>
              <w:ind w:left="283"/>
              <w:rPr>
                <w:sz w:val="20"/>
              </w:rPr>
            </w:pPr>
            <w:r w:rsidRPr="00991AF3">
              <w:rPr>
                <w:sz w:val="20"/>
              </w:rPr>
              <w:t>the date the fund was registered as an Australian passport fund</w:t>
            </w:r>
          </w:p>
          <w:p w14:paraId="2AA725C8" w14:textId="77777777" w:rsidR="00D8081E" w:rsidRPr="00991AF3" w:rsidRDefault="00D8081E" w:rsidP="00FA0996">
            <w:pPr>
              <w:pStyle w:val="Dotpoint"/>
              <w:ind w:left="283"/>
              <w:rPr>
                <w:sz w:val="20"/>
              </w:rPr>
            </w:pPr>
            <w:r w:rsidRPr="00991AF3">
              <w:rPr>
                <w:sz w:val="20"/>
              </w:rPr>
              <w:t>any alternative name that the fund used, including the participating economy where it was used and the date when it started and ceased to use that name</w:t>
            </w:r>
          </w:p>
          <w:p w14:paraId="69613B2D" w14:textId="77777777" w:rsidR="00D8081E" w:rsidRPr="00991AF3" w:rsidRDefault="00D8081E" w:rsidP="00FA0996">
            <w:pPr>
              <w:pStyle w:val="Dotpoint"/>
              <w:ind w:left="283"/>
              <w:rPr>
                <w:sz w:val="20"/>
              </w:rPr>
            </w:pPr>
            <w:r w:rsidRPr="00991AF3">
              <w:rPr>
                <w:sz w:val="20"/>
              </w:rPr>
              <w:t>the operator’s name and ACN</w:t>
            </w:r>
          </w:p>
          <w:p w14:paraId="52281F2A" w14:textId="77777777" w:rsidR="00D8081E" w:rsidRPr="00991AF3" w:rsidRDefault="00D8081E" w:rsidP="00FA0996">
            <w:pPr>
              <w:pStyle w:val="Dotpoint"/>
              <w:ind w:left="283"/>
              <w:rPr>
                <w:sz w:val="20"/>
              </w:rPr>
            </w:pPr>
            <w:r w:rsidRPr="00991AF3">
              <w:rPr>
                <w:sz w:val="20"/>
              </w:rPr>
              <w:t>any other name/ACN of an operator of that fund, including the date when it started and ceased to have that name or ACN</w:t>
            </w:r>
          </w:p>
          <w:p w14:paraId="684064B9" w14:textId="77777777" w:rsidR="00D8081E" w:rsidRPr="00991AF3" w:rsidRDefault="00D8081E" w:rsidP="00FA0996">
            <w:pPr>
              <w:pStyle w:val="Dotpoint"/>
              <w:ind w:left="283"/>
              <w:rPr>
                <w:sz w:val="20"/>
              </w:rPr>
            </w:pPr>
            <w:r w:rsidRPr="00991AF3">
              <w:rPr>
                <w:sz w:val="20"/>
              </w:rPr>
              <w:t>the fund’s review date</w:t>
            </w:r>
          </w:p>
          <w:p w14:paraId="0964FE94" w14:textId="77777777" w:rsidR="00D8081E" w:rsidRPr="00991AF3" w:rsidRDefault="00D8081E" w:rsidP="00FA0996">
            <w:pPr>
              <w:pStyle w:val="Dotpoint"/>
              <w:ind w:left="283"/>
              <w:rPr>
                <w:sz w:val="20"/>
              </w:rPr>
            </w:pPr>
            <w:r w:rsidRPr="00991AF3">
              <w:rPr>
                <w:sz w:val="20"/>
              </w:rPr>
              <w:t>the name of the auditor of the fund for each financial year</w:t>
            </w:r>
          </w:p>
          <w:p w14:paraId="0287206D" w14:textId="77777777" w:rsidR="00D8081E" w:rsidRPr="00991AF3" w:rsidRDefault="00D8081E" w:rsidP="00FA0996">
            <w:pPr>
              <w:pStyle w:val="Dotpoint"/>
              <w:ind w:left="283"/>
              <w:rPr>
                <w:sz w:val="20"/>
              </w:rPr>
            </w:pPr>
            <w:r w:rsidRPr="00991AF3">
              <w:rPr>
                <w:sz w:val="20"/>
              </w:rPr>
              <w:t>the name of each auditor of the fund’s compliance plan, and the dates when the auditor started and ceased to be the fund’s auditor</w:t>
            </w:r>
          </w:p>
          <w:p w14:paraId="14F3B2F8" w14:textId="77777777" w:rsidR="00D8081E" w:rsidRPr="00991AF3" w:rsidRDefault="00D8081E" w:rsidP="00FA0996">
            <w:pPr>
              <w:pStyle w:val="Dotpoint"/>
              <w:ind w:left="283"/>
              <w:rPr>
                <w:sz w:val="20"/>
              </w:rPr>
            </w:pPr>
            <w:r w:rsidRPr="00991AF3">
              <w:rPr>
                <w:sz w:val="20"/>
              </w:rPr>
              <w:t>the name of the implementation reviewer for the fund for each review period</w:t>
            </w:r>
          </w:p>
        </w:tc>
      </w:tr>
      <w:tr w:rsidR="00D8081E" w:rsidRPr="00991AF3" w14:paraId="157255C6" w14:textId="77777777" w:rsidTr="00F442C3">
        <w:trPr>
          <w:cantSplit/>
          <w:tblHeader/>
        </w:trPr>
        <w:tc>
          <w:tcPr>
            <w:tcW w:w="2660" w:type="dxa"/>
          </w:tcPr>
          <w:p w14:paraId="0D73045E" w14:textId="77777777" w:rsidR="00D8081E" w:rsidRPr="00991AF3" w:rsidRDefault="00D8081E" w:rsidP="00FA0996">
            <w:pPr>
              <w:tabs>
                <w:tab w:val="left" w:pos="1701"/>
                <w:tab w:val="right" w:pos="9072"/>
              </w:tabs>
              <w:spacing w:after="240"/>
              <w:ind w:right="91"/>
              <w:rPr>
                <w:sz w:val="20"/>
              </w:rPr>
            </w:pPr>
            <w:r w:rsidRPr="00991AF3">
              <w:rPr>
                <w:sz w:val="20"/>
              </w:rPr>
              <w:t>Deregistered Australian passport funds</w:t>
            </w:r>
          </w:p>
        </w:tc>
        <w:tc>
          <w:tcPr>
            <w:tcW w:w="5812" w:type="dxa"/>
          </w:tcPr>
          <w:p w14:paraId="107B3409" w14:textId="77777777" w:rsidR="00D8081E" w:rsidRPr="00991AF3" w:rsidRDefault="00D8081E" w:rsidP="00FA0996">
            <w:pPr>
              <w:tabs>
                <w:tab w:val="left" w:pos="1701"/>
                <w:tab w:val="right" w:pos="9072"/>
              </w:tabs>
              <w:spacing w:after="240"/>
              <w:ind w:right="91"/>
              <w:rPr>
                <w:sz w:val="20"/>
              </w:rPr>
            </w:pPr>
            <w:r w:rsidRPr="00991AF3">
              <w:rPr>
                <w:sz w:val="20"/>
              </w:rPr>
              <w:t>In addition to the details for Australian passport funds:</w:t>
            </w:r>
          </w:p>
          <w:p w14:paraId="61880559" w14:textId="77777777" w:rsidR="00D8081E" w:rsidRPr="00991AF3" w:rsidRDefault="00D8081E" w:rsidP="00FA0996">
            <w:pPr>
              <w:pStyle w:val="Dotpoint"/>
              <w:ind w:left="283"/>
              <w:rPr>
                <w:sz w:val="20"/>
              </w:rPr>
            </w:pPr>
            <w:r w:rsidRPr="00991AF3">
              <w:rPr>
                <w:sz w:val="20"/>
              </w:rPr>
              <w:t>the date on which the fund was deregistered</w:t>
            </w:r>
          </w:p>
          <w:p w14:paraId="3A421D7F" w14:textId="77777777" w:rsidR="00D8081E" w:rsidRPr="00991AF3" w:rsidRDefault="00D8081E" w:rsidP="00FA0996">
            <w:pPr>
              <w:pStyle w:val="Dotpoint"/>
              <w:ind w:left="283"/>
              <w:rPr>
                <w:sz w:val="20"/>
              </w:rPr>
            </w:pPr>
            <w:r w:rsidRPr="00991AF3">
              <w:rPr>
                <w:sz w:val="20"/>
              </w:rPr>
              <w:t>whether the deregistration was voluntary or initiated by ASIC</w:t>
            </w:r>
          </w:p>
        </w:tc>
      </w:tr>
      <w:tr w:rsidR="00D8081E" w:rsidRPr="00991AF3" w14:paraId="292B7379" w14:textId="77777777" w:rsidTr="00F442C3">
        <w:trPr>
          <w:cantSplit/>
          <w:tblHeader/>
        </w:trPr>
        <w:tc>
          <w:tcPr>
            <w:tcW w:w="2660" w:type="dxa"/>
          </w:tcPr>
          <w:p w14:paraId="5E514F17" w14:textId="77777777" w:rsidR="00D8081E" w:rsidRPr="00991AF3" w:rsidRDefault="00D8081E" w:rsidP="00FA0996">
            <w:pPr>
              <w:tabs>
                <w:tab w:val="left" w:pos="1701"/>
                <w:tab w:val="right" w:pos="9072"/>
              </w:tabs>
              <w:spacing w:after="240"/>
              <w:ind w:right="91"/>
              <w:rPr>
                <w:sz w:val="20"/>
              </w:rPr>
            </w:pPr>
            <w:r w:rsidRPr="00991AF3">
              <w:rPr>
                <w:sz w:val="20"/>
              </w:rPr>
              <w:lastRenderedPageBreak/>
              <w:t>Notified foreign passport funds</w:t>
            </w:r>
          </w:p>
        </w:tc>
        <w:tc>
          <w:tcPr>
            <w:tcW w:w="5812" w:type="dxa"/>
          </w:tcPr>
          <w:p w14:paraId="70540E1A" w14:textId="77777777" w:rsidR="00D8081E" w:rsidRPr="00991AF3" w:rsidRDefault="00D8081E" w:rsidP="00FA0996">
            <w:pPr>
              <w:pStyle w:val="Dotpoint"/>
              <w:ind w:left="283"/>
              <w:rPr>
                <w:sz w:val="20"/>
              </w:rPr>
            </w:pPr>
            <w:r w:rsidRPr="00991AF3">
              <w:rPr>
                <w:sz w:val="20"/>
              </w:rPr>
              <w:t>the fund’s NPFRN</w:t>
            </w:r>
          </w:p>
          <w:p w14:paraId="63ADF919" w14:textId="77777777" w:rsidR="00D8081E" w:rsidRPr="00991AF3" w:rsidRDefault="00D8081E" w:rsidP="00FA0996">
            <w:pPr>
              <w:pStyle w:val="Dotpoint"/>
              <w:ind w:left="283"/>
              <w:rPr>
                <w:sz w:val="20"/>
              </w:rPr>
            </w:pPr>
            <w:r w:rsidRPr="00991AF3">
              <w:rPr>
                <w:sz w:val="20"/>
              </w:rPr>
              <w:t>any other unique number allocated to the fund by ASIC</w:t>
            </w:r>
          </w:p>
          <w:p w14:paraId="243A2573" w14:textId="77777777" w:rsidR="00D8081E" w:rsidRPr="00991AF3" w:rsidRDefault="00D8081E" w:rsidP="00FA0996">
            <w:pPr>
              <w:pStyle w:val="Dotpoint"/>
              <w:ind w:left="283"/>
              <w:rPr>
                <w:sz w:val="20"/>
              </w:rPr>
            </w:pPr>
            <w:r w:rsidRPr="00991AF3">
              <w:rPr>
                <w:sz w:val="20"/>
              </w:rPr>
              <w:t>the fund’s name</w:t>
            </w:r>
          </w:p>
          <w:p w14:paraId="65BB7FCC" w14:textId="77777777" w:rsidR="00D8081E" w:rsidRPr="00991AF3" w:rsidRDefault="00D8081E" w:rsidP="00FA0996">
            <w:pPr>
              <w:pStyle w:val="Dotpoint"/>
              <w:ind w:left="283"/>
              <w:rPr>
                <w:sz w:val="20"/>
              </w:rPr>
            </w:pPr>
            <w:r w:rsidRPr="00991AF3">
              <w:rPr>
                <w:sz w:val="20"/>
              </w:rPr>
              <w:t>any alternative name used by fund, including the participating economy where the name was used and the date it started and ceased using that name</w:t>
            </w:r>
          </w:p>
          <w:p w14:paraId="652298D6" w14:textId="77777777" w:rsidR="00D8081E" w:rsidRPr="00991AF3" w:rsidRDefault="00D8081E" w:rsidP="00FA0996">
            <w:pPr>
              <w:pStyle w:val="Dotpoint"/>
              <w:ind w:left="283"/>
              <w:rPr>
                <w:sz w:val="20"/>
              </w:rPr>
            </w:pPr>
            <w:r w:rsidRPr="00991AF3">
              <w:rPr>
                <w:sz w:val="20"/>
              </w:rPr>
              <w:t>that the fund is a notified foreign passport fund</w:t>
            </w:r>
          </w:p>
          <w:p w14:paraId="7B4E40E0" w14:textId="77777777" w:rsidR="00D8081E" w:rsidRPr="00991AF3" w:rsidRDefault="00D8081E" w:rsidP="00FA0996">
            <w:pPr>
              <w:pStyle w:val="Dotpoint"/>
              <w:ind w:left="283"/>
              <w:rPr>
                <w:sz w:val="20"/>
              </w:rPr>
            </w:pPr>
            <w:r w:rsidRPr="00991AF3">
              <w:rPr>
                <w:sz w:val="20"/>
              </w:rPr>
              <w:t>the fund’s home economy</w:t>
            </w:r>
          </w:p>
          <w:p w14:paraId="041BCA3D" w14:textId="77777777" w:rsidR="00D8081E" w:rsidRPr="00991AF3" w:rsidRDefault="00D8081E" w:rsidP="00FA0996">
            <w:pPr>
              <w:pStyle w:val="Dotpoint"/>
              <w:ind w:left="283"/>
              <w:rPr>
                <w:sz w:val="20"/>
              </w:rPr>
            </w:pPr>
            <w:r w:rsidRPr="00991AF3">
              <w:rPr>
                <w:sz w:val="20"/>
              </w:rPr>
              <w:t>the date on which the fund became a notified foreign passport fund</w:t>
            </w:r>
          </w:p>
          <w:p w14:paraId="392A3930" w14:textId="77777777" w:rsidR="00D8081E" w:rsidRPr="00991AF3" w:rsidRDefault="00D8081E" w:rsidP="00FA0996">
            <w:pPr>
              <w:pStyle w:val="Dotpoint"/>
              <w:ind w:left="283"/>
              <w:rPr>
                <w:sz w:val="20"/>
              </w:rPr>
            </w:pPr>
            <w:r w:rsidRPr="00991AF3">
              <w:rPr>
                <w:sz w:val="20"/>
              </w:rPr>
              <w:t>the operator’s name and ARBN</w:t>
            </w:r>
          </w:p>
          <w:p w14:paraId="23E0B4AA" w14:textId="77777777" w:rsidR="00D8081E" w:rsidRPr="00991AF3" w:rsidRDefault="00D8081E" w:rsidP="00FA0996">
            <w:pPr>
              <w:pStyle w:val="Dotpoint"/>
              <w:ind w:left="283"/>
              <w:rPr>
                <w:sz w:val="20"/>
              </w:rPr>
            </w:pPr>
            <w:r w:rsidRPr="00991AF3">
              <w:rPr>
                <w:sz w:val="20"/>
              </w:rPr>
              <w:t>any other name/ARBN of an operator of that fund, including the date when it started and ceased to have that name or ARBN</w:t>
            </w:r>
          </w:p>
          <w:p w14:paraId="7E7FA982" w14:textId="77777777" w:rsidR="00D8081E" w:rsidRPr="00991AF3" w:rsidRDefault="00D8081E" w:rsidP="00FA0996">
            <w:pPr>
              <w:pStyle w:val="Dotpoint"/>
              <w:ind w:left="283"/>
              <w:rPr>
                <w:sz w:val="20"/>
              </w:rPr>
            </w:pPr>
            <w:r w:rsidRPr="00991AF3">
              <w:rPr>
                <w:sz w:val="20"/>
              </w:rPr>
              <w:t>the fund’s review date</w:t>
            </w:r>
          </w:p>
          <w:p w14:paraId="0296D292" w14:textId="77777777" w:rsidR="00D8081E" w:rsidRPr="00991AF3" w:rsidRDefault="00D8081E" w:rsidP="00FA0996">
            <w:pPr>
              <w:pStyle w:val="Dotpoint"/>
              <w:ind w:left="283"/>
              <w:rPr>
                <w:sz w:val="20"/>
              </w:rPr>
            </w:pPr>
            <w:r w:rsidRPr="00991AF3">
              <w:rPr>
                <w:sz w:val="20"/>
              </w:rPr>
              <w:t>the name of the auditor of the fund’s financial reports for reach financial year</w:t>
            </w:r>
          </w:p>
          <w:p w14:paraId="6F18E58E" w14:textId="77777777" w:rsidR="00D8081E" w:rsidRPr="00991AF3" w:rsidRDefault="00D8081E" w:rsidP="00FA0996">
            <w:pPr>
              <w:pStyle w:val="Dotpoint"/>
              <w:ind w:left="283"/>
              <w:rPr>
                <w:sz w:val="20"/>
              </w:rPr>
            </w:pPr>
            <w:r w:rsidRPr="00991AF3">
              <w:rPr>
                <w:sz w:val="20"/>
              </w:rPr>
              <w:t>the name of the implementation reviewer for the fund for each review period</w:t>
            </w:r>
          </w:p>
        </w:tc>
      </w:tr>
      <w:tr w:rsidR="00D8081E" w:rsidRPr="00991AF3" w14:paraId="25F278DE" w14:textId="77777777" w:rsidTr="00F442C3">
        <w:trPr>
          <w:cantSplit/>
          <w:tblHeader/>
        </w:trPr>
        <w:tc>
          <w:tcPr>
            <w:tcW w:w="2660" w:type="dxa"/>
          </w:tcPr>
          <w:p w14:paraId="02F9AF2B" w14:textId="77777777" w:rsidR="00D8081E" w:rsidRPr="00991AF3" w:rsidRDefault="00D8081E" w:rsidP="00FA0996">
            <w:pPr>
              <w:tabs>
                <w:tab w:val="left" w:pos="1701"/>
                <w:tab w:val="right" w:pos="9072"/>
              </w:tabs>
              <w:spacing w:after="240"/>
              <w:ind w:right="91"/>
              <w:rPr>
                <w:sz w:val="20"/>
              </w:rPr>
            </w:pPr>
            <w:r w:rsidRPr="00991AF3">
              <w:rPr>
                <w:sz w:val="20"/>
              </w:rPr>
              <w:t>Denotified foreign passport funds</w:t>
            </w:r>
          </w:p>
        </w:tc>
        <w:tc>
          <w:tcPr>
            <w:tcW w:w="5812" w:type="dxa"/>
          </w:tcPr>
          <w:p w14:paraId="3FC1BFAA" w14:textId="77777777" w:rsidR="00D8081E" w:rsidRPr="00991AF3" w:rsidRDefault="00D8081E" w:rsidP="00FA0996">
            <w:pPr>
              <w:tabs>
                <w:tab w:val="left" w:pos="1701"/>
                <w:tab w:val="right" w:pos="9072"/>
              </w:tabs>
              <w:spacing w:after="240"/>
              <w:ind w:right="91"/>
              <w:rPr>
                <w:sz w:val="20"/>
              </w:rPr>
            </w:pPr>
            <w:r w:rsidRPr="00991AF3">
              <w:rPr>
                <w:sz w:val="20"/>
              </w:rPr>
              <w:t>In addition to the details for notified foreign passport funds:</w:t>
            </w:r>
          </w:p>
          <w:p w14:paraId="06E2BBB3" w14:textId="77777777" w:rsidR="00D8081E" w:rsidRPr="00991AF3" w:rsidRDefault="00D8081E" w:rsidP="00FA0996">
            <w:pPr>
              <w:pStyle w:val="Dotpoint"/>
              <w:ind w:left="283"/>
              <w:rPr>
                <w:sz w:val="20"/>
              </w:rPr>
            </w:pPr>
            <w:r w:rsidRPr="00991AF3">
              <w:rPr>
                <w:sz w:val="20"/>
              </w:rPr>
              <w:t>the date on which the fund was removed as a notified foreign passport fund</w:t>
            </w:r>
          </w:p>
          <w:p w14:paraId="43476B76" w14:textId="77777777" w:rsidR="00D8081E" w:rsidRPr="00991AF3" w:rsidRDefault="00D8081E" w:rsidP="00FA0996">
            <w:pPr>
              <w:pStyle w:val="Dotpoint"/>
              <w:ind w:left="283"/>
              <w:rPr>
                <w:sz w:val="20"/>
              </w:rPr>
            </w:pPr>
            <w:r w:rsidRPr="00991AF3">
              <w:rPr>
                <w:sz w:val="20"/>
              </w:rPr>
              <w:t>whether the denotification was voluntary or occurred because the fund was deregistered as a passport fund in its home economy</w:t>
            </w:r>
          </w:p>
        </w:tc>
      </w:tr>
    </w:tbl>
    <w:p w14:paraId="62139ECF" w14:textId="77777777" w:rsidR="00D14C99" w:rsidRDefault="00D14C99" w:rsidP="00D8081E">
      <w:pPr>
        <w:tabs>
          <w:tab w:val="left" w:pos="1701"/>
          <w:tab w:val="right" w:pos="9072"/>
        </w:tabs>
        <w:spacing w:after="240"/>
        <w:ind w:right="91"/>
        <w:rPr>
          <w:szCs w:val="24"/>
          <w:u w:val="single"/>
        </w:rPr>
      </w:pPr>
    </w:p>
    <w:p w14:paraId="25C053F3" w14:textId="77777777" w:rsidR="00D8081E" w:rsidRPr="00D14C99" w:rsidRDefault="00D14C99" w:rsidP="00D8081E">
      <w:pPr>
        <w:tabs>
          <w:tab w:val="left" w:pos="1701"/>
          <w:tab w:val="right" w:pos="9072"/>
        </w:tabs>
        <w:spacing w:after="240"/>
        <w:ind w:right="91"/>
        <w:rPr>
          <w:szCs w:val="24"/>
          <w:u w:val="single"/>
        </w:rPr>
      </w:pPr>
      <w:r>
        <w:rPr>
          <w:szCs w:val="24"/>
          <w:u w:val="single"/>
        </w:rPr>
        <w:t xml:space="preserve">New Regulation to Continue the Application of the Corporations </w:t>
      </w:r>
      <w:r w:rsidR="00F442C3">
        <w:rPr>
          <w:szCs w:val="24"/>
          <w:u w:val="single"/>
        </w:rPr>
        <w:t xml:space="preserve">Act </w:t>
      </w:r>
      <w:r>
        <w:rPr>
          <w:szCs w:val="24"/>
          <w:u w:val="single"/>
        </w:rPr>
        <w:t>and ASIC Act</w:t>
      </w:r>
    </w:p>
    <w:p w14:paraId="5E616891" w14:textId="17638C2C" w:rsidR="00D8081E" w:rsidRPr="00991AF3" w:rsidRDefault="00D8081E" w:rsidP="00D8081E">
      <w:pPr>
        <w:tabs>
          <w:tab w:val="left" w:pos="1701"/>
          <w:tab w:val="right" w:pos="9072"/>
        </w:tabs>
        <w:spacing w:after="240"/>
        <w:ind w:right="91"/>
        <w:rPr>
          <w:szCs w:val="24"/>
        </w:rPr>
      </w:pPr>
      <w:r w:rsidRPr="00991AF3">
        <w:rPr>
          <w:szCs w:val="24"/>
        </w:rPr>
        <w:t xml:space="preserve">A new regulation to continue the application of certain provisions of the Corporations Act and ASIC Act after a fund is deregistered or de-notified is also under development. These provisions </w:t>
      </w:r>
      <w:r w:rsidR="00F55EF3">
        <w:rPr>
          <w:szCs w:val="24"/>
        </w:rPr>
        <w:t>will</w:t>
      </w:r>
      <w:r w:rsidRPr="00991AF3">
        <w:rPr>
          <w:szCs w:val="24"/>
        </w:rPr>
        <w:t xml:space="preserve"> only continue to apply until the point when the fund cease to have any members who acquired interests while the fund was a passport fund or </w:t>
      </w:r>
      <w:r w:rsidR="00602E8B">
        <w:rPr>
          <w:szCs w:val="24"/>
        </w:rPr>
        <w:t>on</w:t>
      </w:r>
      <w:r w:rsidR="00602E8B" w:rsidRPr="00991AF3">
        <w:rPr>
          <w:szCs w:val="24"/>
        </w:rPr>
        <w:t xml:space="preserve"> </w:t>
      </w:r>
      <w:r w:rsidRPr="00991AF3">
        <w:rPr>
          <w:szCs w:val="24"/>
        </w:rPr>
        <w:t xml:space="preserve">the expectation that the fund would be a passport fund. This new regulation is designed to give effect to the MOC and section 1216L of the Corporations Act. </w:t>
      </w:r>
    </w:p>
    <w:p w14:paraId="59F573F7" w14:textId="77777777" w:rsidR="00D8081E" w:rsidRPr="00991AF3" w:rsidRDefault="00D8081E" w:rsidP="00D8081E">
      <w:pPr>
        <w:tabs>
          <w:tab w:val="left" w:pos="1701"/>
          <w:tab w:val="right" w:pos="9072"/>
        </w:tabs>
        <w:spacing w:after="240"/>
        <w:ind w:right="91"/>
        <w:rPr>
          <w:szCs w:val="24"/>
        </w:rPr>
      </w:pPr>
      <w:r w:rsidRPr="00991AF3">
        <w:rPr>
          <w:szCs w:val="24"/>
        </w:rPr>
        <w:t>The current policy intention is to continue the application of the following:</w:t>
      </w:r>
    </w:p>
    <w:p w14:paraId="386EBD26" w14:textId="77777777" w:rsidR="00D8081E" w:rsidRPr="00991AF3" w:rsidRDefault="00D8081E" w:rsidP="00D8081E">
      <w:pPr>
        <w:pStyle w:val="Bullet"/>
      </w:pPr>
      <w:r w:rsidRPr="00991AF3">
        <w:t>the requirement for an Australian passport fund to keep a branch register of members of the fund outside Australia (see, in particular, section 178AA);</w:t>
      </w:r>
    </w:p>
    <w:p w14:paraId="0B5B1C4C" w14:textId="42DEE7BB" w:rsidR="00D8081E" w:rsidRPr="00991AF3" w:rsidRDefault="00D8081E" w:rsidP="00D8081E">
      <w:pPr>
        <w:pStyle w:val="Bullet"/>
      </w:pPr>
      <w:r w:rsidRPr="00991AF3">
        <w:t xml:space="preserve">certain provisions </w:t>
      </w:r>
      <w:r w:rsidR="00602E8B">
        <w:t>which</w:t>
      </w:r>
      <w:r w:rsidRPr="00991AF3">
        <w:t xml:space="preserve"> disqualify a person from managing corporations if the person is disqualified from being a director of a passport fund or the fund’s </w:t>
      </w:r>
      <w:r w:rsidRPr="00991AF3">
        <w:lastRenderedPageBreak/>
        <w:t>operator under an order made by a court of a prescribed foreign jurisdiction (see, in particular,  sections 206B, 206EAA and 206HAA);</w:t>
      </w:r>
    </w:p>
    <w:p w14:paraId="415939A5" w14:textId="77777777" w:rsidR="00D8081E" w:rsidRPr="00991AF3" w:rsidRDefault="00D8081E" w:rsidP="00D8081E">
      <w:pPr>
        <w:pStyle w:val="Bullet"/>
      </w:pPr>
      <w:r w:rsidRPr="00991AF3">
        <w:t>financial reporting obligations (see, in particular, sections 285, 314A, 315, 316AA, 319, 321, 322, 323DAA, 340A, 341A and 344);</w:t>
      </w:r>
    </w:p>
    <w:p w14:paraId="170544F6" w14:textId="77777777" w:rsidR="00D8081E" w:rsidRPr="00991AF3" w:rsidRDefault="00D8081E" w:rsidP="00D8081E">
      <w:pPr>
        <w:pStyle w:val="Bullet"/>
      </w:pPr>
      <w:r w:rsidRPr="00991AF3">
        <w:t>certain requirements relating to updating ASIC information (see, in particular, sections 45A, 345B, 345C, 346A, 346B, 346C, 348A, 348B and 348D);</w:t>
      </w:r>
    </w:p>
    <w:p w14:paraId="403358ED" w14:textId="77777777" w:rsidR="00D8081E" w:rsidRPr="00991AF3" w:rsidRDefault="00D8081E" w:rsidP="00D8081E">
      <w:pPr>
        <w:pStyle w:val="Bullet"/>
      </w:pPr>
      <w:r w:rsidRPr="00991AF3">
        <w:t>certain requirements relating to the form of documents lodged with ASIC (see sections 351 and 1212B);</w:t>
      </w:r>
    </w:p>
    <w:p w14:paraId="0CE7417C" w14:textId="77777777" w:rsidR="00D8081E" w:rsidRPr="00991AF3" w:rsidRDefault="00D8081E" w:rsidP="00D8081E">
      <w:pPr>
        <w:pStyle w:val="Bullet"/>
      </w:pPr>
      <w:r w:rsidRPr="00991AF3">
        <w:t>the requirements relating to takeovers (see, in particular, sections 602, 602A, 608, 637, 650D, 658C and 670B);</w:t>
      </w:r>
    </w:p>
    <w:p w14:paraId="1EC7ED2B" w14:textId="77777777" w:rsidR="00D8081E" w:rsidRPr="00991AF3" w:rsidRDefault="00D8081E" w:rsidP="00D8081E">
      <w:pPr>
        <w:pStyle w:val="Bullet"/>
      </w:pPr>
      <w:r w:rsidRPr="00991AF3">
        <w:t>the information and disclosure requirements applying to persons who hold interests in listed notified foreign passport funds (see, in particular, sections 671B, 672A, 672B, 672C, 672D, 672DA, 672E, 674 and 675);</w:t>
      </w:r>
    </w:p>
    <w:p w14:paraId="76E24A28" w14:textId="77777777" w:rsidR="00D8081E" w:rsidRPr="00991AF3" w:rsidRDefault="00D8081E" w:rsidP="00D8081E">
      <w:pPr>
        <w:pStyle w:val="Bullet"/>
      </w:pPr>
      <w:r w:rsidRPr="00991AF3">
        <w:t>the provisions that apply when a notified foreign passport fund is a participant in an Australian licensed market (see, in particular, sections 793C, 798C and 798D);</w:t>
      </w:r>
    </w:p>
    <w:p w14:paraId="6243E1EE" w14:textId="77777777" w:rsidR="00D8081E" w:rsidRPr="00991AF3" w:rsidRDefault="00D8081E" w:rsidP="00D8081E">
      <w:pPr>
        <w:pStyle w:val="Bullet"/>
      </w:pPr>
      <w:r w:rsidRPr="00991AF3">
        <w:t>the licensing obligations and banning orders (see, in particular, sections 911A, 912A, 915B, 915C, 920A and 988E);</w:t>
      </w:r>
    </w:p>
    <w:p w14:paraId="613F5BF9" w14:textId="77777777" w:rsidR="00D8081E" w:rsidRPr="00991AF3" w:rsidRDefault="00D8081E" w:rsidP="00D8081E">
      <w:pPr>
        <w:pStyle w:val="Bullet"/>
      </w:pPr>
      <w:r w:rsidRPr="00991AF3">
        <w:t>the disclosure obligations, including the requirements to provide a Financial Services Guide, Statement of Advice and Product Disclosure Statement (see, in particular, sections 941C, 946B, 1010B, 1020AA);</w:t>
      </w:r>
    </w:p>
    <w:p w14:paraId="56B84A9A" w14:textId="77777777" w:rsidR="00D8081E" w:rsidRPr="00991AF3" w:rsidRDefault="00D8081E" w:rsidP="00D8081E">
      <w:pPr>
        <w:pStyle w:val="Bullet"/>
      </w:pPr>
      <w:r w:rsidRPr="00991AF3">
        <w:t>the prohibition on conflicted remuneration (see, in particular, section 964);</w:t>
      </w:r>
    </w:p>
    <w:p w14:paraId="7712EC67" w14:textId="77777777" w:rsidR="00D8081E" w:rsidRPr="00991AF3" w:rsidRDefault="00D8081E" w:rsidP="00D8081E">
      <w:pPr>
        <w:pStyle w:val="Bullet"/>
      </w:pPr>
      <w:r w:rsidRPr="00991AF3">
        <w:t>the prohibition on hawking (see, in particular, sections 992A and 992AA);</w:t>
      </w:r>
    </w:p>
    <w:p w14:paraId="2C04324A" w14:textId="77777777" w:rsidR="00D8081E" w:rsidRPr="00991AF3" w:rsidRDefault="00D8081E" w:rsidP="00D8081E">
      <w:pPr>
        <w:pStyle w:val="Bullet"/>
      </w:pPr>
      <w:r w:rsidRPr="00991AF3">
        <w:t>the provision of a cooling-off period (see, in particular, section 1019A);</w:t>
      </w:r>
    </w:p>
    <w:p w14:paraId="380A18ED" w14:textId="77777777" w:rsidR="00D8081E" w:rsidRPr="00991AF3" w:rsidRDefault="00D8081E" w:rsidP="00D8081E">
      <w:pPr>
        <w:pStyle w:val="Bullet"/>
      </w:pPr>
      <w:r w:rsidRPr="00991AF3">
        <w:t>the restrictions on short-selling (see, in particular, section 1020B);</w:t>
      </w:r>
    </w:p>
    <w:p w14:paraId="766AFFFB" w14:textId="77777777" w:rsidR="00D8081E" w:rsidRPr="00991AF3" w:rsidRDefault="00D8081E" w:rsidP="00D8081E">
      <w:pPr>
        <w:pStyle w:val="Bullet"/>
      </w:pPr>
      <w:r w:rsidRPr="00991AF3">
        <w:t>the insider-trading provisions (see, in particular, sections 1043B, 1043C and 1043L);</w:t>
      </w:r>
    </w:p>
    <w:p w14:paraId="01EB2FC2" w14:textId="77777777" w:rsidR="00D8081E" w:rsidRPr="00991AF3" w:rsidRDefault="00D8081E" w:rsidP="00D8081E">
      <w:pPr>
        <w:pStyle w:val="Bullet"/>
      </w:pPr>
      <w:r w:rsidRPr="00991AF3">
        <w:t>the Passport Rules for this jurisdiction and offences for breaches of the Passport Rules (see section 1211B)</w:t>
      </w:r>
    </w:p>
    <w:p w14:paraId="3693C46C" w14:textId="77777777" w:rsidR="00D8081E" w:rsidRPr="00991AF3" w:rsidRDefault="00D8081E" w:rsidP="00D8081E">
      <w:pPr>
        <w:pStyle w:val="Bullet"/>
      </w:pPr>
      <w:r w:rsidRPr="00991AF3">
        <w:t>the prohibition on offering debentures (see section 1213H);</w:t>
      </w:r>
    </w:p>
    <w:p w14:paraId="5DE33DC0" w14:textId="77777777" w:rsidR="00D8081E" w:rsidRPr="00991AF3" w:rsidRDefault="00D8081E" w:rsidP="00D8081E">
      <w:pPr>
        <w:pStyle w:val="Bullet"/>
      </w:pPr>
      <w:r w:rsidRPr="00991AF3">
        <w:t>the power for certain persons to request a copy of a notified foreign passport fund’s register of members or constitution, or inspect their books (see, in particular, sections 1213J, 1213K, 1213L, 1213M, 1213N, 1213P and 1300)</w:t>
      </w:r>
    </w:p>
    <w:p w14:paraId="71C4C969" w14:textId="77777777" w:rsidR="00D8081E" w:rsidRPr="00991AF3" w:rsidRDefault="00D8081E" w:rsidP="00D8081E">
      <w:pPr>
        <w:pStyle w:val="Bullet"/>
      </w:pPr>
      <w:r w:rsidRPr="00991AF3">
        <w:t>ASIC’s exemption and modification power in relation to Chapter 8A (sections 1217 and 1217A);</w:t>
      </w:r>
    </w:p>
    <w:p w14:paraId="256FB91B" w14:textId="77777777" w:rsidR="00D8081E" w:rsidRPr="00991AF3" w:rsidRDefault="00D8081E" w:rsidP="00D8081E">
      <w:pPr>
        <w:pStyle w:val="Bullet"/>
      </w:pPr>
      <w:r w:rsidRPr="00991AF3">
        <w:lastRenderedPageBreak/>
        <w:t>provisions relating to the civil consequences of contravening civil penalty provisions and ASIC’s power to accept enforceable undertakings (see, in particular, sections 1317DAA, 1317E, 1317G, 1317H, 1317HA, 1317HB, 1317HE and 1317J of the Corporations Act and section 93B of the ASIC Act);</w:t>
      </w:r>
    </w:p>
    <w:p w14:paraId="4A1D134E" w14:textId="77777777" w:rsidR="00D8081E" w:rsidRPr="00991AF3" w:rsidRDefault="00D8081E" w:rsidP="00D8081E">
      <w:pPr>
        <w:pStyle w:val="Bullet"/>
      </w:pPr>
      <w:r w:rsidRPr="00991AF3">
        <w:t>the provisions relating to treating notified foreign passport funds as managed investment schemes (see sections 1213E and 1213F); and</w:t>
      </w:r>
    </w:p>
    <w:p w14:paraId="587A70A6" w14:textId="77777777" w:rsidR="00D8081E" w:rsidRPr="00991AF3" w:rsidRDefault="00D8081E" w:rsidP="00D8081E">
      <w:pPr>
        <w:pStyle w:val="Bullet"/>
      </w:pPr>
      <w:r w:rsidRPr="00991AF3">
        <w:t xml:space="preserve">necessary definitions including </w:t>
      </w:r>
      <w:r w:rsidR="00D14C99">
        <w:t>those relating to financial services (see in particular sections 761E, 764A, 765A, 766D, 766E and 1212BAB) and those relating to disclosing entities and ED securities (see sections 11AE, 111AFB and 111AH)</w:t>
      </w:r>
      <w:r w:rsidR="00D14C99" w:rsidRPr="00991AF3">
        <w:t>.</w:t>
      </w:r>
    </w:p>
    <w:p w14:paraId="6C407DEC" w14:textId="77777777" w:rsidR="00D8081E" w:rsidRPr="00991AF3" w:rsidRDefault="00D8081E" w:rsidP="00D8081E">
      <w:pPr>
        <w:pStyle w:val="Bullet"/>
        <w:numPr>
          <w:ilvl w:val="0"/>
          <w:numId w:val="0"/>
        </w:numPr>
      </w:pPr>
      <w:r w:rsidRPr="00991AF3">
        <w:t xml:space="preserve">An amendment to the </w:t>
      </w:r>
      <w:r w:rsidRPr="00991AF3">
        <w:rPr>
          <w:i/>
        </w:rPr>
        <w:t>ASIC Supervisory Cost Recovery Levy Regulations 2017</w:t>
      </w:r>
      <w:r w:rsidRPr="00991AF3">
        <w:t xml:space="preserve"> which require these funds to continue to pay the supervisory cost recovery levy is also under development.</w:t>
      </w:r>
    </w:p>
    <w:p w14:paraId="012BBCFA" w14:textId="77777777" w:rsidR="00D8081E" w:rsidRPr="00991AF3" w:rsidRDefault="00D8081E" w:rsidP="00D8081E">
      <w:pPr>
        <w:tabs>
          <w:tab w:val="left" w:pos="1701"/>
          <w:tab w:val="right" w:pos="9072"/>
        </w:tabs>
        <w:spacing w:after="240"/>
        <w:ind w:right="91"/>
        <w:rPr>
          <w:szCs w:val="24"/>
          <w:u w:val="single"/>
        </w:rPr>
      </w:pPr>
      <w:r w:rsidRPr="00991AF3">
        <w:rPr>
          <w:szCs w:val="24"/>
          <w:u w:val="single"/>
        </w:rPr>
        <w:t>Items 61 to 64 (searches of registers)</w:t>
      </w:r>
    </w:p>
    <w:p w14:paraId="05FD6810" w14:textId="15484E8D" w:rsidR="00D8081E" w:rsidRPr="00991AF3" w:rsidRDefault="00D8081E" w:rsidP="00D8081E">
      <w:pPr>
        <w:tabs>
          <w:tab w:val="left" w:pos="1701"/>
          <w:tab w:val="right" w:pos="9072"/>
        </w:tabs>
        <w:spacing w:after="240"/>
        <w:ind w:right="91"/>
        <w:rPr>
          <w:szCs w:val="24"/>
        </w:rPr>
      </w:pPr>
      <w:r w:rsidRPr="00991AF3">
        <w:rPr>
          <w:szCs w:val="24"/>
        </w:rPr>
        <w:t xml:space="preserve">Items 61 and 64 allow persons to inspect and search the Register of Passport Funds. ASIC also has the power to make regulations to prevent certain information from being made publicly available and are </w:t>
      </w:r>
      <w:r w:rsidR="00F442C3">
        <w:rPr>
          <w:szCs w:val="24"/>
        </w:rPr>
        <w:t>intending to prevent all private information</w:t>
      </w:r>
      <w:r w:rsidRPr="00991AF3">
        <w:rPr>
          <w:szCs w:val="24"/>
        </w:rPr>
        <w:t xml:space="preserve"> </w:t>
      </w:r>
      <w:r w:rsidR="00F442C3">
        <w:rPr>
          <w:szCs w:val="24"/>
        </w:rPr>
        <w:t xml:space="preserve">from being </w:t>
      </w:r>
      <w:r w:rsidRPr="00991AF3">
        <w:rPr>
          <w:szCs w:val="24"/>
        </w:rPr>
        <w:t xml:space="preserve">released (see sections 1212(4) and 1213(4) inserted by the ARFP Act). </w:t>
      </w:r>
    </w:p>
    <w:p w14:paraId="658DEBDA" w14:textId="77777777" w:rsidR="00D8081E" w:rsidRPr="00991AF3" w:rsidRDefault="00D8081E" w:rsidP="00D8081E">
      <w:pPr>
        <w:tabs>
          <w:tab w:val="left" w:pos="1701"/>
          <w:tab w:val="right" w:pos="9072"/>
        </w:tabs>
        <w:spacing w:after="240"/>
        <w:ind w:right="91"/>
        <w:rPr>
          <w:szCs w:val="24"/>
        </w:rPr>
      </w:pPr>
      <w:r w:rsidRPr="00991AF3">
        <w:rPr>
          <w:szCs w:val="24"/>
        </w:rPr>
        <w:t>Items 62 and 63 make technical amendments to the provisions that apply to registered schemes to clarify that they refer to registrations, winding up and deregistration under Chapter 5C of the Corporations Act</w:t>
      </w:r>
      <w:r w:rsidR="00F442C3">
        <w:rPr>
          <w:szCs w:val="24"/>
        </w:rPr>
        <w:t>.</w:t>
      </w:r>
    </w:p>
    <w:p w14:paraId="109DFED3" w14:textId="77777777" w:rsidR="00D8081E" w:rsidRPr="00991AF3" w:rsidRDefault="00D8081E" w:rsidP="00D8081E">
      <w:pPr>
        <w:tabs>
          <w:tab w:val="left" w:pos="1701"/>
          <w:tab w:val="right" w:pos="9072"/>
        </w:tabs>
        <w:spacing w:after="240"/>
        <w:ind w:right="91"/>
        <w:rPr>
          <w:szCs w:val="24"/>
          <w:u w:val="single"/>
        </w:rPr>
      </w:pPr>
      <w:r w:rsidRPr="00991AF3">
        <w:rPr>
          <w:szCs w:val="24"/>
          <w:u w:val="single"/>
        </w:rPr>
        <w:t>Items 65 to 67 (penalty for new strict liability offences)</w:t>
      </w:r>
    </w:p>
    <w:p w14:paraId="1845A0BF" w14:textId="77777777" w:rsidR="00D8081E" w:rsidRPr="00991AF3" w:rsidRDefault="00D8081E" w:rsidP="00D8081E">
      <w:pPr>
        <w:tabs>
          <w:tab w:val="left" w:pos="1701"/>
          <w:tab w:val="right" w:pos="9072"/>
        </w:tabs>
        <w:spacing w:after="240"/>
        <w:ind w:right="91"/>
        <w:rPr>
          <w:szCs w:val="24"/>
        </w:rPr>
      </w:pPr>
      <w:r w:rsidRPr="00991AF3">
        <w:rPr>
          <w:szCs w:val="24"/>
        </w:rPr>
        <w:t xml:space="preserve">Items 65 to 67 prescribe a penalty for the new offences in the ARFP Act that are subject to the penalty notice regime in section 1313 of the Corporations Act. The prescribed penalty </w:t>
      </w:r>
      <w:r w:rsidR="00F55EF3">
        <w:rPr>
          <w:szCs w:val="24"/>
        </w:rPr>
        <w:t>is</w:t>
      </w:r>
      <w:r w:rsidRPr="00991AF3">
        <w:rPr>
          <w:szCs w:val="24"/>
        </w:rPr>
        <w:t xml:space="preserve"> 12 penalty units for a natural person and 60</w:t>
      </w:r>
      <w:r w:rsidR="00F442C3">
        <w:rPr>
          <w:szCs w:val="24"/>
        </w:rPr>
        <w:t xml:space="preserve"> penalty</w:t>
      </w:r>
      <w:r w:rsidRPr="00991AF3">
        <w:rPr>
          <w:szCs w:val="24"/>
        </w:rPr>
        <w:t xml:space="preserve"> units for a body corporate. This amount is consistent with the Australian Government’s </w:t>
      </w:r>
      <w:r w:rsidRPr="00991AF3">
        <w:rPr>
          <w:i/>
          <w:szCs w:val="24"/>
        </w:rPr>
        <w:t>Guide to Framing Commonwealth Offences, Infringement Notices and Enforcement Powers</w:t>
      </w:r>
      <w:r w:rsidRPr="00991AF3">
        <w:rPr>
          <w:szCs w:val="24"/>
        </w:rPr>
        <w:t xml:space="preserve"> which states that the amount payable for a penalty notice provision should not exceed one fifth of the maximum penalty that a court may impose (60 penalty units as per subsection 1313(8)) and should be less than 50 penalty units for an individual.</w:t>
      </w:r>
    </w:p>
    <w:p w14:paraId="42348CCA" w14:textId="77777777" w:rsidR="00D8081E" w:rsidRPr="00991AF3" w:rsidRDefault="00D8081E" w:rsidP="00D8081E">
      <w:pPr>
        <w:tabs>
          <w:tab w:val="left" w:pos="1701"/>
          <w:tab w:val="right" w:pos="9072"/>
        </w:tabs>
        <w:spacing w:after="240"/>
        <w:ind w:right="91"/>
        <w:rPr>
          <w:szCs w:val="24"/>
          <w:u w:val="single"/>
        </w:rPr>
      </w:pPr>
      <w:r w:rsidRPr="00991AF3">
        <w:rPr>
          <w:szCs w:val="24"/>
          <w:u w:val="single"/>
        </w:rPr>
        <w:t>Items 68 to 72 (updating registers)</w:t>
      </w:r>
    </w:p>
    <w:p w14:paraId="7509ED35" w14:textId="77777777" w:rsidR="00D8081E" w:rsidRPr="00991AF3" w:rsidRDefault="00D8081E" w:rsidP="00D8081E">
      <w:pPr>
        <w:autoSpaceDE w:val="0"/>
        <w:autoSpaceDN w:val="0"/>
        <w:adjustRightInd w:val="0"/>
        <w:spacing w:before="0" w:after="200"/>
        <w:rPr>
          <w:szCs w:val="24"/>
        </w:rPr>
      </w:pPr>
      <w:r w:rsidRPr="00991AF3">
        <w:rPr>
          <w:szCs w:val="24"/>
        </w:rPr>
        <w:t xml:space="preserve">The ARFP Act requires the operator of a listed notified foreign passport fund to keep a record of registered interests (see existing section 672DA). A register of members must also be retained for all notified foreign passport fund so that it can be made available to members </w:t>
      </w:r>
      <w:r w:rsidR="00686C2B">
        <w:rPr>
          <w:szCs w:val="24"/>
        </w:rPr>
        <w:t>or</w:t>
      </w:r>
      <w:r w:rsidRPr="00991AF3">
        <w:rPr>
          <w:szCs w:val="24"/>
        </w:rPr>
        <w:t xml:space="preserve"> ASIC (see sections 1213K and 1213P). If these registers are stored by the operator or another corporation, items 68 to 72 require them to be </w:t>
      </w:r>
      <w:r w:rsidR="00D14C99">
        <w:rPr>
          <w:szCs w:val="24"/>
        </w:rPr>
        <w:t>maintained so that the registers are no more than 20 business days out of date</w:t>
      </w:r>
      <w:r w:rsidRPr="00991AF3">
        <w:rPr>
          <w:szCs w:val="24"/>
        </w:rPr>
        <w:t xml:space="preserve">. </w:t>
      </w:r>
    </w:p>
    <w:p w14:paraId="18DE0391" w14:textId="77777777" w:rsidR="00D8081E" w:rsidRPr="00991AF3" w:rsidRDefault="00D8081E" w:rsidP="00D14C99">
      <w:pPr>
        <w:keepNext/>
        <w:keepLines/>
        <w:tabs>
          <w:tab w:val="left" w:pos="1701"/>
          <w:tab w:val="right" w:pos="9072"/>
        </w:tabs>
        <w:spacing w:after="240"/>
        <w:ind w:right="91"/>
        <w:rPr>
          <w:szCs w:val="24"/>
          <w:u w:val="single"/>
        </w:rPr>
      </w:pPr>
      <w:r w:rsidRPr="00991AF3">
        <w:rPr>
          <w:szCs w:val="24"/>
          <w:u w:val="single"/>
        </w:rPr>
        <w:lastRenderedPageBreak/>
        <w:t xml:space="preserve">Items 75 and 76 (obtaining copies) </w:t>
      </w:r>
    </w:p>
    <w:p w14:paraId="183B8827" w14:textId="77777777" w:rsidR="00D8081E" w:rsidRPr="00991AF3" w:rsidRDefault="00D8081E" w:rsidP="00D8081E">
      <w:pPr>
        <w:tabs>
          <w:tab w:val="left" w:pos="1701"/>
          <w:tab w:val="right" w:pos="9072"/>
        </w:tabs>
        <w:ind w:right="91"/>
        <w:rPr>
          <w:szCs w:val="24"/>
        </w:rPr>
      </w:pPr>
      <w:r w:rsidRPr="00991AF3">
        <w:rPr>
          <w:szCs w:val="24"/>
        </w:rPr>
        <w:t>The ARFP Act allows certain persons to request a copy of the constitution or the register of members of a notified foreign passport funds (see sections 1213J and 1213K).</w:t>
      </w:r>
    </w:p>
    <w:p w14:paraId="3EE2F5AB" w14:textId="77777777" w:rsidR="00D8081E" w:rsidRPr="00991AF3" w:rsidRDefault="00D8081E" w:rsidP="00D8081E">
      <w:pPr>
        <w:tabs>
          <w:tab w:val="left" w:pos="1701"/>
          <w:tab w:val="right" w:pos="9072"/>
        </w:tabs>
        <w:ind w:right="91"/>
        <w:rPr>
          <w:szCs w:val="24"/>
        </w:rPr>
      </w:pPr>
      <w:r w:rsidRPr="00991AF3">
        <w:rPr>
          <w:szCs w:val="24"/>
        </w:rPr>
        <w:t>Item 76 prescribe</w:t>
      </w:r>
      <w:r w:rsidR="00F55EF3">
        <w:rPr>
          <w:szCs w:val="24"/>
        </w:rPr>
        <w:t>s</w:t>
      </w:r>
      <w:r w:rsidRPr="00991AF3">
        <w:rPr>
          <w:szCs w:val="24"/>
        </w:rPr>
        <w:t xml:space="preserve"> a maximum fee of </w:t>
      </w:r>
      <w:r w:rsidR="00D14C99">
        <w:rPr>
          <w:szCs w:val="24"/>
        </w:rPr>
        <w:t>$</w:t>
      </w:r>
      <w:r w:rsidRPr="00991AF3">
        <w:rPr>
          <w:szCs w:val="24"/>
        </w:rPr>
        <w:t xml:space="preserve">10 for supplying a copy of the constitution. The prescribed fee for supplying a copy of a register of members of a notified foreign passport fund would be </w:t>
      </w:r>
      <w:r w:rsidR="00D14C99">
        <w:rPr>
          <w:szCs w:val="24"/>
        </w:rPr>
        <w:t>$</w:t>
      </w:r>
      <w:r w:rsidRPr="00991AF3">
        <w:rPr>
          <w:szCs w:val="24"/>
        </w:rPr>
        <w:t xml:space="preserve">250 </w:t>
      </w:r>
      <w:r w:rsidR="00D14C99">
        <w:rPr>
          <w:szCs w:val="24"/>
        </w:rPr>
        <w:t>plus 5 cents</w:t>
      </w:r>
      <w:r w:rsidRPr="00991AF3">
        <w:rPr>
          <w:szCs w:val="24"/>
        </w:rPr>
        <w:t xml:space="preserve"> for each member in the </w:t>
      </w:r>
      <w:r w:rsidR="00D14C99">
        <w:rPr>
          <w:szCs w:val="24"/>
        </w:rPr>
        <w:t>range from 5,000 to 20,000 and 1 cent</w:t>
      </w:r>
      <w:r w:rsidRPr="00991AF3">
        <w:rPr>
          <w:szCs w:val="24"/>
        </w:rPr>
        <w:t xml:space="preserve"> for the 20,000</w:t>
      </w:r>
      <w:r w:rsidRPr="00991AF3">
        <w:rPr>
          <w:szCs w:val="24"/>
          <w:vertAlign w:val="superscript"/>
        </w:rPr>
        <w:t>th</w:t>
      </w:r>
      <w:r w:rsidRPr="00991AF3">
        <w:rPr>
          <w:szCs w:val="24"/>
        </w:rPr>
        <w:t xml:space="preserve"> member and each additional member. This </w:t>
      </w:r>
      <w:r w:rsidR="00F55EF3">
        <w:rPr>
          <w:szCs w:val="24"/>
        </w:rPr>
        <w:t>is</w:t>
      </w:r>
      <w:r w:rsidRPr="00991AF3">
        <w:rPr>
          <w:szCs w:val="24"/>
        </w:rPr>
        <w:t xml:space="preserve"> the same as the amount currently prescribed for obtaining a copy of the register of a registered scheme in existing item 1AA of the table in Schedule 4. </w:t>
      </w:r>
    </w:p>
    <w:p w14:paraId="23F76F20" w14:textId="77777777" w:rsidR="00D8081E" w:rsidRPr="00991AF3" w:rsidRDefault="00D8081E" w:rsidP="00D8081E">
      <w:pPr>
        <w:tabs>
          <w:tab w:val="left" w:pos="1701"/>
          <w:tab w:val="right" w:pos="9072"/>
        </w:tabs>
        <w:ind w:right="91"/>
        <w:rPr>
          <w:szCs w:val="24"/>
        </w:rPr>
      </w:pPr>
      <w:r w:rsidRPr="00991AF3">
        <w:rPr>
          <w:szCs w:val="24"/>
        </w:rPr>
        <w:t xml:space="preserve">Existing item 1AA </w:t>
      </w:r>
      <w:r w:rsidR="00F55EF3">
        <w:rPr>
          <w:szCs w:val="24"/>
        </w:rPr>
        <w:t>is</w:t>
      </w:r>
      <w:r w:rsidRPr="00991AF3">
        <w:rPr>
          <w:szCs w:val="24"/>
        </w:rPr>
        <w:t xml:space="preserve"> also remade so that it is in the same form as the new item for registers of members of a notified foreign passport fund and complies with the current drafting directions.</w:t>
      </w:r>
    </w:p>
    <w:p w14:paraId="666ED578" w14:textId="77777777" w:rsidR="00D8081E" w:rsidRPr="00991AF3" w:rsidRDefault="00D8081E" w:rsidP="00D8081E">
      <w:pPr>
        <w:tabs>
          <w:tab w:val="left" w:pos="1701"/>
          <w:tab w:val="right" w:pos="9072"/>
        </w:tabs>
        <w:ind w:right="91"/>
        <w:rPr>
          <w:szCs w:val="24"/>
        </w:rPr>
      </w:pPr>
      <w:r w:rsidRPr="00991AF3">
        <w:rPr>
          <w:szCs w:val="24"/>
          <w:u w:val="single"/>
        </w:rPr>
        <w:t>Items 79 to 85 (availability of names)</w:t>
      </w:r>
    </w:p>
    <w:p w14:paraId="45005B4C" w14:textId="77777777" w:rsidR="00D8081E" w:rsidRPr="00991AF3" w:rsidRDefault="00D8081E" w:rsidP="00D8081E">
      <w:pPr>
        <w:tabs>
          <w:tab w:val="left" w:pos="1701"/>
          <w:tab w:val="right" w:pos="9072"/>
        </w:tabs>
        <w:ind w:right="91"/>
        <w:rPr>
          <w:szCs w:val="24"/>
        </w:rPr>
      </w:pPr>
      <w:r w:rsidRPr="00991AF3">
        <w:rPr>
          <w:szCs w:val="24"/>
        </w:rPr>
        <w:t>Items 79 to 85 amend the rules for determining the av</w:t>
      </w:r>
      <w:r w:rsidR="00F55EF3">
        <w:rPr>
          <w:szCs w:val="24"/>
        </w:rPr>
        <w:t>ailability of names in Schedule </w:t>
      </w:r>
      <w:r w:rsidRPr="00991AF3">
        <w:rPr>
          <w:szCs w:val="24"/>
        </w:rPr>
        <w:t>6. In particular, they prevent an entity using a name containing the phrase ‘passpor</w:t>
      </w:r>
      <w:r>
        <w:rPr>
          <w:szCs w:val="24"/>
        </w:rPr>
        <w:t xml:space="preserve">t fund’ if the entity is not a </w:t>
      </w:r>
      <w:r w:rsidRPr="00991AF3">
        <w:rPr>
          <w:szCs w:val="24"/>
        </w:rPr>
        <w:t>foreign passport fund.</w:t>
      </w:r>
    </w:p>
    <w:p w14:paraId="39BB525E" w14:textId="77777777" w:rsidR="00D8081E" w:rsidRPr="00991AF3" w:rsidRDefault="00D8081E" w:rsidP="00D8081E">
      <w:pPr>
        <w:tabs>
          <w:tab w:val="left" w:pos="1701"/>
          <w:tab w:val="right" w:pos="9072"/>
        </w:tabs>
        <w:spacing w:after="240"/>
        <w:ind w:right="91"/>
        <w:rPr>
          <w:szCs w:val="24"/>
          <w:u w:val="single"/>
        </w:rPr>
      </w:pPr>
      <w:r w:rsidRPr="00991AF3">
        <w:rPr>
          <w:szCs w:val="24"/>
          <w:u w:val="single"/>
        </w:rPr>
        <w:t xml:space="preserve">Items 34, 36, 43, 73, 74 and 118 to 119 (technical amendments) </w:t>
      </w:r>
    </w:p>
    <w:p w14:paraId="6253BF3B" w14:textId="77777777" w:rsidR="00D8081E" w:rsidRPr="00991AF3" w:rsidRDefault="00D8081E" w:rsidP="00D8081E">
      <w:pPr>
        <w:tabs>
          <w:tab w:val="left" w:pos="1701"/>
          <w:tab w:val="right" w:pos="9072"/>
        </w:tabs>
        <w:ind w:right="91"/>
        <w:rPr>
          <w:szCs w:val="24"/>
        </w:rPr>
      </w:pPr>
      <w:r w:rsidRPr="00991AF3">
        <w:rPr>
          <w:szCs w:val="24"/>
        </w:rPr>
        <w:t>Items 34, 43, 73, 118 and 119 replace various references to a ‘registered managed investment scheme’ with ‘registered scheme’ (see the discussion of items 34 and 35 above).</w:t>
      </w:r>
      <w:r w:rsidRPr="00991AF3">
        <w:rPr>
          <w:color w:val="000000"/>
          <w:lang w:val="en-GB" w:eastAsia="en-GB"/>
        </w:rPr>
        <w:t xml:space="preserve"> This ensure</w:t>
      </w:r>
      <w:r w:rsidR="00F55EF3">
        <w:rPr>
          <w:color w:val="000000"/>
          <w:lang w:val="en-GB" w:eastAsia="en-GB"/>
        </w:rPr>
        <w:t>s</w:t>
      </w:r>
      <w:r w:rsidRPr="00991AF3">
        <w:rPr>
          <w:color w:val="000000"/>
          <w:lang w:val="en-GB" w:eastAsia="en-GB"/>
        </w:rPr>
        <w:t xml:space="preserve"> that a defined term is used rather than a term with an uncertain meaning. It </w:t>
      </w:r>
      <w:r w:rsidR="00F55EF3">
        <w:rPr>
          <w:color w:val="000000"/>
          <w:lang w:val="en-GB" w:eastAsia="en-GB"/>
        </w:rPr>
        <w:t>also clarifies</w:t>
      </w:r>
      <w:r w:rsidRPr="00991AF3">
        <w:rPr>
          <w:color w:val="000000"/>
          <w:lang w:val="en-GB" w:eastAsia="en-GB"/>
        </w:rPr>
        <w:t xml:space="preserve"> that notified foreign passport funds (which are treated as managed investment schemes) are not captured</w:t>
      </w:r>
      <w:r w:rsidR="00D14C99">
        <w:rPr>
          <w:color w:val="000000"/>
          <w:lang w:val="en-GB" w:eastAsia="en-GB"/>
        </w:rPr>
        <w:t>, where the term is used</w:t>
      </w:r>
      <w:r w:rsidRPr="00991AF3">
        <w:rPr>
          <w:szCs w:val="24"/>
        </w:rPr>
        <w:t xml:space="preserve">. </w:t>
      </w:r>
    </w:p>
    <w:p w14:paraId="41DC2788" w14:textId="77777777" w:rsidR="00D8081E" w:rsidRPr="00991AF3" w:rsidRDefault="00D8081E" w:rsidP="00D8081E">
      <w:pPr>
        <w:tabs>
          <w:tab w:val="left" w:pos="1701"/>
          <w:tab w:val="right" w:pos="9072"/>
        </w:tabs>
        <w:ind w:right="91"/>
        <w:rPr>
          <w:szCs w:val="24"/>
        </w:rPr>
      </w:pPr>
      <w:r w:rsidRPr="00991AF3">
        <w:rPr>
          <w:szCs w:val="24"/>
        </w:rPr>
        <w:t>Item 36 make</w:t>
      </w:r>
      <w:r w:rsidR="00F55EF3">
        <w:rPr>
          <w:szCs w:val="24"/>
        </w:rPr>
        <w:t>s</w:t>
      </w:r>
      <w:r w:rsidRPr="00991AF3">
        <w:rPr>
          <w:szCs w:val="24"/>
        </w:rPr>
        <w:t xml:space="preserve"> a technical correction to amend the terminology in the second example in paragraph </w:t>
      </w:r>
      <w:r w:rsidRPr="00991AF3">
        <w:t>7.7A.10(3)(a) so that it refer</w:t>
      </w:r>
      <w:r w:rsidR="00FA0996">
        <w:t>s</w:t>
      </w:r>
      <w:r w:rsidRPr="00991AF3">
        <w:t xml:space="preserve"> to a ‘registered scheme’ rather than a ‘managed investment scheme’. The term is used in the context of a scheme with a responsible entity and is intended to only apply to registered schemes because only registered schemes have responsible entities.</w:t>
      </w:r>
    </w:p>
    <w:p w14:paraId="35E551DE" w14:textId="77777777" w:rsidR="00D8081E" w:rsidRPr="00991AF3" w:rsidRDefault="00D8081E" w:rsidP="00D8081E">
      <w:pPr>
        <w:tabs>
          <w:tab w:val="left" w:pos="1701"/>
          <w:tab w:val="right" w:pos="9072"/>
        </w:tabs>
        <w:spacing w:after="240"/>
        <w:ind w:right="91"/>
        <w:rPr>
          <w:szCs w:val="24"/>
        </w:rPr>
      </w:pPr>
      <w:r w:rsidRPr="00991AF3">
        <w:rPr>
          <w:szCs w:val="24"/>
        </w:rPr>
        <w:t>Item 74 repeal</w:t>
      </w:r>
      <w:r w:rsidR="00FA0996">
        <w:rPr>
          <w:szCs w:val="24"/>
        </w:rPr>
        <w:t>s</w:t>
      </w:r>
      <w:r w:rsidRPr="00991AF3">
        <w:rPr>
          <w:szCs w:val="24"/>
        </w:rPr>
        <w:t xml:space="preserve"> the item in Schedule 1 that purports to prescribe a form (Form 911) for annexures. The prescribed form no longer exists. </w:t>
      </w:r>
    </w:p>
    <w:p w14:paraId="398273BC" w14:textId="77777777" w:rsidR="00D8081E" w:rsidRDefault="00D8081E" w:rsidP="00D8081E">
      <w:pPr>
        <w:tabs>
          <w:tab w:val="left" w:pos="1701"/>
          <w:tab w:val="right" w:pos="9072"/>
        </w:tabs>
        <w:ind w:right="91"/>
        <w:rPr>
          <w:szCs w:val="24"/>
          <w:u w:val="single"/>
        </w:rPr>
      </w:pPr>
    </w:p>
    <w:p w14:paraId="5C9ED514" w14:textId="77777777" w:rsidR="00D8081E" w:rsidRPr="00991AF3" w:rsidRDefault="00D8081E" w:rsidP="00D8081E">
      <w:pPr>
        <w:tabs>
          <w:tab w:val="left" w:pos="1701"/>
          <w:tab w:val="right" w:pos="9072"/>
        </w:tabs>
        <w:ind w:right="91"/>
        <w:rPr>
          <w:b/>
          <w:szCs w:val="24"/>
          <w:u w:val="single"/>
        </w:rPr>
      </w:pPr>
      <w:r w:rsidRPr="00991AF3">
        <w:rPr>
          <w:szCs w:val="24"/>
          <w:u w:val="single"/>
        </w:rPr>
        <w:t xml:space="preserve">Schedule 2 – Other </w:t>
      </w:r>
      <w:r w:rsidR="00686C2B">
        <w:rPr>
          <w:szCs w:val="24"/>
          <w:u w:val="single"/>
        </w:rPr>
        <w:t>A</w:t>
      </w:r>
      <w:r w:rsidRPr="00991AF3">
        <w:rPr>
          <w:szCs w:val="24"/>
          <w:u w:val="single"/>
        </w:rPr>
        <w:t>mendments</w:t>
      </w:r>
    </w:p>
    <w:p w14:paraId="54613BAD" w14:textId="77777777" w:rsidR="00D8081E" w:rsidRPr="00991AF3" w:rsidRDefault="00D8081E" w:rsidP="00D8081E">
      <w:pPr>
        <w:shd w:val="clear" w:color="auto" w:fill="FFFFFF" w:themeFill="background1"/>
        <w:autoSpaceDE w:val="0"/>
        <w:autoSpaceDN w:val="0"/>
        <w:adjustRightInd w:val="0"/>
        <w:spacing w:after="240"/>
        <w:rPr>
          <w:szCs w:val="24"/>
          <w:u w:val="single"/>
        </w:rPr>
      </w:pPr>
      <w:r w:rsidRPr="00991AF3">
        <w:rPr>
          <w:szCs w:val="24"/>
          <w:u w:val="single"/>
        </w:rPr>
        <w:t xml:space="preserve">Items 1 to 6 (amendments to the </w:t>
      </w:r>
      <w:r w:rsidRPr="00991AF3">
        <w:rPr>
          <w:i/>
          <w:szCs w:val="24"/>
          <w:u w:val="single"/>
        </w:rPr>
        <w:t>ASIC Supervisory Cost Recovery Levy Regulations 2017</w:t>
      </w:r>
      <w:r w:rsidRPr="00991AF3">
        <w:rPr>
          <w:szCs w:val="24"/>
          <w:u w:val="single"/>
        </w:rPr>
        <w:t>)</w:t>
      </w:r>
    </w:p>
    <w:p w14:paraId="313B4CC4" w14:textId="77777777" w:rsidR="00D8081E" w:rsidRPr="00991AF3" w:rsidRDefault="00D8081E" w:rsidP="00D8081E">
      <w:pPr>
        <w:shd w:val="clear" w:color="auto" w:fill="FFFFFF" w:themeFill="background1"/>
        <w:autoSpaceDE w:val="0"/>
        <w:autoSpaceDN w:val="0"/>
        <w:adjustRightInd w:val="0"/>
        <w:spacing w:after="240"/>
        <w:rPr>
          <w:szCs w:val="24"/>
        </w:rPr>
      </w:pPr>
      <w:r w:rsidRPr="00991AF3">
        <w:rPr>
          <w:szCs w:val="24"/>
        </w:rPr>
        <w:t>Item</w:t>
      </w:r>
      <w:r w:rsidR="00FA0996">
        <w:rPr>
          <w:szCs w:val="24"/>
        </w:rPr>
        <w:t>s</w:t>
      </w:r>
      <w:r w:rsidRPr="00991AF3">
        <w:rPr>
          <w:szCs w:val="24"/>
        </w:rPr>
        <w:t xml:space="preserve"> 1 and 2 amend section 5B of the </w:t>
      </w:r>
      <w:r w:rsidRPr="00991AF3">
        <w:rPr>
          <w:i/>
          <w:szCs w:val="24"/>
        </w:rPr>
        <w:t>ASIC Supervisory Cost Recovery Levy Regulations 2017</w:t>
      </w:r>
      <w:r w:rsidRPr="00991AF3">
        <w:rPr>
          <w:szCs w:val="24"/>
        </w:rPr>
        <w:t xml:space="preserve"> to prescribe the operator of a notified foreign passport fund as </w:t>
      </w:r>
      <w:r w:rsidR="00D14C99">
        <w:rPr>
          <w:szCs w:val="24"/>
        </w:rPr>
        <w:t>a</w:t>
      </w:r>
      <w:r w:rsidRPr="00991AF3">
        <w:rPr>
          <w:szCs w:val="24"/>
        </w:rPr>
        <w:t xml:space="preserve"> leviable entity for the purposes of those Regulations.</w:t>
      </w:r>
    </w:p>
    <w:p w14:paraId="4AFCCAC7" w14:textId="77777777" w:rsidR="00D8081E" w:rsidRPr="00991AF3" w:rsidRDefault="00D8081E" w:rsidP="00D8081E">
      <w:pPr>
        <w:shd w:val="clear" w:color="auto" w:fill="FFFFFF" w:themeFill="background1"/>
        <w:autoSpaceDE w:val="0"/>
        <w:autoSpaceDN w:val="0"/>
        <w:adjustRightInd w:val="0"/>
        <w:spacing w:after="240"/>
        <w:rPr>
          <w:szCs w:val="24"/>
        </w:rPr>
      </w:pPr>
      <w:r w:rsidRPr="00991AF3">
        <w:rPr>
          <w:szCs w:val="24"/>
        </w:rPr>
        <w:t xml:space="preserve">Items 3 and 5 make an amendment to the entity metric for the ‘responsible entities’ and ‘wholesale trustees’ sub-sectors. The entity metric is the mechanism used to calculate each entity’s share of activity within the subsector. For the ‘responsible entities’ subsector, the entity metric is the total value of all assets in a registered scheme operated by the entity at the end of the financial year. Certain assets are </w:t>
      </w:r>
      <w:r w:rsidRPr="00991AF3">
        <w:rPr>
          <w:szCs w:val="24"/>
        </w:rPr>
        <w:lastRenderedPageBreak/>
        <w:t xml:space="preserve">disregarded including, if the entity </w:t>
      </w:r>
      <w:r w:rsidR="00D14C99">
        <w:rPr>
          <w:szCs w:val="24"/>
        </w:rPr>
        <w:t xml:space="preserve">also </w:t>
      </w:r>
      <w:r w:rsidRPr="00991AF3">
        <w:rPr>
          <w:szCs w:val="24"/>
        </w:rPr>
        <w:t xml:space="preserve">forms part of the ‘wholesale trustees’ sub-sector, any assets that are interests in an unregistered managed investment scheme. For the ‘wholesale trustees’ sub-sector, the entity metric is based on the total value of assets at the end of the financial year in all managed investment schemes issued by the trustee disregarding, inter alia, any assets in another unregistered managed investment scheme (see the </w:t>
      </w:r>
      <w:r w:rsidRPr="00991AF3">
        <w:rPr>
          <w:i/>
          <w:szCs w:val="24"/>
        </w:rPr>
        <w:t>ASIC Supervisory Cost Recovery Levy Amendment (Enhancements) Regulations 2018</w:t>
      </w:r>
      <w:r w:rsidRPr="00991AF3">
        <w:rPr>
          <w:szCs w:val="24"/>
        </w:rPr>
        <w:t>). Items 3 and 5 clarify that the references to an unregistered managed investment scheme do not include a notified foreign passport fund.</w:t>
      </w:r>
    </w:p>
    <w:p w14:paraId="5EFC0A62" w14:textId="77777777" w:rsidR="00D8081E" w:rsidRPr="00991AF3" w:rsidRDefault="00D8081E" w:rsidP="00D8081E">
      <w:pPr>
        <w:shd w:val="clear" w:color="auto" w:fill="FFFFFF" w:themeFill="background1"/>
        <w:autoSpaceDE w:val="0"/>
        <w:autoSpaceDN w:val="0"/>
        <w:adjustRightInd w:val="0"/>
        <w:spacing w:after="240"/>
        <w:rPr>
          <w:szCs w:val="24"/>
        </w:rPr>
      </w:pPr>
      <w:r w:rsidRPr="00991AF3">
        <w:rPr>
          <w:szCs w:val="24"/>
        </w:rPr>
        <w:t xml:space="preserve">Items 4 and 6 create a new sub-sector covering operators of notified foreign passport funds. Operators automatically become part of the sub-sector if the fund was a notified foreign passport fund at any time during the financial year. </w:t>
      </w:r>
    </w:p>
    <w:p w14:paraId="0627467E" w14:textId="77777777" w:rsidR="00D8081E" w:rsidRPr="00991AF3" w:rsidRDefault="00D8081E" w:rsidP="00D8081E">
      <w:pPr>
        <w:shd w:val="clear" w:color="auto" w:fill="FFFFFF" w:themeFill="background1"/>
        <w:autoSpaceDE w:val="0"/>
        <w:autoSpaceDN w:val="0"/>
        <w:adjustRightInd w:val="0"/>
        <w:spacing w:after="240"/>
        <w:rPr>
          <w:szCs w:val="24"/>
        </w:rPr>
      </w:pPr>
      <w:r w:rsidRPr="00991AF3">
        <w:rPr>
          <w:szCs w:val="24"/>
        </w:rPr>
        <w:t xml:space="preserve">The levy for the new sub-sector </w:t>
      </w:r>
      <w:r w:rsidR="00FA0996">
        <w:rPr>
          <w:szCs w:val="24"/>
        </w:rPr>
        <w:t>is</w:t>
      </w:r>
      <w:r w:rsidRPr="00991AF3">
        <w:rPr>
          <w:szCs w:val="24"/>
        </w:rPr>
        <w:t xml:space="preserve"> calculated in a similar way to the levy for the ‘wholesale sub-sector’ and consist</w:t>
      </w:r>
      <w:r w:rsidR="00686C2B">
        <w:rPr>
          <w:szCs w:val="24"/>
        </w:rPr>
        <w:t>s</w:t>
      </w:r>
      <w:r w:rsidRPr="00991AF3">
        <w:rPr>
          <w:szCs w:val="24"/>
        </w:rPr>
        <w:t xml:space="preserve"> of a minimum levy component ($1,000) and a graduated levy component. When calculating the graduated levy component, the entity metric </w:t>
      </w:r>
      <w:r w:rsidR="00FA0996">
        <w:rPr>
          <w:szCs w:val="24"/>
        </w:rPr>
        <w:t>is</w:t>
      </w:r>
      <w:r w:rsidRPr="00991AF3">
        <w:rPr>
          <w:szCs w:val="24"/>
        </w:rPr>
        <w:t xml:space="preserve"> the total value of Australian assets in all notified foreign passport funds operated by the entity at the end of the financial year, disregarding any</w:t>
      </w:r>
      <w:r w:rsidR="00D14C99">
        <w:rPr>
          <w:szCs w:val="24"/>
        </w:rPr>
        <w:t xml:space="preserve"> Australian</w:t>
      </w:r>
      <w:r w:rsidRPr="00991AF3">
        <w:rPr>
          <w:szCs w:val="24"/>
        </w:rPr>
        <w:t xml:space="preserve"> assets that are interests in another notified foreign passport fund. The total value of Australian assets </w:t>
      </w:r>
      <w:r w:rsidR="00FA0996">
        <w:rPr>
          <w:szCs w:val="24"/>
        </w:rPr>
        <w:t>is</w:t>
      </w:r>
      <w:r w:rsidRPr="00991AF3">
        <w:rPr>
          <w:szCs w:val="24"/>
        </w:rPr>
        <w:t xml:space="preserve"> determined by using the redemption price of all interests in the fund held by Australian members </w:t>
      </w:r>
      <w:r w:rsidR="00B83569">
        <w:rPr>
          <w:szCs w:val="24"/>
        </w:rPr>
        <w:t xml:space="preserve">at the end of the financial year </w:t>
      </w:r>
      <w:r w:rsidRPr="00991AF3">
        <w:rPr>
          <w:szCs w:val="24"/>
        </w:rPr>
        <w:t xml:space="preserve">(as per subsection 50(1) the Passport </w:t>
      </w:r>
      <w:r w:rsidRPr="00991AF3">
        <w:rPr>
          <w:szCs w:val="24"/>
          <w:shd w:val="clear" w:color="auto" w:fill="FFFFFF" w:themeFill="background1"/>
        </w:rPr>
        <w:t>Rules). If the fund</w:t>
      </w:r>
      <w:r w:rsidRPr="00991AF3">
        <w:rPr>
          <w:szCs w:val="24"/>
        </w:rPr>
        <w:t xml:space="preserve"> is only a notified foreign passport fund for part of the financial year, the entity metric </w:t>
      </w:r>
      <w:r w:rsidR="00FA0996">
        <w:rPr>
          <w:szCs w:val="24"/>
        </w:rPr>
        <w:t>is</w:t>
      </w:r>
      <w:r w:rsidRPr="00991AF3">
        <w:rPr>
          <w:szCs w:val="24"/>
        </w:rPr>
        <w:t xml:space="preserve"> pro-rated to reflect the portion of the year that the fund was a notified fund. </w:t>
      </w:r>
    </w:p>
    <w:p w14:paraId="2BC8110A" w14:textId="77777777" w:rsidR="00D8081E" w:rsidRPr="00991AF3" w:rsidRDefault="00D8081E" w:rsidP="00D8081E">
      <w:pPr>
        <w:tabs>
          <w:tab w:val="left" w:pos="1701"/>
          <w:tab w:val="right" w:pos="9072"/>
        </w:tabs>
        <w:spacing w:after="240"/>
        <w:ind w:right="91"/>
        <w:rPr>
          <w:szCs w:val="24"/>
          <w:u w:val="single"/>
        </w:rPr>
      </w:pPr>
      <w:r w:rsidRPr="00991AF3">
        <w:rPr>
          <w:szCs w:val="24"/>
          <w:u w:val="single"/>
        </w:rPr>
        <w:t xml:space="preserve">Items 7 and 8 (amendments to the </w:t>
      </w:r>
      <w:r w:rsidRPr="00991AF3">
        <w:rPr>
          <w:i/>
          <w:szCs w:val="24"/>
          <w:u w:val="single"/>
        </w:rPr>
        <w:t>ASIC Regulations 2001</w:t>
      </w:r>
      <w:r w:rsidRPr="00991AF3">
        <w:rPr>
          <w:szCs w:val="24"/>
          <w:u w:val="single"/>
        </w:rPr>
        <w:t xml:space="preserve">) </w:t>
      </w:r>
    </w:p>
    <w:p w14:paraId="35426820" w14:textId="4783E3D6" w:rsidR="00D8081E" w:rsidRPr="00991AF3" w:rsidRDefault="00D8081E" w:rsidP="00D8081E">
      <w:pPr>
        <w:shd w:val="clear" w:color="auto" w:fill="FFFFFF" w:themeFill="background1"/>
        <w:autoSpaceDE w:val="0"/>
        <w:autoSpaceDN w:val="0"/>
        <w:adjustRightInd w:val="0"/>
        <w:spacing w:after="240"/>
        <w:rPr>
          <w:szCs w:val="24"/>
        </w:rPr>
      </w:pPr>
      <w:r w:rsidRPr="00991AF3">
        <w:rPr>
          <w:szCs w:val="24"/>
        </w:rPr>
        <w:t xml:space="preserve">ASIC, in its annual reports, is required to set out various details about its use of prescribed information gathering powers, including the number of times it used the power in the last financial year (see existing section 136 of the ASIC Act). The ARFP </w:t>
      </w:r>
      <w:r w:rsidR="006C44B8">
        <w:rPr>
          <w:szCs w:val="24"/>
        </w:rPr>
        <w:t xml:space="preserve">Act </w:t>
      </w:r>
      <w:r w:rsidRPr="00991AF3">
        <w:rPr>
          <w:szCs w:val="24"/>
        </w:rPr>
        <w:t>grants ASIC a new power to require an operator of a notified foreign passport fund to lodge its register of members (see section 1213P). Item 7 prescribe</w:t>
      </w:r>
      <w:r w:rsidR="00FA0996">
        <w:rPr>
          <w:szCs w:val="24"/>
        </w:rPr>
        <w:t>s</w:t>
      </w:r>
      <w:r w:rsidRPr="00991AF3">
        <w:rPr>
          <w:szCs w:val="24"/>
        </w:rPr>
        <w:t xml:space="preserve"> this new power so that ASIC must also include details about its use in its annual report.</w:t>
      </w:r>
    </w:p>
    <w:p w14:paraId="4FA17601" w14:textId="77777777" w:rsidR="00D8081E" w:rsidRPr="00991AF3" w:rsidRDefault="00D8081E" w:rsidP="00D8081E">
      <w:pPr>
        <w:shd w:val="clear" w:color="auto" w:fill="FFFFFF" w:themeFill="background1"/>
        <w:autoSpaceDE w:val="0"/>
        <w:autoSpaceDN w:val="0"/>
        <w:adjustRightInd w:val="0"/>
        <w:spacing w:after="240"/>
        <w:rPr>
          <w:szCs w:val="24"/>
        </w:rPr>
      </w:pPr>
      <w:r w:rsidRPr="00991AF3">
        <w:rPr>
          <w:szCs w:val="24"/>
        </w:rPr>
        <w:t>Item 8 amend</w:t>
      </w:r>
      <w:r w:rsidR="00FA0996">
        <w:rPr>
          <w:szCs w:val="24"/>
        </w:rPr>
        <w:t>s</w:t>
      </w:r>
      <w:r w:rsidRPr="00991AF3">
        <w:rPr>
          <w:szCs w:val="24"/>
        </w:rPr>
        <w:t xml:space="preserve"> the meaning of ‘clearing and settlement facility’ to include transferring an interest in a notified foreign passport fund (and other similar financial products). This ensure</w:t>
      </w:r>
      <w:r w:rsidR="00FA0996">
        <w:rPr>
          <w:szCs w:val="24"/>
        </w:rPr>
        <w:t>s</w:t>
      </w:r>
      <w:r w:rsidRPr="00991AF3">
        <w:rPr>
          <w:szCs w:val="24"/>
        </w:rPr>
        <w:t xml:space="preserve"> that the definition of providing a ‘financial service’ for the purposes of the ASIC Act also captures transferring an interest in a notified foreign passport fund (and other similar financial products).</w:t>
      </w:r>
    </w:p>
    <w:p w14:paraId="0038F12A" w14:textId="29C86CD9" w:rsidR="00D8081E" w:rsidRPr="00991AF3" w:rsidRDefault="00D8081E" w:rsidP="00D8081E">
      <w:pPr>
        <w:tabs>
          <w:tab w:val="left" w:pos="1701"/>
          <w:tab w:val="right" w:pos="9072"/>
        </w:tabs>
        <w:spacing w:after="240"/>
        <w:ind w:right="91"/>
        <w:rPr>
          <w:szCs w:val="24"/>
          <w:u w:val="single"/>
        </w:rPr>
      </w:pPr>
      <w:r w:rsidRPr="00991AF3">
        <w:rPr>
          <w:szCs w:val="24"/>
          <w:u w:val="single"/>
        </w:rPr>
        <w:t xml:space="preserve">Items 9 to 20 (amendments to the </w:t>
      </w:r>
      <w:r w:rsidRPr="00991AF3">
        <w:rPr>
          <w:i/>
          <w:szCs w:val="24"/>
          <w:u w:val="single"/>
        </w:rPr>
        <w:t>Corporations (Fees) Regulations 2001</w:t>
      </w:r>
      <w:r w:rsidRPr="00991AF3">
        <w:rPr>
          <w:szCs w:val="24"/>
          <w:u w:val="single"/>
        </w:rPr>
        <w:t>)</w:t>
      </w:r>
    </w:p>
    <w:p w14:paraId="238881D8" w14:textId="77777777" w:rsidR="00D8081E" w:rsidRPr="00991AF3" w:rsidRDefault="00D8081E" w:rsidP="00D8081E">
      <w:pPr>
        <w:shd w:val="clear" w:color="auto" w:fill="FFFFFF" w:themeFill="background1"/>
        <w:autoSpaceDE w:val="0"/>
        <w:autoSpaceDN w:val="0"/>
        <w:adjustRightInd w:val="0"/>
        <w:spacing w:after="240"/>
        <w:rPr>
          <w:szCs w:val="24"/>
        </w:rPr>
      </w:pPr>
      <w:r w:rsidRPr="00991AF3">
        <w:rPr>
          <w:szCs w:val="24"/>
        </w:rPr>
        <w:t>Items 9 to 11 impose the new regulatory fees on notified foreign passport fund and Australian passport funds set out in Table 2.1.</w:t>
      </w:r>
    </w:p>
    <w:p w14:paraId="46EA0E0B" w14:textId="77777777" w:rsidR="00D8081E" w:rsidRPr="00991AF3" w:rsidRDefault="00D8081E" w:rsidP="00B83569">
      <w:pPr>
        <w:keepNext/>
        <w:keepLines/>
        <w:shd w:val="clear" w:color="auto" w:fill="FFFFFF" w:themeFill="background1"/>
        <w:autoSpaceDE w:val="0"/>
        <w:autoSpaceDN w:val="0"/>
        <w:adjustRightInd w:val="0"/>
        <w:spacing w:after="240"/>
        <w:rPr>
          <w:b/>
          <w:i/>
          <w:szCs w:val="24"/>
        </w:rPr>
      </w:pPr>
      <w:r w:rsidRPr="00991AF3">
        <w:rPr>
          <w:b/>
          <w:i/>
          <w:szCs w:val="24"/>
        </w:rPr>
        <w:lastRenderedPageBreak/>
        <w:t xml:space="preserve">Table 2.1: New ASIC Fees </w:t>
      </w:r>
    </w:p>
    <w:tbl>
      <w:tblPr>
        <w:tblStyle w:val="TableGrid"/>
        <w:tblW w:w="8399" w:type="dxa"/>
        <w:tblLook w:val="04A0" w:firstRow="1" w:lastRow="0" w:firstColumn="1" w:lastColumn="0" w:noHBand="0" w:noVBand="1"/>
      </w:tblPr>
      <w:tblGrid>
        <w:gridCol w:w="1127"/>
        <w:gridCol w:w="5644"/>
        <w:gridCol w:w="1628"/>
      </w:tblGrid>
      <w:tr w:rsidR="00D8081E" w:rsidRPr="00991AF3" w14:paraId="63AD0968" w14:textId="77777777" w:rsidTr="00FA0996">
        <w:trPr>
          <w:tblHeader/>
        </w:trPr>
        <w:tc>
          <w:tcPr>
            <w:tcW w:w="1127" w:type="dxa"/>
            <w:shd w:val="clear" w:color="auto" w:fill="BFBFBF" w:themeFill="background1" w:themeFillShade="BF"/>
          </w:tcPr>
          <w:p w14:paraId="1C29844E" w14:textId="77777777" w:rsidR="00D8081E" w:rsidRPr="00991AF3" w:rsidRDefault="00D8081E" w:rsidP="00B83569">
            <w:pPr>
              <w:keepNext/>
              <w:keepLines/>
              <w:autoSpaceDE w:val="0"/>
              <w:autoSpaceDN w:val="0"/>
              <w:adjustRightInd w:val="0"/>
              <w:spacing w:after="0"/>
              <w:jc w:val="center"/>
              <w:rPr>
                <w:b/>
                <w:i/>
                <w:sz w:val="20"/>
              </w:rPr>
            </w:pPr>
            <w:r w:rsidRPr="00991AF3">
              <w:rPr>
                <w:b/>
                <w:i/>
                <w:sz w:val="20"/>
              </w:rPr>
              <w:t>Table Item</w:t>
            </w:r>
          </w:p>
        </w:tc>
        <w:tc>
          <w:tcPr>
            <w:tcW w:w="5644" w:type="dxa"/>
            <w:shd w:val="clear" w:color="auto" w:fill="BFBFBF" w:themeFill="background1" w:themeFillShade="BF"/>
          </w:tcPr>
          <w:p w14:paraId="7FC562AC" w14:textId="77777777" w:rsidR="00D8081E" w:rsidRPr="00991AF3" w:rsidRDefault="00D8081E" w:rsidP="00B83569">
            <w:pPr>
              <w:keepNext/>
              <w:keepLines/>
              <w:autoSpaceDE w:val="0"/>
              <w:autoSpaceDN w:val="0"/>
              <w:adjustRightInd w:val="0"/>
              <w:spacing w:after="0"/>
              <w:jc w:val="center"/>
              <w:rPr>
                <w:b/>
                <w:i/>
                <w:sz w:val="20"/>
              </w:rPr>
            </w:pPr>
            <w:r w:rsidRPr="00991AF3">
              <w:rPr>
                <w:b/>
                <w:i/>
                <w:sz w:val="20"/>
              </w:rPr>
              <w:t>Chargeable Matter</w:t>
            </w:r>
          </w:p>
        </w:tc>
        <w:tc>
          <w:tcPr>
            <w:tcW w:w="1628" w:type="dxa"/>
            <w:shd w:val="clear" w:color="auto" w:fill="BFBFBF" w:themeFill="background1" w:themeFillShade="BF"/>
          </w:tcPr>
          <w:p w14:paraId="5267657B" w14:textId="77777777" w:rsidR="00D8081E" w:rsidRPr="00991AF3" w:rsidRDefault="00D8081E" w:rsidP="00B83569">
            <w:pPr>
              <w:keepNext/>
              <w:keepLines/>
              <w:autoSpaceDE w:val="0"/>
              <w:autoSpaceDN w:val="0"/>
              <w:adjustRightInd w:val="0"/>
              <w:spacing w:after="0"/>
              <w:jc w:val="center"/>
              <w:rPr>
                <w:b/>
                <w:i/>
                <w:sz w:val="20"/>
              </w:rPr>
            </w:pPr>
            <w:r w:rsidRPr="00991AF3">
              <w:rPr>
                <w:b/>
                <w:i/>
                <w:sz w:val="20"/>
              </w:rPr>
              <w:t>Fee</w:t>
            </w:r>
          </w:p>
        </w:tc>
      </w:tr>
      <w:tr w:rsidR="00D8081E" w:rsidRPr="00991AF3" w14:paraId="682615E7" w14:textId="77777777" w:rsidTr="00FA0996">
        <w:tc>
          <w:tcPr>
            <w:tcW w:w="8399" w:type="dxa"/>
            <w:gridSpan w:val="3"/>
          </w:tcPr>
          <w:p w14:paraId="004EBFF0" w14:textId="77777777" w:rsidR="00D8081E" w:rsidRPr="00991AF3" w:rsidRDefault="00D8081E" w:rsidP="00B83569">
            <w:pPr>
              <w:keepNext/>
              <w:keepLines/>
              <w:autoSpaceDE w:val="0"/>
              <w:autoSpaceDN w:val="0"/>
              <w:adjustRightInd w:val="0"/>
              <w:spacing w:after="0"/>
              <w:rPr>
                <w:b/>
                <w:i/>
                <w:sz w:val="20"/>
              </w:rPr>
            </w:pPr>
            <w:r w:rsidRPr="00991AF3">
              <w:rPr>
                <w:i/>
                <w:sz w:val="20"/>
              </w:rPr>
              <w:t>ASIC fees for only Australian passport funds</w:t>
            </w:r>
          </w:p>
        </w:tc>
      </w:tr>
      <w:tr w:rsidR="00D8081E" w:rsidRPr="00991AF3" w14:paraId="43585A07" w14:textId="77777777" w:rsidTr="00FA0996">
        <w:tc>
          <w:tcPr>
            <w:tcW w:w="1127" w:type="dxa"/>
          </w:tcPr>
          <w:p w14:paraId="18233635" w14:textId="77777777" w:rsidR="00D8081E" w:rsidRPr="00991AF3" w:rsidRDefault="00D8081E" w:rsidP="00B83569">
            <w:pPr>
              <w:keepNext/>
              <w:keepLines/>
              <w:autoSpaceDE w:val="0"/>
              <w:autoSpaceDN w:val="0"/>
              <w:adjustRightInd w:val="0"/>
              <w:spacing w:after="0"/>
              <w:rPr>
                <w:sz w:val="20"/>
              </w:rPr>
            </w:pPr>
            <w:r w:rsidRPr="00991AF3">
              <w:rPr>
                <w:sz w:val="20"/>
              </w:rPr>
              <w:t>79A</w:t>
            </w:r>
          </w:p>
        </w:tc>
        <w:tc>
          <w:tcPr>
            <w:tcW w:w="5644" w:type="dxa"/>
          </w:tcPr>
          <w:p w14:paraId="19E357B6" w14:textId="77777777" w:rsidR="00D8081E" w:rsidRPr="00991AF3" w:rsidRDefault="00D8081E" w:rsidP="00B83569">
            <w:pPr>
              <w:keepNext/>
              <w:keepLines/>
              <w:autoSpaceDE w:val="0"/>
              <w:autoSpaceDN w:val="0"/>
              <w:adjustRightInd w:val="0"/>
              <w:spacing w:after="0"/>
              <w:rPr>
                <w:sz w:val="20"/>
              </w:rPr>
            </w:pPr>
            <w:r w:rsidRPr="00991AF3">
              <w:rPr>
                <w:sz w:val="20"/>
              </w:rPr>
              <w:t>Registering an Australian passport fund (including lodging the PDS) under section 1212</w:t>
            </w:r>
          </w:p>
        </w:tc>
        <w:tc>
          <w:tcPr>
            <w:tcW w:w="1628" w:type="dxa"/>
          </w:tcPr>
          <w:p w14:paraId="41A8AD65" w14:textId="77777777" w:rsidR="00D8081E" w:rsidRPr="00991AF3" w:rsidRDefault="00D8081E" w:rsidP="00B83569">
            <w:pPr>
              <w:pStyle w:val="Dotpoint"/>
              <w:keepNext/>
              <w:keepLines/>
              <w:numPr>
                <w:ilvl w:val="0"/>
                <w:numId w:val="0"/>
              </w:numPr>
              <w:spacing w:after="0"/>
              <w:rPr>
                <w:sz w:val="20"/>
              </w:rPr>
            </w:pPr>
            <w:r w:rsidRPr="00991AF3">
              <w:rPr>
                <w:sz w:val="20"/>
              </w:rPr>
              <w:t>$14,346</w:t>
            </w:r>
          </w:p>
          <w:p w14:paraId="7F10D215" w14:textId="77777777" w:rsidR="00D8081E" w:rsidRPr="00991AF3" w:rsidRDefault="00D8081E" w:rsidP="00B83569">
            <w:pPr>
              <w:keepNext/>
              <w:keepLines/>
              <w:autoSpaceDE w:val="0"/>
              <w:autoSpaceDN w:val="0"/>
              <w:adjustRightInd w:val="0"/>
              <w:spacing w:after="0"/>
              <w:rPr>
                <w:sz w:val="20"/>
              </w:rPr>
            </w:pPr>
          </w:p>
        </w:tc>
      </w:tr>
      <w:tr w:rsidR="00D8081E" w:rsidRPr="00991AF3" w14:paraId="73E3DB6B" w14:textId="77777777" w:rsidTr="00FA0996">
        <w:tc>
          <w:tcPr>
            <w:tcW w:w="1127" w:type="dxa"/>
          </w:tcPr>
          <w:p w14:paraId="2F8295B0" w14:textId="77777777" w:rsidR="00D8081E" w:rsidRPr="00991AF3" w:rsidRDefault="00D8081E" w:rsidP="00FA0996">
            <w:pPr>
              <w:autoSpaceDE w:val="0"/>
              <w:autoSpaceDN w:val="0"/>
              <w:adjustRightInd w:val="0"/>
              <w:spacing w:after="0"/>
              <w:rPr>
                <w:sz w:val="20"/>
              </w:rPr>
            </w:pPr>
            <w:r w:rsidRPr="00991AF3">
              <w:rPr>
                <w:sz w:val="20"/>
              </w:rPr>
              <w:t>79B</w:t>
            </w:r>
          </w:p>
        </w:tc>
        <w:tc>
          <w:tcPr>
            <w:tcW w:w="5644" w:type="dxa"/>
          </w:tcPr>
          <w:p w14:paraId="3FB53DEE" w14:textId="77777777" w:rsidR="00D8081E" w:rsidRPr="00991AF3" w:rsidRDefault="00D8081E" w:rsidP="00FA0996">
            <w:pPr>
              <w:autoSpaceDE w:val="0"/>
              <w:autoSpaceDN w:val="0"/>
              <w:adjustRightInd w:val="0"/>
              <w:spacing w:after="0"/>
              <w:rPr>
                <w:sz w:val="20"/>
              </w:rPr>
            </w:pPr>
            <w:r w:rsidRPr="00991AF3">
              <w:rPr>
                <w:sz w:val="20"/>
              </w:rPr>
              <w:t>Withdrawing an application to become an Australian passport fund under section 1212</w:t>
            </w:r>
          </w:p>
        </w:tc>
        <w:tc>
          <w:tcPr>
            <w:tcW w:w="1628" w:type="dxa"/>
          </w:tcPr>
          <w:p w14:paraId="2715A7C2" w14:textId="77777777" w:rsidR="00D8081E" w:rsidRPr="00991AF3" w:rsidRDefault="00D8081E" w:rsidP="00FA0996">
            <w:pPr>
              <w:autoSpaceDE w:val="0"/>
              <w:autoSpaceDN w:val="0"/>
              <w:adjustRightInd w:val="0"/>
              <w:spacing w:after="0"/>
              <w:rPr>
                <w:sz w:val="20"/>
              </w:rPr>
            </w:pPr>
            <w:r w:rsidRPr="00991AF3">
              <w:rPr>
                <w:sz w:val="20"/>
              </w:rPr>
              <w:t>no fee</w:t>
            </w:r>
          </w:p>
          <w:p w14:paraId="04D17E38" w14:textId="77777777" w:rsidR="00D8081E" w:rsidRPr="00991AF3" w:rsidRDefault="00D8081E" w:rsidP="00FA0996">
            <w:pPr>
              <w:pStyle w:val="Dotpoint"/>
              <w:numPr>
                <w:ilvl w:val="0"/>
                <w:numId w:val="0"/>
              </w:numPr>
              <w:spacing w:after="0"/>
              <w:rPr>
                <w:sz w:val="20"/>
              </w:rPr>
            </w:pPr>
          </w:p>
        </w:tc>
      </w:tr>
      <w:tr w:rsidR="00D8081E" w:rsidRPr="00991AF3" w14:paraId="6AC0F955" w14:textId="77777777" w:rsidTr="00FA0996">
        <w:tc>
          <w:tcPr>
            <w:tcW w:w="1127" w:type="dxa"/>
          </w:tcPr>
          <w:p w14:paraId="0765971A" w14:textId="77777777" w:rsidR="00D8081E" w:rsidRPr="00991AF3" w:rsidRDefault="00D8081E" w:rsidP="00FA0996">
            <w:pPr>
              <w:autoSpaceDE w:val="0"/>
              <w:autoSpaceDN w:val="0"/>
              <w:adjustRightInd w:val="0"/>
              <w:spacing w:after="0"/>
              <w:rPr>
                <w:sz w:val="20"/>
              </w:rPr>
            </w:pPr>
            <w:r w:rsidRPr="00991AF3">
              <w:rPr>
                <w:sz w:val="20"/>
              </w:rPr>
              <w:t>79C</w:t>
            </w:r>
          </w:p>
        </w:tc>
        <w:tc>
          <w:tcPr>
            <w:tcW w:w="5644" w:type="dxa"/>
          </w:tcPr>
          <w:p w14:paraId="5F628441" w14:textId="77777777" w:rsidR="00D8081E" w:rsidRPr="00991AF3" w:rsidRDefault="00D8081E" w:rsidP="00FA0996">
            <w:pPr>
              <w:autoSpaceDE w:val="0"/>
              <w:autoSpaceDN w:val="0"/>
              <w:adjustRightInd w:val="0"/>
              <w:spacing w:after="0"/>
              <w:rPr>
                <w:sz w:val="20"/>
              </w:rPr>
            </w:pPr>
            <w:r w:rsidRPr="00991AF3">
              <w:rPr>
                <w:sz w:val="20"/>
              </w:rPr>
              <w:t>Lodging a notice that the name of the fund in another participating economy is not the same as the name of the fund in this jurisdiction under section 1212C</w:t>
            </w:r>
          </w:p>
        </w:tc>
        <w:tc>
          <w:tcPr>
            <w:tcW w:w="1628" w:type="dxa"/>
          </w:tcPr>
          <w:p w14:paraId="61789A36" w14:textId="77777777" w:rsidR="00D8081E" w:rsidRPr="00991AF3" w:rsidRDefault="00D8081E" w:rsidP="00FA0996">
            <w:pPr>
              <w:autoSpaceDE w:val="0"/>
              <w:autoSpaceDN w:val="0"/>
              <w:adjustRightInd w:val="0"/>
              <w:spacing w:after="0"/>
              <w:rPr>
                <w:sz w:val="20"/>
              </w:rPr>
            </w:pPr>
            <w:r w:rsidRPr="00991AF3">
              <w:rPr>
                <w:sz w:val="20"/>
              </w:rPr>
              <w:t>$40</w:t>
            </w:r>
          </w:p>
        </w:tc>
      </w:tr>
      <w:tr w:rsidR="00D8081E" w:rsidRPr="00991AF3" w14:paraId="54D04CCF" w14:textId="77777777" w:rsidTr="00FA0996">
        <w:tc>
          <w:tcPr>
            <w:tcW w:w="8399" w:type="dxa"/>
            <w:gridSpan w:val="3"/>
          </w:tcPr>
          <w:p w14:paraId="082A2B6B" w14:textId="77777777" w:rsidR="00D8081E" w:rsidRPr="00991AF3" w:rsidRDefault="00D8081E" w:rsidP="00FA0996">
            <w:pPr>
              <w:autoSpaceDE w:val="0"/>
              <w:autoSpaceDN w:val="0"/>
              <w:adjustRightInd w:val="0"/>
              <w:spacing w:after="0"/>
              <w:rPr>
                <w:sz w:val="20"/>
              </w:rPr>
            </w:pPr>
            <w:r w:rsidRPr="00991AF3">
              <w:rPr>
                <w:i/>
                <w:sz w:val="20"/>
              </w:rPr>
              <w:t>ASIC fees for only notified foreign passport funds</w:t>
            </w:r>
          </w:p>
        </w:tc>
      </w:tr>
      <w:tr w:rsidR="00D8081E" w:rsidRPr="00991AF3" w14:paraId="1CEC7BC6" w14:textId="77777777" w:rsidTr="00FA0996">
        <w:tc>
          <w:tcPr>
            <w:tcW w:w="1127" w:type="dxa"/>
          </w:tcPr>
          <w:p w14:paraId="561F9018" w14:textId="77777777" w:rsidR="00D8081E" w:rsidRPr="00991AF3" w:rsidRDefault="00D8081E" w:rsidP="00FA0996">
            <w:pPr>
              <w:autoSpaceDE w:val="0"/>
              <w:autoSpaceDN w:val="0"/>
              <w:adjustRightInd w:val="0"/>
              <w:spacing w:after="0"/>
              <w:rPr>
                <w:sz w:val="20"/>
              </w:rPr>
            </w:pPr>
            <w:r w:rsidRPr="00991AF3">
              <w:rPr>
                <w:sz w:val="20"/>
              </w:rPr>
              <w:t>79D</w:t>
            </w:r>
          </w:p>
        </w:tc>
        <w:tc>
          <w:tcPr>
            <w:tcW w:w="5644" w:type="dxa"/>
          </w:tcPr>
          <w:p w14:paraId="13E7BBF8" w14:textId="77777777" w:rsidR="00D8081E" w:rsidRPr="00991AF3" w:rsidRDefault="00D8081E" w:rsidP="00FA0996">
            <w:pPr>
              <w:autoSpaceDE w:val="0"/>
              <w:autoSpaceDN w:val="0"/>
              <w:adjustRightInd w:val="0"/>
              <w:spacing w:after="0"/>
            </w:pPr>
            <w:r w:rsidRPr="00991AF3">
              <w:rPr>
                <w:sz w:val="20"/>
              </w:rPr>
              <w:t>Notifying of the intention to offer interests in a foreign passport fund (including lodging the PDS) under section 1213</w:t>
            </w:r>
          </w:p>
        </w:tc>
        <w:tc>
          <w:tcPr>
            <w:tcW w:w="1628" w:type="dxa"/>
          </w:tcPr>
          <w:p w14:paraId="3C22C501" w14:textId="77777777" w:rsidR="00D8081E" w:rsidRPr="00991AF3" w:rsidRDefault="00D8081E" w:rsidP="00FA0996">
            <w:pPr>
              <w:autoSpaceDE w:val="0"/>
              <w:autoSpaceDN w:val="0"/>
              <w:adjustRightInd w:val="0"/>
              <w:spacing w:after="0"/>
              <w:rPr>
                <w:sz w:val="20"/>
              </w:rPr>
            </w:pPr>
            <w:r w:rsidRPr="00991AF3">
              <w:rPr>
                <w:sz w:val="20"/>
              </w:rPr>
              <w:t>$2,550</w:t>
            </w:r>
          </w:p>
        </w:tc>
      </w:tr>
      <w:tr w:rsidR="00D8081E" w:rsidRPr="00991AF3" w14:paraId="24B22A9F" w14:textId="77777777" w:rsidTr="00FA0996">
        <w:tc>
          <w:tcPr>
            <w:tcW w:w="1127" w:type="dxa"/>
          </w:tcPr>
          <w:p w14:paraId="37552E8D" w14:textId="77777777" w:rsidR="00D8081E" w:rsidRPr="00991AF3" w:rsidRDefault="00D8081E" w:rsidP="00FA0996">
            <w:pPr>
              <w:autoSpaceDE w:val="0"/>
              <w:autoSpaceDN w:val="0"/>
              <w:adjustRightInd w:val="0"/>
              <w:spacing w:after="0"/>
              <w:rPr>
                <w:sz w:val="20"/>
              </w:rPr>
            </w:pPr>
            <w:r w:rsidRPr="00991AF3">
              <w:rPr>
                <w:sz w:val="20"/>
              </w:rPr>
              <w:t>79E</w:t>
            </w:r>
          </w:p>
        </w:tc>
        <w:tc>
          <w:tcPr>
            <w:tcW w:w="5644" w:type="dxa"/>
          </w:tcPr>
          <w:p w14:paraId="59E7A5F9" w14:textId="77777777" w:rsidR="00D8081E" w:rsidRPr="00991AF3" w:rsidRDefault="00D8081E" w:rsidP="00FA0996">
            <w:pPr>
              <w:autoSpaceDE w:val="0"/>
              <w:autoSpaceDN w:val="0"/>
              <w:adjustRightInd w:val="0"/>
              <w:spacing w:after="0"/>
            </w:pPr>
            <w:r w:rsidRPr="00991AF3">
              <w:rPr>
                <w:sz w:val="20"/>
              </w:rPr>
              <w:t>Lodging a notice to withdraw a notice of intention to offer interests under section 1213</w:t>
            </w:r>
          </w:p>
        </w:tc>
        <w:tc>
          <w:tcPr>
            <w:tcW w:w="1628" w:type="dxa"/>
          </w:tcPr>
          <w:p w14:paraId="26D717A0" w14:textId="77777777" w:rsidR="00D8081E" w:rsidRPr="00991AF3" w:rsidRDefault="00D8081E" w:rsidP="00FA0996">
            <w:pPr>
              <w:autoSpaceDE w:val="0"/>
              <w:autoSpaceDN w:val="0"/>
              <w:adjustRightInd w:val="0"/>
              <w:spacing w:after="0"/>
              <w:rPr>
                <w:sz w:val="20"/>
              </w:rPr>
            </w:pPr>
            <w:r w:rsidRPr="00991AF3">
              <w:rPr>
                <w:sz w:val="20"/>
              </w:rPr>
              <w:t>no fee</w:t>
            </w:r>
          </w:p>
        </w:tc>
      </w:tr>
      <w:tr w:rsidR="00D8081E" w:rsidRPr="00991AF3" w14:paraId="48A13BF3" w14:textId="77777777" w:rsidTr="00FA0996">
        <w:tc>
          <w:tcPr>
            <w:tcW w:w="1127" w:type="dxa"/>
          </w:tcPr>
          <w:p w14:paraId="6219D2E7" w14:textId="77777777" w:rsidR="00D8081E" w:rsidRPr="00991AF3" w:rsidRDefault="00D8081E" w:rsidP="00FA0996">
            <w:pPr>
              <w:autoSpaceDE w:val="0"/>
              <w:autoSpaceDN w:val="0"/>
              <w:adjustRightInd w:val="0"/>
              <w:spacing w:after="0"/>
              <w:rPr>
                <w:sz w:val="20"/>
              </w:rPr>
            </w:pPr>
            <w:r w:rsidRPr="00991AF3">
              <w:rPr>
                <w:sz w:val="20"/>
              </w:rPr>
              <w:t>79G</w:t>
            </w:r>
          </w:p>
        </w:tc>
        <w:tc>
          <w:tcPr>
            <w:tcW w:w="5644" w:type="dxa"/>
          </w:tcPr>
          <w:p w14:paraId="13BCCA27" w14:textId="77777777" w:rsidR="00D8081E" w:rsidRPr="00991AF3" w:rsidRDefault="00D8081E" w:rsidP="00FA0996">
            <w:pPr>
              <w:autoSpaceDE w:val="0"/>
              <w:autoSpaceDN w:val="0"/>
              <w:adjustRightInd w:val="0"/>
              <w:spacing w:after="0"/>
              <w:rPr>
                <w:sz w:val="20"/>
              </w:rPr>
            </w:pPr>
            <w:r w:rsidRPr="00991AF3">
              <w:rPr>
                <w:sz w:val="20"/>
              </w:rPr>
              <w:t>Lodging a notice of a change of operator under the table in section 12 of the Passport Rules*</w:t>
            </w:r>
          </w:p>
        </w:tc>
        <w:tc>
          <w:tcPr>
            <w:tcW w:w="1628" w:type="dxa"/>
          </w:tcPr>
          <w:p w14:paraId="4CA3F2AA" w14:textId="77777777" w:rsidR="00D8081E" w:rsidRPr="00991AF3" w:rsidRDefault="00D8081E" w:rsidP="00FA0996">
            <w:pPr>
              <w:autoSpaceDE w:val="0"/>
              <w:autoSpaceDN w:val="0"/>
              <w:adjustRightInd w:val="0"/>
              <w:spacing w:after="0"/>
              <w:rPr>
                <w:sz w:val="20"/>
              </w:rPr>
            </w:pPr>
            <w:r w:rsidRPr="00991AF3">
              <w:rPr>
                <w:sz w:val="20"/>
              </w:rPr>
              <w:t>$1,187</w:t>
            </w:r>
          </w:p>
        </w:tc>
      </w:tr>
      <w:tr w:rsidR="00D8081E" w:rsidRPr="00991AF3" w14:paraId="5F01C568" w14:textId="77777777" w:rsidTr="00FA0996">
        <w:tc>
          <w:tcPr>
            <w:tcW w:w="8399" w:type="dxa"/>
            <w:gridSpan w:val="3"/>
          </w:tcPr>
          <w:p w14:paraId="6C85AB19" w14:textId="77777777" w:rsidR="00D8081E" w:rsidRPr="00991AF3" w:rsidRDefault="00D8081E" w:rsidP="00FA0996">
            <w:pPr>
              <w:autoSpaceDE w:val="0"/>
              <w:autoSpaceDN w:val="0"/>
              <w:adjustRightInd w:val="0"/>
              <w:spacing w:after="0"/>
              <w:rPr>
                <w:sz w:val="20"/>
              </w:rPr>
            </w:pPr>
            <w:r w:rsidRPr="00991AF3">
              <w:rPr>
                <w:i/>
                <w:sz w:val="20"/>
              </w:rPr>
              <w:t>ASIC fees for Australian passport funds and notified foreign passport funds</w:t>
            </w:r>
          </w:p>
        </w:tc>
      </w:tr>
      <w:tr w:rsidR="00D8081E" w:rsidRPr="00991AF3" w14:paraId="219F28FE" w14:textId="77777777" w:rsidTr="00FA0996">
        <w:tc>
          <w:tcPr>
            <w:tcW w:w="1127" w:type="dxa"/>
          </w:tcPr>
          <w:p w14:paraId="61FF1333" w14:textId="77777777" w:rsidR="00D8081E" w:rsidRPr="00991AF3" w:rsidRDefault="00D8081E" w:rsidP="00FA0996">
            <w:pPr>
              <w:autoSpaceDE w:val="0"/>
              <w:autoSpaceDN w:val="0"/>
              <w:adjustRightInd w:val="0"/>
              <w:spacing w:after="0"/>
              <w:rPr>
                <w:sz w:val="20"/>
              </w:rPr>
            </w:pPr>
            <w:r w:rsidRPr="00991AF3">
              <w:rPr>
                <w:sz w:val="20"/>
              </w:rPr>
              <w:t>79F</w:t>
            </w:r>
          </w:p>
        </w:tc>
        <w:tc>
          <w:tcPr>
            <w:tcW w:w="5644" w:type="dxa"/>
          </w:tcPr>
          <w:p w14:paraId="1190855D" w14:textId="77777777" w:rsidR="00D8081E" w:rsidRPr="00991AF3" w:rsidRDefault="00D8081E" w:rsidP="00FA0996">
            <w:pPr>
              <w:autoSpaceDE w:val="0"/>
              <w:autoSpaceDN w:val="0"/>
              <w:adjustRightInd w:val="0"/>
              <w:spacing w:after="0"/>
              <w:rPr>
                <w:sz w:val="20"/>
              </w:rPr>
            </w:pPr>
            <w:r w:rsidRPr="00991AF3">
              <w:rPr>
                <w:sz w:val="20"/>
              </w:rPr>
              <w:t>Lodging a notice relating to the limits on portfolio allocation or exposure being exceeded or the Passport Rules being breached under subsections 12(1), (2) or (4) of the Passport Rules*</w:t>
            </w:r>
          </w:p>
        </w:tc>
        <w:tc>
          <w:tcPr>
            <w:tcW w:w="1628" w:type="dxa"/>
          </w:tcPr>
          <w:p w14:paraId="70590198" w14:textId="77777777" w:rsidR="00D8081E" w:rsidRPr="00991AF3" w:rsidRDefault="00D8081E" w:rsidP="00FA0996">
            <w:pPr>
              <w:autoSpaceDE w:val="0"/>
              <w:autoSpaceDN w:val="0"/>
              <w:adjustRightInd w:val="0"/>
              <w:spacing w:after="0"/>
              <w:rPr>
                <w:sz w:val="20"/>
              </w:rPr>
            </w:pPr>
            <w:r w:rsidRPr="00991AF3">
              <w:rPr>
                <w:sz w:val="20"/>
              </w:rPr>
              <w:t>no fee</w:t>
            </w:r>
          </w:p>
        </w:tc>
      </w:tr>
      <w:tr w:rsidR="00D8081E" w:rsidRPr="00991AF3" w14:paraId="12BBD062" w14:textId="77777777" w:rsidTr="00FA0996">
        <w:tc>
          <w:tcPr>
            <w:tcW w:w="1127" w:type="dxa"/>
          </w:tcPr>
          <w:p w14:paraId="71F46D04" w14:textId="77777777" w:rsidR="00D8081E" w:rsidRPr="00991AF3" w:rsidRDefault="00D8081E" w:rsidP="00FA0996">
            <w:pPr>
              <w:autoSpaceDE w:val="0"/>
              <w:autoSpaceDN w:val="0"/>
              <w:adjustRightInd w:val="0"/>
              <w:spacing w:after="0"/>
              <w:rPr>
                <w:sz w:val="20"/>
              </w:rPr>
            </w:pPr>
            <w:r w:rsidRPr="00991AF3">
              <w:rPr>
                <w:sz w:val="20"/>
              </w:rPr>
              <w:t>79H</w:t>
            </w:r>
          </w:p>
        </w:tc>
        <w:tc>
          <w:tcPr>
            <w:tcW w:w="5644" w:type="dxa"/>
          </w:tcPr>
          <w:p w14:paraId="49071D00" w14:textId="77777777" w:rsidR="00D8081E" w:rsidRPr="00991AF3" w:rsidRDefault="00D8081E" w:rsidP="00FA0996">
            <w:pPr>
              <w:autoSpaceDE w:val="0"/>
              <w:autoSpaceDN w:val="0"/>
              <w:adjustRightInd w:val="0"/>
              <w:spacing w:after="0"/>
              <w:rPr>
                <w:sz w:val="20"/>
              </w:rPr>
            </w:pPr>
            <w:r w:rsidRPr="00991AF3">
              <w:rPr>
                <w:sz w:val="20"/>
              </w:rPr>
              <w:t>Lodging a report of an annual implementation review under section 15 of the Passport Rules*</w:t>
            </w:r>
          </w:p>
        </w:tc>
        <w:tc>
          <w:tcPr>
            <w:tcW w:w="1628" w:type="dxa"/>
          </w:tcPr>
          <w:p w14:paraId="30F06E14" w14:textId="77777777" w:rsidR="00D8081E" w:rsidRPr="00991AF3" w:rsidRDefault="00D8081E" w:rsidP="00FA0996">
            <w:pPr>
              <w:autoSpaceDE w:val="0"/>
              <w:autoSpaceDN w:val="0"/>
              <w:adjustRightInd w:val="0"/>
              <w:spacing w:after="0"/>
              <w:rPr>
                <w:sz w:val="20"/>
              </w:rPr>
            </w:pPr>
            <w:r w:rsidRPr="00991AF3">
              <w:rPr>
                <w:sz w:val="20"/>
              </w:rPr>
              <w:t>$40</w:t>
            </w:r>
          </w:p>
        </w:tc>
      </w:tr>
      <w:tr w:rsidR="00D8081E" w:rsidRPr="00991AF3" w14:paraId="658A8E03" w14:textId="77777777" w:rsidTr="00FA0996">
        <w:tc>
          <w:tcPr>
            <w:tcW w:w="1127" w:type="dxa"/>
          </w:tcPr>
          <w:p w14:paraId="4A35EE48" w14:textId="77777777" w:rsidR="00D8081E" w:rsidRPr="00991AF3" w:rsidRDefault="00D8081E" w:rsidP="00FA0996">
            <w:pPr>
              <w:autoSpaceDE w:val="0"/>
              <w:autoSpaceDN w:val="0"/>
              <w:adjustRightInd w:val="0"/>
              <w:spacing w:after="0"/>
              <w:rPr>
                <w:sz w:val="20"/>
              </w:rPr>
            </w:pPr>
            <w:r w:rsidRPr="00991AF3">
              <w:rPr>
                <w:sz w:val="20"/>
              </w:rPr>
              <w:t>79J</w:t>
            </w:r>
          </w:p>
        </w:tc>
        <w:tc>
          <w:tcPr>
            <w:tcW w:w="5644" w:type="dxa"/>
          </w:tcPr>
          <w:p w14:paraId="12032038" w14:textId="77777777" w:rsidR="00D8081E" w:rsidRPr="00991AF3" w:rsidRDefault="00D8081E" w:rsidP="00FA0996">
            <w:pPr>
              <w:autoSpaceDE w:val="0"/>
              <w:autoSpaceDN w:val="0"/>
              <w:adjustRightInd w:val="0"/>
              <w:spacing w:after="0"/>
              <w:rPr>
                <w:sz w:val="20"/>
              </w:rPr>
            </w:pPr>
            <w:r w:rsidRPr="00991AF3">
              <w:rPr>
                <w:sz w:val="20"/>
              </w:rPr>
              <w:t>Lodging a notice relating to exceptional market circumstances under subsection 33(3) of the Passport Rules*</w:t>
            </w:r>
          </w:p>
        </w:tc>
        <w:tc>
          <w:tcPr>
            <w:tcW w:w="1628" w:type="dxa"/>
          </w:tcPr>
          <w:p w14:paraId="1CF7B294" w14:textId="77777777" w:rsidR="00D8081E" w:rsidRPr="00991AF3" w:rsidRDefault="00D8081E" w:rsidP="00FA0996">
            <w:pPr>
              <w:autoSpaceDE w:val="0"/>
              <w:autoSpaceDN w:val="0"/>
              <w:adjustRightInd w:val="0"/>
              <w:spacing w:after="0"/>
              <w:rPr>
                <w:sz w:val="20"/>
              </w:rPr>
            </w:pPr>
            <w:r w:rsidRPr="00991AF3">
              <w:rPr>
                <w:sz w:val="20"/>
              </w:rPr>
              <w:t>$1,540</w:t>
            </w:r>
          </w:p>
        </w:tc>
      </w:tr>
      <w:tr w:rsidR="00D8081E" w:rsidRPr="00991AF3" w14:paraId="10750EF9" w14:textId="77777777" w:rsidTr="00FA0996">
        <w:tc>
          <w:tcPr>
            <w:tcW w:w="1127" w:type="dxa"/>
          </w:tcPr>
          <w:p w14:paraId="0F76F66A" w14:textId="77777777" w:rsidR="00D8081E" w:rsidRPr="00991AF3" w:rsidRDefault="00D8081E" w:rsidP="00FA0996">
            <w:pPr>
              <w:autoSpaceDE w:val="0"/>
              <w:autoSpaceDN w:val="0"/>
              <w:adjustRightInd w:val="0"/>
              <w:spacing w:after="0"/>
              <w:rPr>
                <w:sz w:val="20"/>
              </w:rPr>
            </w:pPr>
            <w:r w:rsidRPr="00991AF3">
              <w:rPr>
                <w:sz w:val="20"/>
              </w:rPr>
              <w:t>80</w:t>
            </w:r>
          </w:p>
        </w:tc>
        <w:tc>
          <w:tcPr>
            <w:tcW w:w="5644" w:type="dxa"/>
          </w:tcPr>
          <w:p w14:paraId="61D7F482" w14:textId="4192EDBD" w:rsidR="00D8081E" w:rsidRPr="00991AF3" w:rsidRDefault="00D8081E" w:rsidP="00FA0996">
            <w:pPr>
              <w:autoSpaceDE w:val="0"/>
              <w:autoSpaceDN w:val="0"/>
              <w:adjustRightInd w:val="0"/>
              <w:spacing w:after="0"/>
              <w:rPr>
                <w:sz w:val="20"/>
              </w:rPr>
            </w:pPr>
            <w:r w:rsidRPr="00991AF3">
              <w:rPr>
                <w:sz w:val="20"/>
              </w:rPr>
              <w:t>Applying for exemptions, declarations etc</w:t>
            </w:r>
            <w:r w:rsidR="002A79D5">
              <w:rPr>
                <w:sz w:val="20"/>
              </w:rPr>
              <w:t>.</w:t>
            </w:r>
            <w:r w:rsidRPr="00991AF3">
              <w:rPr>
                <w:sz w:val="20"/>
              </w:rPr>
              <w:t xml:space="preserve"> under Chapter 8A</w:t>
            </w:r>
          </w:p>
        </w:tc>
        <w:tc>
          <w:tcPr>
            <w:tcW w:w="1628" w:type="dxa"/>
          </w:tcPr>
          <w:p w14:paraId="34CBFB50" w14:textId="77777777" w:rsidR="00D8081E" w:rsidRPr="00991AF3" w:rsidRDefault="00D8081E" w:rsidP="00FA0996">
            <w:pPr>
              <w:autoSpaceDE w:val="0"/>
              <w:autoSpaceDN w:val="0"/>
              <w:adjustRightInd w:val="0"/>
              <w:spacing w:after="0"/>
              <w:rPr>
                <w:sz w:val="20"/>
              </w:rPr>
            </w:pPr>
            <w:r w:rsidRPr="00991AF3">
              <w:rPr>
                <w:sz w:val="20"/>
              </w:rPr>
              <w:t>$3,487</w:t>
            </w:r>
          </w:p>
        </w:tc>
      </w:tr>
    </w:tbl>
    <w:p w14:paraId="75CC10F0" w14:textId="77777777" w:rsidR="00D8081E" w:rsidRPr="00991AF3" w:rsidRDefault="00D8081E" w:rsidP="00D8081E">
      <w:pPr>
        <w:shd w:val="clear" w:color="auto" w:fill="FFFFFF" w:themeFill="background1"/>
        <w:autoSpaceDE w:val="0"/>
        <w:autoSpaceDN w:val="0"/>
        <w:adjustRightInd w:val="0"/>
        <w:spacing w:after="240"/>
        <w:rPr>
          <w:sz w:val="20"/>
        </w:rPr>
      </w:pPr>
      <w:r w:rsidRPr="00991AF3">
        <w:rPr>
          <w:sz w:val="20"/>
        </w:rPr>
        <w:t>* The Passport Rules for this jurisdiction are the rules made by the Minister under section 1211 of the Corporation Act. They must be substantially the same as Annex 3 of the MOC.</w:t>
      </w:r>
    </w:p>
    <w:p w14:paraId="30B2C704" w14:textId="09048E16" w:rsidR="00D8081E" w:rsidRPr="00991AF3" w:rsidRDefault="00D8081E" w:rsidP="00D8081E">
      <w:pPr>
        <w:shd w:val="clear" w:color="auto" w:fill="FFFFFF" w:themeFill="background1"/>
        <w:autoSpaceDE w:val="0"/>
        <w:autoSpaceDN w:val="0"/>
        <w:adjustRightInd w:val="0"/>
        <w:spacing w:after="240"/>
        <w:rPr>
          <w:szCs w:val="24"/>
        </w:rPr>
      </w:pPr>
      <w:r w:rsidRPr="00991AF3">
        <w:rPr>
          <w:szCs w:val="24"/>
        </w:rPr>
        <w:t>The ARFP Act extends the requirement to lodge an annual financial report to notified foreign passport funds (see Schedule 2, item 97, subsection 319(1AA)). Item 12 amend</w:t>
      </w:r>
      <w:r w:rsidR="00FA0996">
        <w:rPr>
          <w:szCs w:val="24"/>
        </w:rPr>
        <w:t>s</w:t>
      </w:r>
      <w:r w:rsidRPr="00991AF3">
        <w:rPr>
          <w:szCs w:val="24"/>
        </w:rPr>
        <w:t xml:space="preserve"> table item 146 of Schedule 1 to extend the existing </w:t>
      </w:r>
      <w:r w:rsidR="002A79D5" w:rsidRPr="00991AF3">
        <w:rPr>
          <w:szCs w:val="24"/>
        </w:rPr>
        <w:t>ex</w:t>
      </w:r>
      <w:r w:rsidR="002A79D5">
        <w:rPr>
          <w:szCs w:val="24"/>
        </w:rPr>
        <w:t>emption</w:t>
      </w:r>
      <w:r w:rsidR="002A79D5" w:rsidRPr="00991AF3">
        <w:rPr>
          <w:szCs w:val="24"/>
        </w:rPr>
        <w:t xml:space="preserve"> </w:t>
      </w:r>
      <w:r w:rsidRPr="00991AF3">
        <w:rPr>
          <w:szCs w:val="24"/>
        </w:rPr>
        <w:t xml:space="preserve">from paying a fee of $1,217 (which applies to registered schemes) to notified foreign passport funds. This means that no fee </w:t>
      </w:r>
      <w:r w:rsidR="00FA0996">
        <w:rPr>
          <w:szCs w:val="24"/>
        </w:rPr>
        <w:t>is</w:t>
      </w:r>
      <w:r w:rsidRPr="00991AF3">
        <w:rPr>
          <w:szCs w:val="24"/>
        </w:rPr>
        <w:t xml:space="preserve"> payable. </w:t>
      </w:r>
    </w:p>
    <w:p w14:paraId="5589B9A5" w14:textId="77777777" w:rsidR="00D8081E" w:rsidRPr="00991AF3" w:rsidRDefault="00D8081E" w:rsidP="00D8081E">
      <w:pPr>
        <w:shd w:val="clear" w:color="auto" w:fill="FFFFFF" w:themeFill="background1"/>
        <w:autoSpaceDE w:val="0"/>
        <w:autoSpaceDN w:val="0"/>
        <w:adjustRightInd w:val="0"/>
        <w:spacing w:after="240"/>
        <w:rPr>
          <w:szCs w:val="24"/>
        </w:rPr>
      </w:pPr>
      <w:r w:rsidRPr="00991AF3">
        <w:rPr>
          <w:szCs w:val="24"/>
        </w:rPr>
        <w:t>Items 13, 15, 16 and 20 impose the new registry fees on notified foreign passport fund and Australian passport funds set out in Table 2.2.</w:t>
      </w:r>
    </w:p>
    <w:p w14:paraId="1FA3DCF0" w14:textId="77777777" w:rsidR="00D8081E" w:rsidRPr="00991AF3" w:rsidRDefault="00D8081E" w:rsidP="00686C2B">
      <w:pPr>
        <w:keepNext/>
        <w:shd w:val="clear" w:color="auto" w:fill="FFFFFF" w:themeFill="background1"/>
        <w:autoSpaceDE w:val="0"/>
        <w:autoSpaceDN w:val="0"/>
        <w:adjustRightInd w:val="0"/>
        <w:spacing w:after="240"/>
        <w:rPr>
          <w:b/>
          <w:i/>
          <w:szCs w:val="24"/>
        </w:rPr>
      </w:pPr>
      <w:r w:rsidRPr="00991AF3">
        <w:rPr>
          <w:b/>
          <w:i/>
          <w:szCs w:val="24"/>
        </w:rPr>
        <w:lastRenderedPageBreak/>
        <w:t xml:space="preserve">Table 2.2: New Registry Fees </w:t>
      </w:r>
    </w:p>
    <w:tbl>
      <w:tblPr>
        <w:tblStyle w:val="TableGrid"/>
        <w:tblW w:w="8399" w:type="dxa"/>
        <w:tblLook w:val="04A0" w:firstRow="1" w:lastRow="0" w:firstColumn="1" w:lastColumn="0" w:noHBand="0" w:noVBand="1"/>
      </w:tblPr>
      <w:tblGrid>
        <w:gridCol w:w="1127"/>
        <w:gridCol w:w="5644"/>
        <w:gridCol w:w="1628"/>
      </w:tblGrid>
      <w:tr w:rsidR="00D8081E" w:rsidRPr="00991AF3" w14:paraId="0ED6003E" w14:textId="77777777" w:rsidTr="00C23B32">
        <w:trPr>
          <w:tblHeader/>
        </w:trPr>
        <w:tc>
          <w:tcPr>
            <w:tcW w:w="1127" w:type="dxa"/>
            <w:shd w:val="clear" w:color="auto" w:fill="BFBFBF" w:themeFill="background1" w:themeFillShade="BF"/>
          </w:tcPr>
          <w:p w14:paraId="6C5FAF89" w14:textId="77777777" w:rsidR="00D8081E" w:rsidRPr="00991AF3" w:rsidRDefault="00D8081E" w:rsidP="00686C2B">
            <w:pPr>
              <w:keepNext/>
              <w:autoSpaceDE w:val="0"/>
              <w:autoSpaceDN w:val="0"/>
              <w:adjustRightInd w:val="0"/>
              <w:spacing w:after="0"/>
              <w:jc w:val="center"/>
              <w:rPr>
                <w:b/>
                <w:i/>
                <w:sz w:val="20"/>
              </w:rPr>
            </w:pPr>
            <w:r w:rsidRPr="00991AF3">
              <w:rPr>
                <w:b/>
                <w:i/>
                <w:sz w:val="20"/>
              </w:rPr>
              <w:t>Table Item</w:t>
            </w:r>
          </w:p>
        </w:tc>
        <w:tc>
          <w:tcPr>
            <w:tcW w:w="5644" w:type="dxa"/>
            <w:shd w:val="clear" w:color="auto" w:fill="BFBFBF" w:themeFill="background1" w:themeFillShade="BF"/>
          </w:tcPr>
          <w:p w14:paraId="2DDE1E7F" w14:textId="77777777" w:rsidR="00D8081E" w:rsidRPr="00991AF3" w:rsidRDefault="00D8081E" w:rsidP="00686C2B">
            <w:pPr>
              <w:keepNext/>
              <w:autoSpaceDE w:val="0"/>
              <w:autoSpaceDN w:val="0"/>
              <w:adjustRightInd w:val="0"/>
              <w:spacing w:after="0"/>
              <w:jc w:val="center"/>
              <w:rPr>
                <w:b/>
                <w:i/>
                <w:sz w:val="20"/>
              </w:rPr>
            </w:pPr>
            <w:r w:rsidRPr="00991AF3">
              <w:rPr>
                <w:b/>
                <w:i/>
                <w:sz w:val="20"/>
              </w:rPr>
              <w:t>Chargeable Matter</w:t>
            </w:r>
          </w:p>
        </w:tc>
        <w:tc>
          <w:tcPr>
            <w:tcW w:w="1628" w:type="dxa"/>
            <w:shd w:val="clear" w:color="auto" w:fill="BFBFBF" w:themeFill="background1" w:themeFillShade="BF"/>
          </w:tcPr>
          <w:p w14:paraId="3D44AE0D" w14:textId="77777777" w:rsidR="00D8081E" w:rsidRPr="00991AF3" w:rsidRDefault="00D8081E" w:rsidP="00686C2B">
            <w:pPr>
              <w:keepNext/>
              <w:autoSpaceDE w:val="0"/>
              <w:autoSpaceDN w:val="0"/>
              <w:adjustRightInd w:val="0"/>
              <w:spacing w:after="0"/>
              <w:jc w:val="center"/>
              <w:rPr>
                <w:b/>
                <w:i/>
                <w:sz w:val="20"/>
              </w:rPr>
            </w:pPr>
            <w:r w:rsidRPr="00991AF3">
              <w:rPr>
                <w:b/>
                <w:i/>
                <w:sz w:val="20"/>
              </w:rPr>
              <w:t>Fee</w:t>
            </w:r>
          </w:p>
        </w:tc>
      </w:tr>
      <w:tr w:rsidR="00D8081E" w:rsidRPr="00991AF3" w14:paraId="5AAA0D53" w14:textId="77777777" w:rsidTr="00C23B32">
        <w:trPr>
          <w:tblHeader/>
        </w:trPr>
        <w:tc>
          <w:tcPr>
            <w:tcW w:w="8399" w:type="dxa"/>
            <w:gridSpan w:val="3"/>
          </w:tcPr>
          <w:p w14:paraId="42D403FE" w14:textId="77777777" w:rsidR="00D8081E" w:rsidRPr="00991AF3" w:rsidRDefault="00D8081E" w:rsidP="00686C2B">
            <w:pPr>
              <w:keepNext/>
              <w:autoSpaceDE w:val="0"/>
              <w:autoSpaceDN w:val="0"/>
              <w:adjustRightInd w:val="0"/>
              <w:spacing w:after="0"/>
              <w:rPr>
                <w:i/>
                <w:sz w:val="20"/>
              </w:rPr>
            </w:pPr>
            <w:r w:rsidRPr="00991AF3">
              <w:rPr>
                <w:i/>
                <w:sz w:val="20"/>
              </w:rPr>
              <w:t>Registry fees for only Australian passport funds</w:t>
            </w:r>
          </w:p>
        </w:tc>
      </w:tr>
      <w:tr w:rsidR="00D8081E" w:rsidRPr="00991AF3" w14:paraId="2E1B0385" w14:textId="77777777" w:rsidTr="00C23B32">
        <w:trPr>
          <w:tblHeader/>
        </w:trPr>
        <w:tc>
          <w:tcPr>
            <w:tcW w:w="1127" w:type="dxa"/>
          </w:tcPr>
          <w:p w14:paraId="48CE1220" w14:textId="77777777" w:rsidR="00D8081E" w:rsidRPr="00991AF3" w:rsidRDefault="00D8081E" w:rsidP="00686C2B">
            <w:pPr>
              <w:keepNext/>
              <w:autoSpaceDE w:val="0"/>
              <w:autoSpaceDN w:val="0"/>
              <w:adjustRightInd w:val="0"/>
              <w:spacing w:after="0"/>
              <w:rPr>
                <w:sz w:val="20"/>
              </w:rPr>
            </w:pPr>
            <w:r w:rsidRPr="00991AF3">
              <w:rPr>
                <w:sz w:val="20"/>
              </w:rPr>
              <w:t>12A</w:t>
            </w:r>
          </w:p>
        </w:tc>
        <w:tc>
          <w:tcPr>
            <w:tcW w:w="5644" w:type="dxa"/>
          </w:tcPr>
          <w:p w14:paraId="249A41D3" w14:textId="77777777" w:rsidR="00D8081E" w:rsidRPr="00991AF3" w:rsidRDefault="00D8081E" w:rsidP="00686C2B">
            <w:pPr>
              <w:keepNext/>
              <w:autoSpaceDE w:val="0"/>
              <w:autoSpaceDN w:val="0"/>
              <w:adjustRightInd w:val="0"/>
              <w:spacing w:after="0"/>
              <w:rPr>
                <w:sz w:val="20"/>
              </w:rPr>
            </w:pPr>
            <w:r w:rsidRPr="00991AF3">
              <w:rPr>
                <w:sz w:val="20"/>
              </w:rPr>
              <w:t>Applying to deregister an Australian passport fund as a registered scheme (see also item 12B)</w:t>
            </w:r>
          </w:p>
        </w:tc>
        <w:tc>
          <w:tcPr>
            <w:tcW w:w="1628" w:type="dxa"/>
          </w:tcPr>
          <w:p w14:paraId="4CDBFA38" w14:textId="77777777" w:rsidR="00D8081E" w:rsidRPr="00991AF3" w:rsidRDefault="00D8081E" w:rsidP="00686C2B">
            <w:pPr>
              <w:keepNext/>
              <w:autoSpaceDE w:val="0"/>
              <w:autoSpaceDN w:val="0"/>
              <w:adjustRightInd w:val="0"/>
              <w:spacing w:after="0"/>
              <w:rPr>
                <w:sz w:val="20"/>
              </w:rPr>
            </w:pPr>
            <w:r w:rsidRPr="00991AF3">
              <w:rPr>
                <w:sz w:val="20"/>
              </w:rPr>
              <w:t>no fee</w:t>
            </w:r>
          </w:p>
        </w:tc>
      </w:tr>
      <w:tr w:rsidR="00D8081E" w:rsidRPr="00991AF3" w14:paraId="0FBC4955" w14:textId="77777777" w:rsidTr="00C23B32">
        <w:trPr>
          <w:tblHeader/>
        </w:trPr>
        <w:tc>
          <w:tcPr>
            <w:tcW w:w="1127" w:type="dxa"/>
          </w:tcPr>
          <w:p w14:paraId="5D62E29A" w14:textId="77777777" w:rsidR="00D8081E" w:rsidRPr="00991AF3" w:rsidRDefault="00D8081E" w:rsidP="00FA0996">
            <w:pPr>
              <w:autoSpaceDE w:val="0"/>
              <w:autoSpaceDN w:val="0"/>
              <w:adjustRightInd w:val="0"/>
              <w:spacing w:after="0"/>
              <w:rPr>
                <w:sz w:val="20"/>
              </w:rPr>
            </w:pPr>
            <w:r w:rsidRPr="00991AF3">
              <w:rPr>
                <w:sz w:val="20"/>
              </w:rPr>
              <w:t>12B</w:t>
            </w:r>
          </w:p>
        </w:tc>
        <w:tc>
          <w:tcPr>
            <w:tcW w:w="5644" w:type="dxa"/>
          </w:tcPr>
          <w:p w14:paraId="359C0D41" w14:textId="77777777" w:rsidR="00D8081E" w:rsidRPr="00991AF3" w:rsidRDefault="00D8081E" w:rsidP="00FA0996">
            <w:pPr>
              <w:autoSpaceDE w:val="0"/>
              <w:autoSpaceDN w:val="0"/>
              <w:adjustRightInd w:val="0"/>
              <w:spacing w:after="0"/>
              <w:rPr>
                <w:sz w:val="20"/>
              </w:rPr>
            </w:pPr>
            <w:r w:rsidRPr="00991AF3">
              <w:rPr>
                <w:sz w:val="20"/>
              </w:rPr>
              <w:t>Applying to deregister an Australian passport fund as an Australian passport fund  (see also item 12A)</w:t>
            </w:r>
          </w:p>
        </w:tc>
        <w:tc>
          <w:tcPr>
            <w:tcW w:w="1628" w:type="dxa"/>
          </w:tcPr>
          <w:p w14:paraId="3EB55240" w14:textId="77777777" w:rsidR="00D8081E" w:rsidRPr="00991AF3" w:rsidRDefault="00D8081E" w:rsidP="00FA0996">
            <w:pPr>
              <w:autoSpaceDE w:val="0"/>
              <w:autoSpaceDN w:val="0"/>
              <w:adjustRightInd w:val="0"/>
              <w:spacing w:after="0"/>
              <w:rPr>
                <w:sz w:val="20"/>
              </w:rPr>
            </w:pPr>
            <w:r w:rsidRPr="00991AF3">
              <w:rPr>
                <w:sz w:val="20"/>
              </w:rPr>
              <w:t>$889</w:t>
            </w:r>
          </w:p>
          <w:p w14:paraId="4D2140B5" w14:textId="77777777" w:rsidR="00D8081E" w:rsidRPr="00991AF3" w:rsidRDefault="00D8081E" w:rsidP="00FA0996">
            <w:pPr>
              <w:autoSpaceDE w:val="0"/>
              <w:autoSpaceDN w:val="0"/>
              <w:adjustRightInd w:val="0"/>
              <w:spacing w:after="0"/>
              <w:rPr>
                <w:sz w:val="20"/>
              </w:rPr>
            </w:pPr>
          </w:p>
        </w:tc>
      </w:tr>
      <w:tr w:rsidR="00D8081E" w:rsidRPr="00991AF3" w14:paraId="631C2747" w14:textId="77777777" w:rsidTr="00C23B32">
        <w:trPr>
          <w:tblHeader/>
        </w:trPr>
        <w:tc>
          <w:tcPr>
            <w:tcW w:w="1127" w:type="dxa"/>
          </w:tcPr>
          <w:p w14:paraId="4555F2BB" w14:textId="77777777" w:rsidR="00D8081E" w:rsidRPr="00991AF3" w:rsidRDefault="00D8081E" w:rsidP="00FA0996">
            <w:pPr>
              <w:autoSpaceDE w:val="0"/>
              <w:autoSpaceDN w:val="0"/>
              <w:adjustRightInd w:val="0"/>
              <w:spacing w:after="0"/>
              <w:rPr>
                <w:sz w:val="20"/>
              </w:rPr>
            </w:pPr>
            <w:r w:rsidRPr="00991AF3">
              <w:rPr>
                <w:sz w:val="20"/>
              </w:rPr>
              <w:t>23A</w:t>
            </w:r>
          </w:p>
        </w:tc>
        <w:tc>
          <w:tcPr>
            <w:tcW w:w="5644" w:type="dxa"/>
          </w:tcPr>
          <w:p w14:paraId="0D4DDA43" w14:textId="77777777" w:rsidR="00D8081E" w:rsidRPr="00991AF3" w:rsidRDefault="00D8081E" w:rsidP="00FA0996">
            <w:pPr>
              <w:autoSpaceDE w:val="0"/>
              <w:autoSpaceDN w:val="0"/>
              <w:adjustRightInd w:val="0"/>
              <w:spacing w:after="0"/>
              <w:rPr>
                <w:b/>
                <w:i/>
                <w:sz w:val="20"/>
              </w:rPr>
            </w:pPr>
            <w:r w:rsidRPr="00991AF3">
              <w:rPr>
                <w:sz w:val="20"/>
              </w:rPr>
              <w:t>Lodgement of a notice that an Australian passport fund is using another name in another economy under section 1212C</w:t>
            </w:r>
          </w:p>
        </w:tc>
        <w:tc>
          <w:tcPr>
            <w:tcW w:w="1628" w:type="dxa"/>
          </w:tcPr>
          <w:p w14:paraId="7EBAE625" w14:textId="77777777" w:rsidR="00D8081E" w:rsidRPr="00991AF3" w:rsidRDefault="00D8081E" w:rsidP="00FA0996">
            <w:pPr>
              <w:autoSpaceDE w:val="0"/>
              <w:autoSpaceDN w:val="0"/>
              <w:adjustRightInd w:val="0"/>
              <w:spacing w:after="0"/>
              <w:rPr>
                <w:b/>
                <w:i/>
                <w:sz w:val="20"/>
              </w:rPr>
            </w:pPr>
            <w:r w:rsidRPr="00991AF3">
              <w:rPr>
                <w:sz w:val="20"/>
              </w:rPr>
              <w:t>$40</w:t>
            </w:r>
          </w:p>
        </w:tc>
      </w:tr>
      <w:tr w:rsidR="00D8081E" w:rsidRPr="00991AF3" w14:paraId="2700A866" w14:textId="77777777" w:rsidTr="00C23B32">
        <w:trPr>
          <w:tblHeader/>
        </w:trPr>
        <w:tc>
          <w:tcPr>
            <w:tcW w:w="8399" w:type="dxa"/>
            <w:gridSpan w:val="3"/>
          </w:tcPr>
          <w:p w14:paraId="4A1BC927" w14:textId="77777777" w:rsidR="00D8081E" w:rsidRPr="00991AF3" w:rsidRDefault="00D8081E" w:rsidP="00FA0996">
            <w:pPr>
              <w:autoSpaceDE w:val="0"/>
              <w:autoSpaceDN w:val="0"/>
              <w:adjustRightInd w:val="0"/>
              <w:spacing w:after="0"/>
              <w:rPr>
                <w:sz w:val="20"/>
              </w:rPr>
            </w:pPr>
            <w:r w:rsidRPr="00991AF3">
              <w:rPr>
                <w:i/>
                <w:sz w:val="20"/>
              </w:rPr>
              <w:t>Registry fees for only notified foreign passport funds</w:t>
            </w:r>
          </w:p>
        </w:tc>
      </w:tr>
      <w:tr w:rsidR="00D8081E" w:rsidRPr="00991AF3" w14:paraId="46477860" w14:textId="77777777" w:rsidTr="00C23B32">
        <w:trPr>
          <w:tblHeader/>
        </w:trPr>
        <w:tc>
          <w:tcPr>
            <w:tcW w:w="1127" w:type="dxa"/>
          </w:tcPr>
          <w:p w14:paraId="5F49129E" w14:textId="77777777" w:rsidR="00D8081E" w:rsidRPr="00991AF3" w:rsidRDefault="00D8081E" w:rsidP="00FA0996">
            <w:pPr>
              <w:autoSpaceDE w:val="0"/>
              <w:autoSpaceDN w:val="0"/>
              <w:adjustRightInd w:val="0"/>
              <w:spacing w:after="0"/>
              <w:rPr>
                <w:sz w:val="20"/>
              </w:rPr>
            </w:pPr>
            <w:r w:rsidRPr="00991AF3">
              <w:rPr>
                <w:sz w:val="20"/>
              </w:rPr>
              <w:t>7A</w:t>
            </w:r>
          </w:p>
        </w:tc>
        <w:tc>
          <w:tcPr>
            <w:tcW w:w="5644" w:type="dxa"/>
          </w:tcPr>
          <w:p w14:paraId="115C0EC5" w14:textId="77777777" w:rsidR="00D8081E" w:rsidRPr="00991AF3" w:rsidRDefault="00D8081E" w:rsidP="00FA0996">
            <w:pPr>
              <w:autoSpaceDE w:val="0"/>
              <w:autoSpaceDN w:val="0"/>
              <w:adjustRightInd w:val="0"/>
              <w:spacing w:after="0"/>
              <w:rPr>
                <w:sz w:val="20"/>
              </w:rPr>
            </w:pPr>
            <w:r w:rsidRPr="00991AF3">
              <w:rPr>
                <w:sz w:val="20"/>
              </w:rPr>
              <w:t>Application for the Minister to consent to a name being made available for a foreign passport fund</w:t>
            </w:r>
          </w:p>
        </w:tc>
        <w:tc>
          <w:tcPr>
            <w:tcW w:w="1628" w:type="dxa"/>
          </w:tcPr>
          <w:p w14:paraId="13AF471A" w14:textId="77777777" w:rsidR="00D8081E" w:rsidRPr="00991AF3" w:rsidRDefault="00D8081E" w:rsidP="00FA0996">
            <w:pPr>
              <w:autoSpaceDE w:val="0"/>
              <w:autoSpaceDN w:val="0"/>
              <w:adjustRightInd w:val="0"/>
              <w:spacing w:after="0"/>
              <w:rPr>
                <w:sz w:val="20"/>
              </w:rPr>
            </w:pPr>
            <w:r w:rsidRPr="00991AF3">
              <w:rPr>
                <w:sz w:val="20"/>
              </w:rPr>
              <w:t>$1,217</w:t>
            </w:r>
          </w:p>
        </w:tc>
      </w:tr>
      <w:tr w:rsidR="00D8081E" w:rsidRPr="00991AF3" w14:paraId="5ED6822E" w14:textId="77777777" w:rsidTr="00C23B32">
        <w:trPr>
          <w:tblHeader/>
        </w:trPr>
        <w:tc>
          <w:tcPr>
            <w:tcW w:w="1127" w:type="dxa"/>
          </w:tcPr>
          <w:p w14:paraId="3EE1E31A" w14:textId="77777777" w:rsidR="00D8081E" w:rsidRPr="00991AF3" w:rsidRDefault="00D8081E" w:rsidP="00FA0996">
            <w:pPr>
              <w:autoSpaceDE w:val="0"/>
              <w:autoSpaceDN w:val="0"/>
              <w:adjustRightInd w:val="0"/>
              <w:spacing w:after="0"/>
              <w:rPr>
                <w:sz w:val="20"/>
              </w:rPr>
            </w:pPr>
            <w:r w:rsidRPr="00991AF3">
              <w:rPr>
                <w:sz w:val="20"/>
              </w:rPr>
              <w:t>12C</w:t>
            </w:r>
          </w:p>
        </w:tc>
        <w:tc>
          <w:tcPr>
            <w:tcW w:w="5644" w:type="dxa"/>
          </w:tcPr>
          <w:p w14:paraId="7AD22952" w14:textId="77777777" w:rsidR="00D8081E" w:rsidRPr="00991AF3" w:rsidRDefault="00D8081E" w:rsidP="00FA0996">
            <w:pPr>
              <w:autoSpaceDE w:val="0"/>
              <w:autoSpaceDN w:val="0"/>
              <w:adjustRightInd w:val="0"/>
              <w:spacing w:after="0"/>
              <w:rPr>
                <w:sz w:val="20"/>
              </w:rPr>
            </w:pPr>
            <w:r w:rsidRPr="00991AF3">
              <w:rPr>
                <w:sz w:val="20"/>
              </w:rPr>
              <w:t>Applying to remove a notified foreign passport fund</w:t>
            </w:r>
          </w:p>
        </w:tc>
        <w:tc>
          <w:tcPr>
            <w:tcW w:w="1628" w:type="dxa"/>
          </w:tcPr>
          <w:p w14:paraId="6B881690" w14:textId="77777777" w:rsidR="00D8081E" w:rsidRPr="00991AF3" w:rsidRDefault="00D8081E" w:rsidP="00FA0996">
            <w:pPr>
              <w:autoSpaceDE w:val="0"/>
              <w:autoSpaceDN w:val="0"/>
              <w:adjustRightInd w:val="0"/>
              <w:spacing w:after="0"/>
              <w:rPr>
                <w:sz w:val="20"/>
              </w:rPr>
            </w:pPr>
            <w:r w:rsidRPr="00991AF3">
              <w:rPr>
                <w:sz w:val="20"/>
              </w:rPr>
              <w:t>no fee</w:t>
            </w:r>
          </w:p>
        </w:tc>
      </w:tr>
      <w:tr w:rsidR="00D8081E" w:rsidRPr="00991AF3" w14:paraId="3301BE39" w14:textId="77777777" w:rsidTr="00C23B32">
        <w:trPr>
          <w:tblHeader/>
        </w:trPr>
        <w:tc>
          <w:tcPr>
            <w:tcW w:w="8399" w:type="dxa"/>
            <w:gridSpan w:val="3"/>
          </w:tcPr>
          <w:p w14:paraId="664CFFE4" w14:textId="77777777" w:rsidR="00D8081E" w:rsidRPr="00991AF3" w:rsidRDefault="00D8081E" w:rsidP="00FA0996">
            <w:pPr>
              <w:pStyle w:val="Dotpoint"/>
              <w:numPr>
                <w:ilvl w:val="0"/>
                <w:numId w:val="0"/>
              </w:numPr>
              <w:spacing w:after="0"/>
              <w:rPr>
                <w:i/>
                <w:sz w:val="20"/>
              </w:rPr>
            </w:pPr>
            <w:r w:rsidRPr="00991AF3">
              <w:rPr>
                <w:i/>
                <w:sz w:val="20"/>
              </w:rPr>
              <w:t>Registry fees for both notified foreign passport funds and Australian passport funds</w:t>
            </w:r>
          </w:p>
        </w:tc>
      </w:tr>
      <w:tr w:rsidR="00D8081E" w:rsidRPr="00991AF3" w14:paraId="4E7C6D27" w14:textId="77777777" w:rsidTr="00C23B32">
        <w:trPr>
          <w:tblHeader/>
        </w:trPr>
        <w:tc>
          <w:tcPr>
            <w:tcW w:w="1127" w:type="dxa"/>
          </w:tcPr>
          <w:p w14:paraId="64EB55DD" w14:textId="77777777" w:rsidR="00D8081E" w:rsidRPr="00991AF3" w:rsidRDefault="00D8081E" w:rsidP="00FA0996">
            <w:pPr>
              <w:autoSpaceDE w:val="0"/>
              <w:autoSpaceDN w:val="0"/>
              <w:adjustRightInd w:val="0"/>
              <w:spacing w:after="0"/>
              <w:rPr>
                <w:sz w:val="20"/>
              </w:rPr>
            </w:pPr>
            <w:r w:rsidRPr="00991AF3">
              <w:rPr>
                <w:sz w:val="20"/>
              </w:rPr>
              <w:t>3 and 4</w:t>
            </w:r>
          </w:p>
        </w:tc>
        <w:tc>
          <w:tcPr>
            <w:tcW w:w="5644" w:type="dxa"/>
          </w:tcPr>
          <w:p w14:paraId="3349F23A" w14:textId="77777777" w:rsidR="00D8081E" w:rsidRPr="00991AF3" w:rsidRDefault="00D8081E" w:rsidP="00FA0996">
            <w:pPr>
              <w:autoSpaceDE w:val="0"/>
              <w:autoSpaceDN w:val="0"/>
              <w:adjustRightInd w:val="0"/>
              <w:spacing w:after="0"/>
              <w:rPr>
                <w:sz w:val="20"/>
              </w:rPr>
            </w:pPr>
            <w:r w:rsidRPr="00991AF3">
              <w:rPr>
                <w:sz w:val="20"/>
              </w:rPr>
              <w:t>Approving a choice of review date under subsections 345B(1), (2) or (2A)</w:t>
            </w:r>
          </w:p>
        </w:tc>
        <w:tc>
          <w:tcPr>
            <w:tcW w:w="1628" w:type="dxa"/>
          </w:tcPr>
          <w:p w14:paraId="36DE66F9" w14:textId="77777777" w:rsidR="00D8081E" w:rsidRPr="00991AF3" w:rsidRDefault="00D8081E" w:rsidP="00FA0996">
            <w:pPr>
              <w:pStyle w:val="Bullet"/>
              <w:tabs>
                <w:tab w:val="clear" w:pos="567"/>
                <w:tab w:val="num" w:pos="176"/>
              </w:tabs>
              <w:ind w:left="176" w:hanging="176"/>
              <w:rPr>
                <w:sz w:val="20"/>
                <w:szCs w:val="20"/>
              </w:rPr>
            </w:pPr>
            <w:r w:rsidRPr="00991AF3">
              <w:rPr>
                <w:sz w:val="20"/>
                <w:szCs w:val="20"/>
              </w:rPr>
              <w:t>$397 (for an application relating to more than 10 entities with the same ultimate holding company); or</w:t>
            </w:r>
          </w:p>
          <w:p w14:paraId="0D213860" w14:textId="77777777" w:rsidR="00D8081E" w:rsidRPr="00991AF3" w:rsidRDefault="00D8081E" w:rsidP="00FA0996">
            <w:pPr>
              <w:pStyle w:val="Bullet"/>
              <w:tabs>
                <w:tab w:val="clear" w:pos="567"/>
                <w:tab w:val="num" w:pos="176"/>
              </w:tabs>
              <w:ind w:left="176" w:hanging="176"/>
            </w:pPr>
            <w:r w:rsidRPr="00991AF3">
              <w:rPr>
                <w:sz w:val="20"/>
                <w:szCs w:val="20"/>
              </w:rPr>
              <w:t>$40 for each entity.</w:t>
            </w:r>
          </w:p>
        </w:tc>
      </w:tr>
      <w:tr w:rsidR="00D8081E" w:rsidRPr="00991AF3" w14:paraId="4B18EC90" w14:textId="77777777" w:rsidTr="00C23B32">
        <w:trPr>
          <w:tblHeader/>
        </w:trPr>
        <w:tc>
          <w:tcPr>
            <w:tcW w:w="1127" w:type="dxa"/>
          </w:tcPr>
          <w:p w14:paraId="16744670" w14:textId="77777777" w:rsidR="00D8081E" w:rsidRPr="00991AF3" w:rsidRDefault="00D8081E" w:rsidP="00FA0996">
            <w:pPr>
              <w:autoSpaceDE w:val="0"/>
              <w:autoSpaceDN w:val="0"/>
              <w:adjustRightInd w:val="0"/>
              <w:spacing w:after="0"/>
              <w:rPr>
                <w:sz w:val="20"/>
              </w:rPr>
            </w:pPr>
            <w:r w:rsidRPr="00991AF3">
              <w:rPr>
                <w:sz w:val="20"/>
              </w:rPr>
              <w:t>23A</w:t>
            </w:r>
          </w:p>
        </w:tc>
        <w:tc>
          <w:tcPr>
            <w:tcW w:w="5644" w:type="dxa"/>
          </w:tcPr>
          <w:p w14:paraId="05BF054B" w14:textId="5709F0CE" w:rsidR="00D8081E" w:rsidRPr="00991AF3" w:rsidRDefault="00D8081E" w:rsidP="00FA0996">
            <w:pPr>
              <w:autoSpaceDE w:val="0"/>
              <w:autoSpaceDN w:val="0"/>
              <w:adjustRightInd w:val="0"/>
              <w:spacing w:after="0"/>
              <w:rPr>
                <w:sz w:val="20"/>
              </w:rPr>
            </w:pPr>
            <w:r w:rsidRPr="00991AF3">
              <w:rPr>
                <w:sz w:val="20"/>
              </w:rPr>
              <w:t>Lodging another notice under Chapter 8A or the Passport Rules, e</w:t>
            </w:r>
            <w:r w:rsidR="002A79D5">
              <w:rPr>
                <w:sz w:val="20"/>
              </w:rPr>
              <w:t>.</w:t>
            </w:r>
            <w:r w:rsidRPr="00991AF3">
              <w:rPr>
                <w:sz w:val="20"/>
              </w:rPr>
              <w:t>g</w:t>
            </w:r>
            <w:r w:rsidR="002A79D5">
              <w:rPr>
                <w:sz w:val="20"/>
              </w:rPr>
              <w:t>.</w:t>
            </w:r>
            <w:r w:rsidRPr="00991AF3">
              <w:rPr>
                <w:sz w:val="20"/>
              </w:rPr>
              <w:t xml:space="preserve"> a notice of:</w:t>
            </w:r>
          </w:p>
          <w:p w14:paraId="0C3AB01E" w14:textId="0ECB9FE3" w:rsidR="00D8081E" w:rsidRPr="00991AF3" w:rsidRDefault="00D8081E" w:rsidP="00FA0996">
            <w:pPr>
              <w:pStyle w:val="Dotpoint"/>
              <w:tabs>
                <w:tab w:val="clear" w:pos="709"/>
                <w:tab w:val="clear" w:pos="851"/>
                <w:tab w:val="num" w:pos="317"/>
              </w:tabs>
              <w:ind w:left="317" w:hanging="316"/>
              <w:rPr>
                <w:sz w:val="20"/>
              </w:rPr>
            </w:pPr>
            <w:r w:rsidRPr="00991AF3">
              <w:rPr>
                <w:sz w:val="20"/>
              </w:rPr>
              <w:t>an intention to wind</w:t>
            </w:r>
            <w:r w:rsidR="008D6475">
              <w:rPr>
                <w:sz w:val="20"/>
              </w:rPr>
              <w:t xml:space="preserve"> </w:t>
            </w:r>
            <w:r w:rsidRPr="00991AF3">
              <w:rPr>
                <w:sz w:val="20"/>
              </w:rPr>
              <w:t>up a fund, the commencement or wind-up or the completion of wind-up under the table in section 12 of the Passport Rules; or</w:t>
            </w:r>
          </w:p>
          <w:p w14:paraId="42832645" w14:textId="3E3C31B6" w:rsidR="00D8081E" w:rsidRPr="00991AF3" w:rsidRDefault="00D8081E" w:rsidP="00FA0996">
            <w:pPr>
              <w:pStyle w:val="Dotpoint"/>
              <w:tabs>
                <w:tab w:val="clear" w:pos="709"/>
                <w:tab w:val="clear" w:pos="851"/>
                <w:tab w:val="num" w:pos="317"/>
              </w:tabs>
              <w:ind w:left="317" w:hanging="316"/>
              <w:rPr>
                <w:sz w:val="20"/>
              </w:rPr>
            </w:pPr>
            <w:r w:rsidRPr="00991AF3">
              <w:rPr>
                <w:sz w:val="20"/>
              </w:rPr>
              <w:t xml:space="preserve">a suspension of redemption </w:t>
            </w:r>
            <w:r w:rsidR="008D6475">
              <w:rPr>
                <w:sz w:val="20"/>
              </w:rPr>
              <w:t xml:space="preserve">of </w:t>
            </w:r>
            <w:r w:rsidRPr="00991AF3">
              <w:rPr>
                <w:sz w:val="20"/>
              </w:rPr>
              <w:t>interests under section 12 of the Passport Rules.*</w:t>
            </w:r>
          </w:p>
        </w:tc>
        <w:tc>
          <w:tcPr>
            <w:tcW w:w="1628" w:type="dxa"/>
          </w:tcPr>
          <w:p w14:paraId="3C6007D3" w14:textId="77777777" w:rsidR="00D8081E" w:rsidRPr="00991AF3" w:rsidRDefault="00D8081E" w:rsidP="00FA0996">
            <w:pPr>
              <w:pStyle w:val="Dotpoint"/>
              <w:numPr>
                <w:ilvl w:val="0"/>
                <w:numId w:val="0"/>
              </w:numPr>
              <w:spacing w:after="0"/>
              <w:rPr>
                <w:sz w:val="20"/>
              </w:rPr>
            </w:pPr>
            <w:r w:rsidRPr="00991AF3">
              <w:rPr>
                <w:sz w:val="20"/>
              </w:rPr>
              <w:t>$40</w:t>
            </w:r>
          </w:p>
        </w:tc>
      </w:tr>
    </w:tbl>
    <w:p w14:paraId="16383206" w14:textId="77777777" w:rsidR="00D8081E" w:rsidRPr="00991AF3" w:rsidRDefault="00D8081E" w:rsidP="00D8081E">
      <w:pPr>
        <w:shd w:val="clear" w:color="auto" w:fill="FFFFFF" w:themeFill="background1"/>
        <w:autoSpaceDE w:val="0"/>
        <w:autoSpaceDN w:val="0"/>
        <w:adjustRightInd w:val="0"/>
        <w:spacing w:after="240"/>
        <w:rPr>
          <w:szCs w:val="24"/>
        </w:rPr>
      </w:pPr>
      <w:r w:rsidRPr="00991AF3">
        <w:rPr>
          <w:szCs w:val="24"/>
        </w:rPr>
        <w:t>Item 14 also amend</w:t>
      </w:r>
      <w:r w:rsidR="00FA0996">
        <w:rPr>
          <w:szCs w:val="24"/>
        </w:rPr>
        <w:t>s</w:t>
      </w:r>
      <w:r w:rsidRPr="00991AF3">
        <w:rPr>
          <w:szCs w:val="24"/>
        </w:rPr>
        <w:t xml:space="preserve"> table item 5 to provide an exemption for annual reports lodged by notified foreign passport funds.</w:t>
      </w:r>
    </w:p>
    <w:p w14:paraId="04E3BE44" w14:textId="77777777" w:rsidR="00D8081E" w:rsidRPr="00991AF3" w:rsidRDefault="00D8081E" w:rsidP="00D8081E">
      <w:pPr>
        <w:shd w:val="clear" w:color="auto" w:fill="FFFFFF" w:themeFill="background1"/>
        <w:autoSpaceDE w:val="0"/>
        <w:autoSpaceDN w:val="0"/>
        <w:adjustRightInd w:val="0"/>
        <w:spacing w:after="240"/>
        <w:rPr>
          <w:szCs w:val="24"/>
        </w:rPr>
      </w:pPr>
      <w:r w:rsidRPr="00991AF3">
        <w:rPr>
          <w:szCs w:val="24"/>
        </w:rPr>
        <w:t>Item 18 impose</w:t>
      </w:r>
      <w:r w:rsidR="00FA0996">
        <w:rPr>
          <w:szCs w:val="24"/>
        </w:rPr>
        <w:t>s</w:t>
      </w:r>
      <w:r w:rsidRPr="00991AF3">
        <w:rPr>
          <w:szCs w:val="24"/>
        </w:rPr>
        <w:t xml:space="preserve"> a fee for inspecting the Register of</w:t>
      </w:r>
      <w:r w:rsidR="00FA0996">
        <w:rPr>
          <w:szCs w:val="24"/>
        </w:rPr>
        <w:t xml:space="preserve"> Passport Funds (new table item </w:t>
      </w:r>
      <w:r w:rsidRPr="00991AF3">
        <w:rPr>
          <w:szCs w:val="24"/>
        </w:rPr>
        <w:t xml:space="preserve">19A). The fee </w:t>
      </w:r>
      <w:r w:rsidR="00FA0996">
        <w:rPr>
          <w:szCs w:val="24"/>
        </w:rPr>
        <w:t>is</w:t>
      </w:r>
      <w:r w:rsidRPr="00991AF3">
        <w:rPr>
          <w:szCs w:val="24"/>
        </w:rPr>
        <w:t xml:space="preserve"> $17 if the documents are reproduced using a computer system for less than 10 pages. In all other cases the fee </w:t>
      </w:r>
      <w:r w:rsidR="00FA0996">
        <w:rPr>
          <w:szCs w:val="24"/>
        </w:rPr>
        <w:t>is</w:t>
      </w:r>
      <w:r w:rsidRPr="00991AF3">
        <w:rPr>
          <w:szCs w:val="24"/>
        </w:rPr>
        <w:t xml:space="preserve"> $40. This align</w:t>
      </w:r>
      <w:r w:rsidR="00FA0996">
        <w:rPr>
          <w:szCs w:val="24"/>
        </w:rPr>
        <w:t>s</w:t>
      </w:r>
      <w:r w:rsidRPr="00991AF3">
        <w:rPr>
          <w:szCs w:val="24"/>
        </w:rPr>
        <w:t xml:space="preserve"> the fees for inspecting the Register of Passport Funds with the fee for inspecting documents that are lodged in relation to corporations or registered schemes in existing table item 16.</w:t>
      </w:r>
    </w:p>
    <w:p w14:paraId="3006DF04" w14:textId="77777777" w:rsidR="00D8081E" w:rsidRPr="00991AF3" w:rsidRDefault="00D8081E" w:rsidP="00D8081E">
      <w:pPr>
        <w:shd w:val="clear" w:color="auto" w:fill="FFFFFF" w:themeFill="background1"/>
        <w:autoSpaceDE w:val="0"/>
        <w:autoSpaceDN w:val="0"/>
        <w:adjustRightInd w:val="0"/>
        <w:spacing w:after="240"/>
        <w:rPr>
          <w:color w:val="FF0000"/>
          <w:szCs w:val="24"/>
        </w:rPr>
      </w:pPr>
      <w:r w:rsidRPr="00991AF3">
        <w:rPr>
          <w:szCs w:val="24"/>
        </w:rPr>
        <w:t xml:space="preserve">Items 17 and 19 ensure that the existing fees for retrieving information from ASIC’s registers relating to a company or registered scheme also apply to information relating to a notified foreign passport fund (see the proposed amendments to table items 15, 16 and 22). </w:t>
      </w:r>
    </w:p>
    <w:p w14:paraId="12A66BA8" w14:textId="77777777" w:rsidR="00D8081E" w:rsidRPr="00991AF3" w:rsidRDefault="00D8081E" w:rsidP="00D8081E">
      <w:pPr>
        <w:tabs>
          <w:tab w:val="left" w:pos="1701"/>
          <w:tab w:val="right" w:pos="9072"/>
        </w:tabs>
        <w:spacing w:after="240"/>
        <w:ind w:right="91"/>
        <w:rPr>
          <w:szCs w:val="24"/>
          <w:u w:val="single"/>
        </w:rPr>
      </w:pPr>
      <w:r w:rsidRPr="00991AF3">
        <w:rPr>
          <w:szCs w:val="24"/>
          <w:u w:val="single"/>
        </w:rPr>
        <w:lastRenderedPageBreak/>
        <w:t xml:space="preserve">Items 21 to 32 (amendments to the </w:t>
      </w:r>
      <w:r w:rsidRPr="00991AF3">
        <w:rPr>
          <w:i/>
          <w:szCs w:val="24"/>
          <w:u w:val="single"/>
        </w:rPr>
        <w:t>Corporations (Review Fees) Regulations 2003</w:t>
      </w:r>
      <w:r w:rsidRPr="00991AF3">
        <w:rPr>
          <w:szCs w:val="24"/>
          <w:u w:val="single"/>
        </w:rPr>
        <w:t>)</w:t>
      </w:r>
    </w:p>
    <w:p w14:paraId="157CBF49" w14:textId="77777777" w:rsidR="00D8081E" w:rsidRPr="00991AF3" w:rsidRDefault="00D8081E" w:rsidP="00D8081E">
      <w:pPr>
        <w:shd w:val="clear" w:color="auto" w:fill="FFFFFF" w:themeFill="background1"/>
        <w:autoSpaceDE w:val="0"/>
        <w:autoSpaceDN w:val="0"/>
        <w:adjustRightInd w:val="0"/>
        <w:spacing w:after="240"/>
        <w:rPr>
          <w:szCs w:val="24"/>
        </w:rPr>
      </w:pPr>
      <w:r w:rsidRPr="00991AF3">
        <w:rPr>
          <w:szCs w:val="24"/>
        </w:rPr>
        <w:t>Items 21 to 32 impose the fees on notified foreign passport funds that are set out in Table 2.3.</w:t>
      </w:r>
    </w:p>
    <w:p w14:paraId="6DC31049" w14:textId="77777777" w:rsidR="00D8081E" w:rsidRPr="00991AF3" w:rsidRDefault="00D8081E" w:rsidP="00FA0996">
      <w:pPr>
        <w:keepNext/>
        <w:shd w:val="clear" w:color="auto" w:fill="FFFFFF" w:themeFill="background1"/>
        <w:autoSpaceDE w:val="0"/>
        <w:autoSpaceDN w:val="0"/>
        <w:adjustRightInd w:val="0"/>
        <w:spacing w:after="240"/>
        <w:rPr>
          <w:b/>
          <w:i/>
          <w:szCs w:val="24"/>
        </w:rPr>
      </w:pPr>
      <w:r w:rsidRPr="00991AF3">
        <w:rPr>
          <w:b/>
          <w:i/>
          <w:szCs w:val="24"/>
        </w:rPr>
        <w:t xml:space="preserve">Table 2.3: Review Fees for Notified Foreign Passport Funds </w:t>
      </w:r>
    </w:p>
    <w:tbl>
      <w:tblPr>
        <w:tblStyle w:val="TableGrid"/>
        <w:tblW w:w="0" w:type="auto"/>
        <w:tblLook w:val="04A0" w:firstRow="1" w:lastRow="0" w:firstColumn="1" w:lastColumn="0" w:noHBand="0" w:noVBand="1"/>
      </w:tblPr>
      <w:tblGrid>
        <w:gridCol w:w="1526"/>
        <w:gridCol w:w="2268"/>
        <w:gridCol w:w="4252"/>
      </w:tblGrid>
      <w:tr w:rsidR="00D8081E" w:rsidRPr="00991AF3" w14:paraId="31A8CF82" w14:textId="77777777" w:rsidTr="00FA0996">
        <w:trPr>
          <w:cantSplit/>
          <w:tblHeader/>
        </w:trPr>
        <w:tc>
          <w:tcPr>
            <w:tcW w:w="1526" w:type="dxa"/>
            <w:shd w:val="clear" w:color="auto" w:fill="BFBFBF" w:themeFill="background1" w:themeFillShade="BF"/>
          </w:tcPr>
          <w:p w14:paraId="6F54A645" w14:textId="77777777" w:rsidR="00D8081E" w:rsidRPr="00991AF3" w:rsidRDefault="00D8081E" w:rsidP="00FA0996">
            <w:pPr>
              <w:keepNext/>
              <w:autoSpaceDE w:val="0"/>
              <w:autoSpaceDN w:val="0"/>
              <w:adjustRightInd w:val="0"/>
              <w:spacing w:after="0"/>
              <w:jc w:val="center"/>
              <w:rPr>
                <w:b/>
                <w:i/>
                <w:sz w:val="20"/>
              </w:rPr>
            </w:pPr>
            <w:r w:rsidRPr="00991AF3">
              <w:rPr>
                <w:b/>
                <w:i/>
                <w:sz w:val="20"/>
              </w:rPr>
              <w:t>Table Item</w:t>
            </w:r>
          </w:p>
        </w:tc>
        <w:tc>
          <w:tcPr>
            <w:tcW w:w="2268" w:type="dxa"/>
            <w:shd w:val="clear" w:color="auto" w:fill="BFBFBF" w:themeFill="background1" w:themeFillShade="BF"/>
          </w:tcPr>
          <w:p w14:paraId="1D7B9889" w14:textId="77777777" w:rsidR="00D8081E" w:rsidRPr="00991AF3" w:rsidRDefault="00D8081E" w:rsidP="00FA0996">
            <w:pPr>
              <w:keepNext/>
              <w:autoSpaceDE w:val="0"/>
              <w:autoSpaceDN w:val="0"/>
              <w:adjustRightInd w:val="0"/>
              <w:spacing w:after="0"/>
              <w:jc w:val="center"/>
              <w:rPr>
                <w:b/>
                <w:i/>
                <w:sz w:val="20"/>
              </w:rPr>
            </w:pPr>
            <w:r w:rsidRPr="00991AF3">
              <w:rPr>
                <w:b/>
                <w:i/>
                <w:sz w:val="20"/>
              </w:rPr>
              <w:t>Type of fee</w:t>
            </w:r>
          </w:p>
        </w:tc>
        <w:tc>
          <w:tcPr>
            <w:tcW w:w="4252" w:type="dxa"/>
            <w:shd w:val="clear" w:color="auto" w:fill="BFBFBF" w:themeFill="background1" w:themeFillShade="BF"/>
          </w:tcPr>
          <w:p w14:paraId="29976FCD" w14:textId="77777777" w:rsidR="00D8081E" w:rsidRPr="00991AF3" w:rsidRDefault="00D8081E" w:rsidP="00FA0996">
            <w:pPr>
              <w:keepNext/>
              <w:autoSpaceDE w:val="0"/>
              <w:autoSpaceDN w:val="0"/>
              <w:adjustRightInd w:val="0"/>
              <w:spacing w:after="0"/>
              <w:jc w:val="center"/>
              <w:rPr>
                <w:b/>
                <w:i/>
                <w:sz w:val="20"/>
              </w:rPr>
            </w:pPr>
            <w:r w:rsidRPr="00991AF3">
              <w:rPr>
                <w:b/>
                <w:i/>
                <w:sz w:val="20"/>
              </w:rPr>
              <w:t>Amount</w:t>
            </w:r>
          </w:p>
        </w:tc>
      </w:tr>
      <w:tr w:rsidR="00D8081E" w:rsidRPr="00991AF3" w14:paraId="51624A81" w14:textId="77777777" w:rsidTr="00FA0996">
        <w:trPr>
          <w:cantSplit/>
          <w:trHeight w:val="418"/>
          <w:tblHeader/>
        </w:trPr>
        <w:tc>
          <w:tcPr>
            <w:tcW w:w="8046" w:type="dxa"/>
            <w:gridSpan w:val="3"/>
          </w:tcPr>
          <w:p w14:paraId="342D855F" w14:textId="77777777" w:rsidR="00D8081E" w:rsidRPr="00991AF3" w:rsidRDefault="00D8081E" w:rsidP="00FA0996">
            <w:pPr>
              <w:keepNext/>
              <w:autoSpaceDE w:val="0"/>
              <w:autoSpaceDN w:val="0"/>
              <w:adjustRightInd w:val="0"/>
              <w:spacing w:after="0"/>
              <w:rPr>
                <w:b/>
                <w:i/>
                <w:sz w:val="20"/>
              </w:rPr>
            </w:pPr>
            <w:r w:rsidRPr="00991AF3">
              <w:rPr>
                <w:b/>
                <w:i/>
                <w:sz w:val="20"/>
              </w:rPr>
              <w:t>Part 1- Annual Fees</w:t>
            </w:r>
          </w:p>
        </w:tc>
      </w:tr>
      <w:tr w:rsidR="00D8081E" w:rsidRPr="00991AF3" w14:paraId="399C001D" w14:textId="77777777" w:rsidTr="00FA0996">
        <w:trPr>
          <w:cantSplit/>
          <w:tblHeader/>
        </w:trPr>
        <w:tc>
          <w:tcPr>
            <w:tcW w:w="1526" w:type="dxa"/>
          </w:tcPr>
          <w:p w14:paraId="42D10B28" w14:textId="77777777" w:rsidR="00D8081E" w:rsidRPr="00991AF3" w:rsidRDefault="00D8081E" w:rsidP="00FA0996">
            <w:pPr>
              <w:keepNext/>
              <w:autoSpaceDE w:val="0"/>
              <w:autoSpaceDN w:val="0"/>
              <w:adjustRightInd w:val="0"/>
              <w:spacing w:after="0"/>
              <w:rPr>
                <w:sz w:val="20"/>
              </w:rPr>
            </w:pPr>
            <w:r w:rsidRPr="00991AF3">
              <w:rPr>
                <w:sz w:val="20"/>
              </w:rPr>
              <w:t>104</w:t>
            </w:r>
          </w:p>
        </w:tc>
        <w:tc>
          <w:tcPr>
            <w:tcW w:w="2268" w:type="dxa"/>
          </w:tcPr>
          <w:p w14:paraId="68A5E4A1" w14:textId="77777777" w:rsidR="00D8081E" w:rsidRPr="00991AF3" w:rsidRDefault="00D8081E" w:rsidP="00FA0996">
            <w:pPr>
              <w:keepNext/>
              <w:autoSpaceDE w:val="0"/>
              <w:autoSpaceDN w:val="0"/>
              <w:adjustRightInd w:val="0"/>
              <w:spacing w:after="0"/>
              <w:rPr>
                <w:sz w:val="20"/>
              </w:rPr>
            </w:pPr>
            <w:r w:rsidRPr="00991AF3">
              <w:rPr>
                <w:sz w:val="20"/>
              </w:rPr>
              <w:t xml:space="preserve">Notified foreign passport funds </w:t>
            </w:r>
          </w:p>
        </w:tc>
        <w:tc>
          <w:tcPr>
            <w:tcW w:w="4252" w:type="dxa"/>
          </w:tcPr>
          <w:p w14:paraId="3F40F24B" w14:textId="77777777" w:rsidR="00D8081E" w:rsidRPr="00991AF3" w:rsidRDefault="00D8081E" w:rsidP="00FA0996">
            <w:pPr>
              <w:keepNext/>
              <w:autoSpaceDE w:val="0"/>
              <w:autoSpaceDN w:val="0"/>
              <w:adjustRightInd w:val="0"/>
              <w:spacing w:after="0"/>
              <w:rPr>
                <w:sz w:val="20"/>
              </w:rPr>
            </w:pPr>
            <w:r w:rsidRPr="00991AF3">
              <w:rPr>
                <w:sz w:val="20"/>
              </w:rPr>
              <w:t>$1,069</w:t>
            </w:r>
          </w:p>
        </w:tc>
      </w:tr>
      <w:tr w:rsidR="00D8081E" w:rsidRPr="00991AF3" w14:paraId="54B61BDC" w14:textId="77777777" w:rsidTr="00FA0996">
        <w:trPr>
          <w:cantSplit/>
          <w:tblHeader/>
        </w:trPr>
        <w:tc>
          <w:tcPr>
            <w:tcW w:w="1526" w:type="dxa"/>
          </w:tcPr>
          <w:p w14:paraId="30BD1C59" w14:textId="77777777" w:rsidR="00D8081E" w:rsidRPr="00991AF3" w:rsidRDefault="00D8081E" w:rsidP="00FA0996">
            <w:pPr>
              <w:keepNext/>
              <w:autoSpaceDE w:val="0"/>
              <w:autoSpaceDN w:val="0"/>
              <w:adjustRightInd w:val="0"/>
              <w:spacing w:after="0"/>
              <w:rPr>
                <w:sz w:val="20"/>
              </w:rPr>
            </w:pPr>
            <w:r w:rsidRPr="00991AF3">
              <w:rPr>
                <w:sz w:val="20"/>
              </w:rPr>
              <w:t>105A</w:t>
            </w:r>
          </w:p>
        </w:tc>
        <w:tc>
          <w:tcPr>
            <w:tcW w:w="2268" w:type="dxa"/>
          </w:tcPr>
          <w:p w14:paraId="61F54491" w14:textId="34C17C4A" w:rsidR="00D8081E" w:rsidRPr="00991AF3" w:rsidRDefault="00D8081E" w:rsidP="00FA0996">
            <w:pPr>
              <w:keepNext/>
              <w:autoSpaceDE w:val="0"/>
              <w:autoSpaceDN w:val="0"/>
              <w:adjustRightInd w:val="0"/>
              <w:spacing w:after="0"/>
              <w:rPr>
                <w:sz w:val="20"/>
              </w:rPr>
            </w:pPr>
            <w:r w:rsidRPr="00991AF3">
              <w:rPr>
                <w:sz w:val="20"/>
              </w:rPr>
              <w:t xml:space="preserve">Notified foreign passport funds that </w:t>
            </w:r>
            <w:r w:rsidR="00C12E8D">
              <w:rPr>
                <w:sz w:val="20"/>
              </w:rPr>
              <w:t>are</w:t>
            </w:r>
            <w:r w:rsidR="00C12E8D" w:rsidRPr="00991AF3">
              <w:rPr>
                <w:sz w:val="20"/>
              </w:rPr>
              <w:t xml:space="preserve"> </w:t>
            </w:r>
            <w:r w:rsidRPr="00991AF3">
              <w:rPr>
                <w:sz w:val="20"/>
              </w:rPr>
              <w:t>being removed</w:t>
            </w:r>
          </w:p>
        </w:tc>
        <w:tc>
          <w:tcPr>
            <w:tcW w:w="4252" w:type="dxa"/>
          </w:tcPr>
          <w:p w14:paraId="19545E66" w14:textId="77777777" w:rsidR="00D8081E" w:rsidRPr="00991AF3" w:rsidRDefault="00D8081E" w:rsidP="00FA0996">
            <w:pPr>
              <w:keepNext/>
              <w:autoSpaceDE w:val="0"/>
              <w:autoSpaceDN w:val="0"/>
              <w:adjustRightInd w:val="0"/>
              <w:spacing w:after="0"/>
              <w:rPr>
                <w:sz w:val="20"/>
              </w:rPr>
            </w:pPr>
            <w:r w:rsidRPr="00991AF3">
              <w:rPr>
                <w:sz w:val="20"/>
              </w:rPr>
              <w:t>no fee</w:t>
            </w:r>
          </w:p>
        </w:tc>
      </w:tr>
      <w:tr w:rsidR="00D8081E" w:rsidRPr="00991AF3" w14:paraId="65514162" w14:textId="77777777" w:rsidTr="00FA0996">
        <w:trPr>
          <w:cantSplit/>
          <w:tblHeader/>
        </w:trPr>
        <w:tc>
          <w:tcPr>
            <w:tcW w:w="8046" w:type="dxa"/>
            <w:gridSpan w:val="3"/>
          </w:tcPr>
          <w:p w14:paraId="6957B896" w14:textId="77777777" w:rsidR="00D8081E" w:rsidRPr="00991AF3" w:rsidRDefault="00D8081E" w:rsidP="00FA0996">
            <w:pPr>
              <w:keepNext/>
              <w:autoSpaceDE w:val="0"/>
              <w:autoSpaceDN w:val="0"/>
              <w:adjustRightInd w:val="0"/>
              <w:spacing w:after="0"/>
              <w:rPr>
                <w:sz w:val="20"/>
              </w:rPr>
            </w:pPr>
            <w:r w:rsidRPr="00991AF3">
              <w:rPr>
                <w:b/>
                <w:i/>
                <w:sz w:val="20"/>
              </w:rPr>
              <w:t>Part 1A - Upfront Fees</w:t>
            </w:r>
          </w:p>
        </w:tc>
      </w:tr>
      <w:tr w:rsidR="00D8081E" w:rsidRPr="00991AF3" w14:paraId="741C19C7" w14:textId="77777777" w:rsidTr="00FA0996">
        <w:trPr>
          <w:cantSplit/>
          <w:tblHeader/>
        </w:trPr>
        <w:tc>
          <w:tcPr>
            <w:tcW w:w="1526" w:type="dxa"/>
          </w:tcPr>
          <w:p w14:paraId="79464635" w14:textId="77777777" w:rsidR="00D8081E" w:rsidRPr="00991AF3" w:rsidRDefault="00D8081E" w:rsidP="00FA0996">
            <w:pPr>
              <w:keepNext/>
              <w:autoSpaceDE w:val="0"/>
              <w:autoSpaceDN w:val="0"/>
              <w:adjustRightInd w:val="0"/>
              <w:spacing w:after="0"/>
              <w:rPr>
                <w:sz w:val="20"/>
              </w:rPr>
            </w:pPr>
            <w:r w:rsidRPr="00991AF3">
              <w:rPr>
                <w:sz w:val="20"/>
              </w:rPr>
              <w:t>104</w:t>
            </w:r>
          </w:p>
        </w:tc>
        <w:tc>
          <w:tcPr>
            <w:tcW w:w="2268" w:type="dxa"/>
          </w:tcPr>
          <w:p w14:paraId="180057E4" w14:textId="77777777" w:rsidR="00D8081E" w:rsidRPr="00991AF3" w:rsidRDefault="00D8081E" w:rsidP="00FA0996">
            <w:pPr>
              <w:keepNext/>
              <w:autoSpaceDE w:val="0"/>
              <w:autoSpaceDN w:val="0"/>
              <w:adjustRightInd w:val="0"/>
              <w:spacing w:after="0"/>
              <w:rPr>
                <w:sz w:val="20"/>
              </w:rPr>
            </w:pPr>
            <w:r w:rsidRPr="00991AF3">
              <w:rPr>
                <w:sz w:val="20"/>
              </w:rPr>
              <w:t xml:space="preserve">Notified foreign passport funds </w:t>
            </w:r>
          </w:p>
        </w:tc>
        <w:tc>
          <w:tcPr>
            <w:tcW w:w="4252" w:type="dxa"/>
          </w:tcPr>
          <w:p w14:paraId="60388A3C" w14:textId="77777777" w:rsidR="00D8081E" w:rsidRPr="00991AF3" w:rsidRDefault="00D8081E" w:rsidP="00FA0996">
            <w:pPr>
              <w:keepNext/>
              <w:autoSpaceDE w:val="0"/>
              <w:autoSpaceDN w:val="0"/>
              <w:adjustRightInd w:val="0"/>
              <w:spacing w:after="0"/>
              <w:rPr>
                <w:sz w:val="20"/>
              </w:rPr>
            </w:pPr>
            <w:r w:rsidRPr="00991AF3">
              <w:rPr>
                <w:sz w:val="20"/>
              </w:rPr>
              <w:t>$7,700</w:t>
            </w:r>
          </w:p>
        </w:tc>
      </w:tr>
    </w:tbl>
    <w:p w14:paraId="7515DC67" w14:textId="77777777" w:rsidR="00D8081E" w:rsidRPr="00991AF3" w:rsidRDefault="00D8081E" w:rsidP="00D8081E">
      <w:pPr>
        <w:shd w:val="clear" w:color="auto" w:fill="FFFFFF" w:themeFill="background1"/>
        <w:autoSpaceDE w:val="0"/>
        <w:autoSpaceDN w:val="0"/>
        <w:adjustRightInd w:val="0"/>
        <w:spacing w:after="240"/>
        <w:rPr>
          <w:szCs w:val="24"/>
        </w:rPr>
      </w:pPr>
      <w:r w:rsidRPr="00991AF3">
        <w:rPr>
          <w:szCs w:val="24"/>
        </w:rPr>
        <w:t xml:space="preserve">These fees </w:t>
      </w:r>
      <w:r w:rsidR="00FA0996">
        <w:rPr>
          <w:szCs w:val="24"/>
        </w:rPr>
        <w:t>are</w:t>
      </w:r>
      <w:r w:rsidRPr="00991AF3">
        <w:rPr>
          <w:szCs w:val="24"/>
        </w:rPr>
        <w:t xml:space="preserve"> the same as the fees currently imposed on registered schemes.</w:t>
      </w:r>
    </w:p>
    <w:p w14:paraId="62B55806" w14:textId="77777777" w:rsidR="00D8081E" w:rsidRPr="00991AF3" w:rsidRDefault="00D8081E" w:rsidP="00D8081E">
      <w:pPr>
        <w:shd w:val="clear" w:color="auto" w:fill="FFFFFF" w:themeFill="background1"/>
        <w:autoSpaceDE w:val="0"/>
        <w:autoSpaceDN w:val="0"/>
        <w:adjustRightInd w:val="0"/>
        <w:spacing w:after="240"/>
        <w:rPr>
          <w:szCs w:val="24"/>
          <w:u w:val="single"/>
        </w:rPr>
      </w:pPr>
      <w:r w:rsidRPr="00991AF3">
        <w:rPr>
          <w:szCs w:val="24"/>
          <w:u w:val="single"/>
        </w:rPr>
        <w:t xml:space="preserve">Item 33 (amendments to the </w:t>
      </w:r>
      <w:r w:rsidRPr="00991AF3">
        <w:rPr>
          <w:i/>
          <w:szCs w:val="24"/>
          <w:u w:val="single"/>
        </w:rPr>
        <w:t>National Consumer Credit Protection Regulations 2010</w:t>
      </w:r>
      <w:r w:rsidRPr="00991AF3">
        <w:rPr>
          <w:szCs w:val="24"/>
          <w:u w:val="single"/>
        </w:rPr>
        <w:t>)</w:t>
      </w:r>
    </w:p>
    <w:p w14:paraId="61FEBAB7" w14:textId="77777777" w:rsidR="00D8081E" w:rsidRPr="00991AF3" w:rsidRDefault="00D8081E" w:rsidP="00D8081E">
      <w:pPr>
        <w:shd w:val="clear" w:color="auto" w:fill="FFFFFF" w:themeFill="background1"/>
        <w:autoSpaceDE w:val="0"/>
        <w:autoSpaceDN w:val="0"/>
        <w:adjustRightInd w:val="0"/>
        <w:spacing w:after="240"/>
        <w:rPr>
          <w:szCs w:val="24"/>
        </w:rPr>
      </w:pPr>
      <w:r w:rsidRPr="00991AF3">
        <w:rPr>
          <w:szCs w:val="24"/>
        </w:rPr>
        <w:t xml:space="preserve">The definition of ‘a securitisation product’ in the </w:t>
      </w:r>
      <w:r w:rsidRPr="00991AF3">
        <w:rPr>
          <w:i/>
          <w:szCs w:val="24"/>
        </w:rPr>
        <w:t xml:space="preserve">National Consumer Credit Protection Regulations 2010 </w:t>
      </w:r>
      <w:r w:rsidRPr="00991AF3">
        <w:rPr>
          <w:szCs w:val="24"/>
        </w:rPr>
        <w:t xml:space="preserve">(Credit Regulations) currently includes interests in a managed investment scheme ‘within the meaning of section 9 of the Corporations Act’. </w:t>
      </w:r>
    </w:p>
    <w:p w14:paraId="044DE4D6" w14:textId="77777777" w:rsidR="00D8081E" w:rsidRPr="00991AF3" w:rsidRDefault="00D8081E" w:rsidP="00D8081E">
      <w:pPr>
        <w:shd w:val="clear" w:color="auto" w:fill="FFFFFF" w:themeFill="background1"/>
        <w:autoSpaceDE w:val="0"/>
        <w:autoSpaceDN w:val="0"/>
        <w:adjustRightInd w:val="0"/>
        <w:spacing w:after="240"/>
        <w:rPr>
          <w:szCs w:val="24"/>
        </w:rPr>
      </w:pPr>
      <w:r w:rsidRPr="00991AF3">
        <w:rPr>
          <w:szCs w:val="24"/>
        </w:rPr>
        <w:t>Item 33 clarif</w:t>
      </w:r>
      <w:r w:rsidR="00686C2B">
        <w:rPr>
          <w:szCs w:val="24"/>
        </w:rPr>
        <w:t>ies</w:t>
      </w:r>
      <w:r w:rsidRPr="00991AF3">
        <w:rPr>
          <w:szCs w:val="24"/>
        </w:rPr>
        <w:t xml:space="preserve"> that the definition of ‘securitisation product’ includes interests in </w:t>
      </w:r>
      <w:r w:rsidR="00B83569">
        <w:rPr>
          <w:szCs w:val="24"/>
        </w:rPr>
        <w:t>a notified foreign passport fund</w:t>
      </w:r>
      <w:r w:rsidRPr="00991AF3">
        <w:rPr>
          <w:szCs w:val="24"/>
        </w:rPr>
        <w:t xml:space="preserve"> by removing the reference to section 9 of the Corporations Act. Interests in notified foreign passport funds are treated as managed investment schemes in the Corporations Act but this is achieved by inserting a new section, rather than by amending the definition in section 9.</w:t>
      </w:r>
    </w:p>
    <w:p w14:paraId="3B509DDD" w14:textId="77777777" w:rsidR="00D8081E" w:rsidRPr="00991AF3" w:rsidRDefault="00D8081E" w:rsidP="00D8081E">
      <w:pPr>
        <w:shd w:val="clear" w:color="auto" w:fill="FFFFFF" w:themeFill="background1"/>
        <w:autoSpaceDE w:val="0"/>
        <w:autoSpaceDN w:val="0"/>
        <w:adjustRightInd w:val="0"/>
        <w:spacing w:after="240"/>
        <w:rPr>
          <w:szCs w:val="24"/>
        </w:rPr>
      </w:pPr>
      <w:r w:rsidRPr="00991AF3">
        <w:rPr>
          <w:szCs w:val="24"/>
        </w:rPr>
        <w:t xml:space="preserve">The consequence of this proposed amendment </w:t>
      </w:r>
      <w:r w:rsidR="00FA0996">
        <w:rPr>
          <w:szCs w:val="24"/>
        </w:rPr>
        <w:t>is</w:t>
      </w:r>
      <w:r w:rsidRPr="00991AF3">
        <w:rPr>
          <w:szCs w:val="24"/>
        </w:rPr>
        <w:t xml:space="preserve"> that the operator of a notified foreign passport fund may be a securitisation entity and able to take advantage of the licencing exemption that applies to other securitisation entities.</w:t>
      </w:r>
    </w:p>
    <w:p w14:paraId="1EC50300" w14:textId="77777777" w:rsidR="00D8081E" w:rsidRPr="00991AF3" w:rsidRDefault="00D8081E" w:rsidP="00D8081E">
      <w:pPr>
        <w:shd w:val="clear" w:color="auto" w:fill="FFFFFF" w:themeFill="background1"/>
        <w:autoSpaceDE w:val="0"/>
        <w:autoSpaceDN w:val="0"/>
        <w:adjustRightInd w:val="0"/>
        <w:spacing w:after="240"/>
        <w:rPr>
          <w:szCs w:val="24"/>
          <w:u w:val="single"/>
        </w:rPr>
      </w:pPr>
      <w:r w:rsidRPr="00991AF3">
        <w:rPr>
          <w:szCs w:val="24"/>
          <w:u w:val="single"/>
        </w:rPr>
        <w:t xml:space="preserve">Item 34 (amendments to the </w:t>
      </w:r>
      <w:r w:rsidRPr="00991AF3">
        <w:rPr>
          <w:i/>
          <w:szCs w:val="24"/>
          <w:u w:val="single"/>
        </w:rPr>
        <w:t>Tax Agent Services Regulations 2009</w:t>
      </w:r>
      <w:r w:rsidRPr="00991AF3">
        <w:rPr>
          <w:szCs w:val="24"/>
          <w:u w:val="single"/>
        </w:rPr>
        <w:t>)</w:t>
      </w:r>
    </w:p>
    <w:p w14:paraId="0710D711" w14:textId="77777777" w:rsidR="00D8081E" w:rsidRPr="00251BDF" w:rsidRDefault="00D8081E" w:rsidP="00D8081E">
      <w:pPr>
        <w:shd w:val="clear" w:color="auto" w:fill="FFFFFF" w:themeFill="background1"/>
        <w:autoSpaceDE w:val="0"/>
        <w:autoSpaceDN w:val="0"/>
        <w:adjustRightInd w:val="0"/>
        <w:spacing w:after="240"/>
        <w:rPr>
          <w:szCs w:val="24"/>
        </w:rPr>
      </w:pPr>
      <w:r w:rsidRPr="00991AF3">
        <w:rPr>
          <w:szCs w:val="24"/>
        </w:rPr>
        <w:t xml:space="preserve">Item 34 </w:t>
      </w:r>
      <w:r w:rsidRPr="00991AF3">
        <w:t>provide</w:t>
      </w:r>
      <w:r w:rsidR="00FA0996">
        <w:t>s</w:t>
      </w:r>
      <w:r w:rsidRPr="00991AF3">
        <w:t xml:space="preserve"> that</w:t>
      </w:r>
      <w:r w:rsidRPr="00991AF3">
        <w:rPr>
          <w:szCs w:val="24"/>
        </w:rPr>
        <w:t xml:space="preserve"> ‘</w:t>
      </w:r>
      <w:r w:rsidRPr="00991AF3">
        <w:rPr>
          <w:color w:val="000000"/>
          <w:lang w:val="en-GB" w:eastAsia="en-GB"/>
        </w:rPr>
        <w:t xml:space="preserve">tax agent services’ do not </w:t>
      </w:r>
      <w:r w:rsidRPr="00991AF3">
        <w:rPr>
          <w:szCs w:val="24"/>
        </w:rPr>
        <w:t>include services provided by the operator of a notified foreign passport fund (or a related entity) to the fund or one of its member</w:t>
      </w:r>
      <w:r w:rsidR="00686C2B">
        <w:rPr>
          <w:szCs w:val="24"/>
        </w:rPr>
        <w:t>s</w:t>
      </w:r>
      <w:r w:rsidRPr="00991AF3">
        <w:rPr>
          <w:szCs w:val="24"/>
        </w:rPr>
        <w:t xml:space="preserve"> in relation to the fund. This ensure</w:t>
      </w:r>
      <w:r w:rsidR="00FA0996">
        <w:rPr>
          <w:szCs w:val="24"/>
        </w:rPr>
        <w:t>s</w:t>
      </w:r>
      <w:r w:rsidRPr="00991AF3">
        <w:rPr>
          <w:szCs w:val="24"/>
        </w:rPr>
        <w:t xml:space="preserve"> that providers of these services do not need to comply with the regulatory and educational requirements that apply to persons providing tax agent services in the </w:t>
      </w:r>
      <w:r w:rsidRPr="00991AF3">
        <w:rPr>
          <w:i/>
          <w:szCs w:val="24"/>
        </w:rPr>
        <w:t>Tax Agents Services Regulation 2009</w:t>
      </w:r>
      <w:r w:rsidR="00FA0996">
        <w:rPr>
          <w:szCs w:val="24"/>
        </w:rPr>
        <w:t>. It</w:t>
      </w:r>
      <w:r w:rsidRPr="00991AF3">
        <w:rPr>
          <w:szCs w:val="24"/>
        </w:rPr>
        <w:t xml:space="preserve"> also align</w:t>
      </w:r>
      <w:r w:rsidR="00FA0996">
        <w:rPr>
          <w:szCs w:val="24"/>
        </w:rPr>
        <w:t>s</w:t>
      </w:r>
      <w:r w:rsidRPr="00991AF3">
        <w:rPr>
          <w:szCs w:val="24"/>
        </w:rPr>
        <w:t xml:space="preserve"> the treatment of these services with similar services provided by a responsible entity of a registered scheme.</w:t>
      </w:r>
    </w:p>
    <w:p w14:paraId="2C176644" w14:textId="77777777" w:rsidR="00DB4B51" w:rsidRDefault="00DB4B51" w:rsidP="00DB4B51">
      <w:pPr>
        <w:shd w:val="clear" w:color="auto" w:fill="FFFFFF" w:themeFill="background1"/>
        <w:autoSpaceDE w:val="0"/>
        <w:autoSpaceDN w:val="0"/>
        <w:adjustRightInd w:val="0"/>
        <w:spacing w:after="240"/>
        <w:rPr>
          <w:szCs w:val="24"/>
        </w:rPr>
      </w:pPr>
    </w:p>
    <w:p w14:paraId="18BB164C" w14:textId="77777777" w:rsidR="00E4438C" w:rsidRDefault="00E4438C" w:rsidP="00585F93">
      <w:pPr>
        <w:pStyle w:val="Heading3"/>
      </w:pPr>
    </w:p>
    <w:sectPr w:rsidR="00E4438C" w:rsidSect="00392BBA">
      <w:headerReference w:type="default" r:id="rId14"/>
      <w:footerReference w:type="default" r:id="rId15"/>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269A0A" w14:textId="77777777" w:rsidR="00D565E4" w:rsidRDefault="00D565E4" w:rsidP="00DB4B51">
      <w:pPr>
        <w:spacing w:before="0" w:after="0"/>
      </w:pPr>
      <w:r>
        <w:separator/>
      </w:r>
    </w:p>
  </w:endnote>
  <w:endnote w:type="continuationSeparator" w:id="0">
    <w:p w14:paraId="430DCF53" w14:textId="77777777" w:rsidR="00D565E4" w:rsidRDefault="00D565E4" w:rsidP="00DB4B51">
      <w:pPr>
        <w:spacing w:before="0" w:after="0"/>
      </w:pPr>
      <w:r>
        <w:continuationSeparator/>
      </w:r>
    </w:p>
  </w:endnote>
  <w:endnote w:type="continuationNotice" w:id="1">
    <w:p w14:paraId="79E37079" w14:textId="77777777" w:rsidR="00D565E4" w:rsidRDefault="00D565E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Times New Roman"/>
    <w:panose1 w:val="020B0704020202020204"/>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247794"/>
      <w:docPartObj>
        <w:docPartGallery w:val="Page Numbers (Bottom of Page)"/>
        <w:docPartUnique/>
      </w:docPartObj>
    </w:sdtPr>
    <w:sdtEndPr>
      <w:rPr>
        <w:noProof/>
      </w:rPr>
    </w:sdtEndPr>
    <w:sdtContent>
      <w:p w14:paraId="66921149" w14:textId="77777777" w:rsidR="00FF7B5D" w:rsidRDefault="00FF7B5D">
        <w:pPr>
          <w:pStyle w:val="Footer"/>
          <w:jc w:val="center"/>
        </w:pPr>
        <w:r>
          <w:fldChar w:fldCharType="begin"/>
        </w:r>
        <w:r>
          <w:instrText xml:space="preserve"> PAGE   \* MERGEFORMAT </w:instrText>
        </w:r>
        <w:r>
          <w:fldChar w:fldCharType="separate"/>
        </w:r>
        <w:r w:rsidR="008F2875">
          <w:rPr>
            <w:noProof/>
          </w:rPr>
          <w:t>4</w:t>
        </w:r>
        <w:r>
          <w:rPr>
            <w:noProof/>
          </w:rPr>
          <w:fldChar w:fldCharType="end"/>
        </w:r>
      </w:p>
    </w:sdtContent>
  </w:sdt>
  <w:p w14:paraId="0CAE097F" w14:textId="77777777" w:rsidR="00FF7B5D" w:rsidRDefault="00FF7B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B12AE7" w14:textId="77777777" w:rsidR="00D565E4" w:rsidRDefault="00D565E4" w:rsidP="00DB4B51">
      <w:pPr>
        <w:spacing w:before="0" w:after="0"/>
      </w:pPr>
      <w:r>
        <w:separator/>
      </w:r>
    </w:p>
  </w:footnote>
  <w:footnote w:type="continuationSeparator" w:id="0">
    <w:p w14:paraId="63E35C82" w14:textId="77777777" w:rsidR="00D565E4" w:rsidRDefault="00D565E4" w:rsidP="00DB4B51">
      <w:pPr>
        <w:spacing w:before="0" w:after="0"/>
      </w:pPr>
      <w:r>
        <w:continuationSeparator/>
      </w:r>
    </w:p>
  </w:footnote>
  <w:footnote w:type="continuationNotice" w:id="1">
    <w:p w14:paraId="3359471E" w14:textId="77777777" w:rsidR="00D565E4" w:rsidRDefault="00D565E4">
      <w:pPr>
        <w:spacing w:before="0" w:after="0"/>
      </w:pPr>
    </w:p>
  </w:footnote>
  <w:footnote w:id="2">
    <w:p w14:paraId="766CDC1A" w14:textId="49447321" w:rsidR="00FF7B5D" w:rsidRPr="00DC69F2" w:rsidRDefault="00FF7B5D" w:rsidP="00585F93">
      <w:pPr>
        <w:pStyle w:val="FootnoteText"/>
        <w:rPr>
          <w:rFonts w:ascii="Times New Roman" w:hAnsi="Times New Roman" w:cs="Times New Roman"/>
        </w:rPr>
      </w:pPr>
      <w:r w:rsidRPr="00DC69F2">
        <w:rPr>
          <w:rStyle w:val="FootnoteReference"/>
          <w:rFonts w:ascii="Times New Roman" w:hAnsi="Times New Roman" w:cs="Times New Roman"/>
        </w:rPr>
        <w:footnoteRef/>
      </w:r>
      <w:r w:rsidRPr="00DC69F2">
        <w:rPr>
          <w:rFonts w:ascii="Times New Roman" w:hAnsi="Times New Roman" w:cs="Times New Roman"/>
        </w:rPr>
        <w:t xml:space="preserve"> This new regulation-making power is contained in the </w:t>
      </w:r>
      <w:r w:rsidRPr="00DC69F2">
        <w:rPr>
          <w:rFonts w:ascii="Times New Roman" w:hAnsi="Times New Roman" w:cs="Times New Roman"/>
          <w:i/>
        </w:rPr>
        <w:t xml:space="preserve">Corporations Amendment (Asia Region Funds Passport) </w:t>
      </w:r>
      <w:r>
        <w:rPr>
          <w:rFonts w:ascii="Times New Roman" w:hAnsi="Times New Roman" w:cs="Times New Roman"/>
          <w:i/>
        </w:rPr>
        <w:t>Act 2018</w:t>
      </w:r>
      <w:r w:rsidRPr="00DC69F2">
        <w:rPr>
          <w:rFonts w:ascii="Times New Roman" w:hAnsi="Times New Roman" w:cs="Times New Roman"/>
        </w:rPr>
        <w:t>.</w:t>
      </w:r>
      <w:r w:rsidRPr="00DC69F2">
        <w:rPr>
          <w:rFonts w:ascii="Times New Roman" w:hAnsi="Times New Roman" w:cs="Times New Roman"/>
          <w:i/>
        </w:rPr>
        <w:t xml:space="preserve"> </w:t>
      </w:r>
      <w:r w:rsidRPr="00DC69F2">
        <w:rPr>
          <w:rFonts w:ascii="Times New Roman" w:hAnsi="Times New Roman" w:cs="Times New Roman"/>
        </w:rPr>
        <w:t xml:space="preserve">Subsection 4(2) of the </w:t>
      </w:r>
      <w:r w:rsidRPr="00DC69F2">
        <w:rPr>
          <w:rFonts w:ascii="Times New Roman" w:hAnsi="Times New Roman" w:cs="Times New Roman"/>
          <w:i/>
        </w:rPr>
        <w:t>Acts Interpretation Act 1901</w:t>
      </w:r>
      <w:r w:rsidRPr="00DC69F2">
        <w:rPr>
          <w:rFonts w:ascii="Times New Roman" w:hAnsi="Times New Roman" w:cs="Times New Roman"/>
        </w:rPr>
        <w:t xml:space="preserve"> (Cth) allows powers to be exercised after the enactment of a</w:t>
      </w:r>
      <w:r>
        <w:rPr>
          <w:rFonts w:ascii="Times New Roman" w:hAnsi="Times New Roman" w:cs="Times New Roman"/>
        </w:rPr>
        <w:t>n Act</w:t>
      </w:r>
      <w:r w:rsidRPr="00DC69F2">
        <w:rPr>
          <w:rFonts w:ascii="Times New Roman" w:hAnsi="Times New Roman" w:cs="Times New Roman"/>
        </w:rPr>
        <w:t xml:space="preserve"> but before its commencement.</w:t>
      </w:r>
    </w:p>
  </w:footnote>
  <w:footnote w:id="3">
    <w:p w14:paraId="4944C489" w14:textId="77777777" w:rsidR="00FF7B5D" w:rsidRPr="00D8081E" w:rsidRDefault="00FF7B5D">
      <w:pPr>
        <w:pStyle w:val="FootnoteText"/>
        <w:rPr>
          <w:rFonts w:ascii="Times New Roman" w:hAnsi="Times New Roman" w:cs="Times New Roman"/>
        </w:rPr>
      </w:pPr>
      <w:r w:rsidRPr="007F0691">
        <w:rPr>
          <w:rStyle w:val="FootnoteReference"/>
          <w:rFonts w:ascii="Times New Roman" w:hAnsi="Times New Roman" w:cs="Times New Roman"/>
        </w:rPr>
        <w:footnoteRef/>
      </w:r>
      <w:r w:rsidRPr="007F0691">
        <w:rPr>
          <w:rFonts w:ascii="Times New Roman" w:hAnsi="Times New Roman" w:cs="Times New Roman"/>
        </w:rPr>
        <w:t xml:space="preserve"> The MOC is available at: &lt;http://fundspassport.apec.org&gt;.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8652308"/>
      <w:docPartObj>
        <w:docPartGallery w:val="Watermarks"/>
        <w:docPartUnique/>
      </w:docPartObj>
    </w:sdtPr>
    <w:sdtEndPr/>
    <w:sdtContent>
      <w:p w14:paraId="03B0C1FE" w14:textId="77777777" w:rsidR="00FF7B5D" w:rsidRDefault="00D565E4">
        <w:pPr>
          <w:pStyle w:val="Header"/>
        </w:pPr>
        <w:r>
          <w:rPr>
            <w:noProof/>
            <w:lang w:val="en-US" w:eastAsia="zh-TW"/>
          </w:rPr>
          <w:pict w14:anchorId="4DCAC1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53.1pt;height:247.45pt;rotation:315;z-index:-251658752;mso-position-horizontal:center;mso-position-horizontal-relative:margin;mso-position-vertical:center;mso-position-vertical-relative:margin" o:allowincell="f" fillcolor="silver" stroked="f">
              <v:fill opacity=".5"/>
              <v:textpath style="font-family:&quot;Calibri&quot;;font-size:1pt" string="EXPOSURE &#10;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ECCCC1C"/>
    <w:lvl w:ilvl="0">
      <w:numFmt w:val="bullet"/>
      <w:lvlText w:val="*"/>
      <w:lvlJc w:val="left"/>
    </w:lvl>
  </w:abstractNum>
  <w:abstractNum w:abstractNumId="1">
    <w:nsid w:val="1E9038DB"/>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1F553884"/>
    <w:multiLevelType w:val="multilevel"/>
    <w:tmpl w:val="130406EC"/>
    <w:name w:val="StandardNumberedList"/>
    <w:lvl w:ilvl="0">
      <w:start w:val="1"/>
      <w:numFmt w:val="decimal"/>
      <w:pStyle w:val="OutlineNumbered1"/>
      <w:lvlText w:val="%1."/>
      <w:lvlJc w:val="left"/>
      <w:pPr>
        <w:tabs>
          <w:tab w:val="num" w:pos="520"/>
        </w:tabs>
        <w:ind w:left="520" w:hanging="520"/>
      </w:pPr>
    </w:lvl>
    <w:lvl w:ilvl="1">
      <w:start w:val="1"/>
      <w:numFmt w:val="decimal"/>
      <w:pStyle w:val="OutlineNumbered2"/>
      <w:lvlText w:val="%1.%2."/>
      <w:lvlJc w:val="left"/>
      <w:pPr>
        <w:tabs>
          <w:tab w:val="num" w:pos="1040"/>
        </w:tabs>
        <w:ind w:left="1040" w:hanging="520"/>
      </w:pPr>
    </w:lvl>
    <w:lvl w:ilvl="2">
      <w:start w:val="1"/>
      <w:numFmt w:val="decimal"/>
      <w:pStyle w:val="OutlineNumbered3"/>
      <w:lvlText w:val="%1.%2.%3."/>
      <w:lvlJc w:val="left"/>
      <w:pPr>
        <w:tabs>
          <w:tab w:val="num" w:pos="1560"/>
        </w:tabs>
        <w:ind w:left="1560" w:hanging="52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2C7552C0"/>
    <w:multiLevelType w:val="singleLevel"/>
    <w:tmpl w:val="BBF66F10"/>
    <w:lvl w:ilvl="0">
      <w:start w:val="1"/>
      <w:numFmt w:val="bullet"/>
      <w:pStyle w:val="Dotpoint"/>
      <w:lvlText w:val=""/>
      <w:lvlJc w:val="left"/>
      <w:pPr>
        <w:tabs>
          <w:tab w:val="num" w:pos="360"/>
        </w:tabs>
        <w:ind w:left="360" w:hanging="360"/>
      </w:pPr>
      <w:rPr>
        <w:rFonts w:ascii="Symbol" w:hAnsi="Symbol" w:hint="default"/>
        <w:sz w:val="24"/>
      </w:rPr>
    </w:lvl>
  </w:abstractNum>
  <w:abstractNum w:abstractNumId="4">
    <w:nsid w:val="35E54B45"/>
    <w:multiLevelType w:val="hybridMultilevel"/>
    <w:tmpl w:val="BA3035A0"/>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5">
    <w:nsid w:val="67A43C0B"/>
    <w:multiLevelType w:val="multilevel"/>
    <w:tmpl w:val="3CFC22BA"/>
    <w:name w:val="StandardBulletedList"/>
    <w:lvl w:ilvl="0">
      <w:start w:val="1"/>
      <w:numFmt w:val="bullet"/>
      <w:pStyle w:val="Bullet"/>
      <w:lvlText w:val="•"/>
      <w:lvlJc w:val="left"/>
      <w:pPr>
        <w:tabs>
          <w:tab w:val="num" w:pos="567"/>
        </w:tabs>
        <w:ind w:left="567" w:hanging="567"/>
      </w:pPr>
      <w:rPr>
        <w:rFonts w:ascii="Times New Roman" w:hAnsi="Times New Roman" w:cs="Times New Roman"/>
      </w:rPr>
    </w:lvl>
    <w:lvl w:ilvl="1">
      <w:start w:val="1"/>
      <w:numFmt w:val="bullet"/>
      <w:pStyle w:val="Dash"/>
      <w:lvlText w:val="–"/>
      <w:lvlJc w:val="left"/>
      <w:pPr>
        <w:tabs>
          <w:tab w:val="num" w:pos="1134"/>
        </w:tabs>
        <w:ind w:left="1134" w:hanging="567"/>
      </w:pPr>
      <w:rPr>
        <w:rFonts w:ascii="Times New Roman" w:hAnsi="Times New Roman" w:cs="Times New Roman"/>
      </w:r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6ED5430F"/>
    <w:multiLevelType w:val="multilevel"/>
    <w:tmpl w:val="1CD8E580"/>
    <w:lvl w:ilvl="0">
      <w:start w:val="1"/>
      <w:numFmt w:val="bullet"/>
      <w:lvlText w:val="•"/>
      <w:lvlJc w:val="left"/>
      <w:pPr>
        <w:tabs>
          <w:tab w:val="num" w:pos="567"/>
        </w:tabs>
        <w:ind w:left="567" w:hanging="567"/>
      </w:pPr>
      <w:rPr>
        <w:rFonts w:ascii="Times New Roman" w:hAnsi="Times New Roman" w:cs="Times New Roman"/>
      </w:rPr>
    </w:lvl>
    <w:lvl w:ilvl="1">
      <w:start w:val="1"/>
      <w:numFmt w:val="bullet"/>
      <w:lvlText w:val="–"/>
      <w:lvlJc w:val="left"/>
      <w:pPr>
        <w:tabs>
          <w:tab w:val="num" w:pos="1134"/>
        </w:tabs>
        <w:ind w:left="1134" w:hanging="567"/>
      </w:pPr>
      <w:rPr>
        <w:rFonts w:ascii="Times New Roman" w:hAnsi="Times New Roman" w:cs="Times New Roman"/>
      </w:rPr>
    </w:lvl>
    <w:lvl w:ilvl="2">
      <w:start w:val="1"/>
      <w:numFmt w:val="bullet"/>
      <w:lvlText w:val=":"/>
      <w:lvlJc w:val="left"/>
      <w:pPr>
        <w:tabs>
          <w:tab w:val="num" w:pos="1701"/>
        </w:tabs>
        <w:ind w:left="1701" w:hanging="567"/>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711C0E37"/>
    <w:multiLevelType w:val="multilevel"/>
    <w:tmpl w:val="AD7633A8"/>
    <w:lvl w:ilvl="0">
      <w:start w:val="1"/>
      <w:numFmt w:val="bullet"/>
      <w:lvlText w:val="•"/>
      <w:lvlJc w:val="left"/>
      <w:pPr>
        <w:tabs>
          <w:tab w:val="num" w:pos="520"/>
        </w:tabs>
        <w:ind w:left="520" w:hanging="520"/>
      </w:pPr>
      <w:rPr>
        <w:rFonts w:ascii="Times New Roman" w:hAnsi="Times New Roman" w:cs="Times New Roman"/>
      </w:rPr>
    </w:lvl>
    <w:lvl w:ilvl="1">
      <w:start w:val="1"/>
      <w:numFmt w:val="bullet"/>
      <w:lvlText w:val="–"/>
      <w:lvlJc w:val="left"/>
      <w:pPr>
        <w:tabs>
          <w:tab w:val="num" w:pos="1040"/>
        </w:tabs>
        <w:ind w:left="1040" w:hanging="520"/>
      </w:pPr>
      <w:rPr>
        <w:rFonts w:ascii="Times New Roman" w:hAnsi="Times New Roman" w:cs="Times New Roman"/>
      </w:rPr>
    </w:lvl>
    <w:lvl w:ilvl="2">
      <w:start w:val="1"/>
      <w:numFmt w:val="bulle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lvlOverride w:ilvl="0">
      <w:lvl w:ilvl="0">
        <w:numFmt w:val="bullet"/>
        <w:lvlText w:val=""/>
        <w:legacy w:legacy="1" w:legacySpace="0" w:legacyIndent="0"/>
        <w:lvlJc w:val="left"/>
        <w:rPr>
          <w:rFonts w:ascii="Symbol" w:hAnsi="Symbol" w:hint="default"/>
          <w:sz w:val="22"/>
        </w:rPr>
      </w:lvl>
    </w:lvlOverride>
  </w:num>
  <w:num w:numId="7">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hideGrammaticalErrors/>
  <w:attachedTemplate r:id="rId1"/>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B51"/>
    <w:rsid w:val="00012DB5"/>
    <w:rsid w:val="00016EA2"/>
    <w:rsid w:val="00021984"/>
    <w:rsid w:val="00035A26"/>
    <w:rsid w:val="000802D3"/>
    <w:rsid w:val="00095211"/>
    <w:rsid w:val="000A06A7"/>
    <w:rsid w:val="000B156F"/>
    <w:rsid w:val="000B7FDD"/>
    <w:rsid w:val="000C10DF"/>
    <w:rsid w:val="000D7A8A"/>
    <w:rsid w:val="000E7993"/>
    <w:rsid w:val="00113B45"/>
    <w:rsid w:val="001319AB"/>
    <w:rsid w:val="00137B55"/>
    <w:rsid w:val="00140243"/>
    <w:rsid w:val="001534EF"/>
    <w:rsid w:val="0015431C"/>
    <w:rsid w:val="001549E3"/>
    <w:rsid w:val="001720CB"/>
    <w:rsid w:val="00173585"/>
    <w:rsid w:val="001876B5"/>
    <w:rsid w:val="00187E9D"/>
    <w:rsid w:val="001A26AB"/>
    <w:rsid w:val="001C235C"/>
    <w:rsid w:val="001D064F"/>
    <w:rsid w:val="001D0D40"/>
    <w:rsid w:val="001D250A"/>
    <w:rsid w:val="001D533E"/>
    <w:rsid w:val="001E6A74"/>
    <w:rsid w:val="001F41D0"/>
    <w:rsid w:val="00202DF2"/>
    <w:rsid w:val="00214AEF"/>
    <w:rsid w:val="00220F16"/>
    <w:rsid w:val="002414EE"/>
    <w:rsid w:val="00243EFC"/>
    <w:rsid w:val="002517CA"/>
    <w:rsid w:val="00254C5B"/>
    <w:rsid w:val="00264BBA"/>
    <w:rsid w:val="00276537"/>
    <w:rsid w:val="002A3715"/>
    <w:rsid w:val="002A37E7"/>
    <w:rsid w:val="002A4749"/>
    <w:rsid w:val="002A79D5"/>
    <w:rsid w:val="002E41E9"/>
    <w:rsid w:val="002F768F"/>
    <w:rsid w:val="00305A5C"/>
    <w:rsid w:val="0032168C"/>
    <w:rsid w:val="00325E37"/>
    <w:rsid w:val="003342CD"/>
    <w:rsid w:val="00335042"/>
    <w:rsid w:val="00343E58"/>
    <w:rsid w:val="003507DD"/>
    <w:rsid w:val="0036478F"/>
    <w:rsid w:val="00364829"/>
    <w:rsid w:val="00365A59"/>
    <w:rsid w:val="00374E86"/>
    <w:rsid w:val="003908E2"/>
    <w:rsid w:val="00392BBA"/>
    <w:rsid w:val="003A0D70"/>
    <w:rsid w:val="003A6857"/>
    <w:rsid w:val="003B538E"/>
    <w:rsid w:val="003C0EDF"/>
    <w:rsid w:val="003D6143"/>
    <w:rsid w:val="003D7832"/>
    <w:rsid w:val="003F4696"/>
    <w:rsid w:val="003F7009"/>
    <w:rsid w:val="004121F9"/>
    <w:rsid w:val="0041459D"/>
    <w:rsid w:val="00423748"/>
    <w:rsid w:val="00433075"/>
    <w:rsid w:val="00434FF1"/>
    <w:rsid w:val="00436714"/>
    <w:rsid w:val="004405B9"/>
    <w:rsid w:val="00441D1F"/>
    <w:rsid w:val="00442342"/>
    <w:rsid w:val="00442A7B"/>
    <w:rsid w:val="00443C15"/>
    <w:rsid w:val="00475741"/>
    <w:rsid w:val="00492630"/>
    <w:rsid w:val="004A6536"/>
    <w:rsid w:val="004C6846"/>
    <w:rsid w:val="004D33DA"/>
    <w:rsid w:val="004E39E1"/>
    <w:rsid w:val="004E41D7"/>
    <w:rsid w:val="004F0975"/>
    <w:rsid w:val="004F1783"/>
    <w:rsid w:val="004F34BF"/>
    <w:rsid w:val="004F364C"/>
    <w:rsid w:val="004F73E5"/>
    <w:rsid w:val="005017E3"/>
    <w:rsid w:val="005033E0"/>
    <w:rsid w:val="00503E44"/>
    <w:rsid w:val="005101A1"/>
    <w:rsid w:val="00515283"/>
    <w:rsid w:val="00546546"/>
    <w:rsid w:val="0054780B"/>
    <w:rsid w:val="0055675D"/>
    <w:rsid w:val="00557669"/>
    <w:rsid w:val="00580A8E"/>
    <w:rsid w:val="005833BE"/>
    <w:rsid w:val="00585F93"/>
    <w:rsid w:val="00597034"/>
    <w:rsid w:val="005A09D3"/>
    <w:rsid w:val="005A3494"/>
    <w:rsid w:val="005A7F22"/>
    <w:rsid w:val="005C446D"/>
    <w:rsid w:val="005C78C0"/>
    <w:rsid w:val="005D33BD"/>
    <w:rsid w:val="005D7D5A"/>
    <w:rsid w:val="005F5434"/>
    <w:rsid w:val="0060130D"/>
    <w:rsid w:val="00602E8B"/>
    <w:rsid w:val="0060317A"/>
    <w:rsid w:val="00604297"/>
    <w:rsid w:val="006059F6"/>
    <w:rsid w:val="006233C1"/>
    <w:rsid w:val="00630242"/>
    <w:rsid w:val="0063378F"/>
    <w:rsid w:val="0064129F"/>
    <w:rsid w:val="0067230A"/>
    <w:rsid w:val="006850DB"/>
    <w:rsid w:val="00686C2B"/>
    <w:rsid w:val="006906B2"/>
    <w:rsid w:val="006A266C"/>
    <w:rsid w:val="006B3073"/>
    <w:rsid w:val="006B3F48"/>
    <w:rsid w:val="006B5462"/>
    <w:rsid w:val="006B57D3"/>
    <w:rsid w:val="006B6C91"/>
    <w:rsid w:val="006C03B7"/>
    <w:rsid w:val="006C44B8"/>
    <w:rsid w:val="006D472F"/>
    <w:rsid w:val="006F58DC"/>
    <w:rsid w:val="00706F60"/>
    <w:rsid w:val="00710023"/>
    <w:rsid w:val="00723AB1"/>
    <w:rsid w:val="007362C5"/>
    <w:rsid w:val="0078029E"/>
    <w:rsid w:val="007864D9"/>
    <w:rsid w:val="00793115"/>
    <w:rsid w:val="007A2036"/>
    <w:rsid w:val="007A3863"/>
    <w:rsid w:val="007A786F"/>
    <w:rsid w:val="007B73AD"/>
    <w:rsid w:val="007E018D"/>
    <w:rsid w:val="00800F42"/>
    <w:rsid w:val="00807E7D"/>
    <w:rsid w:val="00810667"/>
    <w:rsid w:val="00814736"/>
    <w:rsid w:val="00822017"/>
    <w:rsid w:val="00831675"/>
    <w:rsid w:val="00861E7E"/>
    <w:rsid w:val="00864C4B"/>
    <w:rsid w:val="00867DF6"/>
    <w:rsid w:val="008806B9"/>
    <w:rsid w:val="0088467C"/>
    <w:rsid w:val="00896985"/>
    <w:rsid w:val="008B5EEF"/>
    <w:rsid w:val="008D16F7"/>
    <w:rsid w:val="008D6475"/>
    <w:rsid w:val="008F2875"/>
    <w:rsid w:val="00933C59"/>
    <w:rsid w:val="00957480"/>
    <w:rsid w:val="00960708"/>
    <w:rsid w:val="009934DC"/>
    <w:rsid w:val="009A43F2"/>
    <w:rsid w:val="009A477E"/>
    <w:rsid w:val="009A74CB"/>
    <w:rsid w:val="009C72F9"/>
    <w:rsid w:val="009E2F86"/>
    <w:rsid w:val="009E4378"/>
    <w:rsid w:val="009F39D0"/>
    <w:rsid w:val="009F7236"/>
    <w:rsid w:val="00A12209"/>
    <w:rsid w:val="00A157C6"/>
    <w:rsid w:val="00A1622D"/>
    <w:rsid w:val="00A26638"/>
    <w:rsid w:val="00A3050E"/>
    <w:rsid w:val="00A36C51"/>
    <w:rsid w:val="00A36DF3"/>
    <w:rsid w:val="00A520A3"/>
    <w:rsid w:val="00A532DD"/>
    <w:rsid w:val="00A658D9"/>
    <w:rsid w:val="00A67DD5"/>
    <w:rsid w:val="00A70B95"/>
    <w:rsid w:val="00A80BCF"/>
    <w:rsid w:val="00A826C9"/>
    <w:rsid w:val="00AA74CC"/>
    <w:rsid w:val="00AC3AED"/>
    <w:rsid w:val="00AD0AEC"/>
    <w:rsid w:val="00AD3C22"/>
    <w:rsid w:val="00AD3E90"/>
    <w:rsid w:val="00AE27BB"/>
    <w:rsid w:val="00B06B55"/>
    <w:rsid w:val="00B07B0C"/>
    <w:rsid w:val="00B26455"/>
    <w:rsid w:val="00B344AA"/>
    <w:rsid w:val="00B41E46"/>
    <w:rsid w:val="00B437A8"/>
    <w:rsid w:val="00B53FF1"/>
    <w:rsid w:val="00B61CA1"/>
    <w:rsid w:val="00B644EE"/>
    <w:rsid w:val="00B65047"/>
    <w:rsid w:val="00B83569"/>
    <w:rsid w:val="00B90138"/>
    <w:rsid w:val="00BB6459"/>
    <w:rsid w:val="00BC7A5A"/>
    <w:rsid w:val="00BC7B8D"/>
    <w:rsid w:val="00BD61A2"/>
    <w:rsid w:val="00BE03D1"/>
    <w:rsid w:val="00BE484D"/>
    <w:rsid w:val="00BF613E"/>
    <w:rsid w:val="00C0592D"/>
    <w:rsid w:val="00C05DCD"/>
    <w:rsid w:val="00C12A1D"/>
    <w:rsid w:val="00C12E8D"/>
    <w:rsid w:val="00C23B32"/>
    <w:rsid w:val="00C305D1"/>
    <w:rsid w:val="00C340BE"/>
    <w:rsid w:val="00C34156"/>
    <w:rsid w:val="00C364C0"/>
    <w:rsid w:val="00C37E05"/>
    <w:rsid w:val="00C408AE"/>
    <w:rsid w:val="00C52E8C"/>
    <w:rsid w:val="00C55D29"/>
    <w:rsid w:val="00C936ED"/>
    <w:rsid w:val="00CA2058"/>
    <w:rsid w:val="00CB4762"/>
    <w:rsid w:val="00CB5359"/>
    <w:rsid w:val="00CD7F6C"/>
    <w:rsid w:val="00D07B97"/>
    <w:rsid w:val="00D14202"/>
    <w:rsid w:val="00D14C99"/>
    <w:rsid w:val="00D225F6"/>
    <w:rsid w:val="00D33EDF"/>
    <w:rsid w:val="00D34626"/>
    <w:rsid w:val="00D36D03"/>
    <w:rsid w:val="00D4257A"/>
    <w:rsid w:val="00D42F0D"/>
    <w:rsid w:val="00D565E4"/>
    <w:rsid w:val="00D8081E"/>
    <w:rsid w:val="00D95626"/>
    <w:rsid w:val="00DA3337"/>
    <w:rsid w:val="00DB082F"/>
    <w:rsid w:val="00DB4B51"/>
    <w:rsid w:val="00DB4D55"/>
    <w:rsid w:val="00DB65E6"/>
    <w:rsid w:val="00DC0CDE"/>
    <w:rsid w:val="00DE2806"/>
    <w:rsid w:val="00DE2969"/>
    <w:rsid w:val="00DF5825"/>
    <w:rsid w:val="00E0624D"/>
    <w:rsid w:val="00E2184A"/>
    <w:rsid w:val="00E4438C"/>
    <w:rsid w:val="00E457F3"/>
    <w:rsid w:val="00E6748B"/>
    <w:rsid w:val="00E75DCC"/>
    <w:rsid w:val="00E90AEE"/>
    <w:rsid w:val="00E94651"/>
    <w:rsid w:val="00EA5061"/>
    <w:rsid w:val="00EB7E71"/>
    <w:rsid w:val="00EC7183"/>
    <w:rsid w:val="00ED4AFC"/>
    <w:rsid w:val="00EE04B6"/>
    <w:rsid w:val="00EE0D80"/>
    <w:rsid w:val="00EE2A05"/>
    <w:rsid w:val="00F109D4"/>
    <w:rsid w:val="00F2799A"/>
    <w:rsid w:val="00F33E68"/>
    <w:rsid w:val="00F34F01"/>
    <w:rsid w:val="00F417DA"/>
    <w:rsid w:val="00F41DE9"/>
    <w:rsid w:val="00F442C3"/>
    <w:rsid w:val="00F50CBF"/>
    <w:rsid w:val="00F55EF3"/>
    <w:rsid w:val="00F6556F"/>
    <w:rsid w:val="00F67F40"/>
    <w:rsid w:val="00F8207B"/>
    <w:rsid w:val="00F964C6"/>
    <w:rsid w:val="00FA0996"/>
    <w:rsid w:val="00FA2851"/>
    <w:rsid w:val="00FD4A0A"/>
    <w:rsid w:val="00FE26CF"/>
    <w:rsid w:val="00FE58E2"/>
    <w:rsid w:val="00FF1057"/>
    <w:rsid w:val="00FF7B5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AF63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authorities"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Outline List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30D"/>
    <w:pPr>
      <w:spacing w:before="120" w:after="120"/>
    </w:pPr>
    <w:rPr>
      <w:sz w:val="24"/>
    </w:rPr>
  </w:style>
  <w:style w:type="paragraph" w:styleId="Heading1">
    <w:name w:val="heading 1"/>
    <w:basedOn w:val="Normal"/>
    <w:next w:val="Normal"/>
    <w:qFormat/>
    <w:rsid w:val="00A12209"/>
    <w:pPr>
      <w:keepNext/>
      <w:spacing w:before="240" w:after="60"/>
      <w:jc w:val="center"/>
      <w:outlineLvl w:val="0"/>
    </w:pPr>
    <w:rPr>
      <w:rFonts w:ascii="Arial Bold" w:hAnsi="Arial Bold"/>
      <w:b/>
      <w:kern w:val="28"/>
      <w:sz w:val="28"/>
      <w:u w:val="single"/>
    </w:rPr>
  </w:style>
  <w:style w:type="paragraph" w:styleId="Heading2">
    <w:name w:val="heading 2"/>
    <w:basedOn w:val="Normal"/>
    <w:next w:val="Normal"/>
    <w:qFormat/>
    <w:rsid w:val="00A12209"/>
    <w:pPr>
      <w:keepNext/>
      <w:spacing w:before="240" w:after="60"/>
      <w:outlineLvl w:val="1"/>
    </w:pPr>
    <w:rPr>
      <w:b/>
      <w:sz w:val="28"/>
      <w:u w:val="single"/>
    </w:rPr>
  </w:style>
  <w:style w:type="paragraph" w:styleId="Heading3">
    <w:name w:val="heading 3"/>
    <w:basedOn w:val="Heading2"/>
    <w:next w:val="base-text-paragraph"/>
    <w:link w:val="Heading3Char"/>
    <w:qFormat/>
    <w:rsid w:val="00392BBA"/>
    <w:pPr>
      <w:tabs>
        <w:tab w:val="left" w:pos="1987"/>
      </w:tabs>
      <w:spacing w:after="120"/>
      <w:outlineLvl w:val="2"/>
    </w:pPr>
    <w:rPr>
      <w:rFonts w:ascii="Helvetica" w:hAnsi="Helvetica"/>
      <w:kern w:val="28"/>
      <w:sz w:val="24"/>
      <w:u w:val="none"/>
    </w:rPr>
  </w:style>
  <w:style w:type="paragraph" w:styleId="Heading4">
    <w:name w:val="heading 4"/>
    <w:basedOn w:val="Heading3"/>
    <w:next w:val="base-text-paragraph"/>
    <w:qFormat/>
    <w:rsid w:val="00E4438C"/>
    <w:pPr>
      <w:spacing w:before="120"/>
      <w:outlineLvl w:val="3"/>
    </w:pPr>
    <w:rPr>
      <w:rFonts w:ascii="Times New Roman" w:hAnsi="Times New Roman"/>
    </w:rPr>
  </w:style>
  <w:style w:type="paragraph" w:styleId="Heading7">
    <w:name w:val="heading 7"/>
    <w:basedOn w:val="Normal"/>
    <w:next w:val="Normal"/>
    <w:link w:val="Heading7Char"/>
    <w:uiPriority w:val="9"/>
    <w:semiHidden/>
    <w:unhideWhenUsed/>
    <w:qFormat/>
    <w:rsid w:val="00D8081E"/>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92BBA"/>
    <w:pPr>
      <w:jc w:val="center"/>
    </w:pPr>
    <w:rPr>
      <w:b/>
    </w:rPr>
  </w:style>
  <w:style w:type="paragraph" w:styleId="BodyText">
    <w:name w:val="Body Text"/>
    <w:basedOn w:val="Normal"/>
    <w:rsid w:val="00392BBA"/>
  </w:style>
  <w:style w:type="paragraph" w:styleId="BodyText2">
    <w:name w:val="Body Text 2"/>
    <w:basedOn w:val="Normal"/>
    <w:rsid w:val="00392BBA"/>
    <w:rPr>
      <w:u w:val="single"/>
    </w:rPr>
  </w:style>
  <w:style w:type="paragraph" w:customStyle="1" w:styleId="Dotpoint">
    <w:name w:val="Dot point"/>
    <w:basedOn w:val="Normal"/>
    <w:rsid w:val="00392BBA"/>
    <w:pPr>
      <w:numPr>
        <w:numId w:val="1"/>
      </w:numPr>
      <w:tabs>
        <w:tab w:val="clear" w:pos="360"/>
        <w:tab w:val="num" w:pos="709"/>
        <w:tab w:val="left" w:pos="851"/>
      </w:tabs>
      <w:ind w:left="709" w:hanging="283"/>
    </w:pPr>
  </w:style>
  <w:style w:type="paragraph" w:styleId="TableofAuthorities">
    <w:name w:val="table of authorities"/>
    <w:basedOn w:val="Normal"/>
    <w:next w:val="Normal"/>
    <w:semiHidden/>
    <w:rsid w:val="00392BBA"/>
    <w:pPr>
      <w:ind w:left="200" w:hanging="200"/>
    </w:pPr>
  </w:style>
  <w:style w:type="paragraph" w:customStyle="1" w:styleId="base-text-paragraph">
    <w:name w:val="base-text-paragraph"/>
    <w:link w:val="base-text-paragraphChar"/>
    <w:rsid w:val="00392BBA"/>
    <w:pPr>
      <w:tabs>
        <w:tab w:val="left" w:pos="1987"/>
      </w:tabs>
      <w:spacing w:before="120" w:after="120"/>
      <w:ind w:left="1140"/>
    </w:pPr>
    <w:rPr>
      <w:sz w:val="24"/>
    </w:rPr>
  </w:style>
  <w:style w:type="paragraph" w:customStyle="1" w:styleId="Default">
    <w:name w:val="Default"/>
    <w:link w:val="DefaultChar"/>
    <w:rsid w:val="005833BE"/>
    <w:pPr>
      <w:autoSpaceDE w:val="0"/>
      <w:autoSpaceDN w:val="0"/>
      <w:adjustRightInd w:val="0"/>
    </w:pPr>
    <w:rPr>
      <w:color w:val="000000"/>
      <w:sz w:val="24"/>
      <w:szCs w:val="24"/>
    </w:rPr>
  </w:style>
  <w:style w:type="character" w:styleId="Hyperlink">
    <w:name w:val="Hyperlink"/>
    <w:basedOn w:val="DefaultParagraphFont"/>
    <w:uiPriority w:val="99"/>
    <w:unhideWhenUsed/>
    <w:rsid w:val="00A532DD"/>
    <w:rPr>
      <w:color w:val="0000FF" w:themeColor="hyperlink"/>
      <w:u w:val="single"/>
    </w:rPr>
  </w:style>
  <w:style w:type="paragraph" w:customStyle="1" w:styleId="Bullet">
    <w:name w:val="Bullet"/>
    <w:aliases w:val="b,b1,b + line,Body,level 1"/>
    <w:basedOn w:val="Normal"/>
    <w:link w:val="BulletChar"/>
    <w:qFormat/>
    <w:rsid w:val="00E0624D"/>
    <w:pPr>
      <w:numPr>
        <w:numId w:val="2"/>
      </w:numPr>
      <w:spacing w:before="240"/>
    </w:pPr>
    <w:rPr>
      <w:szCs w:val="23"/>
    </w:rPr>
  </w:style>
  <w:style w:type="character" w:customStyle="1" w:styleId="DefaultChar">
    <w:name w:val="Default Char"/>
    <w:basedOn w:val="DefaultParagraphFont"/>
    <w:link w:val="Default"/>
    <w:rsid w:val="00E0624D"/>
    <w:rPr>
      <w:color w:val="000000"/>
      <w:sz w:val="24"/>
      <w:szCs w:val="24"/>
    </w:rPr>
  </w:style>
  <w:style w:type="character" w:customStyle="1" w:styleId="BulletChar">
    <w:name w:val="Bullet Char"/>
    <w:aliases w:val="b Char,b + line Char Char,b Char Char"/>
    <w:basedOn w:val="DefaultChar"/>
    <w:link w:val="Bullet"/>
    <w:rsid w:val="00E0624D"/>
    <w:rPr>
      <w:color w:val="000000"/>
      <w:sz w:val="24"/>
      <w:szCs w:val="23"/>
    </w:rPr>
  </w:style>
  <w:style w:type="paragraph" w:customStyle="1" w:styleId="Dash">
    <w:name w:val="Dash"/>
    <w:basedOn w:val="Normal"/>
    <w:link w:val="DashChar"/>
    <w:rsid w:val="00E0624D"/>
    <w:pPr>
      <w:numPr>
        <w:ilvl w:val="1"/>
        <w:numId w:val="2"/>
      </w:numPr>
      <w:spacing w:before="240"/>
    </w:pPr>
    <w:rPr>
      <w:szCs w:val="23"/>
    </w:rPr>
  </w:style>
  <w:style w:type="character" w:customStyle="1" w:styleId="DashChar">
    <w:name w:val="Dash Char"/>
    <w:basedOn w:val="DefaultChar"/>
    <w:link w:val="Dash"/>
    <w:rsid w:val="00E0624D"/>
    <w:rPr>
      <w:color w:val="000000"/>
      <w:sz w:val="24"/>
      <w:szCs w:val="23"/>
    </w:rPr>
  </w:style>
  <w:style w:type="paragraph" w:customStyle="1" w:styleId="DoubleDot">
    <w:name w:val="Double Dot"/>
    <w:basedOn w:val="Normal"/>
    <w:link w:val="DoubleDotChar"/>
    <w:rsid w:val="00E0624D"/>
    <w:pPr>
      <w:numPr>
        <w:ilvl w:val="2"/>
        <w:numId w:val="2"/>
      </w:numPr>
      <w:spacing w:before="240"/>
    </w:pPr>
    <w:rPr>
      <w:szCs w:val="23"/>
    </w:rPr>
  </w:style>
  <w:style w:type="character" w:customStyle="1" w:styleId="DoubleDotChar">
    <w:name w:val="Double Dot Char"/>
    <w:basedOn w:val="DefaultChar"/>
    <w:link w:val="DoubleDot"/>
    <w:rsid w:val="00E0624D"/>
    <w:rPr>
      <w:color w:val="000000"/>
      <w:sz w:val="24"/>
      <w:szCs w:val="23"/>
    </w:rPr>
  </w:style>
  <w:style w:type="character" w:styleId="PlaceholderText">
    <w:name w:val="Placeholder Text"/>
    <w:basedOn w:val="DefaultParagraphFont"/>
    <w:uiPriority w:val="99"/>
    <w:semiHidden/>
    <w:rsid w:val="00A12209"/>
    <w:rPr>
      <w:color w:val="808080"/>
    </w:rPr>
  </w:style>
  <w:style w:type="paragraph" w:styleId="BalloonText">
    <w:name w:val="Balloon Text"/>
    <w:basedOn w:val="Normal"/>
    <w:link w:val="BalloonTextChar"/>
    <w:uiPriority w:val="99"/>
    <w:semiHidden/>
    <w:unhideWhenUsed/>
    <w:rsid w:val="00A1220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209"/>
    <w:rPr>
      <w:rFonts w:ascii="Tahoma" w:hAnsi="Tahoma" w:cs="Tahoma"/>
      <w:sz w:val="16"/>
      <w:szCs w:val="16"/>
    </w:rPr>
  </w:style>
  <w:style w:type="character" w:customStyle="1" w:styleId="Heading3Char">
    <w:name w:val="Heading 3 Char"/>
    <w:basedOn w:val="DefaultParagraphFont"/>
    <w:link w:val="Heading3"/>
    <w:rsid w:val="00E457F3"/>
    <w:rPr>
      <w:rFonts w:ascii="Helvetica" w:hAnsi="Helvetica"/>
      <w:b/>
      <w:kern w:val="28"/>
      <w:sz w:val="24"/>
    </w:rPr>
  </w:style>
  <w:style w:type="character" w:customStyle="1" w:styleId="base-text-paragraphChar">
    <w:name w:val="base-text-paragraph Char"/>
    <w:basedOn w:val="DefaultParagraphFont"/>
    <w:link w:val="base-text-paragraph"/>
    <w:rsid w:val="00DB4B51"/>
    <w:rPr>
      <w:sz w:val="24"/>
    </w:rPr>
  </w:style>
  <w:style w:type="paragraph" w:styleId="Header">
    <w:name w:val="header"/>
    <w:basedOn w:val="Normal"/>
    <w:link w:val="HeaderChar"/>
    <w:uiPriority w:val="99"/>
    <w:unhideWhenUsed/>
    <w:rsid w:val="00DB4B51"/>
    <w:pPr>
      <w:tabs>
        <w:tab w:val="center" w:pos="4513"/>
        <w:tab w:val="right" w:pos="9026"/>
      </w:tabs>
      <w:spacing w:before="0" w:after="0"/>
    </w:pPr>
  </w:style>
  <w:style w:type="character" w:customStyle="1" w:styleId="HeaderChar">
    <w:name w:val="Header Char"/>
    <w:basedOn w:val="DefaultParagraphFont"/>
    <w:link w:val="Header"/>
    <w:uiPriority w:val="99"/>
    <w:rsid w:val="00DB4B51"/>
    <w:rPr>
      <w:sz w:val="24"/>
    </w:rPr>
  </w:style>
  <w:style w:type="paragraph" w:styleId="Footer">
    <w:name w:val="footer"/>
    <w:basedOn w:val="Normal"/>
    <w:link w:val="FooterChar"/>
    <w:uiPriority w:val="99"/>
    <w:unhideWhenUsed/>
    <w:rsid w:val="00DB4B51"/>
    <w:pPr>
      <w:tabs>
        <w:tab w:val="center" w:pos="4513"/>
        <w:tab w:val="right" w:pos="9026"/>
      </w:tabs>
      <w:spacing w:before="0" w:after="0"/>
    </w:pPr>
  </w:style>
  <w:style w:type="character" w:customStyle="1" w:styleId="FooterChar">
    <w:name w:val="Footer Char"/>
    <w:basedOn w:val="DefaultParagraphFont"/>
    <w:link w:val="Footer"/>
    <w:uiPriority w:val="99"/>
    <w:rsid w:val="00DB4B51"/>
    <w:rPr>
      <w:sz w:val="24"/>
    </w:rPr>
  </w:style>
  <w:style w:type="character" w:styleId="CommentReference">
    <w:name w:val="annotation reference"/>
    <w:basedOn w:val="DefaultParagraphFont"/>
    <w:uiPriority w:val="99"/>
    <w:semiHidden/>
    <w:unhideWhenUsed/>
    <w:rsid w:val="001D064F"/>
    <w:rPr>
      <w:sz w:val="16"/>
      <w:szCs w:val="16"/>
    </w:rPr>
  </w:style>
  <w:style w:type="paragraph" w:styleId="CommentText">
    <w:name w:val="annotation text"/>
    <w:basedOn w:val="Normal"/>
    <w:link w:val="CommentTextChar"/>
    <w:uiPriority w:val="99"/>
    <w:unhideWhenUsed/>
    <w:rsid w:val="001D064F"/>
    <w:rPr>
      <w:sz w:val="20"/>
    </w:rPr>
  </w:style>
  <w:style w:type="character" w:customStyle="1" w:styleId="CommentTextChar">
    <w:name w:val="Comment Text Char"/>
    <w:basedOn w:val="DefaultParagraphFont"/>
    <w:link w:val="CommentText"/>
    <w:uiPriority w:val="99"/>
    <w:rsid w:val="001D064F"/>
  </w:style>
  <w:style w:type="paragraph" w:styleId="CommentSubject">
    <w:name w:val="annotation subject"/>
    <w:basedOn w:val="CommentText"/>
    <w:next w:val="CommentText"/>
    <w:link w:val="CommentSubjectChar"/>
    <w:uiPriority w:val="99"/>
    <w:unhideWhenUsed/>
    <w:rsid w:val="001D064F"/>
    <w:rPr>
      <w:b/>
      <w:bCs/>
    </w:rPr>
  </w:style>
  <w:style w:type="character" w:customStyle="1" w:styleId="CommentSubjectChar">
    <w:name w:val="Comment Subject Char"/>
    <w:basedOn w:val="CommentTextChar"/>
    <w:link w:val="CommentSubject"/>
    <w:uiPriority w:val="99"/>
    <w:rsid w:val="001D064F"/>
    <w:rPr>
      <w:b/>
      <w:bCs/>
    </w:rPr>
  </w:style>
  <w:style w:type="paragraph" w:styleId="FootnoteText">
    <w:name w:val="footnote text"/>
    <w:basedOn w:val="Normal"/>
    <w:link w:val="FootnoteTextChar"/>
    <w:uiPriority w:val="99"/>
    <w:semiHidden/>
    <w:unhideWhenUsed/>
    <w:rsid w:val="00585F93"/>
    <w:pPr>
      <w:spacing w:before="0" w:after="0"/>
    </w:pPr>
    <w:rPr>
      <w:rFonts w:asciiTheme="minorHAnsi" w:eastAsiaTheme="minorHAnsi" w:hAnsiTheme="minorHAnsi" w:cstheme="minorBidi"/>
      <w:sz w:val="20"/>
      <w:lang w:eastAsia="en-US"/>
    </w:rPr>
  </w:style>
  <w:style w:type="character" w:customStyle="1" w:styleId="FootnoteTextChar">
    <w:name w:val="Footnote Text Char"/>
    <w:basedOn w:val="DefaultParagraphFont"/>
    <w:link w:val="FootnoteText"/>
    <w:uiPriority w:val="99"/>
    <w:semiHidden/>
    <w:rsid w:val="00585F93"/>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585F93"/>
    <w:rPr>
      <w:vertAlign w:val="superscript"/>
    </w:rPr>
  </w:style>
  <w:style w:type="character" w:customStyle="1" w:styleId="Heading7Char">
    <w:name w:val="Heading 7 Char"/>
    <w:basedOn w:val="DefaultParagraphFont"/>
    <w:link w:val="Heading7"/>
    <w:uiPriority w:val="9"/>
    <w:semiHidden/>
    <w:rsid w:val="00D8081E"/>
    <w:rPr>
      <w:rFonts w:asciiTheme="majorHAnsi" w:eastAsiaTheme="majorEastAsia" w:hAnsiTheme="majorHAnsi" w:cstheme="majorBidi"/>
      <w:i/>
      <w:iCs/>
      <w:color w:val="404040" w:themeColor="text1" w:themeTint="BF"/>
      <w:sz w:val="24"/>
    </w:rPr>
  </w:style>
  <w:style w:type="numbering" w:styleId="1ai">
    <w:name w:val="Outline List 1"/>
    <w:basedOn w:val="NoList"/>
    <w:semiHidden/>
    <w:unhideWhenUsed/>
    <w:rsid w:val="00D8081E"/>
    <w:pPr>
      <w:numPr>
        <w:numId w:val="5"/>
      </w:numPr>
    </w:pPr>
  </w:style>
  <w:style w:type="table" w:styleId="TableGrid">
    <w:name w:val="Table Grid"/>
    <w:basedOn w:val="TableNormal"/>
    <w:uiPriority w:val="59"/>
    <w:rsid w:val="00D808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8081E"/>
    <w:rPr>
      <w:sz w:val="24"/>
    </w:rPr>
  </w:style>
  <w:style w:type="character" w:customStyle="1" w:styleId="paragraphChar">
    <w:name w:val="paragraph Char"/>
    <w:aliases w:val="a Char"/>
    <w:link w:val="paragraph"/>
    <w:locked/>
    <w:rsid w:val="00D8081E"/>
    <w:rPr>
      <w:sz w:val="22"/>
    </w:rPr>
  </w:style>
  <w:style w:type="paragraph" w:customStyle="1" w:styleId="paragraph">
    <w:name w:val="paragraph"/>
    <w:aliases w:val="a"/>
    <w:basedOn w:val="Normal"/>
    <w:link w:val="paragraphChar"/>
    <w:rsid w:val="00D8081E"/>
    <w:pPr>
      <w:tabs>
        <w:tab w:val="right" w:pos="1531"/>
      </w:tabs>
      <w:spacing w:before="40" w:after="0"/>
      <w:ind w:left="1644" w:hanging="1644"/>
    </w:pPr>
    <w:rPr>
      <w:sz w:val="22"/>
    </w:rPr>
  </w:style>
  <w:style w:type="character" w:customStyle="1" w:styleId="OutlineNumbered1Char">
    <w:name w:val="Outline Numbered 1 Char"/>
    <w:basedOn w:val="DefaultParagraphFont"/>
    <w:link w:val="OutlineNumbered1"/>
    <w:locked/>
    <w:rsid w:val="00D8081E"/>
  </w:style>
  <w:style w:type="paragraph" w:customStyle="1" w:styleId="OutlineNumbered1">
    <w:name w:val="Outline Numbered 1"/>
    <w:basedOn w:val="Normal"/>
    <w:link w:val="OutlineNumbered1Char"/>
    <w:rsid w:val="00D8081E"/>
    <w:pPr>
      <w:numPr>
        <w:numId w:val="9"/>
      </w:numPr>
      <w:spacing w:before="0" w:after="200" w:line="276" w:lineRule="auto"/>
    </w:pPr>
    <w:rPr>
      <w:sz w:val="20"/>
    </w:rPr>
  </w:style>
  <w:style w:type="paragraph" w:customStyle="1" w:styleId="OutlineNumbered2">
    <w:name w:val="Outline Numbered 2"/>
    <w:basedOn w:val="Normal"/>
    <w:rsid w:val="00D8081E"/>
    <w:pPr>
      <w:numPr>
        <w:ilvl w:val="1"/>
        <w:numId w:val="9"/>
      </w:numPr>
      <w:spacing w:before="0" w:after="200" w:line="276" w:lineRule="auto"/>
    </w:pPr>
    <w:rPr>
      <w:rFonts w:eastAsiaTheme="minorHAnsi"/>
      <w:sz w:val="22"/>
      <w:szCs w:val="22"/>
      <w:lang w:eastAsia="en-US"/>
    </w:rPr>
  </w:style>
  <w:style w:type="paragraph" w:customStyle="1" w:styleId="OutlineNumbered3">
    <w:name w:val="Outline Numbered 3"/>
    <w:basedOn w:val="Normal"/>
    <w:rsid w:val="00D8081E"/>
    <w:pPr>
      <w:numPr>
        <w:ilvl w:val="2"/>
        <w:numId w:val="9"/>
      </w:numPr>
      <w:spacing w:before="0" w:after="200" w:line="276" w:lineRule="auto"/>
    </w:pPr>
    <w:rPr>
      <w:rFonts w:eastAsiaTheme="minorHAnsi"/>
      <w:sz w:val="22"/>
      <w:szCs w:val="22"/>
      <w:lang w:eastAsia="en-US"/>
    </w:rPr>
  </w:style>
  <w:style w:type="character" w:customStyle="1" w:styleId="subsectionChar">
    <w:name w:val="subsection Char"/>
    <w:aliases w:val="ss Char"/>
    <w:link w:val="subsection"/>
    <w:locked/>
    <w:rsid w:val="00D8081E"/>
    <w:rPr>
      <w:sz w:val="22"/>
    </w:rPr>
  </w:style>
  <w:style w:type="paragraph" w:customStyle="1" w:styleId="subsection">
    <w:name w:val="subsection"/>
    <w:aliases w:val="ss"/>
    <w:basedOn w:val="Normal"/>
    <w:link w:val="subsectionChar"/>
    <w:rsid w:val="00D8081E"/>
    <w:pPr>
      <w:tabs>
        <w:tab w:val="right" w:pos="1021"/>
      </w:tabs>
      <w:spacing w:before="180" w:after="0"/>
      <w:ind w:left="1134" w:hanging="1134"/>
    </w:pPr>
    <w:rPr>
      <w:sz w:val="22"/>
    </w:rPr>
  </w:style>
  <w:style w:type="paragraph" w:customStyle="1" w:styleId="paragraphsub">
    <w:name w:val="paragraph(sub)"/>
    <w:aliases w:val="aa"/>
    <w:basedOn w:val="Normal"/>
    <w:rsid w:val="00D8081E"/>
    <w:pPr>
      <w:tabs>
        <w:tab w:val="right" w:pos="1985"/>
      </w:tabs>
      <w:spacing w:before="40" w:after="0"/>
      <w:ind w:left="2098" w:hanging="2098"/>
    </w:pPr>
    <w:rPr>
      <w:sz w:val="22"/>
    </w:rPr>
  </w:style>
  <w:style w:type="paragraph" w:customStyle="1" w:styleId="SubsectionHead">
    <w:name w:val="SubsectionHead"/>
    <w:aliases w:val="ssh"/>
    <w:basedOn w:val="Normal"/>
    <w:next w:val="subsection"/>
    <w:rsid w:val="00D8081E"/>
    <w:pPr>
      <w:keepNext/>
      <w:keepLines/>
      <w:spacing w:before="240" w:after="0"/>
      <w:ind w:left="1134"/>
    </w:pPr>
    <w:rPr>
      <w: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authorities"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Outline List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30D"/>
    <w:pPr>
      <w:spacing w:before="120" w:after="120"/>
    </w:pPr>
    <w:rPr>
      <w:sz w:val="24"/>
    </w:rPr>
  </w:style>
  <w:style w:type="paragraph" w:styleId="Heading1">
    <w:name w:val="heading 1"/>
    <w:basedOn w:val="Normal"/>
    <w:next w:val="Normal"/>
    <w:qFormat/>
    <w:rsid w:val="00A12209"/>
    <w:pPr>
      <w:keepNext/>
      <w:spacing w:before="240" w:after="60"/>
      <w:jc w:val="center"/>
      <w:outlineLvl w:val="0"/>
    </w:pPr>
    <w:rPr>
      <w:rFonts w:ascii="Arial Bold" w:hAnsi="Arial Bold"/>
      <w:b/>
      <w:kern w:val="28"/>
      <w:sz w:val="28"/>
      <w:u w:val="single"/>
    </w:rPr>
  </w:style>
  <w:style w:type="paragraph" w:styleId="Heading2">
    <w:name w:val="heading 2"/>
    <w:basedOn w:val="Normal"/>
    <w:next w:val="Normal"/>
    <w:qFormat/>
    <w:rsid w:val="00A12209"/>
    <w:pPr>
      <w:keepNext/>
      <w:spacing w:before="240" w:after="60"/>
      <w:outlineLvl w:val="1"/>
    </w:pPr>
    <w:rPr>
      <w:b/>
      <w:sz w:val="28"/>
      <w:u w:val="single"/>
    </w:rPr>
  </w:style>
  <w:style w:type="paragraph" w:styleId="Heading3">
    <w:name w:val="heading 3"/>
    <w:basedOn w:val="Heading2"/>
    <w:next w:val="base-text-paragraph"/>
    <w:link w:val="Heading3Char"/>
    <w:qFormat/>
    <w:rsid w:val="00392BBA"/>
    <w:pPr>
      <w:tabs>
        <w:tab w:val="left" w:pos="1987"/>
      </w:tabs>
      <w:spacing w:after="120"/>
      <w:outlineLvl w:val="2"/>
    </w:pPr>
    <w:rPr>
      <w:rFonts w:ascii="Helvetica" w:hAnsi="Helvetica"/>
      <w:kern w:val="28"/>
      <w:sz w:val="24"/>
      <w:u w:val="none"/>
    </w:rPr>
  </w:style>
  <w:style w:type="paragraph" w:styleId="Heading4">
    <w:name w:val="heading 4"/>
    <w:basedOn w:val="Heading3"/>
    <w:next w:val="base-text-paragraph"/>
    <w:qFormat/>
    <w:rsid w:val="00E4438C"/>
    <w:pPr>
      <w:spacing w:before="120"/>
      <w:outlineLvl w:val="3"/>
    </w:pPr>
    <w:rPr>
      <w:rFonts w:ascii="Times New Roman" w:hAnsi="Times New Roman"/>
    </w:rPr>
  </w:style>
  <w:style w:type="paragraph" w:styleId="Heading7">
    <w:name w:val="heading 7"/>
    <w:basedOn w:val="Normal"/>
    <w:next w:val="Normal"/>
    <w:link w:val="Heading7Char"/>
    <w:uiPriority w:val="9"/>
    <w:semiHidden/>
    <w:unhideWhenUsed/>
    <w:qFormat/>
    <w:rsid w:val="00D8081E"/>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92BBA"/>
    <w:pPr>
      <w:jc w:val="center"/>
    </w:pPr>
    <w:rPr>
      <w:b/>
    </w:rPr>
  </w:style>
  <w:style w:type="paragraph" w:styleId="BodyText">
    <w:name w:val="Body Text"/>
    <w:basedOn w:val="Normal"/>
    <w:rsid w:val="00392BBA"/>
  </w:style>
  <w:style w:type="paragraph" w:styleId="BodyText2">
    <w:name w:val="Body Text 2"/>
    <w:basedOn w:val="Normal"/>
    <w:rsid w:val="00392BBA"/>
    <w:rPr>
      <w:u w:val="single"/>
    </w:rPr>
  </w:style>
  <w:style w:type="paragraph" w:customStyle="1" w:styleId="Dotpoint">
    <w:name w:val="Dot point"/>
    <w:basedOn w:val="Normal"/>
    <w:rsid w:val="00392BBA"/>
    <w:pPr>
      <w:numPr>
        <w:numId w:val="1"/>
      </w:numPr>
      <w:tabs>
        <w:tab w:val="clear" w:pos="360"/>
        <w:tab w:val="num" w:pos="709"/>
        <w:tab w:val="left" w:pos="851"/>
      </w:tabs>
      <w:ind w:left="709" w:hanging="283"/>
    </w:pPr>
  </w:style>
  <w:style w:type="paragraph" w:styleId="TableofAuthorities">
    <w:name w:val="table of authorities"/>
    <w:basedOn w:val="Normal"/>
    <w:next w:val="Normal"/>
    <w:semiHidden/>
    <w:rsid w:val="00392BBA"/>
    <w:pPr>
      <w:ind w:left="200" w:hanging="200"/>
    </w:pPr>
  </w:style>
  <w:style w:type="paragraph" w:customStyle="1" w:styleId="base-text-paragraph">
    <w:name w:val="base-text-paragraph"/>
    <w:link w:val="base-text-paragraphChar"/>
    <w:rsid w:val="00392BBA"/>
    <w:pPr>
      <w:tabs>
        <w:tab w:val="left" w:pos="1987"/>
      </w:tabs>
      <w:spacing w:before="120" w:after="120"/>
      <w:ind w:left="1140"/>
    </w:pPr>
    <w:rPr>
      <w:sz w:val="24"/>
    </w:rPr>
  </w:style>
  <w:style w:type="paragraph" w:customStyle="1" w:styleId="Default">
    <w:name w:val="Default"/>
    <w:link w:val="DefaultChar"/>
    <w:rsid w:val="005833BE"/>
    <w:pPr>
      <w:autoSpaceDE w:val="0"/>
      <w:autoSpaceDN w:val="0"/>
      <w:adjustRightInd w:val="0"/>
    </w:pPr>
    <w:rPr>
      <w:color w:val="000000"/>
      <w:sz w:val="24"/>
      <w:szCs w:val="24"/>
    </w:rPr>
  </w:style>
  <w:style w:type="character" w:styleId="Hyperlink">
    <w:name w:val="Hyperlink"/>
    <w:basedOn w:val="DefaultParagraphFont"/>
    <w:uiPriority w:val="99"/>
    <w:unhideWhenUsed/>
    <w:rsid w:val="00A532DD"/>
    <w:rPr>
      <w:color w:val="0000FF" w:themeColor="hyperlink"/>
      <w:u w:val="single"/>
    </w:rPr>
  </w:style>
  <w:style w:type="paragraph" w:customStyle="1" w:styleId="Bullet">
    <w:name w:val="Bullet"/>
    <w:aliases w:val="b,b1,b + line,Body,level 1"/>
    <w:basedOn w:val="Normal"/>
    <w:link w:val="BulletChar"/>
    <w:qFormat/>
    <w:rsid w:val="00E0624D"/>
    <w:pPr>
      <w:numPr>
        <w:numId w:val="2"/>
      </w:numPr>
      <w:spacing w:before="240"/>
    </w:pPr>
    <w:rPr>
      <w:szCs w:val="23"/>
    </w:rPr>
  </w:style>
  <w:style w:type="character" w:customStyle="1" w:styleId="DefaultChar">
    <w:name w:val="Default Char"/>
    <w:basedOn w:val="DefaultParagraphFont"/>
    <w:link w:val="Default"/>
    <w:rsid w:val="00E0624D"/>
    <w:rPr>
      <w:color w:val="000000"/>
      <w:sz w:val="24"/>
      <w:szCs w:val="24"/>
    </w:rPr>
  </w:style>
  <w:style w:type="character" w:customStyle="1" w:styleId="BulletChar">
    <w:name w:val="Bullet Char"/>
    <w:aliases w:val="b Char,b + line Char Char,b Char Char"/>
    <w:basedOn w:val="DefaultChar"/>
    <w:link w:val="Bullet"/>
    <w:rsid w:val="00E0624D"/>
    <w:rPr>
      <w:color w:val="000000"/>
      <w:sz w:val="24"/>
      <w:szCs w:val="23"/>
    </w:rPr>
  </w:style>
  <w:style w:type="paragraph" w:customStyle="1" w:styleId="Dash">
    <w:name w:val="Dash"/>
    <w:basedOn w:val="Normal"/>
    <w:link w:val="DashChar"/>
    <w:rsid w:val="00E0624D"/>
    <w:pPr>
      <w:numPr>
        <w:ilvl w:val="1"/>
        <w:numId w:val="2"/>
      </w:numPr>
      <w:spacing w:before="240"/>
    </w:pPr>
    <w:rPr>
      <w:szCs w:val="23"/>
    </w:rPr>
  </w:style>
  <w:style w:type="character" w:customStyle="1" w:styleId="DashChar">
    <w:name w:val="Dash Char"/>
    <w:basedOn w:val="DefaultChar"/>
    <w:link w:val="Dash"/>
    <w:rsid w:val="00E0624D"/>
    <w:rPr>
      <w:color w:val="000000"/>
      <w:sz w:val="24"/>
      <w:szCs w:val="23"/>
    </w:rPr>
  </w:style>
  <w:style w:type="paragraph" w:customStyle="1" w:styleId="DoubleDot">
    <w:name w:val="Double Dot"/>
    <w:basedOn w:val="Normal"/>
    <w:link w:val="DoubleDotChar"/>
    <w:rsid w:val="00E0624D"/>
    <w:pPr>
      <w:numPr>
        <w:ilvl w:val="2"/>
        <w:numId w:val="2"/>
      </w:numPr>
      <w:spacing w:before="240"/>
    </w:pPr>
    <w:rPr>
      <w:szCs w:val="23"/>
    </w:rPr>
  </w:style>
  <w:style w:type="character" w:customStyle="1" w:styleId="DoubleDotChar">
    <w:name w:val="Double Dot Char"/>
    <w:basedOn w:val="DefaultChar"/>
    <w:link w:val="DoubleDot"/>
    <w:rsid w:val="00E0624D"/>
    <w:rPr>
      <w:color w:val="000000"/>
      <w:sz w:val="24"/>
      <w:szCs w:val="23"/>
    </w:rPr>
  </w:style>
  <w:style w:type="character" w:styleId="PlaceholderText">
    <w:name w:val="Placeholder Text"/>
    <w:basedOn w:val="DefaultParagraphFont"/>
    <w:uiPriority w:val="99"/>
    <w:semiHidden/>
    <w:rsid w:val="00A12209"/>
    <w:rPr>
      <w:color w:val="808080"/>
    </w:rPr>
  </w:style>
  <w:style w:type="paragraph" w:styleId="BalloonText">
    <w:name w:val="Balloon Text"/>
    <w:basedOn w:val="Normal"/>
    <w:link w:val="BalloonTextChar"/>
    <w:uiPriority w:val="99"/>
    <w:semiHidden/>
    <w:unhideWhenUsed/>
    <w:rsid w:val="00A1220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209"/>
    <w:rPr>
      <w:rFonts w:ascii="Tahoma" w:hAnsi="Tahoma" w:cs="Tahoma"/>
      <w:sz w:val="16"/>
      <w:szCs w:val="16"/>
    </w:rPr>
  </w:style>
  <w:style w:type="character" w:customStyle="1" w:styleId="Heading3Char">
    <w:name w:val="Heading 3 Char"/>
    <w:basedOn w:val="DefaultParagraphFont"/>
    <w:link w:val="Heading3"/>
    <w:rsid w:val="00E457F3"/>
    <w:rPr>
      <w:rFonts w:ascii="Helvetica" w:hAnsi="Helvetica"/>
      <w:b/>
      <w:kern w:val="28"/>
      <w:sz w:val="24"/>
    </w:rPr>
  </w:style>
  <w:style w:type="character" w:customStyle="1" w:styleId="base-text-paragraphChar">
    <w:name w:val="base-text-paragraph Char"/>
    <w:basedOn w:val="DefaultParagraphFont"/>
    <w:link w:val="base-text-paragraph"/>
    <w:rsid w:val="00DB4B51"/>
    <w:rPr>
      <w:sz w:val="24"/>
    </w:rPr>
  </w:style>
  <w:style w:type="paragraph" w:styleId="Header">
    <w:name w:val="header"/>
    <w:basedOn w:val="Normal"/>
    <w:link w:val="HeaderChar"/>
    <w:uiPriority w:val="99"/>
    <w:unhideWhenUsed/>
    <w:rsid w:val="00DB4B51"/>
    <w:pPr>
      <w:tabs>
        <w:tab w:val="center" w:pos="4513"/>
        <w:tab w:val="right" w:pos="9026"/>
      </w:tabs>
      <w:spacing w:before="0" w:after="0"/>
    </w:pPr>
  </w:style>
  <w:style w:type="character" w:customStyle="1" w:styleId="HeaderChar">
    <w:name w:val="Header Char"/>
    <w:basedOn w:val="DefaultParagraphFont"/>
    <w:link w:val="Header"/>
    <w:uiPriority w:val="99"/>
    <w:rsid w:val="00DB4B51"/>
    <w:rPr>
      <w:sz w:val="24"/>
    </w:rPr>
  </w:style>
  <w:style w:type="paragraph" w:styleId="Footer">
    <w:name w:val="footer"/>
    <w:basedOn w:val="Normal"/>
    <w:link w:val="FooterChar"/>
    <w:uiPriority w:val="99"/>
    <w:unhideWhenUsed/>
    <w:rsid w:val="00DB4B51"/>
    <w:pPr>
      <w:tabs>
        <w:tab w:val="center" w:pos="4513"/>
        <w:tab w:val="right" w:pos="9026"/>
      </w:tabs>
      <w:spacing w:before="0" w:after="0"/>
    </w:pPr>
  </w:style>
  <w:style w:type="character" w:customStyle="1" w:styleId="FooterChar">
    <w:name w:val="Footer Char"/>
    <w:basedOn w:val="DefaultParagraphFont"/>
    <w:link w:val="Footer"/>
    <w:uiPriority w:val="99"/>
    <w:rsid w:val="00DB4B51"/>
    <w:rPr>
      <w:sz w:val="24"/>
    </w:rPr>
  </w:style>
  <w:style w:type="character" w:styleId="CommentReference">
    <w:name w:val="annotation reference"/>
    <w:basedOn w:val="DefaultParagraphFont"/>
    <w:uiPriority w:val="99"/>
    <w:semiHidden/>
    <w:unhideWhenUsed/>
    <w:rsid w:val="001D064F"/>
    <w:rPr>
      <w:sz w:val="16"/>
      <w:szCs w:val="16"/>
    </w:rPr>
  </w:style>
  <w:style w:type="paragraph" w:styleId="CommentText">
    <w:name w:val="annotation text"/>
    <w:basedOn w:val="Normal"/>
    <w:link w:val="CommentTextChar"/>
    <w:uiPriority w:val="99"/>
    <w:unhideWhenUsed/>
    <w:rsid w:val="001D064F"/>
    <w:rPr>
      <w:sz w:val="20"/>
    </w:rPr>
  </w:style>
  <w:style w:type="character" w:customStyle="1" w:styleId="CommentTextChar">
    <w:name w:val="Comment Text Char"/>
    <w:basedOn w:val="DefaultParagraphFont"/>
    <w:link w:val="CommentText"/>
    <w:uiPriority w:val="99"/>
    <w:rsid w:val="001D064F"/>
  </w:style>
  <w:style w:type="paragraph" w:styleId="CommentSubject">
    <w:name w:val="annotation subject"/>
    <w:basedOn w:val="CommentText"/>
    <w:next w:val="CommentText"/>
    <w:link w:val="CommentSubjectChar"/>
    <w:uiPriority w:val="99"/>
    <w:unhideWhenUsed/>
    <w:rsid w:val="001D064F"/>
    <w:rPr>
      <w:b/>
      <w:bCs/>
    </w:rPr>
  </w:style>
  <w:style w:type="character" w:customStyle="1" w:styleId="CommentSubjectChar">
    <w:name w:val="Comment Subject Char"/>
    <w:basedOn w:val="CommentTextChar"/>
    <w:link w:val="CommentSubject"/>
    <w:uiPriority w:val="99"/>
    <w:rsid w:val="001D064F"/>
    <w:rPr>
      <w:b/>
      <w:bCs/>
    </w:rPr>
  </w:style>
  <w:style w:type="paragraph" w:styleId="FootnoteText">
    <w:name w:val="footnote text"/>
    <w:basedOn w:val="Normal"/>
    <w:link w:val="FootnoteTextChar"/>
    <w:uiPriority w:val="99"/>
    <w:semiHidden/>
    <w:unhideWhenUsed/>
    <w:rsid w:val="00585F93"/>
    <w:pPr>
      <w:spacing w:before="0" w:after="0"/>
    </w:pPr>
    <w:rPr>
      <w:rFonts w:asciiTheme="minorHAnsi" w:eastAsiaTheme="minorHAnsi" w:hAnsiTheme="minorHAnsi" w:cstheme="minorBidi"/>
      <w:sz w:val="20"/>
      <w:lang w:eastAsia="en-US"/>
    </w:rPr>
  </w:style>
  <w:style w:type="character" w:customStyle="1" w:styleId="FootnoteTextChar">
    <w:name w:val="Footnote Text Char"/>
    <w:basedOn w:val="DefaultParagraphFont"/>
    <w:link w:val="FootnoteText"/>
    <w:uiPriority w:val="99"/>
    <w:semiHidden/>
    <w:rsid w:val="00585F93"/>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585F93"/>
    <w:rPr>
      <w:vertAlign w:val="superscript"/>
    </w:rPr>
  </w:style>
  <w:style w:type="character" w:customStyle="1" w:styleId="Heading7Char">
    <w:name w:val="Heading 7 Char"/>
    <w:basedOn w:val="DefaultParagraphFont"/>
    <w:link w:val="Heading7"/>
    <w:uiPriority w:val="9"/>
    <w:semiHidden/>
    <w:rsid w:val="00D8081E"/>
    <w:rPr>
      <w:rFonts w:asciiTheme="majorHAnsi" w:eastAsiaTheme="majorEastAsia" w:hAnsiTheme="majorHAnsi" w:cstheme="majorBidi"/>
      <w:i/>
      <w:iCs/>
      <w:color w:val="404040" w:themeColor="text1" w:themeTint="BF"/>
      <w:sz w:val="24"/>
    </w:rPr>
  </w:style>
  <w:style w:type="numbering" w:styleId="1ai">
    <w:name w:val="Outline List 1"/>
    <w:basedOn w:val="NoList"/>
    <w:semiHidden/>
    <w:unhideWhenUsed/>
    <w:rsid w:val="00D8081E"/>
    <w:pPr>
      <w:numPr>
        <w:numId w:val="5"/>
      </w:numPr>
    </w:pPr>
  </w:style>
  <w:style w:type="table" w:styleId="TableGrid">
    <w:name w:val="Table Grid"/>
    <w:basedOn w:val="TableNormal"/>
    <w:uiPriority w:val="59"/>
    <w:rsid w:val="00D808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8081E"/>
    <w:rPr>
      <w:sz w:val="24"/>
    </w:rPr>
  </w:style>
  <w:style w:type="character" w:customStyle="1" w:styleId="paragraphChar">
    <w:name w:val="paragraph Char"/>
    <w:aliases w:val="a Char"/>
    <w:link w:val="paragraph"/>
    <w:locked/>
    <w:rsid w:val="00D8081E"/>
    <w:rPr>
      <w:sz w:val="22"/>
    </w:rPr>
  </w:style>
  <w:style w:type="paragraph" w:customStyle="1" w:styleId="paragraph">
    <w:name w:val="paragraph"/>
    <w:aliases w:val="a"/>
    <w:basedOn w:val="Normal"/>
    <w:link w:val="paragraphChar"/>
    <w:rsid w:val="00D8081E"/>
    <w:pPr>
      <w:tabs>
        <w:tab w:val="right" w:pos="1531"/>
      </w:tabs>
      <w:spacing w:before="40" w:after="0"/>
      <w:ind w:left="1644" w:hanging="1644"/>
    </w:pPr>
    <w:rPr>
      <w:sz w:val="22"/>
    </w:rPr>
  </w:style>
  <w:style w:type="character" w:customStyle="1" w:styleId="OutlineNumbered1Char">
    <w:name w:val="Outline Numbered 1 Char"/>
    <w:basedOn w:val="DefaultParagraphFont"/>
    <w:link w:val="OutlineNumbered1"/>
    <w:locked/>
    <w:rsid w:val="00D8081E"/>
  </w:style>
  <w:style w:type="paragraph" w:customStyle="1" w:styleId="OutlineNumbered1">
    <w:name w:val="Outline Numbered 1"/>
    <w:basedOn w:val="Normal"/>
    <w:link w:val="OutlineNumbered1Char"/>
    <w:rsid w:val="00D8081E"/>
    <w:pPr>
      <w:numPr>
        <w:numId w:val="9"/>
      </w:numPr>
      <w:spacing w:before="0" w:after="200" w:line="276" w:lineRule="auto"/>
    </w:pPr>
    <w:rPr>
      <w:sz w:val="20"/>
    </w:rPr>
  </w:style>
  <w:style w:type="paragraph" w:customStyle="1" w:styleId="OutlineNumbered2">
    <w:name w:val="Outline Numbered 2"/>
    <w:basedOn w:val="Normal"/>
    <w:rsid w:val="00D8081E"/>
    <w:pPr>
      <w:numPr>
        <w:ilvl w:val="1"/>
        <w:numId w:val="9"/>
      </w:numPr>
      <w:spacing w:before="0" w:after="200" w:line="276" w:lineRule="auto"/>
    </w:pPr>
    <w:rPr>
      <w:rFonts w:eastAsiaTheme="minorHAnsi"/>
      <w:sz w:val="22"/>
      <w:szCs w:val="22"/>
      <w:lang w:eastAsia="en-US"/>
    </w:rPr>
  </w:style>
  <w:style w:type="paragraph" w:customStyle="1" w:styleId="OutlineNumbered3">
    <w:name w:val="Outline Numbered 3"/>
    <w:basedOn w:val="Normal"/>
    <w:rsid w:val="00D8081E"/>
    <w:pPr>
      <w:numPr>
        <w:ilvl w:val="2"/>
        <w:numId w:val="9"/>
      </w:numPr>
      <w:spacing w:before="0" w:after="200" w:line="276" w:lineRule="auto"/>
    </w:pPr>
    <w:rPr>
      <w:rFonts w:eastAsiaTheme="minorHAnsi"/>
      <w:sz w:val="22"/>
      <w:szCs w:val="22"/>
      <w:lang w:eastAsia="en-US"/>
    </w:rPr>
  </w:style>
  <w:style w:type="character" w:customStyle="1" w:styleId="subsectionChar">
    <w:name w:val="subsection Char"/>
    <w:aliases w:val="ss Char"/>
    <w:link w:val="subsection"/>
    <w:locked/>
    <w:rsid w:val="00D8081E"/>
    <w:rPr>
      <w:sz w:val="22"/>
    </w:rPr>
  </w:style>
  <w:style w:type="paragraph" w:customStyle="1" w:styleId="subsection">
    <w:name w:val="subsection"/>
    <w:aliases w:val="ss"/>
    <w:basedOn w:val="Normal"/>
    <w:link w:val="subsectionChar"/>
    <w:rsid w:val="00D8081E"/>
    <w:pPr>
      <w:tabs>
        <w:tab w:val="right" w:pos="1021"/>
      </w:tabs>
      <w:spacing w:before="180" w:after="0"/>
      <w:ind w:left="1134" w:hanging="1134"/>
    </w:pPr>
    <w:rPr>
      <w:sz w:val="22"/>
    </w:rPr>
  </w:style>
  <w:style w:type="paragraph" w:customStyle="1" w:styleId="paragraphsub">
    <w:name w:val="paragraph(sub)"/>
    <w:aliases w:val="aa"/>
    <w:basedOn w:val="Normal"/>
    <w:rsid w:val="00D8081E"/>
    <w:pPr>
      <w:tabs>
        <w:tab w:val="right" w:pos="1985"/>
      </w:tabs>
      <w:spacing w:before="40" w:after="0"/>
      <w:ind w:left="2098" w:hanging="2098"/>
    </w:pPr>
    <w:rPr>
      <w:sz w:val="22"/>
    </w:rPr>
  </w:style>
  <w:style w:type="paragraph" w:customStyle="1" w:styleId="SubsectionHead">
    <w:name w:val="SubsectionHead"/>
    <w:aliases w:val="ssh"/>
    <w:basedOn w:val="Normal"/>
    <w:next w:val="subsection"/>
    <w:rsid w:val="00D8081E"/>
    <w:pPr>
      <w:keepNext/>
      <w:keepLines/>
      <w:spacing w:before="240" w:after="0"/>
      <w:ind w:left="1134"/>
    </w:pPr>
    <w:rPr>
      <w: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Treasury\Workgroup%20Templates\Legislation\ExCo-Explanatory%20Statemen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TaxCatchAll xmlns="9f7bc583-7cbe-45b9-a2bd-8bbb6543b37e">
      <Value>23</Value>
    </TaxCatchAll>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RA-9081 - Retain as national archives</TermName>
          <TermId xmlns="http://schemas.microsoft.com/office/infopath/2007/PartnerControls">bbf0bcde-1687-4ff2-bc57-f31b5d545d4b</TermId>
        </TermInfo>
      </Terms>
    </lb508a4dc5e84436a0fe496b536466aa>
    <_dlc_DocId xmlns="9f7bc583-7cbe-45b9-a2bd-8bbb6543b37e">2018RG-216-4554</_dlc_DocId>
    <_dlc_DocIdUrl xmlns="9f7bc583-7cbe-45b9-a2bd-8bbb6543b37e">
      <Url>http://tweb/sites/rg/ldp/_layouts/15/DocIdRedir.aspx?ID=2018RG-216-4554</Url>
      <Description>2018RG-216-4554</Description>
    </_dlc_DocIdUrl>
    <Nature_x0020_of_x0020_documents xmlns="507a8a59-704d-43cf-b103-02b0cd527a9d"/>
    <Number_x0020_version xmlns="507a8a59-704d-43cf-b103-02b0cd527a9d" xsi:nil="true"/>
    <LMU_x0020_number xmlns="507a8a59-704d-43cf-b103-02b0cd527a9d" xsi:nil="true"/>
    <Responsible_x0020_LDO_x0020_Officer xmlns="507a8a59-704d-43cf-b103-02b0cd527a9d">
      <UserInfo>
        <DisplayName/>
        <AccountId xsi:nil="true"/>
        <AccountType/>
      </UserInfo>
    </Responsible_x0020_LDO_x0020_Officer>
    <Status xmlns="507a8a59-704d-43cf-b103-02b0cd527a9d">Current</Status>
    <Parliamentary_x0020_session xmlns="507a8a59-704d-43cf-b103-02b0cd527a9d">45th</Parliamentary_x0020_sess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95AC4D68AD35B54B84C8F2EAD3D25E24" ma:contentTypeVersion="12299" ma:contentTypeDescription="" ma:contentTypeScope="" ma:versionID="10fd9c7adf3b791b26f187b485b14465">
  <xsd:schema xmlns:xsd="http://www.w3.org/2001/XMLSchema" xmlns:xs="http://www.w3.org/2001/XMLSchema" xmlns:p="http://schemas.microsoft.com/office/2006/metadata/properties" xmlns:ns1="http://schemas.microsoft.com/sharepoint/v3" xmlns:ns2="9f7bc583-7cbe-45b9-a2bd-8bbb6543b37e" xmlns:ns3="507a8a59-704d-43cf-b103-02b0cd527a9d" xmlns:ns4="http://schemas.microsoft.com/sharepoint/v4" targetNamespace="http://schemas.microsoft.com/office/2006/metadata/properties" ma:root="true" ma:fieldsID="fa30cee221822adeabd79cc0220d6798" ns1:_="" ns2:_="" ns3:_="" ns4:_="">
    <xsd:import namespace="http://schemas.microsoft.com/sharepoint/v3"/>
    <xsd:import namespace="9f7bc583-7cbe-45b9-a2bd-8bbb6543b37e"/>
    <xsd:import namespace="507a8a59-704d-43cf-b103-02b0cd527a9d"/>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lb508a4dc5e84436a0fe496b536466aa" minOccurs="0"/>
                <xsd:element ref="ns2:TaxCatchAll" minOccurs="0"/>
                <xsd:element ref="ns2:TaxCatchAllLabel" minOccurs="0"/>
                <xsd:element ref="ns1:_dlc_Exempt" minOccurs="0"/>
                <xsd:element ref="ns4:IconOverlay" minOccurs="0"/>
                <xsd:element ref="ns3:LMU_x0020_number" minOccurs="0"/>
                <xsd:element ref="ns3:Nature_x0020_of_x0020_documents" minOccurs="0"/>
                <xsd:element ref="ns3:Number_x0020_version" minOccurs="0"/>
                <xsd:element ref="ns3:Status" minOccurs="0"/>
                <xsd:element ref="ns3:Parliamentary_x0020_session" minOccurs="0"/>
                <xsd:element ref="ns3:Responsible_x0020_LDO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1" nillable="true" ma:taxonomy="true" ma:internalName="lb508a4dc5e84436a0fe496b536466aa" ma:taxonomyFieldName="TSYRecordClass" ma:displayName="Record Class" ma:readOnly="false" ma:default="24;#TSY RA-9072 - Retain as national archives|d71911a4-1e32-4fc6-834f-26c4fc33e217"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07a8a59-704d-43cf-b103-02b0cd527a9d" elementFormDefault="qualified">
    <xsd:import namespace="http://schemas.microsoft.com/office/2006/documentManagement/types"/>
    <xsd:import namespace="http://schemas.microsoft.com/office/infopath/2007/PartnerControls"/>
    <xsd:element name="LMU_x0020_number" ma:index="18" nillable="true" ma:displayName="LMU number" ma:internalName="LMU_x0020_number">
      <xsd:simpleType>
        <xsd:restriction base="dms:Text">
          <xsd:maxLength value="255"/>
        </xsd:restriction>
      </xsd:simpleType>
    </xsd:element>
    <xsd:element name="Nature_x0020_of_x0020_documents" ma:index="19" nillable="true" ma:displayName="Nature of documents" ma:internalName="Nature_x0020_of_x0020_documents">
      <xsd:complexType>
        <xsd:complexContent>
          <xsd:extension base="dms:MultiChoice">
            <xsd:sequence>
              <xsd:element name="Value" maxOccurs="unbounded" minOccurs="0" nillable="true">
                <xsd:simpleType>
                  <xsd:restriction base="dms:Choice">
                    <xsd:enumeration value="ATO correspondence"/>
                    <xsd:enumeration value="ASIC correspondence"/>
                    <xsd:enumeration value="APRA correspondence"/>
                    <xsd:enumeration value="Background-other jurisdictions"/>
                    <xsd:enumeration value="Bid"/>
                    <xsd:enumeration value="Consultation paper"/>
                    <xsd:enumeration value="Discussion paper"/>
                    <xsd:enumeration value="Drafting instructions"/>
                    <xsd:enumeration value="Legislation"/>
                    <xsd:enumeration value="Regulation"/>
                    <xsd:enumeration value="Explanatory memorandum/statement"/>
                    <xsd:enumeration value="Exposure draft"/>
                    <xsd:enumeration value="Legal advice"/>
                    <xsd:enumeration value="Ministerial correspondence"/>
                    <xsd:enumeration value="Note for file"/>
                    <xsd:enumeration value="Parliamentary"/>
                    <xsd:enumeration value="Policy"/>
                    <xsd:enumeration value="RIS"/>
                    <xsd:enumeration value="Stakeholder correspondence"/>
                    <xsd:enumeration value="Submission"/>
                    <xsd:enumeration value="Other"/>
                  </xsd:restriction>
                </xsd:simpleType>
              </xsd:element>
            </xsd:sequence>
          </xsd:extension>
        </xsd:complexContent>
      </xsd:complexType>
    </xsd:element>
    <xsd:element name="Number_x0020_version" ma:index="20" nillable="true" ma:displayName="Number version" ma:internalName="Number_x0020_version">
      <xsd:simpleType>
        <xsd:restriction base="dms:Text">
          <xsd:maxLength value="255"/>
        </xsd:restriction>
      </xsd:simpleType>
    </xsd:element>
    <xsd:element name="Status" ma:index="21" nillable="true" ma:displayName="Status" ma:default="Current" ma:format="Dropdown" ma:internalName="Status">
      <xsd:simpleType>
        <xsd:restriction base="dms:Choice">
          <xsd:enumeration value="Current"/>
          <xsd:enumeration value="Completed"/>
          <xsd:enumeration value="Deferred"/>
          <xsd:enumeration value="Not progressing"/>
        </xsd:restriction>
      </xsd:simpleType>
    </xsd:element>
    <xsd:element name="Parliamentary_x0020_session" ma:index="22" nillable="true" ma:displayName="Parliamentary session" ma:default="45th" ma:format="Dropdown" ma:internalName="Parliamentary_x0020_session">
      <xsd:simpleType>
        <xsd:restriction base="dms:Choice">
          <xsd:enumeration value="TBD"/>
          <xsd:enumeration value="45th"/>
          <xsd:enumeration value="44th"/>
        </xsd:restriction>
      </xsd:simpleType>
    </xsd:element>
    <xsd:element name="Responsible_x0020_LDO_x0020_Officer" ma:index="23" nillable="true" ma:displayName="Responsible LDO Officer" ma:list="UserInfo" ma:SharePointGroup="0" ma:internalName="Responsible_x0020_LDO_x0020_Offic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5.xml><?xml version="1.0" encoding="utf-8"?>
<?mso-contentType ?>
<p:Policy xmlns:p="office.server.policy" id="" local="true">
  <p:Name>Treasury Document</p:Name>
  <p:Description/>
  <p:Statement/>
  <p:PolicyItems>
    <p:PolicyItem featureId="Microsoft.Office.RecordsManagement.PolicyFeatures.PolicyAudit" staticId="0x01010036BB8DE7EC542E42A8B2E98CC20CB697|1757814118" UniqueId="eb9354fb-4177-4e01-8c43-989761893d04">
      <p:Name>Auditing</p:Name>
      <p:Description>Audits user actions on documents and list items to the Audit Log.</p:Description>
      <p:CustomData>
        <Audit>
          <Update/>
          <DeleteRestore/>
        </Audit>
      </p:CustomData>
    </p:PolicyItem>
  </p:PolicyItems>
</p:Policy>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2ABF8-5BBD-427C-B21F-C1D69C4F8D98}">
  <ds:schemaRefs>
    <ds:schemaRef ds:uri="http://schemas.microsoft.com/office/2006/metadata/properties"/>
    <ds:schemaRef ds:uri="http://schemas.microsoft.com/office/infopath/2007/PartnerControls"/>
    <ds:schemaRef ds:uri="http://schemas.microsoft.com/sharepoint/v4"/>
    <ds:schemaRef ds:uri="9f7bc583-7cbe-45b9-a2bd-8bbb6543b37e"/>
    <ds:schemaRef ds:uri="507a8a59-704d-43cf-b103-02b0cd527a9d"/>
  </ds:schemaRefs>
</ds:datastoreItem>
</file>

<file path=customXml/itemProps2.xml><?xml version="1.0" encoding="utf-8"?>
<ds:datastoreItem xmlns:ds="http://schemas.openxmlformats.org/officeDocument/2006/customXml" ds:itemID="{D9F364E4-C194-4EFB-9640-7EC07D52C52D}">
  <ds:schemaRefs>
    <ds:schemaRef ds:uri="http://schemas.microsoft.com/sharepoint/v3/contenttype/forms"/>
  </ds:schemaRefs>
</ds:datastoreItem>
</file>

<file path=customXml/itemProps3.xml><?xml version="1.0" encoding="utf-8"?>
<ds:datastoreItem xmlns:ds="http://schemas.openxmlformats.org/officeDocument/2006/customXml" ds:itemID="{625A1661-CC57-4BB3-BBC0-A3E37FF091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f7bc583-7cbe-45b9-a2bd-8bbb6543b37e"/>
    <ds:schemaRef ds:uri="507a8a59-704d-43cf-b103-02b0cd527a9d"/>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EE1B5D-F630-4251-B984-75DE13A91400}">
  <ds:schemaRefs>
    <ds:schemaRef ds:uri="http://schemas.microsoft.com/sharepoint/events"/>
  </ds:schemaRefs>
</ds:datastoreItem>
</file>

<file path=customXml/itemProps5.xml><?xml version="1.0" encoding="utf-8"?>
<ds:datastoreItem xmlns:ds="http://schemas.openxmlformats.org/officeDocument/2006/customXml" ds:itemID="{5ACBD48B-08C5-45FB-A883-E578A737031F}">
  <ds:schemaRefs>
    <ds:schemaRef ds:uri="office.server.policy"/>
  </ds:schemaRefs>
</ds:datastoreItem>
</file>

<file path=customXml/itemProps6.xml><?xml version="1.0" encoding="utf-8"?>
<ds:datastoreItem xmlns:ds="http://schemas.openxmlformats.org/officeDocument/2006/customXml" ds:itemID="{37C744AF-6534-4F68-8526-FF2178D8E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ExCo-Explanatory Statement.dotm</Template>
  <TotalTime>1</TotalTime>
  <Pages>19</Pages>
  <Words>7086</Words>
  <Characters>40391</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EXPLANATORY MEMORANDUM</vt:lpstr>
    </vt:vector>
  </TitlesOfParts>
  <Company>ATO</Company>
  <LinksUpToDate>false</LinksUpToDate>
  <CharactersWithSpaces>47383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EXPLANATORY MEMORANDUM</dc:title>
  <dc:creator>Bentwood, Sophie</dc:creator>
  <cp:lastModifiedBy>McSpedden-Brown, Nicholas</cp:lastModifiedBy>
  <cp:revision>2</cp:revision>
  <cp:lastPrinted>2018-06-17T22:56:00Z</cp:lastPrinted>
  <dcterms:created xsi:type="dcterms:W3CDTF">2018-06-28T23:56:00Z</dcterms:created>
  <dcterms:modified xsi:type="dcterms:W3CDTF">2018-06-28T23:56:00Z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1189681629</vt:i4>
  </property>
  <property fmtid="{D5CDD505-2E9C-101B-9397-08002B2CF9AE}" pid="3" name="_NewReviewCycle">
    <vt:lpwstr/>
  </property>
  <property fmtid="{D5CDD505-2E9C-101B-9397-08002B2CF9AE}" pid="4" name="_EmailSubject">
    <vt:lpwstr>Signed MS18-001964</vt:lpwstr>
  </property>
  <property fmtid="{D5CDD505-2E9C-101B-9397-08002B2CF9AE}" pid="5" name="_AuthorEmail">
    <vt:lpwstr>MRFS.DLO@treasury.gov.au</vt:lpwstr>
  </property>
  <property fmtid="{D5CDD505-2E9C-101B-9397-08002B2CF9AE}" pid="6" name="_AuthorEmailDisplayName">
    <vt:lpwstr>MRFS.DLO</vt:lpwstr>
  </property>
  <property fmtid="{D5CDD505-2E9C-101B-9397-08002B2CF9AE}" pid="7" name="ContentTypeId">
    <vt:lpwstr>0x01010036BB8DE7EC542E42A8B2E98CC20CB6970095AC4D68AD35B54B84C8F2EAD3D25E24</vt:lpwstr>
  </property>
  <property fmtid="{D5CDD505-2E9C-101B-9397-08002B2CF9AE}" pid="8" name="RecordPoint_ActiveItemUniqueId">
    <vt:lpwstr>{b372d153-8e94-44a8-9474-65fdcc15b89f}</vt:lpwstr>
  </property>
  <property fmtid="{D5CDD505-2E9C-101B-9397-08002B2CF9AE}" pid="9" name="TSYRecordClass">
    <vt:lpwstr>23;#TSY RA-9081 - Retain as national archives|bbf0bcde-1687-4ff2-bc57-f31b5d545d4b</vt:lpwstr>
  </property>
  <property fmtid="{D5CDD505-2E9C-101B-9397-08002B2CF9AE}" pid="10" name="RecordPoint_WorkflowType">
    <vt:lpwstr>ActiveSubmitStub</vt:lpwstr>
  </property>
  <property fmtid="{D5CDD505-2E9C-101B-9397-08002B2CF9AE}" pid="11" name="_dlc_DocIdItemGuid">
    <vt:lpwstr>4eec66ba-2313-490e-abcc-20629d9419a6</vt:lpwstr>
  </property>
  <property fmtid="{D5CDD505-2E9C-101B-9397-08002B2CF9AE}" pid="12" name="RecordPoint_ActiveItemWebId">
    <vt:lpwstr>{09392e0d-4618-463d-b4d2-50a90b9447cf}</vt:lpwstr>
  </property>
  <property fmtid="{D5CDD505-2E9C-101B-9397-08002B2CF9AE}" pid="13" name="RecordPoint_ActiveItemSiteId">
    <vt:lpwstr>{5b52b9a5-e5b2-4521-8814-a1e24ca2869d}</vt:lpwstr>
  </property>
  <property fmtid="{D5CDD505-2E9C-101B-9397-08002B2CF9AE}" pid="14" name="RecordPoint_ActiveItemListId">
    <vt:lpwstr>{507a8a59-704d-43cf-b103-02b0cd527a9d}</vt:lpwstr>
  </property>
  <property fmtid="{D5CDD505-2E9C-101B-9397-08002B2CF9AE}" pid="15" name="RecordPoint_RecordNumberSubmitted">
    <vt:lpwstr>R0001663836</vt:lpwstr>
  </property>
  <property fmtid="{D5CDD505-2E9C-101B-9397-08002B2CF9AE}" pid="16" name="RecordPoint_SubmissionDate">
    <vt:lpwstr/>
  </property>
  <property fmtid="{D5CDD505-2E9C-101B-9397-08002B2CF9AE}" pid="17" name="RecordPoint_ActiveItemMoved">
    <vt:lpwstr/>
  </property>
  <property fmtid="{D5CDD505-2E9C-101B-9397-08002B2CF9AE}" pid="18" name="RecordPoint_RecordFormat">
    <vt:lpwstr/>
  </property>
  <property fmtid="{D5CDD505-2E9C-101B-9397-08002B2CF9AE}" pid="19" name="_PreviousAdHocReviewCycleID">
    <vt:i4>616253163</vt:i4>
  </property>
  <property fmtid="{D5CDD505-2E9C-101B-9397-08002B2CF9AE}" pid="20" name="RecordPoint_SubmissionCompleted">
    <vt:lpwstr>2018-06-18T07:19:11.6177777+10:00</vt:lpwstr>
  </property>
  <property fmtid="{D5CDD505-2E9C-101B-9397-08002B2CF9AE}" pid="21" name="_ReviewingToolsShownOnce">
    <vt:lpwstr/>
  </property>
</Properties>
</file>