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18.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header19.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header20.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BEE" w:rsidRDefault="007C7BEE" w:rsidP="008D51C1">
      <w:pPr>
        <w:pStyle w:val="Baseparagraphcentred"/>
      </w:pPr>
    </w:p>
    <w:p w:rsidR="007C7BEE" w:rsidRDefault="007C7BEE" w:rsidP="008D51C1">
      <w:pPr>
        <w:pStyle w:val="Baseparagraphcentred"/>
      </w:pPr>
    </w:p>
    <w:p w:rsidR="007C7BEE" w:rsidRDefault="007C7BEE" w:rsidP="008D51C1">
      <w:pPr>
        <w:pStyle w:val="Baseparagraphcentred"/>
      </w:pPr>
    </w:p>
    <w:p w:rsidR="007C7BEE" w:rsidRDefault="007C7BEE" w:rsidP="008D51C1">
      <w:pPr>
        <w:pStyle w:val="Baseparagraphcentred"/>
      </w:pPr>
    </w:p>
    <w:p w:rsidR="007C7BEE" w:rsidRDefault="007C7BEE" w:rsidP="008D51C1">
      <w:pPr>
        <w:pStyle w:val="Baseparagraphcentred"/>
      </w:pPr>
    </w:p>
    <w:p w:rsidR="007C7BEE" w:rsidRDefault="007C7BEE" w:rsidP="008D51C1">
      <w:pPr>
        <w:pStyle w:val="Baseparagraphcentred"/>
      </w:pPr>
    </w:p>
    <w:p w:rsidR="007C7BEE" w:rsidRDefault="007C7BEE" w:rsidP="008D51C1">
      <w:pPr>
        <w:pStyle w:val="Baseparagraphcentred"/>
      </w:pPr>
    </w:p>
    <w:p w:rsidR="007C7BEE" w:rsidRDefault="007C7BEE" w:rsidP="008D51C1">
      <w:pPr>
        <w:pStyle w:val="Baseparagraphcentred"/>
      </w:pPr>
    </w:p>
    <w:p w:rsidR="00B17774" w:rsidRDefault="00B17774" w:rsidP="008D51C1">
      <w:pPr>
        <w:pStyle w:val="Baseparagraphcentred"/>
      </w:pPr>
    </w:p>
    <w:p w:rsidR="00B17774" w:rsidRDefault="004B397B" w:rsidP="008D51C1">
      <w:pPr>
        <w:pStyle w:val="Baseparagraphcentred"/>
      </w:pPr>
      <w:r w:rsidRPr="004B397B">
        <w:t>CORPORATIONS AMENDMENT (A</w:t>
      </w:r>
      <w:r>
        <w:t>SIA REGION FUNDS PASSPORT) BILL </w:t>
      </w:r>
      <w:r w:rsidRPr="004B397B">
        <w:t>2018</w:t>
      </w:r>
    </w:p>
    <w:p w:rsidR="00B17774" w:rsidRDefault="00B17774" w:rsidP="008D51C1">
      <w:pPr>
        <w:pStyle w:val="Baseparagraphcentred"/>
      </w:pPr>
    </w:p>
    <w:p w:rsidR="00B17774" w:rsidRDefault="00B17774" w:rsidP="008D51C1">
      <w:pPr>
        <w:pStyle w:val="Baseparagraphcentred"/>
      </w:pPr>
    </w:p>
    <w:p w:rsidR="007C7BEE" w:rsidRDefault="007C7BEE" w:rsidP="008D51C1">
      <w:pPr>
        <w:pStyle w:val="Baseparagraphcentred"/>
      </w:pPr>
      <w:r>
        <w:t>EXPOSURE DRAFT EXPLANATORY MATERIALS</w:t>
      </w:r>
    </w:p>
    <w:p w:rsidR="007C7BEE" w:rsidRDefault="007C7BEE" w:rsidP="008D51C1">
      <w:pPr>
        <w:pStyle w:val="Baseparagraphcentred"/>
      </w:pPr>
    </w:p>
    <w:p w:rsidR="007C7BEE" w:rsidRDefault="007C7BEE" w:rsidP="008D51C1">
      <w:pPr>
        <w:pStyle w:val="Baseparagraphcentred"/>
      </w:pPr>
    </w:p>
    <w:p w:rsidR="007C7BEE" w:rsidRDefault="007C7BEE" w:rsidP="008D51C1">
      <w:pPr>
        <w:pStyle w:val="Baseparagraphcentred"/>
      </w:pPr>
    </w:p>
    <w:p w:rsidR="007C7BEE" w:rsidRDefault="007C7BEE" w:rsidP="008D51C1">
      <w:pPr>
        <w:pStyle w:val="Baseparagraphcentred"/>
      </w:pPr>
    </w:p>
    <w:p w:rsidR="007C7BEE" w:rsidRDefault="007C7BEE" w:rsidP="008D51C1">
      <w:pPr>
        <w:pStyle w:val="Baseparagraphcentred"/>
      </w:pPr>
    </w:p>
    <w:p w:rsidR="007C7BEE" w:rsidRDefault="007C7BEE" w:rsidP="008D51C1">
      <w:pPr>
        <w:pStyle w:val="Baseparagraphcentred"/>
      </w:pPr>
    </w:p>
    <w:p w:rsidR="007C7BEE" w:rsidRDefault="007C7BEE" w:rsidP="008D51C1">
      <w:pPr>
        <w:pStyle w:val="Baseparagraphcentred"/>
      </w:pPr>
    </w:p>
    <w:p w:rsidR="007C7BEE" w:rsidRDefault="007C7BEE" w:rsidP="008D51C1">
      <w:pPr>
        <w:pStyle w:val="Baseparagraphcentred"/>
      </w:pPr>
    </w:p>
    <w:p w:rsidR="007C7BEE" w:rsidRDefault="007C7BEE" w:rsidP="008D51C1">
      <w:pPr>
        <w:pStyle w:val="Baseparagraphcentred"/>
      </w:pPr>
    </w:p>
    <w:p w:rsidR="007C7BEE" w:rsidRDefault="007C7BEE" w:rsidP="008D51C1">
      <w:pPr>
        <w:pStyle w:val="Baseparagraphcentred"/>
      </w:pPr>
    </w:p>
    <w:p w:rsidR="00B17774" w:rsidRDefault="00B17774" w:rsidP="008D51C1">
      <w:bookmarkStart w:id="0" w:name="BillName"/>
      <w:bookmarkEnd w:id="0"/>
    </w:p>
    <w:p w:rsidR="00813A51" w:rsidRDefault="00813A51" w:rsidP="008D51C1">
      <w:pPr>
        <w:sectPr w:rsidR="00813A51" w:rsidSect="00EB465D">
          <w:headerReference w:type="even" r:id="rId14"/>
          <w:headerReference w:type="default" r:id="rId15"/>
          <w:footerReference w:type="even" r:id="rId16"/>
          <w:footerReference w:type="default" r:id="rId17"/>
          <w:headerReference w:type="first" r:id="rId18"/>
          <w:type w:val="oddPage"/>
          <w:pgSz w:w="9979" w:h="14175" w:code="9"/>
          <w:pgMar w:top="567" w:right="1134" w:bottom="567" w:left="1134" w:header="709" w:footer="709" w:gutter="0"/>
          <w:cols w:space="708"/>
          <w:titlePg/>
          <w:docGrid w:linePitch="360"/>
        </w:sectPr>
      </w:pPr>
    </w:p>
    <w:p w:rsidR="00B17774" w:rsidRPr="003E0794" w:rsidRDefault="00B17774" w:rsidP="008D51C1">
      <w:pPr>
        <w:pStyle w:val="TOCHeading"/>
      </w:pPr>
      <w:r w:rsidRPr="003E0794">
        <w:lastRenderedPageBreak/>
        <w:t>Table of contents</w:t>
      </w:r>
    </w:p>
    <w:p w:rsidR="00861354" w:rsidRDefault="00734F84" w:rsidP="008D51C1">
      <w:pPr>
        <w:pStyle w:val="TOC2"/>
        <w:rPr>
          <w:rFonts w:asciiTheme="minorHAnsi" w:eastAsiaTheme="minorEastAsia" w:hAnsiTheme="minorHAnsi" w:cstheme="minorBidi"/>
          <w:sz w:val="22"/>
          <w:szCs w:val="22"/>
        </w:rPr>
      </w:pPr>
      <w:r>
        <w:fldChar w:fldCharType="begin"/>
      </w:r>
      <w:r>
        <w:instrText xml:space="preserve"> TOC \t "Chapter Heading,1,Chapter heading subdocument,2" </w:instrText>
      </w:r>
      <w:r>
        <w:fldChar w:fldCharType="separate"/>
      </w:r>
      <w:r w:rsidR="00861354">
        <w:t>Glossary</w:t>
      </w:r>
      <w:r w:rsidR="00861354">
        <w:tab/>
      </w:r>
      <w:r w:rsidR="00861354">
        <w:fldChar w:fldCharType="begin"/>
      </w:r>
      <w:r w:rsidR="00861354">
        <w:instrText xml:space="preserve"> PAGEREF _Toc506378938 \h </w:instrText>
      </w:r>
      <w:r w:rsidR="00861354">
        <w:fldChar w:fldCharType="separate"/>
      </w:r>
      <w:r w:rsidR="007F333F">
        <w:t>1</w:t>
      </w:r>
      <w:r w:rsidR="00861354">
        <w:fldChar w:fldCharType="end"/>
      </w:r>
    </w:p>
    <w:p w:rsidR="00861354" w:rsidRDefault="00861354" w:rsidP="008D51C1">
      <w:pPr>
        <w:pStyle w:val="TOC1"/>
        <w:rPr>
          <w:rFonts w:asciiTheme="minorHAnsi" w:eastAsiaTheme="minorEastAsia" w:hAnsiTheme="minorHAnsi" w:cstheme="minorBidi"/>
          <w:noProof/>
          <w:sz w:val="22"/>
          <w:szCs w:val="22"/>
        </w:rPr>
      </w:pPr>
      <w:r>
        <w:rPr>
          <w:noProof/>
        </w:rPr>
        <w:t>Chapter 1</w:t>
      </w:r>
      <w:r>
        <w:rPr>
          <w:rFonts w:asciiTheme="minorHAnsi" w:eastAsiaTheme="minorEastAsia" w:hAnsiTheme="minorHAnsi" w:cstheme="minorBidi"/>
          <w:noProof/>
          <w:sz w:val="22"/>
          <w:szCs w:val="22"/>
        </w:rPr>
        <w:tab/>
      </w:r>
      <w:r>
        <w:rPr>
          <w:noProof/>
        </w:rPr>
        <w:t>Context</w:t>
      </w:r>
      <w:r>
        <w:rPr>
          <w:noProof/>
        </w:rPr>
        <w:tab/>
      </w:r>
      <w:r>
        <w:rPr>
          <w:noProof/>
        </w:rPr>
        <w:fldChar w:fldCharType="begin"/>
      </w:r>
      <w:r>
        <w:rPr>
          <w:noProof/>
        </w:rPr>
        <w:instrText xml:space="preserve"> PAGEREF _Toc506378939 \h </w:instrText>
      </w:r>
      <w:r>
        <w:rPr>
          <w:noProof/>
        </w:rPr>
      </w:r>
      <w:r>
        <w:rPr>
          <w:noProof/>
        </w:rPr>
        <w:fldChar w:fldCharType="separate"/>
      </w:r>
      <w:r w:rsidR="007F333F">
        <w:rPr>
          <w:noProof/>
        </w:rPr>
        <w:t>3</w:t>
      </w:r>
      <w:r>
        <w:rPr>
          <w:noProof/>
        </w:rPr>
        <w:fldChar w:fldCharType="end"/>
      </w:r>
    </w:p>
    <w:p w:rsidR="00861354" w:rsidRDefault="00861354" w:rsidP="008D51C1">
      <w:pPr>
        <w:pStyle w:val="TOC1"/>
        <w:rPr>
          <w:rFonts w:asciiTheme="minorHAnsi" w:eastAsiaTheme="minorEastAsia" w:hAnsiTheme="minorHAnsi" w:cstheme="minorBidi"/>
          <w:noProof/>
          <w:sz w:val="22"/>
          <w:szCs w:val="22"/>
        </w:rPr>
      </w:pPr>
      <w:r>
        <w:rPr>
          <w:noProof/>
        </w:rPr>
        <w:t>Chapter 2</w:t>
      </w:r>
      <w:r>
        <w:rPr>
          <w:rFonts w:asciiTheme="minorHAnsi" w:eastAsiaTheme="minorEastAsia" w:hAnsiTheme="minorHAnsi" w:cstheme="minorBidi"/>
          <w:noProof/>
          <w:sz w:val="22"/>
          <w:szCs w:val="22"/>
        </w:rPr>
        <w:tab/>
      </w:r>
      <w:r>
        <w:rPr>
          <w:noProof/>
        </w:rPr>
        <w:t>Key definitions</w:t>
      </w:r>
      <w:r>
        <w:rPr>
          <w:noProof/>
        </w:rPr>
        <w:tab/>
      </w:r>
      <w:r>
        <w:rPr>
          <w:noProof/>
        </w:rPr>
        <w:fldChar w:fldCharType="begin"/>
      </w:r>
      <w:r>
        <w:rPr>
          <w:noProof/>
        </w:rPr>
        <w:instrText xml:space="preserve"> PAGEREF _Toc506378940 \h </w:instrText>
      </w:r>
      <w:r>
        <w:rPr>
          <w:noProof/>
        </w:rPr>
      </w:r>
      <w:r>
        <w:rPr>
          <w:noProof/>
        </w:rPr>
        <w:fldChar w:fldCharType="separate"/>
      </w:r>
      <w:r w:rsidR="007F333F">
        <w:rPr>
          <w:noProof/>
        </w:rPr>
        <w:t>9</w:t>
      </w:r>
      <w:r>
        <w:rPr>
          <w:noProof/>
        </w:rPr>
        <w:fldChar w:fldCharType="end"/>
      </w:r>
    </w:p>
    <w:p w:rsidR="00861354" w:rsidRDefault="00861354" w:rsidP="008D51C1">
      <w:pPr>
        <w:pStyle w:val="TOC1"/>
        <w:rPr>
          <w:rFonts w:asciiTheme="minorHAnsi" w:eastAsiaTheme="minorEastAsia" w:hAnsiTheme="minorHAnsi" w:cstheme="minorBidi"/>
          <w:noProof/>
          <w:sz w:val="22"/>
          <w:szCs w:val="22"/>
        </w:rPr>
      </w:pPr>
      <w:r>
        <w:rPr>
          <w:noProof/>
        </w:rPr>
        <w:t>Chapter 3</w:t>
      </w:r>
      <w:r>
        <w:rPr>
          <w:rFonts w:asciiTheme="minorHAnsi" w:eastAsiaTheme="minorEastAsia" w:hAnsiTheme="minorHAnsi" w:cstheme="minorBidi"/>
          <w:noProof/>
          <w:sz w:val="22"/>
          <w:szCs w:val="22"/>
        </w:rPr>
        <w:tab/>
      </w:r>
      <w:r>
        <w:rPr>
          <w:noProof/>
        </w:rPr>
        <w:t>Becoming a passport fund</w:t>
      </w:r>
      <w:r>
        <w:rPr>
          <w:noProof/>
        </w:rPr>
        <w:tab/>
      </w:r>
      <w:r>
        <w:rPr>
          <w:noProof/>
        </w:rPr>
        <w:fldChar w:fldCharType="begin"/>
      </w:r>
      <w:r>
        <w:rPr>
          <w:noProof/>
        </w:rPr>
        <w:instrText xml:space="preserve"> PAGEREF _Toc506378941 \h </w:instrText>
      </w:r>
      <w:r>
        <w:rPr>
          <w:noProof/>
        </w:rPr>
      </w:r>
      <w:r>
        <w:rPr>
          <w:noProof/>
        </w:rPr>
        <w:fldChar w:fldCharType="separate"/>
      </w:r>
      <w:r w:rsidR="007F333F">
        <w:rPr>
          <w:noProof/>
        </w:rPr>
        <w:t>21</w:t>
      </w:r>
      <w:r>
        <w:rPr>
          <w:noProof/>
        </w:rPr>
        <w:fldChar w:fldCharType="end"/>
      </w:r>
    </w:p>
    <w:p w:rsidR="00861354" w:rsidRDefault="00861354" w:rsidP="008D51C1">
      <w:pPr>
        <w:pStyle w:val="TOC1"/>
        <w:rPr>
          <w:rFonts w:asciiTheme="minorHAnsi" w:eastAsiaTheme="minorEastAsia" w:hAnsiTheme="minorHAnsi" w:cstheme="minorBidi"/>
          <w:noProof/>
          <w:sz w:val="22"/>
          <w:szCs w:val="22"/>
        </w:rPr>
      </w:pPr>
      <w:r>
        <w:rPr>
          <w:noProof/>
        </w:rPr>
        <w:t>Chapter 4</w:t>
      </w:r>
      <w:r>
        <w:rPr>
          <w:rFonts w:asciiTheme="minorHAnsi" w:eastAsiaTheme="minorEastAsia" w:hAnsiTheme="minorHAnsi" w:cstheme="minorBidi"/>
          <w:noProof/>
          <w:sz w:val="22"/>
          <w:szCs w:val="22"/>
        </w:rPr>
        <w:tab/>
      </w:r>
      <w:r>
        <w:rPr>
          <w:noProof/>
        </w:rPr>
        <w:t>Notified foreign passport funds: Relationship with members and prospective members in Australia</w:t>
      </w:r>
      <w:r>
        <w:rPr>
          <w:noProof/>
        </w:rPr>
        <w:tab/>
      </w:r>
      <w:r>
        <w:rPr>
          <w:noProof/>
        </w:rPr>
        <w:fldChar w:fldCharType="begin"/>
      </w:r>
      <w:r>
        <w:rPr>
          <w:noProof/>
        </w:rPr>
        <w:instrText xml:space="preserve"> PAGEREF _Toc506378942 \h </w:instrText>
      </w:r>
      <w:r>
        <w:rPr>
          <w:noProof/>
        </w:rPr>
      </w:r>
      <w:r>
        <w:rPr>
          <w:noProof/>
        </w:rPr>
        <w:fldChar w:fldCharType="separate"/>
      </w:r>
      <w:r w:rsidR="007F333F">
        <w:rPr>
          <w:noProof/>
        </w:rPr>
        <w:t>43</w:t>
      </w:r>
      <w:r>
        <w:rPr>
          <w:noProof/>
        </w:rPr>
        <w:fldChar w:fldCharType="end"/>
      </w:r>
    </w:p>
    <w:p w:rsidR="00861354" w:rsidRDefault="00861354" w:rsidP="008D51C1">
      <w:pPr>
        <w:pStyle w:val="TOC1"/>
        <w:rPr>
          <w:rFonts w:asciiTheme="minorHAnsi" w:eastAsiaTheme="minorEastAsia" w:hAnsiTheme="minorHAnsi" w:cstheme="minorBidi"/>
          <w:noProof/>
          <w:sz w:val="22"/>
          <w:szCs w:val="22"/>
        </w:rPr>
      </w:pPr>
      <w:r>
        <w:rPr>
          <w:noProof/>
        </w:rPr>
        <w:t>Chapter 5</w:t>
      </w:r>
      <w:r>
        <w:rPr>
          <w:rFonts w:asciiTheme="minorHAnsi" w:eastAsiaTheme="minorEastAsia" w:hAnsiTheme="minorHAnsi" w:cstheme="minorBidi"/>
          <w:noProof/>
          <w:sz w:val="22"/>
          <w:szCs w:val="22"/>
        </w:rPr>
        <w:tab/>
      </w:r>
      <w:r>
        <w:rPr>
          <w:noProof/>
        </w:rPr>
        <w:t>Notified foreign passport funds: Australian regulation of the fund’s other activities in Australia</w:t>
      </w:r>
      <w:r>
        <w:rPr>
          <w:noProof/>
        </w:rPr>
        <w:tab/>
      </w:r>
      <w:r>
        <w:rPr>
          <w:noProof/>
        </w:rPr>
        <w:fldChar w:fldCharType="begin"/>
      </w:r>
      <w:r>
        <w:rPr>
          <w:noProof/>
        </w:rPr>
        <w:instrText xml:space="preserve"> PAGEREF _Toc506378943 \h </w:instrText>
      </w:r>
      <w:r>
        <w:rPr>
          <w:noProof/>
        </w:rPr>
      </w:r>
      <w:r>
        <w:rPr>
          <w:noProof/>
        </w:rPr>
        <w:fldChar w:fldCharType="separate"/>
      </w:r>
      <w:r w:rsidR="007F333F">
        <w:rPr>
          <w:noProof/>
        </w:rPr>
        <w:t>67</w:t>
      </w:r>
      <w:r>
        <w:rPr>
          <w:noProof/>
        </w:rPr>
        <w:fldChar w:fldCharType="end"/>
      </w:r>
    </w:p>
    <w:p w:rsidR="00861354" w:rsidRDefault="00861354" w:rsidP="008D51C1">
      <w:pPr>
        <w:pStyle w:val="TOC1"/>
        <w:rPr>
          <w:rFonts w:asciiTheme="minorHAnsi" w:eastAsiaTheme="minorEastAsia" w:hAnsiTheme="minorHAnsi" w:cstheme="minorBidi"/>
          <w:noProof/>
          <w:sz w:val="22"/>
          <w:szCs w:val="22"/>
        </w:rPr>
      </w:pPr>
      <w:r>
        <w:rPr>
          <w:noProof/>
        </w:rPr>
        <w:t>Chapter 6</w:t>
      </w:r>
      <w:r>
        <w:rPr>
          <w:rFonts w:asciiTheme="minorHAnsi" w:eastAsiaTheme="minorEastAsia" w:hAnsiTheme="minorHAnsi" w:cstheme="minorBidi"/>
          <w:noProof/>
          <w:sz w:val="22"/>
          <w:szCs w:val="22"/>
        </w:rPr>
        <w:tab/>
      </w:r>
      <w:r>
        <w:rPr>
          <w:noProof/>
        </w:rPr>
        <w:t>Compliance and enforcement</w:t>
      </w:r>
      <w:r>
        <w:rPr>
          <w:noProof/>
        </w:rPr>
        <w:tab/>
      </w:r>
      <w:r>
        <w:rPr>
          <w:noProof/>
        </w:rPr>
        <w:fldChar w:fldCharType="begin"/>
      </w:r>
      <w:r>
        <w:rPr>
          <w:noProof/>
        </w:rPr>
        <w:instrText xml:space="preserve"> PAGEREF _Toc506378944 \h </w:instrText>
      </w:r>
      <w:r>
        <w:rPr>
          <w:noProof/>
        </w:rPr>
      </w:r>
      <w:r>
        <w:rPr>
          <w:noProof/>
        </w:rPr>
        <w:fldChar w:fldCharType="separate"/>
      </w:r>
      <w:r w:rsidR="007F333F">
        <w:rPr>
          <w:noProof/>
        </w:rPr>
        <w:t>87</w:t>
      </w:r>
      <w:r>
        <w:rPr>
          <w:noProof/>
        </w:rPr>
        <w:fldChar w:fldCharType="end"/>
      </w:r>
    </w:p>
    <w:p w:rsidR="00861354" w:rsidRDefault="00861354" w:rsidP="008D51C1">
      <w:pPr>
        <w:pStyle w:val="TOC1"/>
        <w:rPr>
          <w:rFonts w:asciiTheme="minorHAnsi" w:eastAsiaTheme="minorEastAsia" w:hAnsiTheme="minorHAnsi" w:cstheme="minorBidi"/>
          <w:noProof/>
          <w:sz w:val="22"/>
          <w:szCs w:val="22"/>
        </w:rPr>
      </w:pPr>
      <w:r>
        <w:rPr>
          <w:noProof/>
        </w:rPr>
        <w:t>Chapter 7</w:t>
      </w:r>
      <w:r>
        <w:rPr>
          <w:rFonts w:asciiTheme="minorHAnsi" w:eastAsiaTheme="minorEastAsia" w:hAnsiTheme="minorHAnsi" w:cstheme="minorBidi"/>
          <w:noProof/>
          <w:sz w:val="22"/>
          <w:szCs w:val="22"/>
        </w:rPr>
        <w:tab/>
      </w:r>
      <w:r>
        <w:rPr>
          <w:noProof/>
        </w:rPr>
        <w:t>Exemptions and modifications</w:t>
      </w:r>
      <w:r>
        <w:rPr>
          <w:noProof/>
        </w:rPr>
        <w:tab/>
      </w:r>
      <w:r>
        <w:rPr>
          <w:noProof/>
        </w:rPr>
        <w:fldChar w:fldCharType="begin"/>
      </w:r>
      <w:r>
        <w:rPr>
          <w:noProof/>
        </w:rPr>
        <w:instrText xml:space="preserve"> PAGEREF _Toc506378945 \h </w:instrText>
      </w:r>
      <w:r>
        <w:rPr>
          <w:noProof/>
        </w:rPr>
      </w:r>
      <w:r>
        <w:rPr>
          <w:noProof/>
        </w:rPr>
        <w:fldChar w:fldCharType="separate"/>
      </w:r>
      <w:r w:rsidR="007F333F">
        <w:rPr>
          <w:noProof/>
        </w:rPr>
        <w:t>107</w:t>
      </w:r>
      <w:r>
        <w:rPr>
          <w:noProof/>
        </w:rPr>
        <w:fldChar w:fldCharType="end"/>
      </w:r>
    </w:p>
    <w:p w:rsidR="005C7C4E" w:rsidRDefault="00734F84" w:rsidP="008D51C1">
      <w:pPr>
        <w:rPr>
          <w:rFonts w:ascii="Helvetica" w:hAnsi="Helvetica"/>
          <w:noProof/>
          <w:sz w:val="24"/>
        </w:rPr>
      </w:pPr>
      <w:r>
        <w:rPr>
          <w:rFonts w:ascii="Helvetica" w:hAnsi="Helvetica"/>
          <w:noProof/>
          <w:sz w:val="24"/>
        </w:rPr>
        <w:fldChar w:fldCharType="end"/>
      </w:r>
    </w:p>
    <w:p w:rsidR="00B17774" w:rsidRDefault="00B17774" w:rsidP="008D51C1"/>
    <w:p w:rsidR="00B17774" w:rsidRDefault="00B17774" w:rsidP="008D51C1">
      <w:pPr>
        <w:pStyle w:val="base-text-paragraphnonumbers"/>
        <w:sectPr w:rsidR="00B17774" w:rsidSect="00EB465D">
          <w:headerReference w:type="even" r:id="rId19"/>
          <w:headerReference w:type="default" r:id="rId20"/>
          <w:footerReference w:type="even" r:id="rId21"/>
          <w:footerReference w:type="default" r:id="rId22"/>
          <w:headerReference w:type="first" r:id="rId23"/>
          <w:footerReference w:type="first" r:id="rId24"/>
          <w:type w:val="oddPage"/>
          <w:pgSz w:w="9979" w:h="14175" w:code="9"/>
          <w:pgMar w:top="567" w:right="1134" w:bottom="567" w:left="1134" w:header="709" w:footer="709" w:gutter="0"/>
          <w:cols w:space="708"/>
          <w:titlePg/>
          <w:docGrid w:linePitch="360"/>
        </w:sectPr>
      </w:pPr>
      <w:bookmarkStart w:id="1" w:name="_GoBack"/>
      <w:bookmarkEnd w:id="1"/>
    </w:p>
    <w:p w:rsidR="00B17774" w:rsidRPr="00567602" w:rsidRDefault="00B17774" w:rsidP="008D51C1">
      <w:pPr>
        <w:pStyle w:val="Chapterheadingsubdocument"/>
      </w:pPr>
      <w:bookmarkStart w:id="2" w:name="_Toc500425942"/>
      <w:bookmarkStart w:id="3" w:name="_Toc500426339"/>
      <w:bookmarkStart w:id="4" w:name="_Toc500512458"/>
      <w:bookmarkStart w:id="5" w:name="_Toc500779067"/>
      <w:bookmarkStart w:id="6" w:name="_Toc500839069"/>
      <w:bookmarkStart w:id="7" w:name="_Toc500841340"/>
      <w:bookmarkStart w:id="8" w:name="_Toc500842245"/>
      <w:bookmarkStart w:id="9" w:name="_Toc500843183"/>
      <w:bookmarkStart w:id="10" w:name="_Toc500845167"/>
      <w:bookmarkStart w:id="11" w:name="_Toc500847361"/>
      <w:bookmarkStart w:id="12" w:name="_Toc500849868"/>
      <w:bookmarkStart w:id="13" w:name="_Toc500850344"/>
      <w:bookmarkStart w:id="14" w:name="_Toc500850425"/>
      <w:bookmarkStart w:id="15" w:name="_Toc500850604"/>
      <w:bookmarkStart w:id="16" w:name="_Toc500933800"/>
      <w:bookmarkStart w:id="17" w:name="_Toc500942563"/>
      <w:bookmarkStart w:id="18" w:name="_Toc500944268"/>
      <w:bookmarkStart w:id="19" w:name="_Toc500946602"/>
      <w:bookmarkStart w:id="20" w:name="_Toc500948849"/>
      <w:bookmarkStart w:id="21" w:name="_Toc500949863"/>
      <w:bookmarkStart w:id="22" w:name="_Toc500951833"/>
      <w:bookmarkStart w:id="23" w:name="_Toc500957366"/>
      <w:bookmarkStart w:id="24" w:name="_Toc501035902"/>
      <w:bookmarkStart w:id="25" w:name="_Toc501041011"/>
      <w:bookmarkStart w:id="26" w:name="_Toc501045839"/>
      <w:bookmarkStart w:id="27" w:name="_Toc501046513"/>
      <w:bookmarkStart w:id="28" w:name="_Toc501048186"/>
      <w:bookmarkStart w:id="29" w:name="_Toc501048324"/>
      <w:bookmarkStart w:id="30" w:name="_Toc506376996"/>
      <w:bookmarkStart w:id="31" w:name="_Toc506378938"/>
      <w:r w:rsidRPr="00567602">
        <w:rPr>
          <w:rStyle w:val="ChapterNameOnly"/>
        </w:rPr>
        <w:lastRenderedPageBreak/>
        <w:t>Glossary</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B17774" w:rsidRDefault="00B17774" w:rsidP="008D51C1">
      <w:pPr>
        <w:pStyle w:val="BTPwithextraspacing"/>
      </w:pPr>
      <w:r>
        <w:t xml:space="preserve">The following abbreviations and acronyms are used throughout </w:t>
      </w:r>
      <w:r w:rsidR="00403DD9">
        <w:t xml:space="preserve">the </w:t>
      </w:r>
      <w:r>
        <w:t xml:space="preserve">explanatory </w:t>
      </w:r>
      <w:r w:rsidR="00403DD9">
        <w:t>materials</w:t>
      </w:r>
      <w: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1"/>
        <w:gridCol w:w="3885"/>
      </w:tblGrid>
      <w:tr w:rsidR="00B17774" w:rsidRPr="005B39DF" w:rsidTr="0041503C">
        <w:trPr>
          <w:tblHeader/>
        </w:trPr>
        <w:tc>
          <w:tcPr>
            <w:tcW w:w="2721" w:type="dxa"/>
          </w:tcPr>
          <w:p w:rsidR="00B17774" w:rsidRPr="005B39DF" w:rsidRDefault="00B17774" w:rsidP="008D51C1">
            <w:pPr>
              <w:pStyle w:val="tableheaderwithintable"/>
            </w:pPr>
            <w:r w:rsidRPr="005B39DF">
              <w:t>Abbreviation</w:t>
            </w:r>
          </w:p>
        </w:tc>
        <w:tc>
          <w:tcPr>
            <w:tcW w:w="3885" w:type="dxa"/>
          </w:tcPr>
          <w:p w:rsidR="00B17774" w:rsidRPr="005B39DF" w:rsidRDefault="00B17774" w:rsidP="008D51C1">
            <w:pPr>
              <w:pStyle w:val="tableheaderwithintable"/>
            </w:pPr>
            <w:r w:rsidRPr="005B39DF">
              <w:t>Definition</w:t>
            </w:r>
          </w:p>
        </w:tc>
      </w:tr>
      <w:tr w:rsidR="00025586" w:rsidRPr="00E615E0" w:rsidTr="0041503C">
        <w:tc>
          <w:tcPr>
            <w:tcW w:w="2721" w:type="dxa"/>
          </w:tcPr>
          <w:p w:rsidR="00025586" w:rsidRPr="005B39DF" w:rsidRDefault="00025586" w:rsidP="008D51C1">
            <w:pPr>
              <w:pStyle w:val="Glossarytabletext"/>
            </w:pPr>
            <w:r w:rsidRPr="00025586">
              <w:t>AAT</w:t>
            </w:r>
          </w:p>
        </w:tc>
        <w:tc>
          <w:tcPr>
            <w:tcW w:w="3885" w:type="dxa"/>
          </w:tcPr>
          <w:p w:rsidR="00025586" w:rsidRPr="005B39DF" w:rsidRDefault="00025586" w:rsidP="008D51C1">
            <w:pPr>
              <w:pStyle w:val="Glossarytabletext"/>
            </w:pPr>
            <w:r w:rsidRPr="00025586">
              <w:t>Administrative Appeals Tribunal</w:t>
            </w:r>
          </w:p>
        </w:tc>
      </w:tr>
      <w:tr w:rsidR="00CC2F48" w:rsidRPr="00E615E0" w:rsidTr="0041503C">
        <w:tc>
          <w:tcPr>
            <w:tcW w:w="2721" w:type="dxa"/>
          </w:tcPr>
          <w:p w:rsidR="00CC2F48" w:rsidRPr="002337B4" w:rsidRDefault="00CC2F48" w:rsidP="008D51C1">
            <w:pPr>
              <w:pStyle w:val="Glossarytabletext"/>
              <w:rPr>
                <w:lang w:eastAsia="en-US"/>
              </w:rPr>
            </w:pPr>
            <w:r w:rsidRPr="005B39DF">
              <w:t>AFSL</w:t>
            </w:r>
          </w:p>
        </w:tc>
        <w:tc>
          <w:tcPr>
            <w:tcW w:w="3885" w:type="dxa"/>
          </w:tcPr>
          <w:p w:rsidR="00CC2F48" w:rsidRPr="005B39DF" w:rsidRDefault="00CC2F48" w:rsidP="008D51C1">
            <w:pPr>
              <w:pStyle w:val="Glossarytabletext"/>
            </w:pPr>
            <w:r w:rsidRPr="005B39DF">
              <w:t>Australian Financial Services Licence</w:t>
            </w:r>
          </w:p>
        </w:tc>
      </w:tr>
      <w:tr w:rsidR="0041503C" w:rsidRPr="00E615E0" w:rsidTr="0041503C">
        <w:tc>
          <w:tcPr>
            <w:tcW w:w="2721" w:type="dxa"/>
          </w:tcPr>
          <w:p w:rsidR="0041503C" w:rsidRPr="002337B4" w:rsidRDefault="0041503C" w:rsidP="008D51C1">
            <w:pPr>
              <w:pStyle w:val="Glossarytabletext"/>
              <w:rPr>
                <w:lang w:eastAsia="en-US"/>
              </w:rPr>
            </w:pPr>
            <w:bookmarkStart w:id="32" w:name="GlossaryTableStart"/>
            <w:bookmarkEnd w:id="32"/>
            <w:r w:rsidRPr="002337B4">
              <w:rPr>
                <w:lang w:eastAsia="en-US"/>
              </w:rPr>
              <w:t>APEC</w:t>
            </w:r>
          </w:p>
        </w:tc>
        <w:tc>
          <w:tcPr>
            <w:tcW w:w="3885" w:type="dxa"/>
          </w:tcPr>
          <w:p w:rsidR="0041503C" w:rsidRPr="002337B4" w:rsidRDefault="0041503C" w:rsidP="008D51C1">
            <w:pPr>
              <w:pStyle w:val="Glossarytabletext"/>
              <w:rPr>
                <w:lang w:eastAsia="en-US"/>
              </w:rPr>
            </w:pPr>
            <w:r w:rsidRPr="005B39DF">
              <w:t>Asia</w:t>
            </w:r>
            <w:r w:rsidRPr="005B39DF">
              <w:noBreakHyphen/>
              <w:t>Pacific Economic Cooperation</w:t>
            </w:r>
          </w:p>
        </w:tc>
      </w:tr>
      <w:tr w:rsidR="0041503C" w:rsidTr="0041503C">
        <w:tc>
          <w:tcPr>
            <w:tcW w:w="2721" w:type="dxa"/>
          </w:tcPr>
          <w:p w:rsidR="0041503C" w:rsidRPr="002337B4" w:rsidRDefault="0041503C" w:rsidP="008D51C1">
            <w:pPr>
              <w:pStyle w:val="Glossarytabletext"/>
              <w:rPr>
                <w:lang w:eastAsia="en-US"/>
              </w:rPr>
            </w:pPr>
            <w:r>
              <w:t>APFRN</w:t>
            </w:r>
          </w:p>
        </w:tc>
        <w:tc>
          <w:tcPr>
            <w:tcW w:w="3885" w:type="dxa"/>
          </w:tcPr>
          <w:p w:rsidR="0041503C" w:rsidRPr="008755B3" w:rsidRDefault="0041503C" w:rsidP="008D51C1">
            <w:pPr>
              <w:pStyle w:val="Glossarytabletext"/>
            </w:pPr>
            <w:r w:rsidRPr="005B39DF">
              <w:t>Australian Passport Fund Registration Number</w:t>
            </w:r>
          </w:p>
        </w:tc>
      </w:tr>
      <w:tr w:rsidR="0041503C" w:rsidTr="0041503C">
        <w:tc>
          <w:tcPr>
            <w:tcW w:w="2721" w:type="dxa"/>
          </w:tcPr>
          <w:p w:rsidR="0041503C" w:rsidRPr="002337B4" w:rsidRDefault="0041503C" w:rsidP="008D51C1">
            <w:pPr>
              <w:pStyle w:val="Glossarytabletext"/>
              <w:rPr>
                <w:lang w:eastAsia="en-US"/>
              </w:rPr>
            </w:pPr>
            <w:r w:rsidRPr="002337B4">
              <w:rPr>
                <w:lang w:eastAsia="en-US"/>
              </w:rPr>
              <w:t>ASIC</w:t>
            </w:r>
          </w:p>
        </w:tc>
        <w:tc>
          <w:tcPr>
            <w:tcW w:w="3885" w:type="dxa"/>
          </w:tcPr>
          <w:p w:rsidR="0041503C" w:rsidRPr="005B39DF" w:rsidRDefault="0041503C" w:rsidP="008D51C1">
            <w:pPr>
              <w:pStyle w:val="Glossarytabletext"/>
              <w:rPr>
                <w:lang w:eastAsia="en-US"/>
              </w:rPr>
            </w:pPr>
            <w:r w:rsidRPr="005B39DF">
              <w:rPr>
                <w:lang w:eastAsia="en-US"/>
              </w:rPr>
              <w:t>Australian Securities and Investments Commission</w:t>
            </w:r>
          </w:p>
        </w:tc>
      </w:tr>
      <w:tr w:rsidR="0041503C" w:rsidRPr="00744B46" w:rsidTr="0041503C">
        <w:tc>
          <w:tcPr>
            <w:tcW w:w="2721" w:type="dxa"/>
          </w:tcPr>
          <w:p w:rsidR="0041503C" w:rsidRPr="002337B4" w:rsidRDefault="0041503C" w:rsidP="008D51C1">
            <w:pPr>
              <w:pStyle w:val="Glossarytabletext"/>
              <w:rPr>
                <w:lang w:eastAsia="en-US"/>
              </w:rPr>
            </w:pPr>
            <w:r w:rsidRPr="002337B4">
              <w:rPr>
                <w:lang w:eastAsia="en-US"/>
              </w:rPr>
              <w:t>ASIC Act</w:t>
            </w:r>
          </w:p>
        </w:tc>
        <w:tc>
          <w:tcPr>
            <w:tcW w:w="3885" w:type="dxa"/>
          </w:tcPr>
          <w:p w:rsidR="0041503C" w:rsidRPr="005B39DF" w:rsidRDefault="0041503C" w:rsidP="008D51C1">
            <w:pPr>
              <w:pStyle w:val="Glossarytabletext"/>
              <w:rPr>
                <w:i/>
                <w:lang w:eastAsia="en-US"/>
              </w:rPr>
            </w:pPr>
            <w:r w:rsidRPr="005B39DF">
              <w:rPr>
                <w:i/>
                <w:lang w:eastAsia="en-US"/>
              </w:rPr>
              <w:t>Australian Securities and Investments Commission Act 2001</w:t>
            </w:r>
          </w:p>
        </w:tc>
      </w:tr>
      <w:tr w:rsidR="0041503C" w:rsidRPr="00744B46" w:rsidTr="0041503C">
        <w:tc>
          <w:tcPr>
            <w:tcW w:w="2721" w:type="dxa"/>
          </w:tcPr>
          <w:p w:rsidR="0041503C" w:rsidRPr="002337B4" w:rsidRDefault="0041503C" w:rsidP="008D51C1">
            <w:pPr>
              <w:pStyle w:val="Glossarytabletext"/>
              <w:rPr>
                <w:lang w:eastAsia="en-US"/>
              </w:rPr>
            </w:pPr>
            <w:r w:rsidRPr="002337B4">
              <w:rPr>
                <w:lang w:eastAsia="en-US"/>
              </w:rPr>
              <w:t>Bill</w:t>
            </w:r>
          </w:p>
        </w:tc>
        <w:tc>
          <w:tcPr>
            <w:tcW w:w="3885" w:type="dxa"/>
          </w:tcPr>
          <w:p w:rsidR="0041503C" w:rsidRPr="0047291C" w:rsidRDefault="0041503C" w:rsidP="008D51C1">
            <w:pPr>
              <w:pStyle w:val="Glossarytabletext"/>
              <w:rPr>
                <w:lang w:eastAsia="en-US"/>
              </w:rPr>
            </w:pPr>
            <w:r w:rsidRPr="0047291C">
              <w:t>Corporations Amendment (Asia Region Funds Passport) Bill 201</w:t>
            </w:r>
            <w:r w:rsidR="004B4D6D" w:rsidRPr="0047291C">
              <w:t>8</w:t>
            </w:r>
          </w:p>
        </w:tc>
      </w:tr>
      <w:tr w:rsidR="0041503C" w:rsidRPr="0017339F" w:rsidTr="0041503C">
        <w:tc>
          <w:tcPr>
            <w:tcW w:w="2721" w:type="dxa"/>
          </w:tcPr>
          <w:p w:rsidR="0041503C" w:rsidRPr="002337B4" w:rsidRDefault="0041503C" w:rsidP="008D51C1">
            <w:pPr>
              <w:pStyle w:val="Glossarytabletext"/>
              <w:rPr>
                <w:lang w:eastAsia="en-US"/>
              </w:rPr>
            </w:pPr>
            <w:r w:rsidRPr="002337B4">
              <w:rPr>
                <w:lang w:eastAsia="en-US"/>
              </w:rPr>
              <w:t>CIS</w:t>
            </w:r>
          </w:p>
        </w:tc>
        <w:tc>
          <w:tcPr>
            <w:tcW w:w="3885" w:type="dxa"/>
          </w:tcPr>
          <w:p w:rsidR="0041503C" w:rsidRPr="005B39DF" w:rsidRDefault="0041503C" w:rsidP="008D51C1">
            <w:pPr>
              <w:pStyle w:val="Glossarytabletext"/>
              <w:rPr>
                <w:lang w:eastAsia="en-US"/>
              </w:rPr>
            </w:pPr>
            <w:r w:rsidRPr="005B39DF">
              <w:rPr>
                <w:lang w:eastAsia="en-US"/>
              </w:rPr>
              <w:t>Collective investment scheme</w:t>
            </w:r>
          </w:p>
        </w:tc>
      </w:tr>
      <w:tr w:rsidR="0041503C" w:rsidTr="0041503C">
        <w:tc>
          <w:tcPr>
            <w:tcW w:w="2721" w:type="dxa"/>
          </w:tcPr>
          <w:p w:rsidR="0041503C" w:rsidRPr="002337B4" w:rsidRDefault="0041503C" w:rsidP="008D51C1">
            <w:pPr>
              <w:pStyle w:val="Glossarytabletext"/>
              <w:rPr>
                <w:lang w:eastAsia="en-US"/>
              </w:rPr>
            </w:pPr>
            <w:r w:rsidRPr="002337B4">
              <w:rPr>
                <w:lang w:eastAsia="en-US"/>
              </w:rPr>
              <w:t>CIV</w:t>
            </w:r>
          </w:p>
        </w:tc>
        <w:tc>
          <w:tcPr>
            <w:tcW w:w="3885" w:type="dxa"/>
          </w:tcPr>
          <w:p w:rsidR="0041503C" w:rsidRPr="005B39DF" w:rsidRDefault="0041503C" w:rsidP="008D51C1">
            <w:pPr>
              <w:pStyle w:val="Glossarytabletext"/>
              <w:rPr>
                <w:lang w:eastAsia="en-US"/>
              </w:rPr>
            </w:pPr>
            <w:r w:rsidRPr="005B39DF">
              <w:rPr>
                <w:lang w:eastAsia="en-US"/>
              </w:rPr>
              <w:t>Collective investment vehicle</w:t>
            </w:r>
          </w:p>
        </w:tc>
      </w:tr>
      <w:tr w:rsidR="0041503C" w:rsidRPr="00744B46" w:rsidTr="0041503C">
        <w:tc>
          <w:tcPr>
            <w:tcW w:w="2721" w:type="dxa"/>
          </w:tcPr>
          <w:p w:rsidR="0041503C" w:rsidRPr="002337B4" w:rsidRDefault="0041503C" w:rsidP="008D51C1">
            <w:pPr>
              <w:pStyle w:val="Glossarytabletext"/>
              <w:rPr>
                <w:lang w:eastAsia="en-US"/>
              </w:rPr>
            </w:pPr>
            <w:r w:rsidRPr="002337B4">
              <w:rPr>
                <w:lang w:eastAsia="en-US"/>
              </w:rPr>
              <w:t>Corporations Act</w:t>
            </w:r>
          </w:p>
        </w:tc>
        <w:tc>
          <w:tcPr>
            <w:tcW w:w="3885" w:type="dxa"/>
          </w:tcPr>
          <w:p w:rsidR="0041503C" w:rsidRPr="005B39DF" w:rsidRDefault="0041503C" w:rsidP="008D51C1">
            <w:pPr>
              <w:pStyle w:val="Glossarytabletext"/>
              <w:rPr>
                <w:i/>
                <w:lang w:eastAsia="en-US"/>
              </w:rPr>
            </w:pPr>
            <w:r w:rsidRPr="005B39DF">
              <w:rPr>
                <w:i/>
                <w:lang w:eastAsia="en-US"/>
              </w:rPr>
              <w:t>Corporations Act 2001</w:t>
            </w:r>
          </w:p>
        </w:tc>
      </w:tr>
      <w:tr w:rsidR="0041503C" w:rsidRPr="00744B46" w:rsidTr="0041503C">
        <w:tc>
          <w:tcPr>
            <w:tcW w:w="2721" w:type="dxa"/>
          </w:tcPr>
          <w:p w:rsidR="0041503C" w:rsidRPr="002337B4" w:rsidRDefault="0041503C" w:rsidP="008D51C1">
            <w:pPr>
              <w:pStyle w:val="Glossarytabletext"/>
              <w:rPr>
                <w:lang w:eastAsia="en-US"/>
              </w:rPr>
            </w:pPr>
            <w:r w:rsidRPr="002337B4">
              <w:rPr>
                <w:lang w:eastAsia="en-US"/>
              </w:rPr>
              <w:t>Corporations Regulations</w:t>
            </w:r>
          </w:p>
        </w:tc>
        <w:tc>
          <w:tcPr>
            <w:tcW w:w="3885" w:type="dxa"/>
          </w:tcPr>
          <w:p w:rsidR="0041503C" w:rsidRPr="005B39DF" w:rsidRDefault="0041503C" w:rsidP="008D51C1">
            <w:pPr>
              <w:pStyle w:val="Glossarytabletext"/>
              <w:rPr>
                <w:i/>
                <w:lang w:eastAsia="en-US"/>
              </w:rPr>
            </w:pPr>
            <w:r w:rsidRPr="005B39DF">
              <w:rPr>
                <w:i/>
                <w:lang w:eastAsia="en-US"/>
              </w:rPr>
              <w:t>Corporations Regulations 2001</w:t>
            </w:r>
          </w:p>
        </w:tc>
      </w:tr>
      <w:tr w:rsidR="0041503C" w:rsidRPr="00ED67CE" w:rsidTr="0041503C">
        <w:tc>
          <w:tcPr>
            <w:tcW w:w="2721" w:type="dxa"/>
          </w:tcPr>
          <w:p w:rsidR="0041503C" w:rsidRPr="002337B4" w:rsidRDefault="0041503C" w:rsidP="008D51C1">
            <w:pPr>
              <w:pStyle w:val="Glossarytabletext"/>
              <w:rPr>
                <w:lang w:eastAsia="en-US"/>
              </w:rPr>
            </w:pPr>
            <w:r w:rsidRPr="002337B4">
              <w:rPr>
                <w:lang w:eastAsia="en-US"/>
              </w:rPr>
              <w:t>Criminal Code</w:t>
            </w:r>
          </w:p>
        </w:tc>
        <w:tc>
          <w:tcPr>
            <w:tcW w:w="3885" w:type="dxa"/>
          </w:tcPr>
          <w:p w:rsidR="0041503C" w:rsidRPr="005B39DF" w:rsidRDefault="0041503C" w:rsidP="008D51C1">
            <w:pPr>
              <w:pStyle w:val="Glossarytabletext"/>
              <w:rPr>
                <w:i/>
                <w:lang w:eastAsia="en-US"/>
              </w:rPr>
            </w:pPr>
            <w:r w:rsidRPr="005B39DF">
              <w:rPr>
                <w:lang w:eastAsia="en-US"/>
              </w:rPr>
              <w:t xml:space="preserve">The Criminal Code, as set out in the Schedule to the </w:t>
            </w:r>
            <w:r w:rsidRPr="005B39DF">
              <w:rPr>
                <w:i/>
                <w:lang w:eastAsia="en-US"/>
              </w:rPr>
              <w:t>Criminal Code Act 1995</w:t>
            </w:r>
          </w:p>
        </w:tc>
      </w:tr>
      <w:tr w:rsidR="0041503C" w:rsidRPr="00ED67CE" w:rsidTr="0041503C">
        <w:tc>
          <w:tcPr>
            <w:tcW w:w="2721" w:type="dxa"/>
          </w:tcPr>
          <w:p w:rsidR="0041503C" w:rsidRPr="002337B4" w:rsidRDefault="0041503C" w:rsidP="008D51C1">
            <w:pPr>
              <w:pStyle w:val="Glossarytabletext"/>
              <w:rPr>
                <w:lang w:eastAsia="en-US"/>
              </w:rPr>
            </w:pPr>
            <w:r w:rsidRPr="002337B4">
              <w:rPr>
                <w:lang w:eastAsia="en-US"/>
              </w:rPr>
              <w:t>FRL</w:t>
            </w:r>
          </w:p>
        </w:tc>
        <w:tc>
          <w:tcPr>
            <w:tcW w:w="3885" w:type="dxa"/>
          </w:tcPr>
          <w:p w:rsidR="0041503C" w:rsidRPr="002337B4" w:rsidRDefault="0041503C" w:rsidP="008D51C1">
            <w:pPr>
              <w:pStyle w:val="Glossarytabletext"/>
              <w:rPr>
                <w:i/>
                <w:lang w:eastAsia="en-US"/>
              </w:rPr>
            </w:pPr>
            <w:r w:rsidRPr="005B39DF">
              <w:t xml:space="preserve">Federal Register of Legislation established under the </w:t>
            </w:r>
            <w:r w:rsidRPr="005B39DF">
              <w:rPr>
                <w:i/>
              </w:rPr>
              <w:t>Legislation Act 2003</w:t>
            </w:r>
          </w:p>
        </w:tc>
      </w:tr>
      <w:tr w:rsidR="00293D7C" w:rsidRPr="00225312" w:rsidTr="0041503C">
        <w:tc>
          <w:tcPr>
            <w:tcW w:w="2721" w:type="dxa"/>
          </w:tcPr>
          <w:p w:rsidR="00293D7C" w:rsidRPr="002337B4" w:rsidRDefault="00293D7C" w:rsidP="008D51C1">
            <w:pPr>
              <w:pStyle w:val="Glossarytabletext"/>
              <w:rPr>
                <w:lang w:eastAsia="en-US"/>
              </w:rPr>
            </w:pPr>
            <w:r>
              <w:rPr>
                <w:lang w:eastAsia="en-US"/>
              </w:rPr>
              <w:t>Guide</w:t>
            </w:r>
          </w:p>
        </w:tc>
        <w:tc>
          <w:tcPr>
            <w:tcW w:w="3885" w:type="dxa"/>
          </w:tcPr>
          <w:p w:rsidR="00293D7C" w:rsidRPr="005B39DF" w:rsidRDefault="00293D7C" w:rsidP="008D51C1">
            <w:pPr>
              <w:pStyle w:val="Glossarytabletext"/>
            </w:pPr>
            <w:r w:rsidRPr="00293D7C">
              <w:t>Attorney</w:t>
            </w:r>
            <w:r>
              <w:noBreakHyphen/>
            </w:r>
            <w:r w:rsidRPr="00293D7C">
              <w:t xml:space="preserve">General’s Department, </w:t>
            </w:r>
            <w:r w:rsidRPr="00293D7C">
              <w:rPr>
                <w:i/>
              </w:rPr>
              <w:t>A Guide to Framing Commonwealth Offences</w:t>
            </w:r>
            <w:r>
              <w:rPr>
                <w:i/>
              </w:rPr>
              <w:t xml:space="preserve">, Infringement Notices and Enforcement Powers, </w:t>
            </w:r>
            <w:r w:rsidRPr="00293D7C">
              <w:t>September 2011</w:t>
            </w:r>
          </w:p>
        </w:tc>
      </w:tr>
      <w:tr w:rsidR="0041503C" w:rsidRPr="00225312" w:rsidTr="0041503C">
        <w:tc>
          <w:tcPr>
            <w:tcW w:w="2721" w:type="dxa"/>
          </w:tcPr>
          <w:p w:rsidR="0041503C" w:rsidRPr="002337B4" w:rsidRDefault="0041503C" w:rsidP="008D51C1">
            <w:pPr>
              <w:pStyle w:val="Glossarytabletext"/>
              <w:rPr>
                <w:lang w:eastAsia="en-US"/>
              </w:rPr>
            </w:pPr>
            <w:r w:rsidRPr="002337B4">
              <w:rPr>
                <w:lang w:eastAsia="en-US"/>
              </w:rPr>
              <w:t>IMR</w:t>
            </w:r>
          </w:p>
        </w:tc>
        <w:tc>
          <w:tcPr>
            <w:tcW w:w="3885" w:type="dxa"/>
          </w:tcPr>
          <w:p w:rsidR="0041503C" w:rsidRPr="005B39DF" w:rsidRDefault="0041503C" w:rsidP="008D51C1">
            <w:pPr>
              <w:pStyle w:val="Glossarytabletext"/>
              <w:rPr>
                <w:lang w:eastAsia="en-US"/>
              </w:rPr>
            </w:pPr>
            <w:r w:rsidRPr="005B39DF">
              <w:t>Investment Manager Regime</w:t>
            </w:r>
          </w:p>
        </w:tc>
      </w:tr>
      <w:tr w:rsidR="00D475C2" w:rsidRPr="002C43E8" w:rsidTr="0041503C">
        <w:tc>
          <w:tcPr>
            <w:tcW w:w="2721" w:type="dxa"/>
          </w:tcPr>
          <w:p w:rsidR="00D475C2" w:rsidRPr="002337B4" w:rsidRDefault="00D475C2" w:rsidP="008D51C1">
            <w:pPr>
              <w:pStyle w:val="Glossarytabletext"/>
              <w:rPr>
                <w:lang w:eastAsia="en-US"/>
              </w:rPr>
            </w:pPr>
            <w:r w:rsidRPr="002337B4">
              <w:rPr>
                <w:lang w:eastAsia="en-US"/>
              </w:rPr>
              <w:t>IOSCO</w:t>
            </w:r>
          </w:p>
        </w:tc>
        <w:tc>
          <w:tcPr>
            <w:tcW w:w="3885" w:type="dxa"/>
          </w:tcPr>
          <w:p w:rsidR="00D475C2" w:rsidRPr="005B39DF" w:rsidRDefault="00D475C2" w:rsidP="008D51C1">
            <w:pPr>
              <w:pStyle w:val="Glossarytabletext"/>
              <w:rPr>
                <w:lang w:eastAsia="en-US"/>
              </w:rPr>
            </w:pPr>
            <w:r w:rsidRPr="005B39DF">
              <w:rPr>
                <w:lang w:eastAsia="en-US"/>
              </w:rPr>
              <w:t>International Organization of Securities Commissions</w:t>
            </w:r>
          </w:p>
        </w:tc>
      </w:tr>
      <w:tr w:rsidR="0041503C" w:rsidRPr="002C43E8" w:rsidTr="0041503C">
        <w:tc>
          <w:tcPr>
            <w:tcW w:w="2721" w:type="dxa"/>
          </w:tcPr>
          <w:p w:rsidR="0041503C" w:rsidRPr="002337B4" w:rsidRDefault="0041503C" w:rsidP="008D51C1">
            <w:pPr>
              <w:pStyle w:val="Glossarytabletext"/>
              <w:rPr>
                <w:lang w:eastAsia="en-US"/>
              </w:rPr>
            </w:pPr>
            <w:r w:rsidRPr="002337B4">
              <w:rPr>
                <w:lang w:eastAsia="en-US"/>
              </w:rPr>
              <w:t>Johnson Report</w:t>
            </w:r>
          </w:p>
        </w:tc>
        <w:tc>
          <w:tcPr>
            <w:tcW w:w="3885" w:type="dxa"/>
          </w:tcPr>
          <w:p w:rsidR="0041503C" w:rsidRPr="005B39DF" w:rsidRDefault="0041503C" w:rsidP="008D51C1">
            <w:pPr>
              <w:pStyle w:val="Glossarytabletext"/>
              <w:rPr>
                <w:lang w:eastAsia="en-US"/>
              </w:rPr>
            </w:pPr>
            <w:r w:rsidRPr="005B39DF">
              <w:rPr>
                <w:lang w:eastAsia="en-US"/>
              </w:rPr>
              <w:t xml:space="preserve">Australian Financial Centre Forum, </w:t>
            </w:r>
            <w:r w:rsidRPr="005B39DF">
              <w:rPr>
                <w:i/>
                <w:lang w:eastAsia="en-US"/>
              </w:rPr>
              <w:t>Australia as a Financial Centre – Building on our Strengths</w:t>
            </w:r>
            <w:r w:rsidRPr="005B39DF">
              <w:rPr>
                <w:lang w:eastAsia="en-US"/>
              </w:rPr>
              <w:t>, 2010</w:t>
            </w:r>
          </w:p>
        </w:tc>
      </w:tr>
      <w:tr w:rsidR="0041503C" w:rsidRPr="00744B46" w:rsidTr="0041503C">
        <w:tc>
          <w:tcPr>
            <w:tcW w:w="2721" w:type="dxa"/>
          </w:tcPr>
          <w:p w:rsidR="0041503C" w:rsidRPr="002337B4" w:rsidRDefault="0041503C" w:rsidP="008D51C1">
            <w:pPr>
              <w:pStyle w:val="Glossarytabletext"/>
              <w:rPr>
                <w:lang w:eastAsia="en-US"/>
              </w:rPr>
            </w:pPr>
            <w:r>
              <w:t>Joint Committee</w:t>
            </w:r>
          </w:p>
        </w:tc>
        <w:tc>
          <w:tcPr>
            <w:tcW w:w="3885" w:type="dxa"/>
          </w:tcPr>
          <w:p w:rsidR="0041503C" w:rsidRPr="002337B4" w:rsidRDefault="0041503C" w:rsidP="008D51C1">
            <w:pPr>
              <w:pStyle w:val="Glossarytabletext"/>
              <w:rPr>
                <w:lang w:eastAsia="en-US"/>
              </w:rPr>
            </w:pPr>
            <w:r w:rsidRPr="005B39DF">
              <w:t>Asia Region Funds Passport Joint Committee</w:t>
            </w:r>
          </w:p>
        </w:tc>
      </w:tr>
      <w:tr w:rsidR="0041503C" w:rsidTr="0041503C">
        <w:tc>
          <w:tcPr>
            <w:tcW w:w="2721" w:type="dxa"/>
          </w:tcPr>
          <w:p w:rsidR="0041503C" w:rsidRPr="002337B4" w:rsidRDefault="0041503C" w:rsidP="008D51C1">
            <w:pPr>
              <w:pStyle w:val="Glossarytabletext"/>
              <w:rPr>
                <w:lang w:eastAsia="en-US"/>
              </w:rPr>
            </w:pPr>
            <w:r w:rsidRPr="002337B4">
              <w:rPr>
                <w:lang w:eastAsia="en-US"/>
              </w:rPr>
              <w:lastRenderedPageBreak/>
              <w:t>MIS</w:t>
            </w:r>
          </w:p>
        </w:tc>
        <w:tc>
          <w:tcPr>
            <w:tcW w:w="3885" w:type="dxa"/>
          </w:tcPr>
          <w:p w:rsidR="0041503C" w:rsidRPr="005B39DF" w:rsidRDefault="0041503C" w:rsidP="008D51C1">
            <w:pPr>
              <w:pStyle w:val="Glossarytabletext"/>
              <w:rPr>
                <w:lang w:eastAsia="en-US"/>
              </w:rPr>
            </w:pPr>
            <w:r w:rsidRPr="005B39DF">
              <w:rPr>
                <w:lang w:eastAsia="en-US"/>
              </w:rPr>
              <w:t>Managed investment scheme</w:t>
            </w:r>
          </w:p>
        </w:tc>
      </w:tr>
      <w:tr w:rsidR="0041503C" w:rsidRPr="002C43E8" w:rsidTr="0041503C">
        <w:tc>
          <w:tcPr>
            <w:tcW w:w="2721" w:type="dxa"/>
          </w:tcPr>
          <w:p w:rsidR="0041503C" w:rsidRPr="002337B4" w:rsidRDefault="0041503C" w:rsidP="008D51C1">
            <w:pPr>
              <w:pStyle w:val="Glossarytabletext"/>
              <w:rPr>
                <w:lang w:eastAsia="en-US"/>
              </w:rPr>
            </w:pPr>
            <w:r w:rsidRPr="002337B4">
              <w:rPr>
                <w:lang w:eastAsia="en-US"/>
              </w:rPr>
              <w:t>MOC</w:t>
            </w:r>
          </w:p>
        </w:tc>
        <w:tc>
          <w:tcPr>
            <w:tcW w:w="3885" w:type="dxa"/>
          </w:tcPr>
          <w:p w:rsidR="0041503C" w:rsidRPr="005B39DF" w:rsidRDefault="0041503C" w:rsidP="008D51C1">
            <w:pPr>
              <w:pStyle w:val="Glossarytabletext"/>
              <w:rPr>
                <w:lang w:eastAsia="en-US"/>
              </w:rPr>
            </w:pPr>
            <w:r w:rsidRPr="005B39DF">
              <w:rPr>
                <w:lang w:eastAsia="en-US"/>
              </w:rPr>
              <w:t>Memorandum of Cooperation on the Establishment and Implementation of the Asia Region Funds Passport</w:t>
            </w:r>
          </w:p>
        </w:tc>
      </w:tr>
      <w:tr w:rsidR="0041503C" w:rsidRPr="002C43E8" w:rsidTr="00E25BDB">
        <w:trPr>
          <w:cantSplit/>
        </w:trPr>
        <w:tc>
          <w:tcPr>
            <w:tcW w:w="2721" w:type="dxa"/>
          </w:tcPr>
          <w:p w:rsidR="0041503C" w:rsidRPr="002337B4" w:rsidRDefault="0041503C" w:rsidP="008D51C1">
            <w:pPr>
              <w:pStyle w:val="Glossarytabletext"/>
              <w:rPr>
                <w:lang w:eastAsia="en-US"/>
              </w:rPr>
            </w:pPr>
            <w:r w:rsidRPr="002337B4">
              <w:rPr>
                <w:lang w:eastAsia="en-US"/>
              </w:rPr>
              <w:t>Participating economy</w:t>
            </w:r>
          </w:p>
        </w:tc>
        <w:tc>
          <w:tcPr>
            <w:tcW w:w="3885" w:type="dxa"/>
          </w:tcPr>
          <w:p w:rsidR="0041503C" w:rsidRPr="005B39DF" w:rsidRDefault="0041503C" w:rsidP="008D51C1">
            <w:pPr>
              <w:pStyle w:val="Glossarytabletext"/>
              <w:rPr>
                <w:lang w:eastAsia="en-US"/>
              </w:rPr>
            </w:pPr>
            <w:r w:rsidRPr="005B39DF">
              <w:rPr>
                <w:lang w:eastAsia="en-US"/>
              </w:rPr>
              <w:t>A country that has signed and implemented the MOC and not withdrawn from the MOC, until such time as the MOC is terminated</w:t>
            </w:r>
          </w:p>
        </w:tc>
      </w:tr>
      <w:tr w:rsidR="0041503C" w:rsidRPr="002C43E8" w:rsidTr="0041503C">
        <w:tc>
          <w:tcPr>
            <w:tcW w:w="2721" w:type="dxa"/>
          </w:tcPr>
          <w:p w:rsidR="0041503C" w:rsidRPr="002337B4" w:rsidRDefault="0041503C" w:rsidP="008D51C1">
            <w:pPr>
              <w:pStyle w:val="Glossarytabletext"/>
              <w:rPr>
                <w:lang w:eastAsia="en-US"/>
              </w:rPr>
            </w:pPr>
            <w:r w:rsidRPr="002337B4">
              <w:rPr>
                <w:lang w:eastAsia="en-US"/>
              </w:rPr>
              <w:t>Passport</w:t>
            </w:r>
          </w:p>
        </w:tc>
        <w:tc>
          <w:tcPr>
            <w:tcW w:w="3885" w:type="dxa"/>
          </w:tcPr>
          <w:p w:rsidR="0041503C" w:rsidRPr="005B39DF" w:rsidRDefault="0041503C" w:rsidP="008D51C1">
            <w:pPr>
              <w:pStyle w:val="Glossarytabletext"/>
              <w:rPr>
                <w:lang w:eastAsia="en-US"/>
              </w:rPr>
            </w:pPr>
            <w:r w:rsidRPr="005B39DF">
              <w:rPr>
                <w:lang w:eastAsia="en-US"/>
              </w:rPr>
              <w:t>Asia Region Funds Passport</w:t>
            </w:r>
          </w:p>
        </w:tc>
      </w:tr>
      <w:tr w:rsidR="0041503C" w:rsidRPr="002C43E8" w:rsidTr="0041503C">
        <w:tc>
          <w:tcPr>
            <w:tcW w:w="2721" w:type="dxa"/>
          </w:tcPr>
          <w:p w:rsidR="0041503C" w:rsidRPr="002337B4" w:rsidRDefault="0041503C" w:rsidP="008D51C1">
            <w:pPr>
              <w:pStyle w:val="Glossarytabletext"/>
              <w:rPr>
                <w:lang w:eastAsia="en-US"/>
              </w:rPr>
            </w:pPr>
            <w:r w:rsidRPr="002337B4">
              <w:rPr>
                <w:lang w:eastAsia="en-US"/>
              </w:rPr>
              <w:t>PDS</w:t>
            </w:r>
          </w:p>
        </w:tc>
        <w:tc>
          <w:tcPr>
            <w:tcW w:w="3885" w:type="dxa"/>
          </w:tcPr>
          <w:p w:rsidR="0041503C" w:rsidRPr="005B39DF" w:rsidRDefault="0041503C" w:rsidP="008D51C1">
            <w:pPr>
              <w:pStyle w:val="Glossarytabletext"/>
              <w:rPr>
                <w:lang w:eastAsia="en-US"/>
              </w:rPr>
            </w:pPr>
            <w:r w:rsidRPr="005B39DF">
              <w:rPr>
                <w:lang w:eastAsia="en-US"/>
              </w:rPr>
              <w:t>Product Disclosure Statement</w:t>
            </w:r>
          </w:p>
        </w:tc>
      </w:tr>
      <w:tr w:rsidR="0041503C" w:rsidRPr="002C43E8" w:rsidTr="0041503C">
        <w:tc>
          <w:tcPr>
            <w:tcW w:w="2721" w:type="dxa"/>
          </w:tcPr>
          <w:p w:rsidR="0041503C" w:rsidRPr="002337B4" w:rsidRDefault="0041503C" w:rsidP="008D51C1">
            <w:pPr>
              <w:pStyle w:val="Glossarytabletext"/>
              <w:rPr>
                <w:lang w:eastAsia="en-US"/>
              </w:rPr>
            </w:pPr>
            <w:r w:rsidRPr="002337B4">
              <w:rPr>
                <w:lang w:eastAsia="en-US"/>
              </w:rPr>
              <w:t>Register</w:t>
            </w:r>
          </w:p>
        </w:tc>
        <w:tc>
          <w:tcPr>
            <w:tcW w:w="3885" w:type="dxa"/>
          </w:tcPr>
          <w:p w:rsidR="0041503C" w:rsidRPr="005B39DF" w:rsidRDefault="0041503C" w:rsidP="008D51C1">
            <w:pPr>
              <w:pStyle w:val="Glossarytabletext"/>
              <w:rPr>
                <w:lang w:eastAsia="en-US"/>
              </w:rPr>
            </w:pPr>
            <w:r w:rsidRPr="005B39DF">
              <w:rPr>
                <w:lang w:eastAsia="en-US"/>
              </w:rPr>
              <w:t>Register of Passport Funds</w:t>
            </w:r>
          </w:p>
        </w:tc>
      </w:tr>
    </w:tbl>
    <w:p w:rsidR="00B17774" w:rsidRDefault="00B17774" w:rsidP="008D51C1"/>
    <w:p w:rsidR="00E679CA" w:rsidRDefault="00E679CA" w:rsidP="008D51C1">
      <w:pPr>
        <w:sectPr w:rsidR="00E679CA" w:rsidSect="00EB465D">
          <w:headerReference w:type="even" r:id="rId25"/>
          <w:headerReference w:type="default" r:id="rId26"/>
          <w:footerReference w:type="even" r:id="rId27"/>
          <w:footerReference w:type="default" r:id="rId28"/>
          <w:footerReference w:type="first" r:id="rId29"/>
          <w:type w:val="oddPage"/>
          <w:pgSz w:w="9979" w:h="14175" w:code="9"/>
          <w:pgMar w:top="567" w:right="1134" w:bottom="567" w:left="1134" w:header="709" w:footer="709" w:gutter="0"/>
          <w:pgNumType w:start="1"/>
          <w:cols w:space="708"/>
          <w:titlePg/>
          <w:docGrid w:linePitch="360"/>
        </w:sectPr>
      </w:pPr>
    </w:p>
    <w:p w:rsidR="0041503C" w:rsidRPr="00F51A71" w:rsidRDefault="0041503C" w:rsidP="008D51C1">
      <w:pPr>
        <w:pStyle w:val="ChapterHeading"/>
        <w:numPr>
          <w:ilvl w:val="0"/>
          <w:numId w:val="49"/>
        </w:numPr>
        <w:tabs>
          <w:tab w:val="num" w:pos="1492"/>
        </w:tabs>
        <w:spacing w:after="0"/>
      </w:pPr>
      <w:bookmarkStart w:id="33" w:name="_Toc500425943"/>
      <w:bookmarkStart w:id="34" w:name="_Toc500426340"/>
      <w:bookmarkStart w:id="35" w:name="_Toc500512459"/>
      <w:bookmarkStart w:id="36" w:name="_Toc500779068"/>
      <w:bookmarkStart w:id="37" w:name="_Toc500839070"/>
      <w:bookmarkStart w:id="38" w:name="_Toc500841341"/>
      <w:bookmarkStart w:id="39" w:name="_Toc500842246"/>
      <w:bookmarkStart w:id="40" w:name="_Toc500843184"/>
      <w:bookmarkStart w:id="41" w:name="_Toc500845168"/>
      <w:bookmarkStart w:id="42" w:name="_Toc500847362"/>
      <w:bookmarkStart w:id="43" w:name="_Toc500849869"/>
      <w:bookmarkStart w:id="44" w:name="_Toc500850345"/>
      <w:bookmarkStart w:id="45" w:name="_Toc500850426"/>
      <w:bookmarkStart w:id="46" w:name="_Toc500850605"/>
      <w:bookmarkStart w:id="47" w:name="_Toc500933801"/>
      <w:bookmarkStart w:id="48" w:name="_Toc500942564"/>
      <w:bookmarkStart w:id="49" w:name="_Toc500944269"/>
      <w:bookmarkStart w:id="50" w:name="_Toc500946603"/>
      <w:bookmarkStart w:id="51" w:name="_Toc500948850"/>
      <w:bookmarkStart w:id="52" w:name="_Toc500949864"/>
      <w:bookmarkStart w:id="53" w:name="_Toc500951834"/>
      <w:bookmarkStart w:id="54" w:name="_Toc500957367"/>
      <w:bookmarkStart w:id="55" w:name="_Toc501035903"/>
      <w:bookmarkStart w:id="56" w:name="_Toc501041012"/>
      <w:bookmarkStart w:id="57" w:name="_Toc501045840"/>
      <w:bookmarkStart w:id="58" w:name="_Toc501046514"/>
      <w:bookmarkStart w:id="59" w:name="_Toc501048187"/>
      <w:bookmarkStart w:id="60" w:name="_Toc501048325"/>
      <w:bookmarkStart w:id="61" w:name="GeneralOutline"/>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F51A71">
        <w:br/>
      </w:r>
      <w:bookmarkStart w:id="62" w:name="_Toc490750339"/>
      <w:bookmarkStart w:id="63" w:name="_Toc500425944"/>
      <w:bookmarkStart w:id="64" w:name="_Toc500426341"/>
      <w:bookmarkStart w:id="65" w:name="_Toc500512460"/>
      <w:bookmarkStart w:id="66" w:name="_Toc500779069"/>
      <w:bookmarkStart w:id="67" w:name="_Toc500839071"/>
      <w:bookmarkStart w:id="68" w:name="_Toc500841342"/>
      <w:bookmarkStart w:id="69" w:name="_Toc500842247"/>
      <w:bookmarkStart w:id="70" w:name="_Toc500843185"/>
      <w:bookmarkStart w:id="71" w:name="_Toc500845169"/>
      <w:bookmarkStart w:id="72" w:name="_Toc500847363"/>
      <w:bookmarkStart w:id="73" w:name="_Toc500849870"/>
      <w:bookmarkStart w:id="74" w:name="_Toc500850346"/>
      <w:bookmarkStart w:id="75" w:name="_Toc500850427"/>
      <w:bookmarkStart w:id="76" w:name="_Toc500850606"/>
      <w:bookmarkStart w:id="77" w:name="_Toc500933802"/>
      <w:bookmarkStart w:id="78" w:name="_Toc500942565"/>
      <w:bookmarkStart w:id="79" w:name="_Toc500944270"/>
      <w:bookmarkStart w:id="80" w:name="_Toc500946604"/>
      <w:bookmarkStart w:id="81" w:name="_Toc500948851"/>
      <w:bookmarkStart w:id="82" w:name="_Toc500949865"/>
      <w:bookmarkStart w:id="83" w:name="_Toc500951835"/>
      <w:bookmarkStart w:id="84" w:name="_Toc500957368"/>
      <w:bookmarkStart w:id="85" w:name="_Toc501035904"/>
      <w:bookmarkStart w:id="86" w:name="_Toc501041013"/>
      <w:bookmarkStart w:id="87" w:name="_Toc501045841"/>
      <w:bookmarkStart w:id="88" w:name="_Toc501046515"/>
      <w:bookmarkStart w:id="89" w:name="_Toc501048188"/>
      <w:bookmarkStart w:id="90" w:name="_Toc501048326"/>
      <w:bookmarkStart w:id="91" w:name="_Toc506376997"/>
      <w:bookmarkStart w:id="92" w:name="_Toc506378939"/>
      <w:r>
        <w:t>Context</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41503C" w:rsidRDefault="0041503C" w:rsidP="008D51C1">
      <w:pPr>
        <w:pStyle w:val="Heading2"/>
      </w:pPr>
      <w:r>
        <w:t>Outline of chapter</w:t>
      </w:r>
    </w:p>
    <w:p w:rsidR="0041503C" w:rsidRDefault="0041503C" w:rsidP="008D51C1">
      <w:pPr>
        <w:pStyle w:val="base-text-paragraph"/>
      </w:pPr>
      <w:r>
        <w:t>This chapter sets out the context and background to the Bill. The</w:t>
      </w:r>
      <w:r w:rsidR="007B5F29">
        <w:t> </w:t>
      </w:r>
      <w:r w:rsidR="00612AD1">
        <w:t>Bill</w:t>
      </w:r>
      <w:r>
        <w:t xml:space="preserve"> establishes a common regulatory framework for CISs in participating economies in the Asia region.</w:t>
      </w:r>
    </w:p>
    <w:p w:rsidR="0041503C" w:rsidRDefault="0041503C" w:rsidP="008D51C1">
      <w:pPr>
        <w:pStyle w:val="Heading2"/>
      </w:pPr>
      <w:r>
        <w:t>Context of amendments</w:t>
      </w:r>
    </w:p>
    <w:p w:rsidR="0041503C" w:rsidRDefault="0041503C" w:rsidP="008D51C1">
      <w:pPr>
        <w:pStyle w:val="base-text-paragraph"/>
      </w:pPr>
      <w:r>
        <w:t xml:space="preserve">The Passport provides a multilateral framework </w:t>
      </w:r>
      <w:r w:rsidR="00210006">
        <w:t xml:space="preserve">that </w:t>
      </w:r>
      <w:r>
        <w:t>allows eligible funds to be marketed across member countries, with limited additional regulatory requirements. The Passport is intended to support the development of an Asia</w:t>
      </w:r>
      <w:r>
        <w:noBreakHyphen/>
        <w:t>wide managed funds industry through improved market access and regulatory harmonisation. This will bring many benefits for Australia and our region.</w:t>
      </w:r>
    </w:p>
    <w:p w:rsidR="0041503C" w:rsidRDefault="0041503C" w:rsidP="008D51C1">
      <w:pPr>
        <w:pStyle w:val="base-text-paragraph"/>
      </w:pPr>
      <w:r>
        <w:t>Australia has the largest funds management industry in the Asia</w:t>
      </w:r>
      <w:r w:rsidR="007B5F29">
        <w:t> </w:t>
      </w:r>
      <w:r>
        <w:t>region, largely as a result of our pool of superannuation assets. As a result, Australian fund managers can achieve greater economies of scale</w:t>
      </w:r>
      <w:r w:rsidDel="00375FD8">
        <w:t xml:space="preserve"> </w:t>
      </w:r>
      <w:r>
        <w:t>and can sell a single product across Asia through the Passport to create regional economies of scale. This should lower costs for consumers.</w:t>
      </w:r>
    </w:p>
    <w:p w:rsidR="0041503C" w:rsidRDefault="0041503C" w:rsidP="008D51C1">
      <w:pPr>
        <w:pStyle w:val="base-text-paragraph"/>
      </w:pPr>
      <w:r>
        <w:t xml:space="preserve">It will </w:t>
      </w:r>
      <w:r w:rsidR="001678C1">
        <w:t>let</w:t>
      </w:r>
      <w:r>
        <w:t xml:space="preserve"> managed fund providers from other Passport</w:t>
      </w:r>
      <w:r w:rsidR="007B5F29">
        <w:t> </w:t>
      </w:r>
      <w:r>
        <w:t>economies sell their products in Australia. This will increase competition and choice for Australian consumers. It will provide cost</w:t>
      </w:r>
      <w:r>
        <w:noBreakHyphen/>
        <w:t>effective opportunities to gain investment exposure to a wider range of assets. A study of global pension assets by Willis Towers Watson found that Australia was second only to the United States in its home equity bias.</w:t>
      </w:r>
      <w:r>
        <w:rPr>
          <w:rStyle w:val="FootnoteReference"/>
        </w:rPr>
        <w:footnoteReference w:id="2"/>
      </w:r>
    </w:p>
    <w:p w:rsidR="0041503C" w:rsidRDefault="0041503C" w:rsidP="008D51C1">
      <w:pPr>
        <w:pStyle w:val="base-text-paragraph"/>
      </w:pPr>
      <w:r>
        <w:t xml:space="preserve">In turn, Australian managed fund providers </w:t>
      </w:r>
      <w:r w:rsidR="001678C1">
        <w:t>can</w:t>
      </w:r>
      <w:r>
        <w:t xml:space="preserve"> sell their products in other Passport economies, including to Asia’s expanding middle class and high net worth individuals. This will continue an existing trend of Australian providers managing overseas funds.</w:t>
      </w:r>
    </w:p>
    <w:p w:rsidR="0041503C" w:rsidRDefault="0041503C" w:rsidP="008D51C1">
      <w:pPr>
        <w:pStyle w:val="base-text-paragraph"/>
      </w:pPr>
      <w:r>
        <w:t xml:space="preserve">The 2009 </w:t>
      </w:r>
      <w:r w:rsidR="005B39DF">
        <w:t>Johnson R</w:t>
      </w:r>
      <w:r>
        <w:t>eport recommended a package of reforms to make it easier for Australian fund managers to attract overseas investors into funds run and administered out of Australia. The wider objective of the Forum was to recommend reforms that would better position Australia as a leading financial services centre.</w:t>
      </w:r>
    </w:p>
    <w:p w:rsidR="0041503C" w:rsidRDefault="0041503C" w:rsidP="008D51C1">
      <w:pPr>
        <w:pStyle w:val="base-text-paragraph"/>
      </w:pPr>
      <w:r>
        <w:t xml:space="preserve">In relation to funds management, the Johnson </w:t>
      </w:r>
      <w:r w:rsidR="00A72F1E">
        <w:t xml:space="preserve">Report </w:t>
      </w:r>
      <w:r>
        <w:t xml:space="preserve">recommended the establishment of an </w:t>
      </w:r>
      <w:r w:rsidR="002B7683" w:rsidRPr="002B7683">
        <w:t xml:space="preserve">Investment Manager Regime </w:t>
      </w:r>
      <w:r w:rsidR="002B7683">
        <w:t>(</w:t>
      </w:r>
      <w:r>
        <w:t>IMR</w:t>
      </w:r>
      <w:r w:rsidR="002B7683">
        <w:t>)</w:t>
      </w:r>
      <w:r>
        <w:t>, the introduction of new C</w:t>
      </w:r>
      <w:r w:rsidR="001D0CEE">
        <w:t>ollective investment vehicles (</w:t>
      </w:r>
      <w:r>
        <w:t>CIVs</w:t>
      </w:r>
      <w:r w:rsidR="001D0CEE">
        <w:t>)</w:t>
      </w:r>
      <w:r>
        <w:t xml:space="preserve"> and the development of the Passport.</w:t>
      </w:r>
    </w:p>
    <w:p w:rsidR="0041503C" w:rsidRDefault="0041503C" w:rsidP="008D51C1">
      <w:pPr>
        <w:pStyle w:val="base-text-paragraph"/>
      </w:pPr>
      <w:r>
        <w:t>The IMR clarifies that investments by non</w:t>
      </w:r>
      <w:r>
        <w:noBreakHyphen/>
        <w:t>residents in foreign assets will generally be exempt from tax in Australia. This ensures that Australian fund managers can compete with overseas financial centres, including Hong Kong, Singapore, London and Tokyo. Parliament passed legislation establishing the IMR in June</w:t>
      </w:r>
      <w:r w:rsidR="001D0CEE">
        <w:t> </w:t>
      </w:r>
      <w:r>
        <w:t>2015.</w:t>
      </w:r>
    </w:p>
    <w:p w:rsidR="0041503C" w:rsidRDefault="0041503C" w:rsidP="008D51C1">
      <w:pPr>
        <w:pStyle w:val="base-text-paragraph"/>
      </w:pPr>
      <w:r>
        <w:t xml:space="preserve">The new tax and regulatory framework for CIVs will complement the existing </w:t>
      </w:r>
      <w:r w:rsidR="00AA0EB8">
        <w:t xml:space="preserve">MIS </w:t>
      </w:r>
      <w:r>
        <w:t>framework. It is anticipated that the new corporate CIV</w:t>
      </w:r>
      <w:r w:rsidR="008A51BE">
        <w:t>, which the Government is also currently implementing,</w:t>
      </w:r>
      <w:r>
        <w:t xml:space="preserve"> will be used to export funds management, including through the Passport, using a structure which many Asian investors are already familiar with. Fund managers are also likely to use CIVs to sell their services to domestic investors.</w:t>
      </w:r>
    </w:p>
    <w:p w:rsidR="0041503C" w:rsidRDefault="0041503C" w:rsidP="008D51C1">
      <w:pPr>
        <w:pStyle w:val="base-text-paragraph"/>
      </w:pPr>
      <w:r>
        <w:t xml:space="preserve">The Australian Government supported the recommendation to introduce the Passport and, in order to determine whether there was sufficient interest in the concept of a Passport, introduced it as an exploratory policy initiative within the </w:t>
      </w:r>
      <w:r w:rsidR="002D4CEF" w:rsidRPr="005B39DF">
        <w:t>Asia</w:t>
      </w:r>
      <w:r w:rsidR="002D4CEF" w:rsidRPr="005B39DF">
        <w:noBreakHyphen/>
        <w:t>Pacific Economic Cooperation</w:t>
      </w:r>
      <w:r w:rsidR="002D4CEF">
        <w:t xml:space="preserve"> (</w:t>
      </w:r>
      <w:r>
        <w:t>APEC</w:t>
      </w:r>
      <w:r w:rsidR="002D4CEF">
        <w:t>)</w:t>
      </w:r>
      <w:r>
        <w:t xml:space="preserve"> Finance Ministers’ Process. This provided a region</w:t>
      </w:r>
      <w:r>
        <w:noBreakHyphen/>
        <w:t>wide platform to collaborate with financial policy makers, regulators, industry participants, and technical experts with the aim of examining how a Passport could be developed.</w:t>
      </w:r>
    </w:p>
    <w:p w:rsidR="0041503C" w:rsidRDefault="0041503C" w:rsidP="008D51C1">
      <w:pPr>
        <w:pStyle w:val="base-text-paragraph"/>
      </w:pPr>
      <w:r>
        <w:t>An APEC policy dialogue was held on 27 October 2010 in Kuala</w:t>
      </w:r>
      <w:r w:rsidR="00057529">
        <w:t> </w:t>
      </w:r>
      <w:r>
        <w:t xml:space="preserve">Lumpur, Malaysia to engage with relevant stakeholders and targeted APEC economies to discuss the idea of a Passport. During this dialogue, participants identified various policy and technical challenges, and looked at the options to further progress the concept. </w:t>
      </w:r>
    </w:p>
    <w:p w:rsidR="0041503C" w:rsidRDefault="0041503C" w:rsidP="008D51C1">
      <w:pPr>
        <w:pStyle w:val="base-text-paragraph"/>
      </w:pPr>
      <w:r w:rsidRPr="003879B5">
        <w:t>Since 2010, a model for the Passport has been developed through a series of policy and technical workshops attended by representatives from 13</w:t>
      </w:r>
      <w:r>
        <w:t> </w:t>
      </w:r>
      <w:r w:rsidRPr="003879B5">
        <w:t>APEC economies. In May</w:t>
      </w:r>
      <w:r>
        <w:t> </w:t>
      </w:r>
      <w:r w:rsidRPr="003879B5">
        <w:t>2014, six economies (Australia, Korea, New Zealand, The Philippines, Singapore and Thailand) publicly released a consultation paper detailing proposed arrangements for the Passport. In February</w:t>
      </w:r>
      <w:r>
        <w:t> </w:t>
      </w:r>
      <w:r w:rsidRPr="003879B5">
        <w:t>2015</w:t>
      </w:r>
      <w:r>
        <w:t>,</w:t>
      </w:r>
      <w:r w:rsidRPr="003879B5">
        <w:t xml:space="preserve"> draft Passport</w:t>
      </w:r>
      <w:r>
        <w:t> R</w:t>
      </w:r>
      <w:r w:rsidRPr="003879B5">
        <w:t>ules were released for public consultation. In September</w:t>
      </w:r>
      <w:r>
        <w:t> </w:t>
      </w:r>
      <w:r w:rsidRPr="003879B5">
        <w:t xml:space="preserve">2015 the </w:t>
      </w:r>
      <w:r>
        <w:t>then</w:t>
      </w:r>
      <w:r w:rsidRPr="003879B5">
        <w:t xml:space="preserve"> Assistant Treasurer and the Minister for Finance jointly announced that Australia had signed a Statement of Understanding signalling its commitment to join the Passport.</w:t>
      </w:r>
    </w:p>
    <w:p w:rsidR="00FC4E4E" w:rsidRDefault="0041503C" w:rsidP="008D51C1">
      <w:pPr>
        <w:pStyle w:val="base-text-paragraph"/>
      </w:pPr>
      <w:r>
        <w:t>On 28 April 2016, the then Minister for Small Business and Assistant Treasurer, the Hon Kelly O’Dwyer MP, signed the MOC</w:t>
      </w:r>
      <w:r w:rsidR="005B697A">
        <w:t>.</w:t>
      </w:r>
      <w:r w:rsidR="00B76406">
        <w:rPr>
          <w:rStyle w:val="FootnoteReference"/>
        </w:rPr>
        <w:footnoteReference w:id="3"/>
      </w:r>
      <w:r>
        <w:t xml:space="preserve"> Japan, South Korea, New Zealand and Thailand are also members of the Passport. Under the MOC, further economies may join the Passport at a later stage</w:t>
      </w:r>
      <w:r w:rsidR="00FC4E4E">
        <w:t>.</w:t>
      </w:r>
    </w:p>
    <w:p w:rsidR="00FC4E4E" w:rsidRDefault="00FC4E4E" w:rsidP="008D51C1">
      <w:pPr>
        <w:pStyle w:val="Heading3"/>
      </w:pPr>
      <w:r w:rsidRPr="00FC4E4E">
        <w:t xml:space="preserve">The </w:t>
      </w:r>
      <w:r w:rsidR="00057529">
        <w:t>p</w:t>
      </w:r>
      <w:r w:rsidR="00057529" w:rsidRPr="00FC4E4E">
        <w:t xml:space="preserve">assport </w:t>
      </w:r>
      <w:r w:rsidR="00057529">
        <w:t>a</w:t>
      </w:r>
      <w:r w:rsidRPr="00FC4E4E">
        <w:t>rrangements</w:t>
      </w:r>
    </w:p>
    <w:p w:rsidR="0041503C" w:rsidRPr="0062028B" w:rsidRDefault="0041503C" w:rsidP="008D51C1">
      <w:pPr>
        <w:pStyle w:val="base-text-paragraph"/>
      </w:pPr>
      <w:r w:rsidRPr="0062028B">
        <w:t>Currently, differences and duplication in regulatory requirements across economies can add significantly to the difficulties faced by fund operators attempting to sell CISs across borders (and in this way export their fund management services to foreign residents).</w:t>
      </w:r>
    </w:p>
    <w:p w:rsidR="0041503C" w:rsidRDefault="0041503C" w:rsidP="008D51C1">
      <w:pPr>
        <w:pStyle w:val="base-text-paragraph"/>
      </w:pPr>
      <w:r w:rsidRPr="003D5919">
        <w:t>In some economies, foreign</w:t>
      </w:r>
      <w:r>
        <w:t xml:space="preserve"> CISs</w:t>
      </w:r>
      <w:r w:rsidRPr="003D5919">
        <w:t xml:space="preserve"> </w:t>
      </w:r>
      <w:r w:rsidR="001678C1">
        <w:t>may not</w:t>
      </w:r>
      <w:r w:rsidRPr="003D5919">
        <w:t xml:space="preserve"> be sold at all</w:t>
      </w:r>
      <w:r>
        <w:t>,</w:t>
      </w:r>
      <w:r w:rsidRPr="003D5919">
        <w:t xml:space="preserve"> or </w:t>
      </w:r>
      <w:r>
        <w:t xml:space="preserve">can </w:t>
      </w:r>
      <w:r w:rsidRPr="003D5919">
        <w:t xml:space="preserve">only </w:t>
      </w:r>
      <w:r>
        <w:t xml:space="preserve">be sold </w:t>
      </w:r>
      <w:r w:rsidRPr="003D5919">
        <w:t>to institutional or professional investors. To access these economies, a fund operator would</w:t>
      </w:r>
      <w:r>
        <w:t>, as a minimum,</w:t>
      </w:r>
      <w:r w:rsidRPr="003D5919">
        <w:t xml:space="preserve"> </w:t>
      </w:r>
      <w:r>
        <w:t>need</w:t>
      </w:r>
      <w:r w:rsidRPr="003D5919">
        <w:t xml:space="preserve"> to set up a subsidiary that is locally licensed to manage</w:t>
      </w:r>
      <w:r>
        <w:t xml:space="preserve"> CISs</w:t>
      </w:r>
      <w:r w:rsidRPr="003D5919">
        <w:t>. In</w:t>
      </w:r>
      <w:r>
        <w:t xml:space="preserve"> a small number of</w:t>
      </w:r>
      <w:r w:rsidRPr="003D5919">
        <w:t xml:space="preserve"> other economies, </w:t>
      </w:r>
      <w:r>
        <w:t>notably</w:t>
      </w:r>
      <w:r w:rsidRPr="003D5919">
        <w:t xml:space="preserve"> New</w:t>
      </w:r>
      <w:r>
        <w:t> </w:t>
      </w:r>
      <w:r w:rsidRPr="003D5919">
        <w:t xml:space="preserve">Zealand, Australian </w:t>
      </w:r>
      <w:r>
        <w:t>CIS</w:t>
      </w:r>
      <w:r w:rsidRPr="003D5919">
        <w:t>s enjoy relatively easy market access</w:t>
      </w:r>
      <w:r>
        <w:t xml:space="preserve"> due to a bilateral mutual recognition arrangement</w:t>
      </w:r>
      <w:r w:rsidRPr="003D5919">
        <w:t>.</w:t>
      </w:r>
    </w:p>
    <w:p w:rsidR="0041503C" w:rsidRDefault="0041503C" w:rsidP="008D51C1">
      <w:pPr>
        <w:pStyle w:val="base-text-paragraph"/>
      </w:pPr>
      <w:r w:rsidRPr="00C45FD6">
        <w:t xml:space="preserve">The </w:t>
      </w:r>
      <w:r>
        <w:t xml:space="preserve">Passport </w:t>
      </w:r>
      <w:r w:rsidRPr="00C45FD6">
        <w:t>allow</w:t>
      </w:r>
      <w:r w:rsidR="001678C1">
        <w:t>s</w:t>
      </w:r>
      <w:r>
        <w:t xml:space="preserve"> </w:t>
      </w:r>
      <w:r w:rsidR="004B4D6D">
        <w:t>certain</w:t>
      </w:r>
      <w:r>
        <w:t xml:space="preserve"> CIS</w:t>
      </w:r>
      <w:r w:rsidRPr="00C45FD6">
        <w:t xml:space="preserve">s based and regulated in one economy (the home economy) to be </w:t>
      </w:r>
      <w:r>
        <w:t>‘</w:t>
      </w:r>
      <w:proofErr w:type="spellStart"/>
      <w:r w:rsidRPr="00C45FD6">
        <w:t>passported</w:t>
      </w:r>
      <w:proofErr w:type="spellEnd"/>
      <w:r>
        <w:t>’</w:t>
      </w:r>
      <w:r w:rsidRPr="00C45FD6">
        <w:t xml:space="preserve"> or sold to investors in other economies in the region (host economies). This </w:t>
      </w:r>
      <w:r>
        <w:t>will</w:t>
      </w:r>
      <w:r w:rsidRPr="00C45FD6">
        <w:t xml:space="preserve"> occur </w:t>
      </w:r>
      <w:r>
        <w:t xml:space="preserve">through mutual recognition, whereby </w:t>
      </w:r>
      <w:r w:rsidRPr="008E3494">
        <w:t>two or more sufficiently equivalent jurisdictions agree to recognise aspects of each other’s regulatory systems</w:t>
      </w:r>
      <w:r>
        <w:t>.</w:t>
      </w:r>
      <w:r w:rsidRPr="008E3494">
        <w:t xml:space="preserve"> </w:t>
      </w:r>
      <w:r>
        <w:t xml:space="preserve">Accordingly, there will be some </w:t>
      </w:r>
      <w:r w:rsidRPr="00C45FD6">
        <w:t>host economy requirement</w:t>
      </w:r>
      <w:r>
        <w:t>s</w:t>
      </w:r>
      <w:r w:rsidRPr="00C45FD6">
        <w:t xml:space="preserve"> applying to the operation and sale of scheme</w:t>
      </w:r>
      <w:r>
        <w:t>s that CISs from participating economies do not</w:t>
      </w:r>
      <w:r w:rsidRPr="00C45FD6">
        <w:t xml:space="preserve"> hav</w:t>
      </w:r>
      <w:r>
        <w:t>e</w:t>
      </w:r>
      <w:r w:rsidRPr="00C45FD6">
        <w:t xml:space="preserve"> to meet</w:t>
      </w:r>
      <w:r>
        <w:t>.</w:t>
      </w:r>
    </w:p>
    <w:p w:rsidR="0041503C" w:rsidRDefault="0041503C" w:rsidP="008D51C1">
      <w:pPr>
        <w:pStyle w:val="base-text-paragraph"/>
      </w:pPr>
      <w:r>
        <w:t>The home economy regulator is generally responsible for supervision and enforcement of requirements relating to the operation of the funds, as set out in the home economy laws and regulations and in the Passport Rules. The host economy regulator is generally responsible for supervision and enforcement of investor</w:t>
      </w:r>
      <w:r>
        <w:noBreakHyphen/>
        <w:t>facing requirements such as disclosure.</w:t>
      </w:r>
    </w:p>
    <w:p w:rsidR="0041503C" w:rsidRDefault="0041503C" w:rsidP="008D51C1">
      <w:pPr>
        <w:pStyle w:val="base-text-paragraph"/>
      </w:pPr>
      <w:r>
        <w:t>Each Passport economy must incorporate the Passport Rules into the</w:t>
      </w:r>
      <w:r w:rsidR="001678C1">
        <w:t>ir domestic law. The MOC oblig</w:t>
      </w:r>
      <w:r>
        <w:t xml:space="preserve">es each economy to ensure their domestic Passport Rules are substantially the same as the Passport Rules in Annex 3 of the MOC. The </w:t>
      </w:r>
      <w:r w:rsidR="00FD29BD" w:rsidRPr="00FD29BD">
        <w:t>Asia Region Funds Passport</w:t>
      </w:r>
      <w:r>
        <w:t xml:space="preserve"> Joint Committee</w:t>
      </w:r>
      <w:r w:rsidR="00FD29BD">
        <w:t xml:space="preserve"> (Joint Committee)</w:t>
      </w:r>
      <w:r>
        <w:t>, as part of its oversight of the implementation of the Passport, will work to ensure consistency in the Passport Rules across the Passport economies.</w:t>
      </w:r>
    </w:p>
    <w:p w:rsidR="0041503C" w:rsidRDefault="0041503C" w:rsidP="008D51C1">
      <w:pPr>
        <w:pStyle w:val="base-text-paragraph"/>
      </w:pPr>
      <w:r>
        <w:t>To ensure the appropriateness of these arrangements, the government of each Passport economy has assessed the regulatory framework of each other Passport economy in terms of its regulatory outcomes for regulated CIVs. Each Passport signatory:</w:t>
      </w:r>
    </w:p>
    <w:p w:rsidR="0041503C" w:rsidRDefault="0041503C" w:rsidP="008D51C1">
      <w:pPr>
        <w:pStyle w:val="dotpoint"/>
      </w:pPr>
      <w:r>
        <w:t xml:space="preserve">must be a signatory to Appendix A of the </w:t>
      </w:r>
      <w:r w:rsidR="00D475C2">
        <w:t>IOSCO</w:t>
      </w:r>
      <w:r>
        <w:t xml:space="preserve"> Multilateral Memorandum of Understanding Concerning Consultation and Co</w:t>
      </w:r>
      <w:r>
        <w:noBreakHyphen/>
        <w:t>operation and the Exchange of Information;</w:t>
      </w:r>
    </w:p>
    <w:p w:rsidR="0041503C" w:rsidRDefault="0041503C" w:rsidP="008D51C1">
      <w:pPr>
        <w:pStyle w:val="dotpoint"/>
      </w:pPr>
      <w:r>
        <w:t>must not be on the Financial Action Taskforce’s list of high risk and non</w:t>
      </w:r>
      <w:r>
        <w:noBreakHyphen/>
        <w:t>cooperative jurisdictions; and</w:t>
      </w:r>
    </w:p>
    <w:p w:rsidR="0041503C" w:rsidRDefault="0041503C" w:rsidP="008D51C1">
      <w:pPr>
        <w:pStyle w:val="dotpoint"/>
      </w:pPr>
      <w:r>
        <w:t xml:space="preserve">must have fully or broadly implemented the relevant </w:t>
      </w:r>
      <w:r w:rsidR="00D475C2">
        <w:t xml:space="preserve">IOSCO </w:t>
      </w:r>
      <w:r>
        <w:t xml:space="preserve">principles relating to enforcement, cooperation and </w:t>
      </w:r>
      <w:r w:rsidR="005B39DF">
        <w:t>CIS</w:t>
      </w:r>
      <w:r>
        <w:t>s.</w:t>
      </w:r>
    </w:p>
    <w:p w:rsidR="0041503C" w:rsidRDefault="0041503C" w:rsidP="008D51C1">
      <w:pPr>
        <w:pStyle w:val="base-text-paragraphnonumbers"/>
      </w:pPr>
      <w:r>
        <w:t>Each government has determined that the other Passport economies’ regulatory frameworks are equivalent to their own frameworks on that basis.</w:t>
      </w:r>
    </w:p>
    <w:p w:rsidR="0041503C" w:rsidRPr="00685303" w:rsidRDefault="0041503C" w:rsidP="008D51C1">
      <w:pPr>
        <w:pStyle w:val="base-text-paragraph"/>
      </w:pPr>
      <w:r>
        <w:t>Regulator co</w:t>
      </w:r>
      <w:r>
        <w:noBreakHyphen/>
        <w:t>operation is central to the continuing operation of the Passport since host economy regulators place considerable reliance on home economy regulators to regulate the operation of the funds. The</w:t>
      </w:r>
      <w:r w:rsidR="00497C9E">
        <w:t> </w:t>
      </w:r>
      <w:r>
        <w:t>MOC sets out several mechanisms for regulator co</w:t>
      </w:r>
      <w:r>
        <w:noBreakHyphen/>
        <w:t xml:space="preserve">operation which have been incorporated into legislation. </w:t>
      </w:r>
      <w:r w:rsidRPr="00685303">
        <w:t>For example, in determining whether to reject a notice of intention to offer interests in Australia</w:t>
      </w:r>
      <w:r>
        <w:t>,</w:t>
      </w:r>
      <w:r w:rsidRPr="00685303">
        <w:t xml:space="preserve"> or whether to issue a stop order against a foreign passport fund, </w:t>
      </w:r>
      <w:r w:rsidR="009C1132">
        <w:t xml:space="preserve">the </w:t>
      </w:r>
      <w:r w:rsidR="00612AD1" w:rsidRPr="005B39DF">
        <w:rPr>
          <w:lang w:eastAsia="en-US"/>
        </w:rPr>
        <w:t>Australian Securities and Investments Commission</w:t>
      </w:r>
      <w:r w:rsidR="00612AD1">
        <w:t xml:space="preserve"> (</w:t>
      </w:r>
      <w:r w:rsidRPr="00685303">
        <w:t>ASIC</w:t>
      </w:r>
      <w:r w:rsidR="00612AD1">
        <w:t>)</w:t>
      </w:r>
      <w:r w:rsidRPr="00685303">
        <w:t xml:space="preserve"> must write to the home economy regulator if </w:t>
      </w:r>
      <w:r w:rsidR="00AB558A">
        <w:t>a decision to reject a notice of intention or issue a stop order would be made</w:t>
      </w:r>
      <w:r w:rsidRPr="00685303">
        <w:t xml:space="preserve"> on the basis that a home economy law is not likely to be complied with.</w:t>
      </w:r>
    </w:p>
    <w:p w:rsidR="0041503C" w:rsidRDefault="009A3E77" w:rsidP="008D51C1">
      <w:pPr>
        <w:pStyle w:val="base-text-paragraph"/>
      </w:pPr>
      <w:r>
        <w:t>Relying</w:t>
      </w:r>
      <w:r w:rsidR="0041503C">
        <w:t xml:space="preserve"> on the home regulator to enforce rules relating to operations justifies the need for </w:t>
      </w:r>
      <w:r w:rsidR="003D2B5A">
        <w:t xml:space="preserve">Category A </w:t>
      </w:r>
      <w:r w:rsidR="0041503C">
        <w:t xml:space="preserve">extended geographical jurisdiction. Australian authorities require this extended geographic reach to take enforcement action with regard to offences committed outside Australia by funds for </w:t>
      </w:r>
      <w:r w:rsidR="003D2B5A">
        <w:t>which</w:t>
      </w:r>
      <w:r w:rsidR="0041503C">
        <w:t xml:space="preserve"> Australia is the home regulator.</w:t>
      </w:r>
    </w:p>
    <w:p w:rsidR="0041503C" w:rsidRDefault="0041503C" w:rsidP="008D51C1">
      <w:pPr>
        <w:pStyle w:val="base-text-paragraph"/>
      </w:pPr>
      <w:r>
        <w:t>The MOC is structured as follows:</w:t>
      </w:r>
    </w:p>
    <w:p w:rsidR="0041503C" w:rsidRDefault="0041503C" w:rsidP="008D51C1">
      <w:pPr>
        <w:pStyle w:val="dotpoint"/>
      </w:pPr>
      <w:r>
        <w:t>The body of the MOC sets out the signatories’ commitment to participate in the Passport, establishes a governing framework and a mechanism for the resolution of differences, and sets out the eligibility criteria for economies wanting to participate in the arrangement</w:t>
      </w:r>
      <w:r w:rsidR="00B21F36">
        <w:t xml:space="preserve">. </w:t>
      </w:r>
      <w:r>
        <w:t>Paragraph 5 of the MOC establishes the commitment to implement the Passport arrangements and outlines what this means for participant economies.</w:t>
      </w:r>
    </w:p>
    <w:p w:rsidR="0041503C" w:rsidRDefault="0041503C" w:rsidP="008D51C1">
      <w:pPr>
        <w:pStyle w:val="dotpoint"/>
      </w:pPr>
      <w:r>
        <w:t xml:space="preserve">Annex 1 of the MOC outlines how a participant may impose obligations on passport funds from other economies that are offered in its economy (the </w:t>
      </w:r>
      <w:r w:rsidRPr="00403595">
        <w:rPr>
          <w:b/>
        </w:rPr>
        <w:t xml:space="preserve">host economy </w:t>
      </w:r>
      <w:r>
        <w:t>obligations).</w:t>
      </w:r>
    </w:p>
    <w:p w:rsidR="0041503C" w:rsidRDefault="0041503C" w:rsidP="008D51C1">
      <w:pPr>
        <w:pStyle w:val="dotpoint"/>
      </w:pPr>
      <w:r>
        <w:t xml:space="preserve">Annex 2 of the MOC sets out the common regulatory arrangements for passport funds that each participant will give effect to </w:t>
      </w:r>
      <w:r>
        <w:noBreakHyphen/>
        <w:t xml:space="preserve"> how passport funds are to be registered and supervised by regulators and how the Passport arrangements are to be enforced (the </w:t>
      </w:r>
      <w:r w:rsidRPr="00403595">
        <w:rPr>
          <w:b/>
        </w:rPr>
        <w:t>common regulatory arrangements</w:t>
      </w:r>
      <w:r>
        <w:t>).</w:t>
      </w:r>
    </w:p>
    <w:p w:rsidR="0041503C" w:rsidRDefault="0041503C" w:rsidP="008D51C1">
      <w:pPr>
        <w:pStyle w:val="dotpoint"/>
      </w:pPr>
      <w:r>
        <w:t xml:space="preserve">Annex 3 of the MOC sets out the </w:t>
      </w:r>
      <w:r w:rsidRPr="00403595">
        <w:rPr>
          <w:b/>
        </w:rPr>
        <w:t>Passport Rules</w:t>
      </w:r>
      <w:r>
        <w:t xml:space="preserve">. This is a common set of obligations which the operators of passport funds will be required to comply </w:t>
      </w:r>
      <w:r w:rsidR="004B2A53">
        <w:t>with</w:t>
      </w:r>
      <w:r>
        <w:t xml:space="preserve"> on an ongoing basis. They will apply to a passport fund concurrently in both the home and any host economies.</w:t>
      </w:r>
    </w:p>
    <w:p w:rsidR="0041503C" w:rsidRDefault="0041503C" w:rsidP="008D51C1">
      <w:pPr>
        <w:pStyle w:val="dotpoint"/>
      </w:pPr>
      <w:r>
        <w:t xml:space="preserve">Annex 4 of the MOC sets out arrangements for </w:t>
      </w:r>
      <w:r w:rsidRPr="00403595">
        <w:rPr>
          <w:b/>
        </w:rPr>
        <w:t>cooperation</w:t>
      </w:r>
      <w:r>
        <w:t xml:space="preserve"> between regulators.</w:t>
      </w:r>
    </w:p>
    <w:p w:rsidR="0041503C" w:rsidRDefault="0041503C" w:rsidP="008D51C1">
      <w:pPr>
        <w:pStyle w:val="dotpoint"/>
      </w:pPr>
      <w:r>
        <w:t xml:space="preserve">Annex 5 of the MOC defines the </w:t>
      </w:r>
      <w:r w:rsidRPr="00DC3D7A">
        <w:t>form</w:t>
      </w:r>
      <w:r>
        <w:t xml:space="preserve"> to be used for formal notification of participation in the MOC by </w:t>
      </w:r>
      <w:r w:rsidRPr="00106F7A">
        <w:rPr>
          <w:b/>
        </w:rPr>
        <w:t>subsequent</w:t>
      </w:r>
      <w:r>
        <w:t xml:space="preserve"> </w:t>
      </w:r>
      <w:r w:rsidRPr="00106F7A">
        <w:rPr>
          <w:b/>
        </w:rPr>
        <w:t>participants</w:t>
      </w:r>
      <w:r>
        <w:t>.</w:t>
      </w:r>
    </w:p>
    <w:p w:rsidR="0041503C" w:rsidRDefault="0041503C" w:rsidP="008D51C1">
      <w:pPr>
        <w:pStyle w:val="base-text-paragraph"/>
      </w:pPr>
      <w:r w:rsidRPr="00D11455">
        <w:t>Following the signing of the MOC</w:t>
      </w:r>
      <w:r>
        <w:t>,</w:t>
      </w:r>
      <w:r w:rsidRPr="00D11455">
        <w:t xml:space="preserve"> </w:t>
      </w:r>
      <w:r>
        <w:t>it is</w:t>
      </w:r>
      <w:r w:rsidRPr="00D11455">
        <w:t xml:space="preserve"> necessary to reflect the</w:t>
      </w:r>
      <w:r>
        <w:t xml:space="preserve"> Passport</w:t>
      </w:r>
      <w:r w:rsidRPr="00D11455">
        <w:t xml:space="preserve"> arrangements in Australian law through amendments to the </w:t>
      </w:r>
      <w:r w:rsidRPr="00FD29BD">
        <w:rPr>
          <w:i/>
        </w:rPr>
        <w:t>Corporations Act</w:t>
      </w:r>
      <w:r w:rsidR="001D0CEE" w:rsidRPr="00FD29BD">
        <w:rPr>
          <w:i/>
        </w:rPr>
        <w:t> 2001</w:t>
      </w:r>
      <w:r w:rsidR="001D0CEE">
        <w:t xml:space="preserve"> (Corporations Act)</w:t>
      </w:r>
      <w:r w:rsidRPr="00D11455">
        <w:t xml:space="preserve">, the </w:t>
      </w:r>
      <w:r w:rsidR="002D4CEF" w:rsidRPr="00FD29BD">
        <w:rPr>
          <w:i/>
        </w:rPr>
        <w:t>Australian Securities and Investments Commission Act</w:t>
      </w:r>
      <w:r w:rsidR="002D4CEF">
        <w:rPr>
          <w:i/>
        </w:rPr>
        <w:t> </w:t>
      </w:r>
      <w:r w:rsidR="002D4CEF" w:rsidRPr="00FD29BD">
        <w:rPr>
          <w:i/>
        </w:rPr>
        <w:t>2001</w:t>
      </w:r>
      <w:r w:rsidR="002D4CEF" w:rsidRPr="00FD29BD">
        <w:t xml:space="preserve"> (</w:t>
      </w:r>
      <w:r w:rsidRPr="00D11455">
        <w:t>ASIC</w:t>
      </w:r>
      <w:r>
        <w:t> </w:t>
      </w:r>
      <w:r w:rsidRPr="00D11455">
        <w:t>Act</w:t>
      </w:r>
      <w:r w:rsidR="002D4CEF">
        <w:t>)</w:t>
      </w:r>
      <w:r w:rsidRPr="00D11455">
        <w:t xml:space="preserve"> and related legislation.</w:t>
      </w:r>
      <w:r>
        <w:t xml:space="preserve"> The Bill implements the following key changes:</w:t>
      </w:r>
    </w:p>
    <w:p w:rsidR="0041503C" w:rsidRDefault="0041503C" w:rsidP="008D51C1">
      <w:pPr>
        <w:pStyle w:val="dotpoint"/>
      </w:pPr>
      <w:r>
        <w:t>It establishes a mechanism for incorporating the Passport Rules in Annex 3 of the MOC into Australian law, and imposes an obligation on passport funds and operators registered in Australia as well as foreign passport funds and operators offering interests in Australia to comply with the Passport Rules</w:t>
      </w:r>
      <w:r w:rsidR="00BC130B">
        <w:t>.</w:t>
      </w:r>
    </w:p>
    <w:p w:rsidR="0041503C" w:rsidRDefault="0041503C" w:rsidP="008D51C1">
      <w:pPr>
        <w:pStyle w:val="dotpoint"/>
      </w:pPr>
      <w:r>
        <w:t>It establishes a new Chapter 8A in the Corporations Act which mainly implements the common regulatory arrangements in Annex 2 of the MOC. Chapter 8A among other things sets out the process whereby Australian CISs may be registered by ASIC as passport funds. It also sets out the process whereby foreign passport funds may notify ASIC of their intention to offer interests in the fund to Australian investors and the circumstances in which ASIC may reject such notifications</w:t>
      </w:r>
      <w:r w:rsidR="00BC130B">
        <w:t>.</w:t>
      </w:r>
    </w:p>
    <w:p w:rsidR="0041503C" w:rsidRDefault="0041503C" w:rsidP="008D51C1">
      <w:pPr>
        <w:pStyle w:val="dotpoint"/>
      </w:pPr>
      <w:r>
        <w:t>It makes amendments to other parts of the Corporations Act clarifying how the obligations in those parts are to apply to foreign passport funds, as allowed under Annex 1 of the MOC. Key areas in which obligations are made to apply to foreign passport funds in this manner include financial reporting, licensing and disclosure.</w:t>
      </w:r>
    </w:p>
    <w:p w:rsidR="0041503C" w:rsidRDefault="0041503C" w:rsidP="008D51C1">
      <w:pPr>
        <w:pStyle w:val="base-text-paragraph"/>
      </w:pPr>
      <w:r>
        <w:t xml:space="preserve">The detailed amendments in the Bill are explained in full in the following chapters of the explanatory materials. All provision references in </w:t>
      </w:r>
      <w:r w:rsidRPr="006E4C9A">
        <w:t>the explanatory materials</w:t>
      </w:r>
      <w:r w:rsidRPr="006E4C9A" w:rsidDel="006E4C9A">
        <w:t xml:space="preserve"> </w:t>
      </w:r>
      <w:r>
        <w:t>are to the Corporations Act unless otherwise stated.</w:t>
      </w:r>
    </w:p>
    <w:p w:rsidR="0041503C" w:rsidRDefault="0041503C" w:rsidP="008D51C1">
      <w:pPr>
        <w:pStyle w:val="Hiddentext"/>
      </w:pPr>
    </w:p>
    <w:p w:rsidR="0041503C" w:rsidRDefault="0041503C" w:rsidP="008D51C1">
      <w:pPr>
        <w:sectPr w:rsidR="0041503C" w:rsidSect="00EB465D">
          <w:headerReference w:type="even" r:id="rId30"/>
          <w:headerReference w:type="default" r:id="rId31"/>
          <w:footerReference w:type="even" r:id="rId32"/>
          <w:footerReference w:type="default" r:id="rId33"/>
          <w:footerReference w:type="first" r:id="rId34"/>
          <w:type w:val="oddPage"/>
          <w:pgSz w:w="9979" w:h="14175" w:code="9"/>
          <w:pgMar w:top="567" w:right="1134" w:bottom="567" w:left="1134" w:header="709" w:footer="709" w:gutter="0"/>
          <w:cols w:space="708"/>
          <w:titlePg/>
          <w:docGrid w:linePitch="360"/>
        </w:sectPr>
      </w:pPr>
    </w:p>
    <w:p w:rsidR="0041503C" w:rsidRPr="00F51A71" w:rsidRDefault="0041503C" w:rsidP="008D51C1">
      <w:pPr>
        <w:pStyle w:val="ChapterHeading"/>
        <w:tabs>
          <w:tab w:val="num" w:pos="360"/>
        </w:tabs>
        <w:spacing w:after="0"/>
      </w:pPr>
      <w:r w:rsidRPr="00F51A71">
        <w:br/>
      </w:r>
      <w:bookmarkStart w:id="93" w:name="_Toc490750340"/>
      <w:bookmarkStart w:id="94" w:name="_Toc500425945"/>
      <w:bookmarkStart w:id="95" w:name="_Toc500426342"/>
      <w:bookmarkStart w:id="96" w:name="_Toc500512461"/>
      <w:bookmarkStart w:id="97" w:name="_Toc500779070"/>
      <w:bookmarkStart w:id="98" w:name="_Toc500839072"/>
      <w:bookmarkStart w:id="99" w:name="_Toc500841343"/>
      <w:bookmarkStart w:id="100" w:name="_Toc500842248"/>
      <w:bookmarkStart w:id="101" w:name="_Toc500843186"/>
      <w:bookmarkStart w:id="102" w:name="_Toc500845170"/>
      <w:bookmarkStart w:id="103" w:name="_Toc500847364"/>
      <w:bookmarkStart w:id="104" w:name="_Toc500849871"/>
      <w:bookmarkStart w:id="105" w:name="_Toc500850347"/>
      <w:bookmarkStart w:id="106" w:name="_Toc500850428"/>
      <w:bookmarkStart w:id="107" w:name="_Toc500850607"/>
      <w:bookmarkStart w:id="108" w:name="_Toc500933803"/>
      <w:bookmarkStart w:id="109" w:name="_Toc500942566"/>
      <w:bookmarkStart w:id="110" w:name="_Toc500944271"/>
      <w:bookmarkStart w:id="111" w:name="_Toc500946605"/>
      <w:bookmarkStart w:id="112" w:name="_Toc500948852"/>
      <w:bookmarkStart w:id="113" w:name="_Toc500949866"/>
      <w:bookmarkStart w:id="114" w:name="_Toc500951836"/>
      <w:bookmarkStart w:id="115" w:name="_Toc500957369"/>
      <w:bookmarkStart w:id="116" w:name="_Toc501035905"/>
      <w:bookmarkStart w:id="117" w:name="_Toc501041014"/>
      <w:bookmarkStart w:id="118" w:name="_Toc501045842"/>
      <w:bookmarkStart w:id="119" w:name="_Toc501046516"/>
      <w:bookmarkStart w:id="120" w:name="_Toc501048189"/>
      <w:bookmarkStart w:id="121" w:name="_Toc501048327"/>
      <w:bookmarkStart w:id="122" w:name="_Toc506376998"/>
      <w:bookmarkStart w:id="123" w:name="_Toc506378940"/>
      <w:r>
        <w:t>Key definitions</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rsidR="0041503C" w:rsidRDefault="0041503C" w:rsidP="008D51C1">
      <w:pPr>
        <w:pStyle w:val="Heading2"/>
      </w:pPr>
      <w:r>
        <w:t>Outline of chapter</w:t>
      </w:r>
    </w:p>
    <w:p w:rsidR="0041503C" w:rsidRDefault="0041503C" w:rsidP="008D51C1">
      <w:pPr>
        <w:pStyle w:val="base-text-paragraph"/>
      </w:pPr>
      <w:r w:rsidRPr="00D132DC">
        <w:t>Schedule</w:t>
      </w:r>
      <w:r>
        <w:t> </w:t>
      </w:r>
      <w:r w:rsidRPr="00D132DC">
        <w:t>1</w:t>
      </w:r>
      <w:r>
        <w:t xml:space="preserve"> to the Bill inserts a new Chapter 8A into </w:t>
      </w:r>
      <w:r w:rsidDel="00D76F64">
        <w:t xml:space="preserve">the </w:t>
      </w:r>
      <w:r w:rsidR="00D76F64">
        <w:t>Corporations</w:t>
      </w:r>
      <w:r w:rsidR="00E505C7">
        <w:t> </w:t>
      </w:r>
      <w:r w:rsidR="00D76F64">
        <w:t>Act</w:t>
      </w:r>
      <w:r>
        <w:t xml:space="preserve">. </w:t>
      </w:r>
      <w:r w:rsidRPr="007752A6">
        <w:t>Parts</w:t>
      </w:r>
      <w:r>
        <w:t> </w:t>
      </w:r>
      <w:r w:rsidRPr="007752A6">
        <w:t>8A.1 and 8A.2 mainly contain a number of key definitions and set</w:t>
      </w:r>
      <w:r>
        <w:t xml:space="preserve"> out the mechanism for incorporating the rules for passport funds into Australian domestic law.</w:t>
      </w:r>
    </w:p>
    <w:p w:rsidR="005E7204" w:rsidRDefault="005E7204" w:rsidP="008D51C1">
      <w:pPr>
        <w:pStyle w:val="Heading2"/>
      </w:pPr>
      <w:r>
        <w:t>Context of amendments</w:t>
      </w:r>
    </w:p>
    <w:p w:rsidR="006F05DA" w:rsidRDefault="00C51AEB" w:rsidP="008D51C1">
      <w:pPr>
        <w:pStyle w:val="base-text-paragraph"/>
      </w:pPr>
      <w:r w:rsidRPr="00C51AEB">
        <w:t xml:space="preserve">The MOC </w:t>
      </w:r>
      <w:r w:rsidR="006F05DA">
        <w:t>provides the key definitions for the Passport as follows:</w:t>
      </w:r>
    </w:p>
    <w:p w:rsidR="00C51AEB" w:rsidRDefault="000E073F" w:rsidP="008D51C1">
      <w:pPr>
        <w:pStyle w:val="dotpoint"/>
      </w:pPr>
      <w:r>
        <w:t>d</w:t>
      </w:r>
      <w:r w:rsidR="006F05DA">
        <w:t>efinitions applicable to the framework of the MOC</w:t>
      </w:r>
      <w:r w:rsidR="00FB7C4B">
        <w:t>,</w:t>
      </w:r>
      <w:r w:rsidR="006F05DA">
        <w:t xml:space="preserve"> such as Participant, </w:t>
      </w:r>
      <w:r w:rsidR="00FB7C4B">
        <w:t xml:space="preserve">the MOC, </w:t>
      </w:r>
      <w:r w:rsidR="00507620">
        <w:t>passport fund</w:t>
      </w:r>
      <w:r w:rsidR="00FB7C4B">
        <w:t xml:space="preserve"> and</w:t>
      </w:r>
      <w:r w:rsidR="006F05DA">
        <w:t xml:space="preserve"> Joint Committee</w:t>
      </w:r>
      <w:r w:rsidR="00FB7C4B">
        <w:t xml:space="preserve"> </w:t>
      </w:r>
      <w:r w:rsidR="006F05DA">
        <w:t>(</w:t>
      </w:r>
      <w:r w:rsidR="00FB7C4B">
        <w:t>p</w:t>
      </w:r>
      <w:r w:rsidR="006F05DA">
        <w:t>aragraph 4 of the MOC)</w:t>
      </w:r>
      <w:r w:rsidR="00FB7C4B">
        <w:t>; and</w:t>
      </w:r>
    </w:p>
    <w:p w:rsidR="00FB7C4B" w:rsidRDefault="000E073F" w:rsidP="008D51C1">
      <w:pPr>
        <w:pStyle w:val="dotpoint"/>
      </w:pPr>
      <w:r>
        <w:t>k</w:t>
      </w:r>
      <w:r w:rsidR="00FB7C4B">
        <w:t>ey definitions for the Passport Rules</w:t>
      </w:r>
      <w:r>
        <w:t>,</w:t>
      </w:r>
      <w:r w:rsidR="00FB7C4B">
        <w:t xml:space="preserve"> such as home economy, home regulator, host economy, host regulator and operator (</w:t>
      </w:r>
      <w:r w:rsidR="009335D8">
        <w:t>Part </w:t>
      </w:r>
      <w:r w:rsidR="00FB7C4B">
        <w:t xml:space="preserve">9 of Annex 3 </w:t>
      </w:r>
      <w:r w:rsidR="00007DD8">
        <w:t>of</w:t>
      </w:r>
      <w:r w:rsidR="00FB7C4B">
        <w:t xml:space="preserve"> the MOC).</w:t>
      </w:r>
    </w:p>
    <w:p w:rsidR="00FB7C4B" w:rsidRDefault="00FB7C4B" w:rsidP="008D51C1">
      <w:pPr>
        <w:pStyle w:val="base-text-paragraph"/>
      </w:pPr>
      <w:r>
        <w:t xml:space="preserve">To give effect to the Passport in Australia, key definitions are inserted into the </w:t>
      </w:r>
      <w:r w:rsidDel="00403DD9">
        <w:t>Corporations</w:t>
      </w:r>
      <w:r w:rsidR="001D0CEE">
        <w:t> </w:t>
      </w:r>
      <w:r w:rsidDel="00403DD9">
        <w:t>Act</w:t>
      </w:r>
      <w:r>
        <w:t>.</w:t>
      </w:r>
    </w:p>
    <w:p w:rsidR="00FB7C4B" w:rsidRDefault="00FB7C4B" w:rsidP="008D51C1">
      <w:pPr>
        <w:pStyle w:val="base-text-paragraph"/>
      </w:pPr>
      <w:r>
        <w:t xml:space="preserve">The Passport Rules </w:t>
      </w:r>
      <w:r w:rsidR="00427698">
        <w:t>contained in Annex 3 of the MOC</w:t>
      </w:r>
      <w:r>
        <w:t xml:space="preserve"> are the </w:t>
      </w:r>
      <w:r w:rsidR="000E073F">
        <w:t xml:space="preserve">Passport’s core operating </w:t>
      </w:r>
      <w:r>
        <w:t>rules that are to apply as</w:t>
      </w:r>
      <w:r w:rsidR="000E073F" w:rsidRPr="000E073F">
        <w:t xml:space="preserve"> </w:t>
      </w:r>
      <w:r w:rsidR="000E073F">
        <w:t xml:space="preserve">requirements in each Participant's economy. They apply to </w:t>
      </w:r>
      <w:r w:rsidR="00406DB0">
        <w:t>CISs</w:t>
      </w:r>
      <w:r w:rsidR="000E073F">
        <w:t xml:space="preserve"> that are admitted to </w:t>
      </w:r>
      <w:r>
        <w:t>enter the passport arrangements</w:t>
      </w:r>
      <w:r w:rsidR="000E073F">
        <w:t xml:space="preserve"> by their home economy</w:t>
      </w:r>
      <w:r>
        <w:t xml:space="preserve">. </w:t>
      </w:r>
      <w:r w:rsidR="000E073F">
        <w:t xml:space="preserve">They will have effect in Australia </w:t>
      </w:r>
      <w:r w:rsidR="00427698">
        <w:t>as a consequence of</w:t>
      </w:r>
      <w:r w:rsidR="000E073F">
        <w:t xml:space="preserve"> the Minister making rules incorporating the content of the Passport Rules</w:t>
      </w:r>
      <w:r w:rsidR="005744B5">
        <w:t xml:space="preserve">, using </w:t>
      </w:r>
      <w:r w:rsidR="00427698">
        <w:t>a new rule</w:t>
      </w:r>
      <w:r w:rsidR="00C66CA3">
        <w:noBreakHyphen/>
      </w:r>
      <w:r w:rsidR="00427698">
        <w:t>making provision</w:t>
      </w:r>
      <w:r w:rsidR="000E073F">
        <w:t>.</w:t>
      </w:r>
    </w:p>
    <w:p w:rsidR="0041503C" w:rsidRDefault="0041503C" w:rsidP="008D51C1">
      <w:pPr>
        <w:pStyle w:val="Heading2"/>
      </w:pPr>
      <w:r>
        <w:t>Summary of new law</w:t>
      </w:r>
    </w:p>
    <w:p w:rsidR="0041503C" w:rsidRDefault="0041503C" w:rsidP="008D51C1">
      <w:pPr>
        <w:pStyle w:val="base-text-paragraph"/>
      </w:pPr>
      <w:r>
        <w:t xml:space="preserve">The new law states that a country is a </w:t>
      </w:r>
      <w:r w:rsidRPr="00DA6AAD">
        <w:rPr>
          <w:b/>
          <w:i/>
        </w:rPr>
        <w:t>participating economy</w:t>
      </w:r>
      <w:r>
        <w:t xml:space="preserve"> and eligible for the special Passport arrangements if it signed and implemented the MOC and has not withdrawn from the MOC. Economies will cease to be participating economies if the MOC is terminated.</w:t>
      </w:r>
    </w:p>
    <w:p w:rsidR="0041503C" w:rsidRDefault="0041503C" w:rsidP="008D51C1">
      <w:pPr>
        <w:pStyle w:val="base-text-paragraph"/>
      </w:pPr>
      <w:r>
        <w:t>The Minister must publish a list of the participating economies.</w:t>
      </w:r>
    </w:p>
    <w:p w:rsidR="0041503C" w:rsidRDefault="0041503C" w:rsidP="008D51C1">
      <w:pPr>
        <w:pStyle w:val="base-text-paragraph"/>
      </w:pPr>
      <w:r>
        <w:t xml:space="preserve">The </w:t>
      </w:r>
      <w:r w:rsidRPr="00DA6AAD">
        <w:rPr>
          <w:b/>
          <w:i/>
        </w:rPr>
        <w:t xml:space="preserve">Passport Rules for </w:t>
      </w:r>
      <w:r>
        <w:rPr>
          <w:b/>
          <w:i/>
        </w:rPr>
        <w:t>this jurisdiction</w:t>
      </w:r>
      <w:r>
        <w:t xml:space="preserve"> are the rules for passport funds that are made by the Minister and in force in Australia. The </w:t>
      </w:r>
      <w:r>
        <w:rPr>
          <w:b/>
          <w:i/>
        </w:rPr>
        <w:t>Passport R</w:t>
      </w:r>
      <w:r w:rsidRPr="00DA6AAD">
        <w:rPr>
          <w:b/>
          <w:i/>
        </w:rPr>
        <w:t>ules for a participating economy other than Australia</w:t>
      </w:r>
      <w:r>
        <w:t xml:space="preserve"> are the rules for passport funds in force in another country that has signed and implemented the MOC. Both the Passport Rules for this jurisdiction and the Passport Rules for a participating economy other than Australia must be substantially the same as the agreed rules for passport funds in Annex 3 of the MOC.</w:t>
      </w:r>
    </w:p>
    <w:p w:rsidR="0041503C" w:rsidRDefault="0041503C" w:rsidP="008D51C1">
      <w:pPr>
        <w:pStyle w:val="base-text-paragraph"/>
      </w:pPr>
      <w:r w:rsidRPr="00DA6AAD">
        <w:rPr>
          <w:b/>
          <w:i/>
        </w:rPr>
        <w:t>Passport funds</w:t>
      </w:r>
      <w:r>
        <w:t xml:space="preserve"> are </w:t>
      </w:r>
      <w:r w:rsidRPr="00DA6AAD">
        <w:rPr>
          <w:b/>
          <w:i/>
        </w:rPr>
        <w:t>regulated CISs</w:t>
      </w:r>
      <w:r>
        <w:t xml:space="preserve"> and sub</w:t>
      </w:r>
      <w:r>
        <w:noBreakHyphen/>
        <w:t xml:space="preserve">funds of regulated CISs that are registered as a passport fund in a participating economy. The economy where the passport fund is first registered or approved is referred to as the fund’s </w:t>
      </w:r>
      <w:r>
        <w:rPr>
          <w:b/>
          <w:i/>
        </w:rPr>
        <w:t>home economy</w:t>
      </w:r>
      <w:r>
        <w:t xml:space="preserve">. If the fund applies or is permitted to offer interests in another economy, the other economy is the fund’s </w:t>
      </w:r>
      <w:r>
        <w:rPr>
          <w:b/>
          <w:i/>
        </w:rPr>
        <w:t>host economy</w:t>
      </w:r>
      <w:r>
        <w:t>.</w:t>
      </w:r>
    </w:p>
    <w:p w:rsidR="0041503C" w:rsidRPr="009D69A4" w:rsidRDefault="0041503C" w:rsidP="008D51C1">
      <w:pPr>
        <w:pStyle w:val="Heading2with18pointafter"/>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41503C" w:rsidRPr="004666B8" w:rsidTr="0041503C">
        <w:trPr>
          <w:cantSplit/>
          <w:tblHeader/>
        </w:trPr>
        <w:tc>
          <w:tcPr>
            <w:tcW w:w="3275" w:type="dxa"/>
          </w:tcPr>
          <w:p w:rsidR="0041503C" w:rsidRPr="002337B4" w:rsidRDefault="0041503C" w:rsidP="008D51C1">
            <w:pPr>
              <w:pStyle w:val="tableheaderwithintable"/>
              <w:rPr>
                <w:lang w:eastAsia="en-US"/>
              </w:rPr>
            </w:pPr>
            <w:r w:rsidRPr="002337B4">
              <w:rPr>
                <w:lang w:eastAsia="en-US"/>
              </w:rPr>
              <w:t>New law</w:t>
            </w:r>
          </w:p>
        </w:tc>
        <w:tc>
          <w:tcPr>
            <w:tcW w:w="3276" w:type="dxa"/>
          </w:tcPr>
          <w:p w:rsidR="0041503C" w:rsidRPr="00497C9E" w:rsidRDefault="0041503C" w:rsidP="008D51C1">
            <w:pPr>
              <w:pStyle w:val="tableheaderwithintable"/>
              <w:rPr>
                <w:lang w:eastAsia="en-US"/>
              </w:rPr>
            </w:pPr>
            <w:r w:rsidRPr="00497C9E">
              <w:rPr>
                <w:lang w:eastAsia="en-US"/>
              </w:rPr>
              <w:t>Current law</w:t>
            </w:r>
          </w:p>
        </w:tc>
      </w:tr>
      <w:tr w:rsidR="0041503C" w:rsidRPr="004666B8" w:rsidTr="0041503C">
        <w:trPr>
          <w:cantSplit/>
        </w:trPr>
        <w:tc>
          <w:tcPr>
            <w:tcW w:w="3275" w:type="dxa"/>
          </w:tcPr>
          <w:p w:rsidR="0041503C" w:rsidRPr="00497C9E" w:rsidRDefault="0041503C" w:rsidP="008D51C1">
            <w:pPr>
              <w:pStyle w:val="tabletext"/>
              <w:tabs>
                <w:tab w:val="center" w:pos="1529"/>
              </w:tabs>
              <w:rPr>
                <w:lang w:eastAsia="en-US"/>
              </w:rPr>
            </w:pPr>
            <w:r w:rsidRPr="002337B4">
              <w:rPr>
                <w:lang w:eastAsia="en-US"/>
              </w:rPr>
              <w:t xml:space="preserve">Special arrangements apply to passport funds. </w:t>
            </w:r>
            <w:r w:rsidRPr="00497C9E">
              <w:rPr>
                <w:b/>
                <w:i/>
                <w:lang w:eastAsia="en-US"/>
              </w:rPr>
              <w:t>Passport funds</w:t>
            </w:r>
            <w:r w:rsidRPr="00497C9E">
              <w:rPr>
                <w:lang w:eastAsia="en-US"/>
              </w:rPr>
              <w:t xml:space="preserve"> are regulated CISs, and sub</w:t>
            </w:r>
            <w:r w:rsidRPr="00497C9E">
              <w:rPr>
                <w:lang w:eastAsia="en-US"/>
              </w:rPr>
              <w:noBreakHyphen/>
              <w:t>funds of regulated CISs, that are registered as a passport fund in a participating economy.</w:t>
            </w:r>
          </w:p>
        </w:tc>
        <w:tc>
          <w:tcPr>
            <w:tcW w:w="3276" w:type="dxa"/>
          </w:tcPr>
          <w:p w:rsidR="0041503C" w:rsidRPr="00497C9E" w:rsidRDefault="0041503C" w:rsidP="008D51C1">
            <w:pPr>
              <w:pStyle w:val="tabletext"/>
              <w:rPr>
                <w:lang w:eastAsia="en-US"/>
              </w:rPr>
            </w:pPr>
            <w:r w:rsidRPr="00497C9E">
              <w:rPr>
                <w:lang w:eastAsia="en-US"/>
              </w:rPr>
              <w:t>No equivalent.</w:t>
            </w:r>
          </w:p>
        </w:tc>
      </w:tr>
      <w:tr w:rsidR="00213DAC" w:rsidRPr="004666B8" w:rsidTr="0041503C">
        <w:trPr>
          <w:cantSplit/>
        </w:trPr>
        <w:tc>
          <w:tcPr>
            <w:tcW w:w="3275" w:type="dxa"/>
          </w:tcPr>
          <w:p w:rsidR="00213DAC" w:rsidRPr="00497C9E" w:rsidRDefault="00213DAC" w:rsidP="008D51C1">
            <w:pPr>
              <w:pStyle w:val="tabletext"/>
              <w:tabs>
                <w:tab w:val="center" w:pos="1529"/>
              </w:tabs>
              <w:rPr>
                <w:lang w:eastAsia="en-US"/>
              </w:rPr>
            </w:pPr>
            <w:r w:rsidRPr="002337B4">
              <w:rPr>
                <w:lang w:eastAsia="en-US"/>
              </w:rPr>
              <w:t xml:space="preserve">A </w:t>
            </w:r>
            <w:r w:rsidRPr="00497C9E">
              <w:rPr>
                <w:b/>
                <w:i/>
                <w:lang w:eastAsia="en-US"/>
              </w:rPr>
              <w:t>participating economy</w:t>
            </w:r>
            <w:r w:rsidRPr="00497C9E">
              <w:rPr>
                <w:lang w:eastAsia="en-US"/>
              </w:rPr>
              <w:t xml:space="preserve"> is a country which has signed the MOC and been listed by the Joint Committee as having implemented the MOC. A country will cease to be a participating economy if it withdraws from the MOC or the MOC is terminated.</w:t>
            </w:r>
          </w:p>
        </w:tc>
        <w:tc>
          <w:tcPr>
            <w:tcW w:w="3276" w:type="dxa"/>
          </w:tcPr>
          <w:p w:rsidR="00213DAC" w:rsidRPr="00497C9E" w:rsidRDefault="00213DAC" w:rsidP="008D51C1">
            <w:pPr>
              <w:pStyle w:val="tabletext"/>
              <w:rPr>
                <w:lang w:eastAsia="en-US"/>
              </w:rPr>
            </w:pPr>
            <w:r w:rsidRPr="00497C9E">
              <w:rPr>
                <w:lang w:eastAsia="en-US"/>
              </w:rPr>
              <w:t>No equivalent.</w:t>
            </w:r>
          </w:p>
        </w:tc>
      </w:tr>
      <w:tr w:rsidR="0041503C" w:rsidRPr="004666B8" w:rsidTr="0041503C">
        <w:trPr>
          <w:cantSplit/>
        </w:trPr>
        <w:tc>
          <w:tcPr>
            <w:tcW w:w="3275" w:type="dxa"/>
          </w:tcPr>
          <w:p w:rsidR="0041503C" w:rsidRPr="00497C9E" w:rsidRDefault="0041503C" w:rsidP="008D51C1">
            <w:pPr>
              <w:pStyle w:val="tabletext"/>
              <w:tabs>
                <w:tab w:val="center" w:pos="1529"/>
              </w:tabs>
              <w:rPr>
                <w:lang w:eastAsia="en-US"/>
              </w:rPr>
            </w:pPr>
            <w:r w:rsidRPr="002337B4">
              <w:rPr>
                <w:lang w:eastAsia="en-US"/>
              </w:rPr>
              <w:t>The Minis</w:t>
            </w:r>
            <w:r w:rsidRPr="00497C9E">
              <w:rPr>
                <w:lang w:eastAsia="en-US"/>
              </w:rPr>
              <w:t>ter must publish a list of the participating economies.</w:t>
            </w:r>
          </w:p>
        </w:tc>
        <w:tc>
          <w:tcPr>
            <w:tcW w:w="3276" w:type="dxa"/>
          </w:tcPr>
          <w:p w:rsidR="0041503C" w:rsidRPr="00497C9E" w:rsidRDefault="0041503C" w:rsidP="008D51C1">
            <w:pPr>
              <w:pStyle w:val="tabletext"/>
              <w:rPr>
                <w:lang w:eastAsia="en-US"/>
              </w:rPr>
            </w:pPr>
            <w:r w:rsidRPr="00497C9E">
              <w:rPr>
                <w:lang w:eastAsia="en-US"/>
              </w:rPr>
              <w:t>No equivalent.</w:t>
            </w:r>
          </w:p>
        </w:tc>
      </w:tr>
      <w:tr w:rsidR="0041503C" w:rsidRPr="004666B8" w:rsidTr="0041503C">
        <w:trPr>
          <w:cantSplit/>
        </w:trPr>
        <w:tc>
          <w:tcPr>
            <w:tcW w:w="3275" w:type="dxa"/>
          </w:tcPr>
          <w:p w:rsidR="0041503C" w:rsidRPr="00497C9E" w:rsidRDefault="0041503C" w:rsidP="008D51C1">
            <w:pPr>
              <w:pStyle w:val="tabletext"/>
              <w:tabs>
                <w:tab w:val="center" w:pos="1529"/>
              </w:tabs>
              <w:rPr>
                <w:lang w:eastAsia="en-US"/>
              </w:rPr>
            </w:pPr>
            <w:r w:rsidRPr="002337B4">
              <w:rPr>
                <w:lang w:eastAsia="en-US"/>
              </w:rPr>
              <w:t xml:space="preserve">The Minister may make the </w:t>
            </w:r>
            <w:r w:rsidRPr="00497C9E">
              <w:rPr>
                <w:b/>
                <w:i/>
                <w:lang w:eastAsia="en-US"/>
              </w:rPr>
              <w:t>Passport Rules for this jurisdiction</w:t>
            </w:r>
            <w:r w:rsidRPr="00497C9E">
              <w:rPr>
                <w:lang w:eastAsia="en-US"/>
              </w:rPr>
              <w:t xml:space="preserve"> by legislative instrument and these rules must be substantially the same as the rules in Annex 3 of the MOC.</w:t>
            </w:r>
          </w:p>
        </w:tc>
        <w:tc>
          <w:tcPr>
            <w:tcW w:w="3276" w:type="dxa"/>
          </w:tcPr>
          <w:p w:rsidR="0041503C" w:rsidRPr="00497C9E" w:rsidRDefault="0041503C" w:rsidP="008D51C1">
            <w:pPr>
              <w:pStyle w:val="tabletext"/>
              <w:rPr>
                <w:lang w:eastAsia="en-US"/>
              </w:rPr>
            </w:pPr>
            <w:r w:rsidRPr="00497C9E">
              <w:rPr>
                <w:lang w:eastAsia="en-US"/>
              </w:rPr>
              <w:t>No equivalent.</w:t>
            </w:r>
          </w:p>
        </w:tc>
      </w:tr>
      <w:tr w:rsidR="0041503C" w:rsidRPr="004666B8" w:rsidTr="0041503C">
        <w:trPr>
          <w:cantSplit/>
        </w:trPr>
        <w:tc>
          <w:tcPr>
            <w:tcW w:w="3275" w:type="dxa"/>
          </w:tcPr>
          <w:p w:rsidR="0041503C" w:rsidRPr="00497C9E" w:rsidRDefault="0041503C" w:rsidP="008D51C1">
            <w:pPr>
              <w:pStyle w:val="tabletext"/>
              <w:tabs>
                <w:tab w:val="center" w:pos="1529"/>
              </w:tabs>
              <w:rPr>
                <w:lang w:eastAsia="en-US"/>
              </w:rPr>
            </w:pPr>
            <w:r w:rsidRPr="002337B4">
              <w:rPr>
                <w:lang w:eastAsia="en-US"/>
              </w:rPr>
              <w:t xml:space="preserve">The </w:t>
            </w:r>
            <w:r w:rsidRPr="00497C9E">
              <w:rPr>
                <w:b/>
                <w:i/>
                <w:lang w:eastAsia="en-US"/>
              </w:rPr>
              <w:t>Passport Rules for a participating economy other than Australia</w:t>
            </w:r>
            <w:r w:rsidRPr="00497C9E">
              <w:rPr>
                <w:lang w:eastAsia="en-US"/>
              </w:rPr>
              <w:t xml:space="preserve"> are the rules in force in another country that has signed and implemented the MOC, provided that those rules are substantially the same as the rules in Annex 3 of the MOC.</w:t>
            </w:r>
          </w:p>
        </w:tc>
        <w:tc>
          <w:tcPr>
            <w:tcW w:w="3276" w:type="dxa"/>
          </w:tcPr>
          <w:p w:rsidR="0041503C" w:rsidRPr="00497C9E" w:rsidRDefault="0041503C" w:rsidP="008D51C1">
            <w:pPr>
              <w:pStyle w:val="tabletext"/>
              <w:rPr>
                <w:lang w:eastAsia="en-US"/>
              </w:rPr>
            </w:pPr>
            <w:r w:rsidRPr="00497C9E">
              <w:rPr>
                <w:lang w:eastAsia="en-US"/>
              </w:rPr>
              <w:t>No equivalent.</w:t>
            </w:r>
          </w:p>
        </w:tc>
      </w:tr>
      <w:tr w:rsidR="0041503C" w:rsidRPr="004666B8" w:rsidTr="0041503C">
        <w:trPr>
          <w:cantSplit/>
        </w:trPr>
        <w:tc>
          <w:tcPr>
            <w:tcW w:w="3275" w:type="dxa"/>
          </w:tcPr>
          <w:p w:rsidR="0041503C" w:rsidRPr="002337B4" w:rsidRDefault="0041503C" w:rsidP="008D51C1">
            <w:pPr>
              <w:pStyle w:val="tabletext"/>
              <w:tabs>
                <w:tab w:val="center" w:pos="1529"/>
              </w:tabs>
              <w:rPr>
                <w:b/>
                <w:i/>
                <w:lang w:eastAsia="en-US"/>
              </w:rPr>
            </w:pPr>
            <w:r>
              <w:t xml:space="preserve">The </w:t>
            </w:r>
            <w:r w:rsidRPr="00B43976">
              <w:rPr>
                <w:b/>
                <w:i/>
              </w:rPr>
              <w:t>home economy</w:t>
            </w:r>
            <w:r>
              <w:t xml:space="preserve"> for a fund is the participating economy where the fund was first registered or approved as a passport fund. The regulato</w:t>
            </w:r>
            <w:r w:rsidRPr="00FC75DC">
              <w:t xml:space="preserve">r in this country is referred to as the </w:t>
            </w:r>
            <w:r w:rsidRPr="00FC75DC">
              <w:rPr>
                <w:b/>
                <w:i/>
              </w:rPr>
              <w:t>home </w:t>
            </w:r>
            <w:r w:rsidRPr="00497C9E">
              <w:rPr>
                <w:b/>
                <w:i/>
              </w:rPr>
              <w:t>regulator</w:t>
            </w:r>
            <w:r w:rsidRPr="00213DAC">
              <w:t>.</w:t>
            </w:r>
          </w:p>
        </w:tc>
        <w:tc>
          <w:tcPr>
            <w:tcW w:w="3276" w:type="dxa"/>
          </w:tcPr>
          <w:p w:rsidR="0041503C" w:rsidRPr="00497C9E" w:rsidRDefault="0041503C" w:rsidP="008D51C1">
            <w:pPr>
              <w:pStyle w:val="tabletext"/>
              <w:rPr>
                <w:lang w:eastAsia="en-US"/>
              </w:rPr>
            </w:pPr>
            <w:r w:rsidRPr="00497C9E">
              <w:rPr>
                <w:lang w:eastAsia="en-US"/>
              </w:rPr>
              <w:t>No equivalent</w:t>
            </w:r>
            <w:r w:rsidR="00213DAC" w:rsidRPr="00497C9E">
              <w:rPr>
                <w:lang w:eastAsia="en-US"/>
              </w:rPr>
              <w:t>.</w:t>
            </w:r>
          </w:p>
        </w:tc>
      </w:tr>
      <w:tr w:rsidR="00213DAC" w:rsidRPr="004666B8" w:rsidTr="0041503C">
        <w:trPr>
          <w:cantSplit/>
        </w:trPr>
        <w:tc>
          <w:tcPr>
            <w:tcW w:w="3275" w:type="dxa"/>
          </w:tcPr>
          <w:p w:rsidR="00213DAC" w:rsidRDefault="00213DAC" w:rsidP="008D51C1">
            <w:pPr>
              <w:pStyle w:val="tabletext"/>
              <w:tabs>
                <w:tab w:val="center" w:pos="1529"/>
              </w:tabs>
            </w:pPr>
            <w:r>
              <w:t xml:space="preserve">The </w:t>
            </w:r>
            <w:r w:rsidRPr="00FE45BE">
              <w:rPr>
                <w:b/>
                <w:i/>
              </w:rPr>
              <w:t>host economy</w:t>
            </w:r>
            <w:r>
              <w:t xml:space="preserve"> is any participating economy where the fund subsequently applies, or is permitted, to offer interests. The regulator in the host economy is referred to as the </w:t>
            </w:r>
            <w:r>
              <w:rPr>
                <w:b/>
                <w:i/>
              </w:rPr>
              <w:t>host regulator</w:t>
            </w:r>
            <w:r w:rsidRPr="00213DAC">
              <w:t>.</w:t>
            </w:r>
          </w:p>
        </w:tc>
        <w:tc>
          <w:tcPr>
            <w:tcW w:w="3276" w:type="dxa"/>
          </w:tcPr>
          <w:p w:rsidR="00213DAC" w:rsidRPr="002337B4" w:rsidRDefault="00213DAC" w:rsidP="008D51C1">
            <w:pPr>
              <w:pStyle w:val="tabletext"/>
              <w:rPr>
                <w:lang w:eastAsia="en-US"/>
              </w:rPr>
            </w:pPr>
            <w:r w:rsidRPr="002337B4">
              <w:rPr>
                <w:lang w:eastAsia="en-US"/>
              </w:rPr>
              <w:t>No equivalent.</w:t>
            </w:r>
          </w:p>
        </w:tc>
      </w:tr>
    </w:tbl>
    <w:p w:rsidR="0041503C" w:rsidRDefault="0041503C" w:rsidP="008D51C1">
      <w:pPr>
        <w:pStyle w:val="Heading2"/>
      </w:pPr>
      <w:r>
        <w:t>Detailed explanation of new law</w:t>
      </w:r>
    </w:p>
    <w:p w:rsidR="0041503C" w:rsidRDefault="0041503C" w:rsidP="008D51C1">
      <w:pPr>
        <w:pStyle w:val="Heading3"/>
        <w:rPr>
          <w:b w:val="0"/>
        </w:rPr>
      </w:pPr>
      <w:r>
        <w:t xml:space="preserve">Participating </w:t>
      </w:r>
      <w:r w:rsidR="00057529">
        <w:t>economies</w:t>
      </w:r>
    </w:p>
    <w:p w:rsidR="0041503C" w:rsidRDefault="0041503C" w:rsidP="008D51C1">
      <w:pPr>
        <w:pStyle w:val="base-text-paragraph"/>
      </w:pPr>
      <w:r>
        <w:t xml:space="preserve">A </w:t>
      </w:r>
      <w:r w:rsidRPr="00C54D10">
        <w:rPr>
          <w:b/>
          <w:i/>
        </w:rPr>
        <w:t>participating economy</w:t>
      </w:r>
      <w:r>
        <w:t xml:space="preserve"> is a country which:</w:t>
      </w:r>
    </w:p>
    <w:p w:rsidR="0041503C" w:rsidRDefault="0041503C" w:rsidP="008D51C1">
      <w:pPr>
        <w:pStyle w:val="dotpoint"/>
      </w:pPr>
      <w:r>
        <w:t>is a signatory to the MOC;</w:t>
      </w:r>
    </w:p>
    <w:p w:rsidR="0041503C" w:rsidRDefault="0041503C" w:rsidP="008D51C1">
      <w:pPr>
        <w:pStyle w:val="dotpoint"/>
      </w:pPr>
      <w:r>
        <w:t>has not withdrawn from the MOC; and</w:t>
      </w:r>
    </w:p>
    <w:p w:rsidR="0041503C" w:rsidRDefault="0041503C" w:rsidP="008D51C1">
      <w:pPr>
        <w:pStyle w:val="dotpoint"/>
      </w:pPr>
      <w:r>
        <w:t>has been listed on the Joint Committee’s website as a country which has successfully implemented the MOC at or before the time in question.</w:t>
      </w:r>
    </w:p>
    <w:p w:rsidR="0041503C" w:rsidRPr="006F533C" w:rsidRDefault="0041503C" w:rsidP="008D51C1">
      <w:pPr>
        <w:pStyle w:val="base-text-paragraphnonumbers"/>
        <w:rPr>
          <w:rStyle w:val="Referencingstyle"/>
        </w:rPr>
      </w:pPr>
      <w:r w:rsidRPr="006F533C">
        <w:rPr>
          <w:rStyle w:val="Referencingstyle"/>
        </w:rPr>
        <w:t>[Schedule</w:t>
      </w:r>
      <w:r>
        <w:rPr>
          <w:rStyle w:val="Referencingstyle"/>
        </w:rPr>
        <w:t> </w:t>
      </w:r>
      <w:r w:rsidRPr="006F533C">
        <w:rPr>
          <w:rStyle w:val="Referencingstyle"/>
        </w:rPr>
        <w:t>1, item</w:t>
      </w:r>
      <w:r>
        <w:rPr>
          <w:rStyle w:val="Referencingstyle"/>
        </w:rPr>
        <w:t> </w:t>
      </w:r>
      <w:r w:rsidRPr="006F533C">
        <w:rPr>
          <w:rStyle w:val="Referencingstyle"/>
        </w:rPr>
        <w:t>1, section</w:t>
      </w:r>
      <w:r>
        <w:rPr>
          <w:rStyle w:val="Referencingstyle"/>
        </w:rPr>
        <w:t> </w:t>
      </w:r>
      <w:r w:rsidRPr="006F533C">
        <w:rPr>
          <w:rStyle w:val="Referencingstyle"/>
        </w:rPr>
        <w:t>1210]</w:t>
      </w:r>
    </w:p>
    <w:p w:rsidR="0041503C" w:rsidRPr="0041503C" w:rsidRDefault="0041503C" w:rsidP="008D51C1">
      <w:pPr>
        <w:pStyle w:val="base-text-paragraph"/>
      </w:pPr>
      <w:r w:rsidRPr="0041503C">
        <w:t xml:space="preserve">The MOC is defined </w:t>
      </w:r>
      <w:r w:rsidR="001678C1">
        <w:t>by</w:t>
      </w:r>
      <w:r w:rsidRPr="0041503C">
        <w:t xml:space="preserve"> the term </w:t>
      </w:r>
      <w:r w:rsidR="00365D67">
        <w:t>‘</w:t>
      </w:r>
      <w:r w:rsidRPr="0041503C">
        <w:t>Memorandum of Cooperation</w:t>
      </w:r>
      <w:r w:rsidR="00365D67">
        <w:t>’</w:t>
      </w:r>
      <w:r w:rsidRPr="0041503C">
        <w:t>. The definition makes it clear that the expression includes future changes made to the MOC as allowed under paragraph 9 of the MOC.</w:t>
      </w:r>
      <w:r w:rsidR="005744B5">
        <w:t xml:space="preserve"> </w:t>
      </w:r>
      <w:r w:rsidRPr="0041503C">
        <w:rPr>
          <w:rStyle w:val="Referencingstyle"/>
        </w:rPr>
        <w:t>[Schedule 1, item 1, section 1210</w:t>
      </w:r>
      <w:r w:rsidR="00F70570">
        <w:rPr>
          <w:rStyle w:val="Referencingstyle"/>
        </w:rPr>
        <w:t xml:space="preserve"> and Schedule 2, item 24, section 9, definition of ‘Memorandum of Cooperation’</w:t>
      </w:r>
      <w:r w:rsidRPr="0041503C">
        <w:rPr>
          <w:rStyle w:val="Referencingstyle"/>
        </w:rPr>
        <w:t>]</w:t>
      </w:r>
    </w:p>
    <w:p w:rsidR="0041503C" w:rsidRPr="0041503C" w:rsidRDefault="0041503C" w:rsidP="008D51C1">
      <w:pPr>
        <w:pStyle w:val="base-text-paragraph"/>
      </w:pPr>
      <w:r w:rsidRPr="0041503C">
        <w:t>The Joint Committee established under paragraph 6 of the MOC plays an important role in interpreting and co</w:t>
      </w:r>
      <w:r w:rsidRPr="0041503C">
        <w:noBreakHyphen/>
        <w:t>ordinating implementation of the MOC among Passport economies. Its functions include monitoring the Passport Arrangements and their operation as well as publishing guidelines on the operation of the Passport. It may assume any other functions it considers necessary or desirable for the effective implementation and operation of the Passport.</w:t>
      </w:r>
    </w:p>
    <w:p w:rsidR="0041503C" w:rsidRDefault="0041503C" w:rsidP="008D51C1">
      <w:pPr>
        <w:pStyle w:val="base-text-paragraph"/>
      </w:pPr>
      <w:r>
        <w:t xml:space="preserve">The term </w:t>
      </w:r>
      <w:r w:rsidRPr="000E7C1C">
        <w:rPr>
          <w:b/>
          <w:i/>
        </w:rPr>
        <w:t>participating economy</w:t>
      </w:r>
      <w:r>
        <w:t xml:space="preserve"> is designed to capture all countries which have both signed and implemented the MOC. Signing is just the first step to becoming a participating economy; the country must also implement the MOC by amending the domestic laws in its country so that they are consistent with the MOC and the Passport Rules. Generally, countries will endeavour to implement the arrangements within 18 months of signing the MOC (subparagraph 5.6 </w:t>
      </w:r>
      <w:r w:rsidDel="00F11CBE">
        <w:t xml:space="preserve">of </w:t>
      </w:r>
      <w:r>
        <w:t>the MOC).</w:t>
      </w:r>
    </w:p>
    <w:p w:rsidR="0041503C" w:rsidRDefault="0041503C" w:rsidP="008D51C1">
      <w:pPr>
        <w:pStyle w:val="base-text-paragraph"/>
      </w:pPr>
      <w:r>
        <w:t>The Joint Committee is required to publish a list of all of the countries that have successfully implemented the MOC on its website. Inclusion in this list is taken to be conclusive evidence that a country has implemented the MOC and is a participating economy</w:t>
      </w:r>
      <w:r w:rsidR="005744B5">
        <w:t>.</w:t>
      </w:r>
      <w:r>
        <w:t xml:space="preserve"> </w:t>
      </w:r>
      <w:r>
        <w:rPr>
          <w:rStyle w:val="Referencingstyle"/>
        </w:rPr>
        <w:t>[Schedule 1, item 1, section 1210]</w:t>
      </w:r>
    </w:p>
    <w:p w:rsidR="0041503C" w:rsidRDefault="0041503C" w:rsidP="008D51C1">
      <w:pPr>
        <w:pStyle w:val="base-text-paragraph"/>
      </w:pPr>
      <w:r>
        <w:t xml:space="preserve">Countries will cease to be participating economies if they formally withdraw from the MOC by giving at least 28 days’ notice to the Joint Committee Chair and other participating economies in accordance with </w:t>
      </w:r>
      <w:r w:rsidR="009335D8">
        <w:t>sub</w:t>
      </w:r>
      <w:r>
        <w:t>paragraph 14</w:t>
      </w:r>
      <w:r w:rsidR="009335D8">
        <w:t>.2</w:t>
      </w:r>
      <w:r>
        <w:t xml:space="preserve"> of the MOC.</w:t>
      </w:r>
    </w:p>
    <w:p w:rsidR="0041503C" w:rsidRDefault="0041503C" w:rsidP="008D51C1">
      <w:pPr>
        <w:pStyle w:val="base-text-paragraph"/>
      </w:pPr>
      <w:r w:rsidRPr="00854CFC">
        <w:t>An economy does not cease to be a participating economy if it amends its domestic laws so that they are inconsistent with the MOC but does not formally withdraw from the MOC. Nevertheless, in this situation, the Minister may make a determination that funds from that economy must not offer interests in Australia (see Chapter 3</w:t>
      </w:r>
      <w:r w:rsidR="00F25F6E">
        <w:t xml:space="preserve"> of the explanatory materials</w:t>
      </w:r>
      <w:r w:rsidRPr="00854CFC">
        <w:t>).</w:t>
      </w:r>
    </w:p>
    <w:p w:rsidR="0041503C" w:rsidRDefault="0041503C" w:rsidP="008D51C1">
      <w:pPr>
        <w:pStyle w:val="base-text-paragraph"/>
      </w:pPr>
      <w:r>
        <w:t xml:space="preserve">If the MOC is terminated, no countries will be participating economies. </w:t>
      </w:r>
      <w:r>
        <w:rPr>
          <w:rStyle w:val="Referencingstyle"/>
        </w:rPr>
        <w:t>[Schedule 1, item 1, section 1210]</w:t>
      </w:r>
    </w:p>
    <w:p w:rsidR="002014D1" w:rsidRDefault="0041503C" w:rsidP="008D51C1">
      <w:pPr>
        <w:pStyle w:val="base-text-paragraph"/>
      </w:pPr>
      <w:r>
        <w:t>The Minister is required to publish a list of participating economies</w:t>
      </w:r>
      <w:r w:rsidR="002014D1">
        <w:t xml:space="preserve">, which </w:t>
      </w:r>
      <w:r>
        <w:t xml:space="preserve">must include the date </w:t>
      </w:r>
      <w:r w:rsidR="002014D1">
        <w:t xml:space="preserve">each </w:t>
      </w:r>
      <w:r>
        <w:t>economy became a participating economy or withdrew from the MOC</w:t>
      </w:r>
      <w:r w:rsidR="002014D1">
        <w:t>.</w:t>
      </w:r>
      <w:r>
        <w:t xml:space="preserve"> </w:t>
      </w:r>
      <w:r>
        <w:rPr>
          <w:rStyle w:val="Referencingstyle"/>
        </w:rPr>
        <w:t xml:space="preserve">[Schedule 1, item 1, </w:t>
      </w:r>
      <w:r w:rsidR="0078240F">
        <w:rPr>
          <w:rStyle w:val="Referencingstyle"/>
        </w:rPr>
        <w:t>subsection 1210A(1)</w:t>
      </w:r>
      <w:r w:rsidR="0078240F" w:rsidRPr="0078240F">
        <w:rPr>
          <w:rStyle w:val="Referencingstyle"/>
        </w:rPr>
        <w:t xml:space="preserve"> </w:t>
      </w:r>
      <w:r w:rsidR="0078240F">
        <w:rPr>
          <w:rStyle w:val="Referencingstyle"/>
        </w:rPr>
        <w:t xml:space="preserve">and </w:t>
      </w:r>
      <w:r>
        <w:rPr>
          <w:rStyle w:val="Referencingstyle"/>
        </w:rPr>
        <w:t>paragraphs 1210</w:t>
      </w:r>
      <w:r w:rsidR="0078240F">
        <w:rPr>
          <w:rStyle w:val="Referencingstyle"/>
        </w:rPr>
        <w:t>A</w:t>
      </w:r>
      <w:r>
        <w:rPr>
          <w:rStyle w:val="Referencingstyle"/>
        </w:rPr>
        <w:t>(2)(a) and (b</w:t>
      </w:r>
      <w:r w:rsidR="002014D1">
        <w:rPr>
          <w:rStyle w:val="Referencingstyle"/>
        </w:rPr>
        <w:t>)</w:t>
      </w:r>
      <w:r>
        <w:rPr>
          <w:rStyle w:val="Referencingstyle"/>
        </w:rPr>
        <w:t>]</w:t>
      </w:r>
    </w:p>
    <w:p w:rsidR="0041503C" w:rsidRDefault="0041503C" w:rsidP="008D51C1">
      <w:pPr>
        <w:pStyle w:val="base-text-paragraph"/>
      </w:pPr>
      <w:r>
        <w:t>The inclusion of the date will make it easier to determine whether an economy was a participating economy at a particular point in time and remove the need for people to consult historical versions of the list.</w:t>
      </w:r>
    </w:p>
    <w:p w:rsidR="0041503C" w:rsidRDefault="0041503C" w:rsidP="008D51C1">
      <w:pPr>
        <w:pStyle w:val="base-text-paragraph"/>
      </w:pPr>
      <w:r>
        <w:t xml:space="preserve">This list must be updated as soon as is reasonably </w:t>
      </w:r>
      <w:r w:rsidR="0091796F">
        <w:t xml:space="preserve">practicable </w:t>
      </w:r>
      <w:r>
        <w:t>after an economy:</w:t>
      </w:r>
    </w:p>
    <w:p w:rsidR="0041503C" w:rsidRDefault="0041503C" w:rsidP="008D51C1">
      <w:pPr>
        <w:pStyle w:val="dotpoint"/>
      </w:pPr>
      <w:r>
        <w:t>becomes a participating economy, that is, the Joint Committee lists the economy as successfully implementing on its website; or</w:t>
      </w:r>
    </w:p>
    <w:p w:rsidR="0041503C" w:rsidRDefault="0041503C" w:rsidP="008D51C1">
      <w:pPr>
        <w:pStyle w:val="dotpoint"/>
      </w:pPr>
      <w:r>
        <w:t>ceases to be a participating economy because it withdraws from the MOC or the MOC is terminated.</w:t>
      </w:r>
    </w:p>
    <w:p w:rsidR="0041503C" w:rsidRPr="00FE4EE2" w:rsidRDefault="0041503C" w:rsidP="008D51C1">
      <w:pPr>
        <w:pStyle w:val="base-text-paragraphnonumbers"/>
        <w:rPr>
          <w:rStyle w:val="Referencingstyle"/>
        </w:rPr>
      </w:pPr>
      <w:r>
        <w:rPr>
          <w:rStyle w:val="Referencingstyle"/>
        </w:rPr>
        <w:t>[Schedule 1, item 1, paragraph 1210A(2)(c)]</w:t>
      </w:r>
    </w:p>
    <w:p w:rsidR="0041503C" w:rsidRDefault="0041503C" w:rsidP="008D51C1">
      <w:pPr>
        <w:pStyle w:val="base-text-paragraph"/>
      </w:pPr>
      <w:r>
        <w:t xml:space="preserve">The list published by the Minister is not conclusive evidence of whether </w:t>
      </w:r>
      <w:r w:rsidR="00626897">
        <w:t>an economy</w:t>
      </w:r>
      <w:r>
        <w:t xml:space="preserve"> is a participating economy. The criteria set out above are the critical factors in this regard: that is, the economy must have signed the MOC, been listed on the Joint Committee’s website and not have withdrawn from the MOC, and the MOC must not have been terminated.</w:t>
      </w:r>
    </w:p>
    <w:p w:rsidR="0041503C" w:rsidRPr="00F77E57" w:rsidRDefault="0041503C" w:rsidP="008D51C1">
      <w:pPr>
        <w:pStyle w:val="Heading3"/>
        <w:rPr>
          <w:b w:val="0"/>
        </w:rPr>
      </w:pPr>
      <w:r w:rsidRPr="00F77E57">
        <w:t>Passport Rules</w:t>
      </w:r>
    </w:p>
    <w:p w:rsidR="0041503C" w:rsidRDefault="0041503C" w:rsidP="008D51C1">
      <w:pPr>
        <w:pStyle w:val="base-text-paragraph"/>
      </w:pPr>
      <w:r>
        <w:t>The requirements for passport funds are generally set out in Annex 3</w:t>
      </w:r>
      <w:r w:rsidR="0091796F">
        <w:t xml:space="preserve"> </w:t>
      </w:r>
      <w:r w:rsidR="0091796F">
        <w:rPr>
          <w:rFonts w:ascii="Calibri" w:hAnsi="Calibri"/>
        </w:rPr>
        <w:t>—</w:t>
      </w:r>
      <w:r w:rsidR="0091796F">
        <w:t xml:space="preserve"> </w:t>
      </w:r>
      <w:r>
        <w:t>Passport Rules of the MOC. The Passport Rules cover:</w:t>
      </w:r>
    </w:p>
    <w:p w:rsidR="0041503C" w:rsidRDefault="0041503C" w:rsidP="008D51C1">
      <w:pPr>
        <w:pStyle w:val="dotpoint"/>
      </w:pPr>
      <w:r>
        <w:t>the matters that must be included in a passport fund’s constituent documents;</w:t>
      </w:r>
    </w:p>
    <w:p w:rsidR="0041503C" w:rsidRDefault="0041503C" w:rsidP="008D51C1">
      <w:pPr>
        <w:pStyle w:val="dotpoint"/>
      </w:pPr>
      <w:r>
        <w:t>the eligibility requirements for operators of passport funds (including their experience, qualifications, financial resources, good standing and organisational arrangements);</w:t>
      </w:r>
    </w:p>
    <w:p w:rsidR="0041503C" w:rsidRDefault="0041503C" w:rsidP="008D51C1">
      <w:pPr>
        <w:pStyle w:val="dotpoint"/>
      </w:pPr>
      <w:r>
        <w:t>the responsibilities of operators of passport funds and limitations on their right to delegate;</w:t>
      </w:r>
    </w:p>
    <w:p w:rsidR="0041503C" w:rsidRDefault="0041503C" w:rsidP="008D51C1">
      <w:pPr>
        <w:pStyle w:val="dotpoint"/>
      </w:pPr>
      <w:r>
        <w:t>requirements for operators</w:t>
      </w:r>
      <w:r w:rsidR="000D3F95">
        <w:t xml:space="preserve"> of passport funds</w:t>
      </w:r>
      <w:r>
        <w:t xml:space="preserve"> to report breaches;</w:t>
      </w:r>
    </w:p>
    <w:p w:rsidR="0041503C" w:rsidRDefault="0041503C" w:rsidP="008D51C1">
      <w:pPr>
        <w:pStyle w:val="dotpoint"/>
      </w:pPr>
      <w:r>
        <w:t>a requirement for funds to have an independent party responsible for holding the assets, and that party’s duties;</w:t>
      </w:r>
    </w:p>
    <w:p w:rsidR="0041503C" w:rsidRDefault="0041503C" w:rsidP="008D51C1">
      <w:pPr>
        <w:pStyle w:val="dotpoint"/>
      </w:pPr>
      <w:r>
        <w:t>a requirement for funds to have an independent oversight entity, such as a compliance committee;</w:t>
      </w:r>
    </w:p>
    <w:p w:rsidR="0041503C" w:rsidRDefault="0041503C" w:rsidP="008D51C1">
      <w:pPr>
        <w:pStyle w:val="dotpoint"/>
      </w:pPr>
      <w:r>
        <w:t>a requirement for funds to undertake annual implementation reviews or audits;</w:t>
      </w:r>
    </w:p>
    <w:p w:rsidR="0041503C" w:rsidRDefault="0041503C" w:rsidP="008D51C1">
      <w:pPr>
        <w:pStyle w:val="dotpoint"/>
      </w:pPr>
      <w:r>
        <w:t>extensive permissions, restrictions and limits with regard to asset classes, counterparties and investment limits;</w:t>
      </w:r>
    </w:p>
    <w:p w:rsidR="0041503C" w:rsidRDefault="0041503C" w:rsidP="008D51C1">
      <w:pPr>
        <w:pStyle w:val="dotpoint"/>
      </w:pPr>
      <w:r>
        <w:t>redemption and valuation of assets;</w:t>
      </w:r>
    </w:p>
    <w:p w:rsidR="0041503C" w:rsidRDefault="0041503C" w:rsidP="008D51C1">
      <w:pPr>
        <w:pStyle w:val="dotpoint"/>
      </w:pPr>
      <w:r>
        <w:t>the effect of deregistration; and</w:t>
      </w:r>
    </w:p>
    <w:p w:rsidR="0041503C" w:rsidRDefault="0041503C" w:rsidP="008D51C1">
      <w:pPr>
        <w:pStyle w:val="dotpoint"/>
      </w:pPr>
      <w:r>
        <w:t>a requirement for funds to prepare financial statements.</w:t>
      </w:r>
    </w:p>
    <w:p w:rsidR="0041503C" w:rsidRDefault="0041503C" w:rsidP="008D51C1">
      <w:pPr>
        <w:pStyle w:val="base-text-paragraph"/>
      </w:pPr>
      <w:r>
        <w:t xml:space="preserve">Australia, together with the other signatories to the MOC, agreed to give effect to the rules in Annex 3 of the MOC. However, the MOC does not amend domestic laws and Annex 3 does not have any force in Australia unless it is incorporated into Australian law. </w:t>
      </w:r>
    </w:p>
    <w:p w:rsidR="00213DAC" w:rsidRDefault="0041503C" w:rsidP="008D51C1">
      <w:pPr>
        <w:pStyle w:val="base-text-paragraph"/>
      </w:pPr>
      <w:r>
        <w:t>Part 8A.2 of the new law provides the mechanism for incorporating Annex 3 of the MOC into Australian law. It provides that the Minister may make a legislative instrument that sets out the rules for passport funds</w:t>
      </w:r>
      <w:r w:rsidR="00213DAC">
        <w:t>.</w:t>
      </w:r>
      <w:r>
        <w:t xml:space="preserve"> </w:t>
      </w:r>
      <w:r>
        <w:rPr>
          <w:rStyle w:val="Referencingstyle"/>
        </w:rPr>
        <w:t>[Schedule 1, item 1, subsection 1211(1)]</w:t>
      </w:r>
    </w:p>
    <w:p w:rsidR="0041503C" w:rsidRDefault="0041503C" w:rsidP="008D51C1">
      <w:pPr>
        <w:pStyle w:val="base-text-paragraph"/>
      </w:pPr>
      <w:r>
        <w:t>The</w:t>
      </w:r>
      <w:r w:rsidR="00213DAC">
        <w:t xml:space="preserve"> rules ma</w:t>
      </w:r>
      <w:r w:rsidR="002014D1">
        <w:t>de</w:t>
      </w:r>
      <w:r w:rsidR="00213DAC">
        <w:t xml:space="preserve"> by the Minister</w:t>
      </w:r>
      <w:r>
        <w:t xml:space="preserve"> must be substantially the same as the rules in Annex 3 of the MOC but there may be minor differences, for example, to adapt the Passport Rules to existing legislative </w:t>
      </w:r>
      <w:r w:rsidR="00F801D6">
        <w:t xml:space="preserve">frameworks in this jurisdiction, </w:t>
      </w:r>
      <w:r>
        <w:t xml:space="preserve">such as the </w:t>
      </w:r>
      <w:r w:rsidR="005B39DF">
        <w:t>AFSL</w:t>
      </w:r>
      <w:r>
        <w:t xml:space="preserve"> framework. </w:t>
      </w:r>
      <w:r>
        <w:rPr>
          <w:rStyle w:val="Referencingstyle"/>
        </w:rPr>
        <w:t>[Schedule 1, item 1, subsection 1211(2)]</w:t>
      </w:r>
    </w:p>
    <w:p w:rsidR="00F801D6" w:rsidRDefault="00F801D6" w:rsidP="008D51C1">
      <w:pPr>
        <w:pStyle w:val="base-text-paragraph"/>
      </w:pPr>
      <w:r>
        <w:t>Some aspects of Annex 3 of the MOC are incorporated directly into the Act where this is appropriate. These instances are specifically noted in the explanatory materials.</w:t>
      </w:r>
    </w:p>
    <w:p w:rsidR="0041503C" w:rsidRDefault="0041503C" w:rsidP="008D51C1">
      <w:pPr>
        <w:pStyle w:val="base-text-paragraph"/>
      </w:pPr>
      <w:r>
        <w:t xml:space="preserve">The legislative instrument will be subject to Parliamentary scrutiny and disallowance in the same way as other legislative instrument. It must also be published on </w:t>
      </w:r>
      <w:r w:rsidR="00FD29BD" w:rsidRPr="00FD29BD">
        <w:t xml:space="preserve">Federal Register of Legislation established under the </w:t>
      </w:r>
      <w:r w:rsidR="00FD29BD" w:rsidRPr="00FD29BD">
        <w:rPr>
          <w:i/>
        </w:rPr>
        <w:t>Legislation Act 2003</w:t>
      </w:r>
      <w:r w:rsidR="00FD29BD">
        <w:t xml:space="preserve"> (</w:t>
      </w:r>
      <w:r>
        <w:t>FRL</w:t>
      </w:r>
      <w:r w:rsidR="00FD29BD">
        <w:t>)</w:t>
      </w:r>
      <w:r>
        <w:t>.</w:t>
      </w:r>
    </w:p>
    <w:p w:rsidR="0041503C" w:rsidRDefault="0041503C" w:rsidP="008D51C1">
      <w:pPr>
        <w:pStyle w:val="base-text-paragraph"/>
      </w:pPr>
      <w:r w:rsidRPr="00C043EB">
        <w:rPr>
          <w:b/>
          <w:i/>
        </w:rPr>
        <w:t>The Passport Rules for this jurisdiction</w:t>
      </w:r>
      <w:r>
        <w:t xml:space="preserve"> are the Passport Rules set out in the legislative instrument made by the Minister.</w:t>
      </w:r>
      <w:r w:rsidR="00B8174E">
        <w:t xml:space="preserve"> </w:t>
      </w:r>
    </w:p>
    <w:p w:rsidR="0041503C" w:rsidRDefault="0041503C" w:rsidP="008D51C1">
      <w:pPr>
        <w:pStyle w:val="base-text-paragraph"/>
      </w:pPr>
      <w:r>
        <w:t xml:space="preserve">The </w:t>
      </w:r>
      <w:r w:rsidRPr="00C54D10">
        <w:rPr>
          <w:b/>
          <w:i/>
        </w:rPr>
        <w:t xml:space="preserve">Passport Rules </w:t>
      </w:r>
      <w:r>
        <w:rPr>
          <w:b/>
          <w:i/>
        </w:rPr>
        <w:t>for a</w:t>
      </w:r>
      <w:r w:rsidRPr="00C54D10">
        <w:rPr>
          <w:b/>
          <w:i/>
        </w:rPr>
        <w:t xml:space="preserve"> participating</w:t>
      </w:r>
      <w:r>
        <w:t xml:space="preserve"> </w:t>
      </w:r>
      <w:r>
        <w:rPr>
          <w:b/>
          <w:i/>
        </w:rPr>
        <w:t>economy other than Australia</w:t>
      </w:r>
      <w:r>
        <w:t xml:space="preserve"> are the rules for passport funds in force in one of the other countries that has signed and implemented the MOC, provided that those rules are substantially the same as Annex 3 of the MOC.</w:t>
      </w:r>
      <w:r w:rsidRPr="00213DAC">
        <w:rPr>
          <w:rStyle w:val="Referencingstyle"/>
          <w:b w:val="0"/>
          <w:i w:val="0"/>
          <w:sz w:val="22"/>
        </w:rPr>
        <w:t xml:space="preserve"> </w:t>
      </w:r>
      <w:r>
        <w:rPr>
          <w:rStyle w:val="Referencingstyle"/>
        </w:rPr>
        <w:t>[Schedule 1, item 1, subsection 1211A(2)]</w:t>
      </w:r>
    </w:p>
    <w:p w:rsidR="0041503C" w:rsidRDefault="0041503C" w:rsidP="008D51C1">
      <w:pPr>
        <w:pStyle w:val="base-text-paragraph"/>
      </w:pPr>
      <w:r>
        <w:t xml:space="preserve">The phrase ‘the Passport Rules for a participating economy other than Australia’ may not </w:t>
      </w:r>
      <w:r w:rsidR="000D3F95">
        <w:t xml:space="preserve">necessarily </w:t>
      </w:r>
      <w:r>
        <w:t xml:space="preserve">designate </w:t>
      </w:r>
      <w:r w:rsidR="000D3F95">
        <w:t>identical</w:t>
      </w:r>
      <w:r>
        <w:t xml:space="preserve"> rules when used in relation to different participating economies. This situation would arise if </w:t>
      </w:r>
      <w:r w:rsidR="000D3F95">
        <w:t xml:space="preserve">a </w:t>
      </w:r>
      <w:r>
        <w:t xml:space="preserve">participating economy adopts a version of Annex 3 which includes minor differences </w:t>
      </w:r>
      <w:r w:rsidR="00626897">
        <w:t xml:space="preserve">from </w:t>
      </w:r>
      <w:r>
        <w:t xml:space="preserve">the rules adopted in another participating economy </w:t>
      </w:r>
      <w:r w:rsidR="007F3B27">
        <w:t>even though</w:t>
      </w:r>
      <w:r>
        <w:t xml:space="preserve"> both sets of rules are substantially the same as Annex 3.</w:t>
      </w:r>
    </w:p>
    <w:p w:rsidR="0041503C" w:rsidRPr="00826D95" w:rsidRDefault="0041503C" w:rsidP="008D51C1">
      <w:pPr>
        <w:pStyle w:val="Heading4"/>
        <w:rPr>
          <w:b w:val="0"/>
          <w:i w:val="0"/>
        </w:rPr>
      </w:pPr>
      <w:r>
        <w:t>Amendments</w:t>
      </w:r>
      <w:r w:rsidRPr="00826D95">
        <w:t xml:space="preserve"> to the MOC</w:t>
      </w:r>
    </w:p>
    <w:p w:rsidR="0041503C" w:rsidRDefault="0041503C" w:rsidP="008D51C1">
      <w:pPr>
        <w:pStyle w:val="base-text-paragraph"/>
      </w:pPr>
      <w:r>
        <w:t>The Joint Committee may recommend amendments to Annex 3 of the MOC from time to time. A recommended amendment will only have effect and amend Annex 3 if all participating economies accept the recommendation and make any necessary amendments to their domestic law. If one or more participating economies disagree with the recommendation or fail to implement the changes within the agreed time period, the recommendation has no effect and must be further considered at the next Joint Committee meeting (paragraph 9 of the MOC).</w:t>
      </w:r>
    </w:p>
    <w:p w:rsidR="0041503C" w:rsidRDefault="0041503C" w:rsidP="008D51C1">
      <w:pPr>
        <w:pStyle w:val="base-text-paragraph"/>
      </w:pPr>
      <w:r>
        <w:t>To incorporate a recommended amendment into Australian law, the Minister must make a new legislative</w:t>
      </w:r>
      <w:r w:rsidRPr="00BF63D5">
        <w:t xml:space="preserve"> </w:t>
      </w:r>
      <w:r>
        <w:t xml:space="preserve">instrument. The legislative instrument will be disallowable. This ensures that both the Minister and Parliament have the opportunity to consider the proposed amendment before there is any change to Australian law. </w:t>
      </w:r>
      <w:r>
        <w:rPr>
          <w:rStyle w:val="Referencingstyle"/>
        </w:rPr>
        <w:t>[Schedule 1, item 1, section 1211]</w:t>
      </w:r>
    </w:p>
    <w:p w:rsidR="0041503C" w:rsidRDefault="0041503C" w:rsidP="008D51C1">
      <w:pPr>
        <w:pStyle w:val="base-text-paragraph"/>
      </w:pPr>
      <w:r>
        <w:t xml:space="preserve">If the Minister does not make a legislative instrument which incorporates the recommended amendment, Australia’s domestic law remains unchanged. </w:t>
      </w:r>
      <w:r w:rsidR="008F42F8">
        <w:t>This would</w:t>
      </w:r>
      <w:r>
        <w:t xml:space="preserve"> also mean that the participating economies do not unanimously accept and implement the recommended amendment. Accordingly, the proposed amendment </w:t>
      </w:r>
      <w:r w:rsidR="008F42F8">
        <w:t xml:space="preserve">would </w:t>
      </w:r>
      <w:r>
        <w:t>need to be reconsidered at the next Joint Committee meeting.</w:t>
      </w:r>
    </w:p>
    <w:p w:rsidR="0041503C" w:rsidRDefault="0041503C" w:rsidP="008D51C1">
      <w:pPr>
        <w:pStyle w:val="ExampleHeading"/>
      </w:pPr>
      <w:r>
        <w:t>: Proposed amendment supported by all participating economies</w:t>
      </w:r>
    </w:p>
    <w:p w:rsidR="0041503C" w:rsidRDefault="0041503C" w:rsidP="008D51C1">
      <w:pPr>
        <w:pStyle w:val="exampletext"/>
      </w:pPr>
      <w:r>
        <w:t>The Minister makes a legislative instrument which replicates the rules in Annex 3 of the MOC.</w:t>
      </w:r>
    </w:p>
    <w:p w:rsidR="0041503C" w:rsidRDefault="0041503C" w:rsidP="008D51C1">
      <w:pPr>
        <w:pStyle w:val="exampletext"/>
      </w:pPr>
      <w:r>
        <w:t>The Joint Committee recommends a substantial amendment to Annex 3 of the MOC. All participating economies support the amendment and agree to give effect to it by 31 December.</w:t>
      </w:r>
    </w:p>
    <w:p w:rsidR="0041503C" w:rsidRDefault="0041503C" w:rsidP="008D51C1">
      <w:pPr>
        <w:pStyle w:val="exampletext"/>
      </w:pPr>
      <w:r>
        <w:t>On 1 August, the Minister in Australia makes a legislative instrument to incorporate the proposed amendment into Australian law. The</w:t>
      </w:r>
      <w:r w:rsidR="00FC75DC">
        <w:t> </w:t>
      </w:r>
      <w:r>
        <w:t>legislative instrument will commence on 31 December but the commencement is conditional on all participating economies giving effect to it by that date.</w:t>
      </w:r>
    </w:p>
    <w:p w:rsidR="0041503C" w:rsidRDefault="0041503C" w:rsidP="008D51C1">
      <w:pPr>
        <w:pStyle w:val="exampletext"/>
      </w:pPr>
      <w:r>
        <w:t>All participating economies take the necessary steps to incorporate the recommended amendment into their domestic laws by 31 December. As a result:</w:t>
      </w:r>
    </w:p>
    <w:p w:rsidR="0041503C" w:rsidRDefault="0041503C" w:rsidP="008D51C1">
      <w:pPr>
        <w:pStyle w:val="exampledotpoint1"/>
        <w:spacing w:before="120" w:after="120"/>
        <w:ind w:left="2268" w:hanging="283"/>
      </w:pPr>
      <w:r>
        <w:t xml:space="preserve">Annex 3 of the MOC </w:t>
      </w:r>
      <w:r w:rsidR="00A6280C">
        <w:t>is</w:t>
      </w:r>
      <w:r>
        <w:t xml:space="preserve"> amended; and</w:t>
      </w:r>
    </w:p>
    <w:p w:rsidR="0041503C" w:rsidRDefault="0041503C" w:rsidP="008D51C1">
      <w:pPr>
        <w:pStyle w:val="exampledotpoint1"/>
        <w:spacing w:before="120" w:after="120"/>
        <w:ind w:left="2268" w:hanging="283"/>
      </w:pPr>
      <w:r>
        <w:t xml:space="preserve">the condition in the legislative instrument </w:t>
      </w:r>
      <w:r w:rsidR="00A6280C">
        <w:t>is</w:t>
      </w:r>
      <w:r>
        <w:t xml:space="preserve"> satisfied and the amended rules commence in Australia on 31 December.</w:t>
      </w:r>
    </w:p>
    <w:p w:rsidR="0041503C" w:rsidRDefault="0041503C" w:rsidP="008D51C1">
      <w:pPr>
        <w:pStyle w:val="ExampleHeading"/>
      </w:pPr>
      <w:r>
        <w:t>: Amendments to Annex</w:t>
      </w:r>
      <w:r w:rsidR="00007DD8">
        <w:t> </w:t>
      </w:r>
      <w:r>
        <w:t xml:space="preserve">3 of the MOC </w:t>
      </w:r>
      <w:r w:rsidR="00FC75DC">
        <w:t xml:space="preserve">that </w:t>
      </w:r>
      <w:r>
        <w:t>are not supported by all participating economies</w:t>
      </w:r>
    </w:p>
    <w:p w:rsidR="0041503C" w:rsidRDefault="0041503C" w:rsidP="008D51C1">
      <w:pPr>
        <w:pStyle w:val="exampletext"/>
      </w:pPr>
      <w:r>
        <w:t>The Joint Committee recommends another amendment to Annex 3 of the MOC. All participating economies agree to give effect to it by 1 July.</w:t>
      </w:r>
    </w:p>
    <w:p w:rsidR="0041503C" w:rsidRDefault="0041503C" w:rsidP="008D51C1">
      <w:pPr>
        <w:pStyle w:val="exampledotpoint1"/>
      </w:pPr>
      <w:r>
        <w:t>In Australia, the Minister makes a legislative instrument to implement the amendment. The legislative instrument is to commence on 1 July and it contains a conditional commencement in similar terms to the commencement clause in the legislative instrument in the previous example.</w:t>
      </w:r>
    </w:p>
    <w:p w:rsidR="0041503C" w:rsidRDefault="0041503C" w:rsidP="008D51C1">
      <w:pPr>
        <w:pStyle w:val="exampledotpoint1"/>
      </w:pPr>
      <w:r>
        <w:t>There is a change of government in one of the participating economies and the new government decides against implementing the recommended amendment. As a result, Annex 3 of the MOC is not amended.</w:t>
      </w:r>
    </w:p>
    <w:p w:rsidR="0041503C" w:rsidRDefault="0041503C" w:rsidP="008D51C1">
      <w:pPr>
        <w:pStyle w:val="exampledotpoint1"/>
      </w:pPr>
      <w:r>
        <w:t xml:space="preserve">Australia’s legislative instrument </w:t>
      </w:r>
      <w:r w:rsidR="00A6280C">
        <w:t xml:space="preserve">does </w:t>
      </w:r>
      <w:r>
        <w:t xml:space="preserve">not commence and ‘the Passport Rules for this jurisdiction’ </w:t>
      </w:r>
      <w:r w:rsidR="00A6280C">
        <w:t xml:space="preserve">is </w:t>
      </w:r>
      <w:r>
        <w:t>not amended.</w:t>
      </w:r>
    </w:p>
    <w:p w:rsidR="0041503C" w:rsidRDefault="0041503C" w:rsidP="008D51C1">
      <w:pPr>
        <w:pStyle w:val="exampledotpoint1"/>
      </w:pPr>
      <w:r>
        <w:t xml:space="preserve">If Australia’s legislative instrument did not contain a commencement provision and the proposed amendment was substantial, the Minister’s act of making the legislative instrument may be </w:t>
      </w:r>
      <w:r w:rsidR="00440038">
        <w:t>beyond power</w:t>
      </w:r>
      <w:r>
        <w:t xml:space="preserve">. This is because the Minister only has power to make rules which are substantially the same as Annex 3 of the MOC. </w:t>
      </w:r>
    </w:p>
    <w:p w:rsidR="0041503C" w:rsidRDefault="0041503C" w:rsidP="008D51C1">
      <w:pPr>
        <w:pStyle w:val="base-text-paragraph"/>
      </w:pPr>
      <w:r>
        <w:t>The Joint Committee may make recommendations for other changes to the MOC, including the date when the amendment should take effect (paragraph (f) of sub</w:t>
      </w:r>
      <w:r w:rsidRPr="00586783">
        <w:t>paragraph 6.2</w:t>
      </w:r>
      <w:r w:rsidR="00F76911">
        <w:t xml:space="preserve"> </w:t>
      </w:r>
      <w:r>
        <w:t>of the MOC). The change will only take effect if it is agreed to by all participating economies and implemented by the time recommended by the Joint Committee (paragraph 9 of the MOC).</w:t>
      </w:r>
    </w:p>
    <w:p w:rsidR="0041503C" w:rsidRPr="000E6CDC" w:rsidRDefault="0041503C" w:rsidP="008D51C1">
      <w:pPr>
        <w:pStyle w:val="Heading3"/>
        <w:rPr>
          <w:b w:val="0"/>
        </w:rPr>
      </w:pPr>
      <w:r>
        <w:t xml:space="preserve">CISs and </w:t>
      </w:r>
      <w:r w:rsidR="00057529">
        <w:t>r</w:t>
      </w:r>
      <w:r w:rsidR="00057529" w:rsidRPr="000E6CDC">
        <w:t>egulated</w:t>
      </w:r>
      <w:r w:rsidRPr="000E6CDC">
        <w:t xml:space="preserve"> CISs</w:t>
      </w:r>
    </w:p>
    <w:p w:rsidR="0041503C" w:rsidRDefault="0041503C" w:rsidP="008D51C1">
      <w:pPr>
        <w:pStyle w:val="base-text-paragraph"/>
      </w:pPr>
      <w:r>
        <w:t xml:space="preserve">A </w:t>
      </w:r>
      <w:r w:rsidR="005B39DF">
        <w:rPr>
          <w:b/>
          <w:i/>
        </w:rPr>
        <w:t>CIS</w:t>
      </w:r>
      <w:r>
        <w:t xml:space="preserve"> is a </w:t>
      </w:r>
      <w:r w:rsidR="001D0CEE">
        <w:t>CIV</w:t>
      </w:r>
      <w:r>
        <w:t xml:space="preserve"> or arrangement where:</w:t>
      </w:r>
    </w:p>
    <w:p w:rsidR="0041503C" w:rsidRPr="00BD1CA6" w:rsidRDefault="0041503C" w:rsidP="008D51C1">
      <w:pPr>
        <w:pStyle w:val="dotpoint"/>
      </w:pPr>
      <w:r w:rsidRPr="00BD1CA6">
        <w:t>members contribute money or money’s worth for the right to benefits;</w:t>
      </w:r>
    </w:p>
    <w:p w:rsidR="0041503C" w:rsidRPr="00BD1CA6" w:rsidRDefault="0041503C" w:rsidP="008D51C1">
      <w:pPr>
        <w:pStyle w:val="dotpoint"/>
      </w:pPr>
      <w:r w:rsidRPr="00BD1CA6">
        <w:t>contributions are pooled to produce financial benefits or an interest in property for the members</w:t>
      </w:r>
      <w:r>
        <w:t>;</w:t>
      </w:r>
    </w:p>
    <w:p w:rsidR="0041503C" w:rsidRPr="00BD1CA6" w:rsidRDefault="0041503C" w:rsidP="008D51C1">
      <w:pPr>
        <w:pStyle w:val="dotpoint"/>
      </w:pPr>
      <w:r w:rsidRPr="00BD1CA6">
        <w:t>not all the members, in their capacities as members</w:t>
      </w:r>
      <w:r>
        <w:t>,</w:t>
      </w:r>
      <w:r w:rsidRPr="00BD1CA6">
        <w:t xml:space="preserve"> take part in day</w:t>
      </w:r>
      <w:r w:rsidR="00E25BDB">
        <w:noBreakHyphen/>
      </w:r>
      <w:r w:rsidRPr="00BD1CA6">
        <w:t>to</w:t>
      </w:r>
      <w:r w:rsidR="00E25BDB">
        <w:noBreakHyphen/>
      </w:r>
      <w:r w:rsidRPr="00BD1CA6">
        <w:t>day management of the scheme; and</w:t>
      </w:r>
    </w:p>
    <w:p w:rsidR="0041503C" w:rsidRDefault="0041503C" w:rsidP="008D51C1">
      <w:pPr>
        <w:pStyle w:val="dotpoint"/>
      </w:pPr>
      <w:r w:rsidRPr="00BD1CA6">
        <w:t>the pool is managed as a whole for the benefit of the members collectively</w:t>
      </w:r>
      <w:r>
        <w:t xml:space="preserve"> (</w:t>
      </w:r>
      <w:r w:rsidRPr="00586783">
        <w:t>section 55</w:t>
      </w:r>
      <w:r>
        <w:t xml:space="preserve"> of Annex 3 of the MOC)</w:t>
      </w:r>
      <w:r w:rsidRPr="00BD1CA6">
        <w:t>.</w:t>
      </w:r>
    </w:p>
    <w:p w:rsidR="0041503C" w:rsidRDefault="0041503C" w:rsidP="008D51C1">
      <w:pPr>
        <w:pStyle w:val="base-text-paragraph"/>
      </w:pPr>
      <w:r>
        <w:t>CISs are not restricted to vehicles which meet the definition of a ‘</w:t>
      </w:r>
      <w:r w:rsidR="000A14E8">
        <w:t xml:space="preserve">managed investment </w:t>
      </w:r>
      <w:r>
        <w:t xml:space="preserve">scheme’ in </w:t>
      </w:r>
      <w:r w:rsidR="000A14E8">
        <w:t>Australia</w:t>
      </w:r>
      <w:r>
        <w:t xml:space="preserve">. Instead, the definition of a CIS captures a range of </w:t>
      </w:r>
      <w:r w:rsidR="00371B1E">
        <w:t xml:space="preserve">investment vehicles </w:t>
      </w:r>
      <w:r>
        <w:t xml:space="preserve">including </w:t>
      </w:r>
      <w:r w:rsidR="00371B1E">
        <w:t xml:space="preserve">superannuation funds, </w:t>
      </w:r>
      <w:r>
        <w:t xml:space="preserve">partnerships and other contractual relationships, </w:t>
      </w:r>
      <w:r w:rsidR="008755B3">
        <w:t>MIS</w:t>
      </w:r>
      <w:r>
        <w:t xml:space="preserve">s and corporate </w:t>
      </w:r>
      <w:r w:rsidR="001D0CEE">
        <w:t>CIV</w:t>
      </w:r>
      <w:r>
        <w:t>s.</w:t>
      </w:r>
    </w:p>
    <w:p w:rsidR="0041503C" w:rsidRDefault="0041503C" w:rsidP="008D51C1">
      <w:pPr>
        <w:pStyle w:val="base-text-paragraph"/>
        <w:keepNext/>
        <w:keepLines/>
      </w:pPr>
      <w:r>
        <w:t xml:space="preserve">The new law uses the definition of </w:t>
      </w:r>
      <w:r>
        <w:rPr>
          <w:b/>
          <w:i/>
        </w:rPr>
        <w:t>r</w:t>
      </w:r>
      <w:r w:rsidRPr="00050681">
        <w:rPr>
          <w:b/>
          <w:i/>
        </w:rPr>
        <w:t>egulated CIS</w:t>
      </w:r>
      <w:r>
        <w:t xml:space="preserve"> in the Passport Rules for this jurisdiction and this definition must be substantially the same as the definition in Annex 3 of the MOC</w:t>
      </w:r>
      <w:r w:rsidR="00393BEF">
        <w:t>.</w:t>
      </w:r>
      <w:r>
        <w:t xml:space="preserve"> </w:t>
      </w:r>
      <w:r>
        <w:rPr>
          <w:rStyle w:val="Referencingstyle"/>
        </w:rPr>
        <w:t xml:space="preserve">[Schedule 1, item 1, </w:t>
      </w:r>
      <w:r w:rsidR="00213DAC">
        <w:rPr>
          <w:rStyle w:val="Referencingstyle"/>
        </w:rPr>
        <w:t xml:space="preserve">section 1210 and </w:t>
      </w:r>
      <w:r>
        <w:rPr>
          <w:rStyle w:val="Referencingstyle"/>
        </w:rPr>
        <w:t>subsection 1211(2)]</w:t>
      </w:r>
    </w:p>
    <w:p w:rsidR="0041503C" w:rsidRDefault="0041503C" w:rsidP="008D51C1">
      <w:pPr>
        <w:pStyle w:val="base-text-paragraph"/>
      </w:pPr>
      <w:r>
        <w:t xml:space="preserve">Under the MOC, a </w:t>
      </w:r>
      <w:r w:rsidRPr="00050681">
        <w:rPr>
          <w:b/>
          <w:i/>
        </w:rPr>
        <w:t>regulated CIS</w:t>
      </w:r>
      <w:r>
        <w:t xml:space="preserve"> is basically a CIS which is regulated by the corporations legislation in the participating economy. At</w:t>
      </w:r>
      <w:r w:rsidR="00FC75DC">
        <w:t> </w:t>
      </w:r>
      <w:r>
        <w:t xml:space="preserve">the time that it first came into effect, </w:t>
      </w:r>
      <w:r w:rsidRPr="00586783">
        <w:t>section 56</w:t>
      </w:r>
      <w:r>
        <w:t xml:space="preserve"> of Annex 3 of the MOC set this out as:</w:t>
      </w:r>
    </w:p>
    <w:p w:rsidR="0041503C" w:rsidRPr="00647C4D" w:rsidRDefault="0041503C" w:rsidP="008D51C1">
      <w:pPr>
        <w:pStyle w:val="dotpoint"/>
      </w:pPr>
      <w:r>
        <w:t>i</w:t>
      </w:r>
      <w:r w:rsidRPr="00647C4D">
        <w:t xml:space="preserve">n relation to Australia, a CIS registered under the </w:t>
      </w:r>
      <w:r w:rsidRPr="00647C4D">
        <w:rPr>
          <w:i/>
        </w:rPr>
        <w:t>Corporations Act</w:t>
      </w:r>
      <w:r>
        <w:rPr>
          <w:i/>
        </w:rPr>
        <w:t> </w:t>
      </w:r>
      <w:r w:rsidRPr="00647C4D">
        <w:rPr>
          <w:i/>
        </w:rPr>
        <w:t>2001</w:t>
      </w:r>
      <w:r w:rsidR="00FC63FA">
        <w:t>;</w:t>
      </w:r>
    </w:p>
    <w:p w:rsidR="0041503C" w:rsidRPr="00647C4D" w:rsidRDefault="0041503C" w:rsidP="008D51C1">
      <w:pPr>
        <w:pStyle w:val="dotpoint"/>
      </w:pPr>
      <w:r>
        <w:t>i</w:t>
      </w:r>
      <w:r w:rsidRPr="00647C4D">
        <w:t xml:space="preserve">n relation to Japan, a scheme under the </w:t>
      </w:r>
      <w:r w:rsidRPr="00647C4D">
        <w:rPr>
          <w:i/>
        </w:rPr>
        <w:t>Investment Trusts and Investment Corporations</w:t>
      </w:r>
      <w:r>
        <w:rPr>
          <w:i/>
        </w:rPr>
        <w:t> </w:t>
      </w:r>
      <w:r w:rsidRPr="00647C4D">
        <w:rPr>
          <w:i/>
        </w:rPr>
        <w:t>Act</w:t>
      </w:r>
      <w:r w:rsidRPr="00E46A45">
        <w:t xml:space="preserve"> of Japan</w:t>
      </w:r>
      <w:r w:rsidRPr="00647C4D">
        <w:t>;</w:t>
      </w:r>
    </w:p>
    <w:p w:rsidR="0041503C" w:rsidRPr="00647C4D" w:rsidRDefault="0041503C" w:rsidP="008D51C1">
      <w:pPr>
        <w:pStyle w:val="dotpoint"/>
      </w:pPr>
      <w:r>
        <w:t>i</w:t>
      </w:r>
      <w:r w:rsidRPr="00647C4D">
        <w:t xml:space="preserve">n relation to Korea, a CIS under the </w:t>
      </w:r>
      <w:r w:rsidRPr="00647C4D">
        <w:rPr>
          <w:i/>
        </w:rPr>
        <w:t>Financial Investment Business and Capital Markets</w:t>
      </w:r>
      <w:r>
        <w:rPr>
          <w:i/>
        </w:rPr>
        <w:t> </w:t>
      </w:r>
      <w:r w:rsidRPr="00647C4D">
        <w:rPr>
          <w:i/>
        </w:rPr>
        <w:t xml:space="preserve">Act </w:t>
      </w:r>
      <w:r w:rsidRPr="00117DE3">
        <w:t>of Korea</w:t>
      </w:r>
      <w:r>
        <w:t>;</w:t>
      </w:r>
    </w:p>
    <w:p w:rsidR="0041503C" w:rsidRPr="00647C4D" w:rsidRDefault="0041503C" w:rsidP="008D51C1">
      <w:pPr>
        <w:pStyle w:val="dotpoint"/>
      </w:pPr>
      <w:r>
        <w:t>i</w:t>
      </w:r>
      <w:r w:rsidRPr="00647C4D">
        <w:t xml:space="preserve">n relation to New Zealand, a </w:t>
      </w:r>
      <w:r w:rsidR="00D03A91">
        <w:t>MIS</w:t>
      </w:r>
      <w:r w:rsidRPr="00647C4D">
        <w:t xml:space="preserve"> registered under the </w:t>
      </w:r>
      <w:r w:rsidRPr="00647C4D">
        <w:rPr>
          <w:i/>
        </w:rPr>
        <w:t>Financial Markets Conduct Act</w:t>
      </w:r>
      <w:r>
        <w:rPr>
          <w:i/>
        </w:rPr>
        <w:t> </w:t>
      </w:r>
      <w:r w:rsidRPr="00647C4D">
        <w:rPr>
          <w:i/>
        </w:rPr>
        <w:t xml:space="preserve">2013 </w:t>
      </w:r>
      <w:r w:rsidRPr="00117DE3">
        <w:t>of New</w:t>
      </w:r>
      <w:r w:rsidR="00FC63FA">
        <w:t> </w:t>
      </w:r>
      <w:r w:rsidRPr="00117DE3">
        <w:t>Zealand</w:t>
      </w:r>
      <w:r>
        <w:t>;</w:t>
      </w:r>
    </w:p>
    <w:p w:rsidR="0041503C" w:rsidRPr="00647C4D" w:rsidRDefault="0041503C" w:rsidP="008D51C1">
      <w:pPr>
        <w:pStyle w:val="dotpoint"/>
      </w:pPr>
      <w:r>
        <w:t>i</w:t>
      </w:r>
      <w:r w:rsidRPr="00647C4D">
        <w:t>n relation to Singapore</w:t>
      </w:r>
      <w:r>
        <w:rPr>
          <w:rStyle w:val="FootnoteReference"/>
        </w:rPr>
        <w:footnoteReference w:id="4"/>
      </w:r>
      <w:r w:rsidRPr="00647C4D">
        <w:t xml:space="preserve">, a CIS authorised under the </w:t>
      </w:r>
      <w:r w:rsidRPr="00647C4D">
        <w:rPr>
          <w:i/>
        </w:rPr>
        <w:t xml:space="preserve">Securities and Futures Act </w:t>
      </w:r>
      <w:r w:rsidRPr="00117DE3">
        <w:t>of Singapore</w:t>
      </w:r>
      <w:r>
        <w:t>; and</w:t>
      </w:r>
    </w:p>
    <w:p w:rsidR="0041503C" w:rsidRDefault="0041503C" w:rsidP="008D51C1">
      <w:pPr>
        <w:pStyle w:val="dotpoint"/>
      </w:pPr>
      <w:r>
        <w:t>i</w:t>
      </w:r>
      <w:r w:rsidRPr="00647C4D">
        <w:t xml:space="preserve">n relation to Thailand, a CIS under the </w:t>
      </w:r>
      <w:r w:rsidRPr="00647C4D">
        <w:rPr>
          <w:i/>
        </w:rPr>
        <w:t xml:space="preserve">Securities and Exchange Act </w:t>
      </w:r>
      <w:r w:rsidRPr="00117DE3">
        <w:t>of Thailand</w:t>
      </w:r>
      <w:r>
        <w:t>.</w:t>
      </w:r>
    </w:p>
    <w:p w:rsidR="0041503C" w:rsidRDefault="0041503C" w:rsidP="008D51C1">
      <w:pPr>
        <w:pStyle w:val="Heading3"/>
        <w:rPr>
          <w:b w:val="0"/>
        </w:rPr>
      </w:pPr>
      <w:r>
        <w:t xml:space="preserve">Passport </w:t>
      </w:r>
      <w:r w:rsidR="00507620">
        <w:t>funds</w:t>
      </w:r>
      <w:r>
        <w:t xml:space="preserve">, </w:t>
      </w:r>
      <w:r w:rsidR="00507620">
        <w:t>foreign p</w:t>
      </w:r>
      <w:r>
        <w:t xml:space="preserve">assport </w:t>
      </w:r>
      <w:r w:rsidR="00507620">
        <w:t>f</w:t>
      </w:r>
      <w:r>
        <w:t xml:space="preserve">unds and </w:t>
      </w:r>
      <w:r w:rsidR="00507620">
        <w:t>operators</w:t>
      </w:r>
    </w:p>
    <w:p w:rsidR="0041503C" w:rsidRDefault="0041503C" w:rsidP="008D51C1">
      <w:pPr>
        <w:pStyle w:val="base-text-paragraph"/>
      </w:pPr>
      <w:r>
        <w:t xml:space="preserve">An entity is a </w:t>
      </w:r>
      <w:r w:rsidRPr="00DC1C62">
        <w:rPr>
          <w:b/>
          <w:i/>
        </w:rPr>
        <w:t>passport fund</w:t>
      </w:r>
      <w:r>
        <w:t xml:space="preserve"> if it is:</w:t>
      </w:r>
    </w:p>
    <w:p w:rsidR="0041503C" w:rsidRDefault="0041503C" w:rsidP="008D51C1">
      <w:pPr>
        <w:pStyle w:val="dotpoint"/>
      </w:pPr>
      <w:r>
        <w:t>a regulated CIS or a sub</w:t>
      </w:r>
      <w:r>
        <w:noBreakHyphen/>
        <w:t>fund of a regulated CIS; and</w:t>
      </w:r>
    </w:p>
    <w:p w:rsidR="0041503C" w:rsidRDefault="0041503C" w:rsidP="008D51C1">
      <w:pPr>
        <w:pStyle w:val="dotpoint"/>
      </w:pPr>
      <w:r>
        <w:t>registered as a passport fund in a participating economy.</w:t>
      </w:r>
    </w:p>
    <w:p w:rsidR="0041503C" w:rsidRPr="00213004" w:rsidRDefault="0041503C" w:rsidP="008D51C1">
      <w:pPr>
        <w:pStyle w:val="base-text-paragraphnonumbers"/>
        <w:rPr>
          <w:rStyle w:val="Referencingstyle"/>
        </w:rPr>
      </w:pPr>
      <w:r>
        <w:rPr>
          <w:rStyle w:val="Referencingstyle"/>
        </w:rPr>
        <w:t>[Schedule 1, item 1, section 1210]</w:t>
      </w:r>
    </w:p>
    <w:p w:rsidR="0041503C" w:rsidRPr="007752A6" w:rsidRDefault="0041503C" w:rsidP="008D51C1">
      <w:pPr>
        <w:pStyle w:val="base-text-paragraph"/>
      </w:pPr>
      <w:r>
        <w:t>The first requirement restricts passport funds to regulated CISs and their sub</w:t>
      </w:r>
      <w:r>
        <w:noBreakHyphen/>
        <w:t xml:space="preserve">funds. For the definition of a regulated CIS, see </w:t>
      </w:r>
      <w:r w:rsidRPr="007752A6">
        <w:t>paragraph</w:t>
      </w:r>
      <w:r>
        <w:t> </w:t>
      </w:r>
      <w:r w:rsidR="00BA0684">
        <w:t>2.8</w:t>
      </w:r>
      <w:r w:rsidRPr="007752A6">
        <w:t xml:space="preserve"> above.</w:t>
      </w:r>
    </w:p>
    <w:p w:rsidR="00213DAC" w:rsidRDefault="0041503C" w:rsidP="008D51C1">
      <w:pPr>
        <w:pStyle w:val="base-text-paragraph"/>
      </w:pPr>
      <w:r w:rsidRPr="00E04936">
        <w:rPr>
          <w:b/>
          <w:i/>
        </w:rPr>
        <w:t>Sub</w:t>
      </w:r>
      <w:r>
        <w:rPr>
          <w:b/>
          <w:i/>
        </w:rPr>
        <w:noBreakHyphen/>
      </w:r>
      <w:r w:rsidRPr="00E04936">
        <w:rPr>
          <w:b/>
          <w:i/>
        </w:rPr>
        <w:t>funds</w:t>
      </w:r>
      <w:r>
        <w:t xml:space="preserve"> will have the same definition as in the Passport Rules in this jurisdiction, and this definition must be substantially the same as in Annex 3 of the MOC</w:t>
      </w:r>
      <w:r w:rsidR="00A6280C">
        <w:t>.</w:t>
      </w:r>
      <w:r>
        <w:t xml:space="preserve"> </w:t>
      </w:r>
      <w:r>
        <w:rPr>
          <w:rStyle w:val="Referencingstyle"/>
        </w:rPr>
        <w:t>[Schedule 1, item 1, sections 1210 and</w:t>
      </w:r>
      <w:r w:rsidR="002B7683">
        <w:rPr>
          <w:rStyle w:val="Referencingstyle"/>
        </w:rPr>
        <w:t> </w:t>
      </w:r>
      <w:r>
        <w:rPr>
          <w:rStyle w:val="Referencingstyle"/>
        </w:rPr>
        <w:t>1211]</w:t>
      </w:r>
    </w:p>
    <w:p w:rsidR="0041503C" w:rsidRDefault="0041503C" w:rsidP="008D51C1">
      <w:pPr>
        <w:pStyle w:val="base-text-paragraph"/>
      </w:pPr>
      <w:r>
        <w:t>Sub</w:t>
      </w:r>
      <w:r>
        <w:noBreakHyphen/>
        <w:t>funds are basically distinct compartments of a CIS which are segregated in a way that prevents the assets of one sub</w:t>
      </w:r>
      <w:r>
        <w:noBreakHyphen/>
        <w:t>fund being used to discharge the liabilities of another sub</w:t>
      </w:r>
      <w:r>
        <w:noBreakHyphen/>
        <w:t>fund. Sub</w:t>
      </w:r>
      <w:r>
        <w:noBreakHyphen/>
        <w:t>funds may have different legal forms in each participating economy and they may or may not have their own legal personality.</w:t>
      </w:r>
    </w:p>
    <w:p w:rsidR="0041503C" w:rsidRDefault="0041503C" w:rsidP="008D51C1">
      <w:pPr>
        <w:pStyle w:val="base-text-paragraph"/>
      </w:pPr>
      <w:r>
        <w:t>In relation to the second requirement, each participating economy will have its own procedures for registering regulated CISs and sub</w:t>
      </w:r>
      <w:r>
        <w:noBreakHyphen/>
        <w:t xml:space="preserve">funds as passport funds. The procedures which apply in Australia are </w:t>
      </w:r>
      <w:r w:rsidRPr="007752A6">
        <w:t>set out in Chapter</w:t>
      </w:r>
      <w:r>
        <w:t> </w:t>
      </w:r>
      <w:r w:rsidRPr="007752A6">
        <w:t xml:space="preserve">3 of </w:t>
      </w:r>
      <w:r>
        <w:t>the explanatory materials</w:t>
      </w:r>
      <w:r w:rsidRPr="007752A6">
        <w:t>. The procedures</w:t>
      </w:r>
      <w:r>
        <w:t xml:space="preserve"> </w:t>
      </w:r>
      <w:r w:rsidR="00FC75DC">
        <w:t xml:space="preserve">that </w:t>
      </w:r>
      <w:r>
        <w:t xml:space="preserve">apply in other countries will be set out in their </w:t>
      </w:r>
      <w:r w:rsidR="00753E8C">
        <w:t>regulatory frameworks</w:t>
      </w:r>
      <w:r>
        <w:t>, but they will be based on the MOC and must be broadly similar to the procedures in Australia.</w:t>
      </w:r>
    </w:p>
    <w:p w:rsidR="0041503C" w:rsidRPr="00341A39" w:rsidRDefault="0041503C" w:rsidP="008D51C1">
      <w:pPr>
        <w:pStyle w:val="base-text-paragraph"/>
      </w:pPr>
      <w:r>
        <w:rPr>
          <w:b/>
          <w:i/>
        </w:rPr>
        <w:t xml:space="preserve">Australian passport funds </w:t>
      </w:r>
      <w:r>
        <w:t xml:space="preserve">are registered schemes </w:t>
      </w:r>
      <w:r w:rsidR="00FC75DC">
        <w:t xml:space="preserve">that </w:t>
      </w:r>
      <w:r>
        <w:t xml:space="preserve">are also registered as passport funds in Australia using the process set out in Part 8A.3 of this Bill. </w:t>
      </w:r>
      <w:r>
        <w:rPr>
          <w:rStyle w:val="Referencingstyle"/>
        </w:rPr>
        <w:t>[Schedule </w:t>
      </w:r>
      <w:r w:rsidR="00C31471">
        <w:rPr>
          <w:rStyle w:val="Referencingstyle"/>
        </w:rPr>
        <w:t>2</w:t>
      </w:r>
      <w:r>
        <w:rPr>
          <w:rStyle w:val="Referencingstyle"/>
        </w:rPr>
        <w:t>, item </w:t>
      </w:r>
      <w:r w:rsidR="003F2CCE">
        <w:rPr>
          <w:rStyle w:val="Referencingstyle"/>
        </w:rPr>
        <w:t>7</w:t>
      </w:r>
      <w:r>
        <w:rPr>
          <w:rStyle w:val="Referencingstyle"/>
        </w:rPr>
        <w:t>, section </w:t>
      </w:r>
      <w:r w:rsidR="00C31471">
        <w:rPr>
          <w:rStyle w:val="Referencingstyle"/>
        </w:rPr>
        <w:t>9</w:t>
      </w:r>
      <w:r>
        <w:rPr>
          <w:rStyle w:val="Referencingstyle"/>
        </w:rPr>
        <w:t>]</w:t>
      </w:r>
    </w:p>
    <w:p w:rsidR="0041503C" w:rsidRDefault="0041503C" w:rsidP="008D51C1">
      <w:pPr>
        <w:pStyle w:val="base-text-paragraph"/>
      </w:pPr>
      <w:r>
        <w:rPr>
          <w:b/>
          <w:i/>
        </w:rPr>
        <w:t>F</w:t>
      </w:r>
      <w:r w:rsidRPr="00B43976">
        <w:rPr>
          <w:b/>
          <w:i/>
        </w:rPr>
        <w:t>oreign passport funds</w:t>
      </w:r>
      <w:r>
        <w:t xml:space="preserve"> are regulated CISs and sub</w:t>
      </w:r>
      <w:r>
        <w:noBreakHyphen/>
        <w:t xml:space="preserve">funds </w:t>
      </w:r>
      <w:r w:rsidR="008672D2">
        <w:t>of regulated CISs</w:t>
      </w:r>
      <w:r>
        <w:t xml:space="preserve"> </w:t>
      </w:r>
      <w:r w:rsidR="00FC75DC">
        <w:t xml:space="preserve">that </w:t>
      </w:r>
      <w:r>
        <w:t>are registered as passport funds by participating economies other than Australia.</w:t>
      </w:r>
      <w:r w:rsidR="005540FA">
        <w:t xml:space="preserve"> They may take a variety of legal forms and, accordingly, the word ‘entity’ takes its ordinary meaning when used in provisions relating to passport funds in the new Chapter 8A.</w:t>
      </w:r>
      <w:r>
        <w:t xml:space="preserve"> </w:t>
      </w:r>
      <w:r>
        <w:rPr>
          <w:rStyle w:val="Referencingstyle"/>
        </w:rPr>
        <w:t>[Schedule </w:t>
      </w:r>
      <w:r w:rsidR="002A2FAA">
        <w:rPr>
          <w:rStyle w:val="Referencingstyle"/>
        </w:rPr>
        <w:t>2</w:t>
      </w:r>
      <w:r>
        <w:rPr>
          <w:rStyle w:val="Referencingstyle"/>
        </w:rPr>
        <w:t>, item</w:t>
      </w:r>
      <w:r w:rsidR="005540FA">
        <w:rPr>
          <w:rStyle w:val="Referencingstyle"/>
        </w:rPr>
        <w:t>s</w:t>
      </w:r>
      <w:r>
        <w:rPr>
          <w:rStyle w:val="Referencingstyle"/>
        </w:rPr>
        <w:t> </w:t>
      </w:r>
      <w:r w:rsidR="003F2CCE">
        <w:rPr>
          <w:rStyle w:val="Referencingstyle"/>
        </w:rPr>
        <w:t>17</w:t>
      </w:r>
      <w:r w:rsidR="005540FA">
        <w:rPr>
          <w:rStyle w:val="Referencingstyle"/>
        </w:rPr>
        <w:t xml:space="preserve"> and 38</w:t>
      </w:r>
      <w:r>
        <w:rPr>
          <w:rStyle w:val="Referencingstyle"/>
        </w:rPr>
        <w:t>, section</w:t>
      </w:r>
      <w:r w:rsidR="005540FA">
        <w:rPr>
          <w:rStyle w:val="Referencingstyle"/>
        </w:rPr>
        <w:t>s</w:t>
      </w:r>
      <w:r>
        <w:rPr>
          <w:rStyle w:val="Referencingstyle"/>
        </w:rPr>
        <w:t> </w:t>
      </w:r>
      <w:r w:rsidR="002A2FAA">
        <w:rPr>
          <w:rStyle w:val="Referencingstyle"/>
        </w:rPr>
        <w:t>9</w:t>
      </w:r>
      <w:r w:rsidR="005540FA">
        <w:rPr>
          <w:rStyle w:val="Referencingstyle"/>
        </w:rPr>
        <w:t xml:space="preserve"> and 64A</w:t>
      </w:r>
      <w:r>
        <w:rPr>
          <w:rStyle w:val="Referencingstyle"/>
        </w:rPr>
        <w:t>]</w:t>
      </w:r>
    </w:p>
    <w:p w:rsidR="0041503C" w:rsidRDefault="0041503C" w:rsidP="008D51C1">
      <w:pPr>
        <w:pStyle w:val="base-text-paragraph"/>
      </w:pPr>
      <w:r>
        <w:t xml:space="preserve">Foreign passport funds are only permitted to offer interests in Australia if they lodge a notice with ASIC and the notice is not rejected. The special streamlined application process that applies to foreign </w:t>
      </w:r>
      <w:r w:rsidRPr="007752A6">
        <w:t>passport funds is discussed in Chapter</w:t>
      </w:r>
      <w:r>
        <w:t> </w:t>
      </w:r>
      <w:r w:rsidRPr="007752A6">
        <w:t xml:space="preserve">3 of </w:t>
      </w:r>
      <w:r>
        <w:t>the explanatory materials.</w:t>
      </w:r>
    </w:p>
    <w:p w:rsidR="0041503C" w:rsidRDefault="0041503C" w:rsidP="008D51C1">
      <w:pPr>
        <w:pStyle w:val="base-text-paragraph"/>
      </w:pPr>
      <w:r>
        <w:t xml:space="preserve">A </w:t>
      </w:r>
      <w:r w:rsidRPr="00A422C1">
        <w:rPr>
          <w:b/>
          <w:i/>
        </w:rPr>
        <w:t xml:space="preserve">notified </w:t>
      </w:r>
      <w:r w:rsidRPr="00E647B6">
        <w:rPr>
          <w:b/>
          <w:i/>
        </w:rPr>
        <w:t>foreign passport fund</w:t>
      </w:r>
      <w:r>
        <w:t xml:space="preserve"> is a foreign passport fund </w:t>
      </w:r>
      <w:r w:rsidR="00FC75DC">
        <w:t xml:space="preserve">that </w:t>
      </w:r>
      <w:r>
        <w:t xml:space="preserve">has submitted a notice to offer interests in Australia and has not been rejected within the prescribed period. Notified foreign passport funds are a subset of foreign passport funds. In other words, all notified funds will be foreign passport funds, but only those foreign passport funds </w:t>
      </w:r>
      <w:r w:rsidR="00FC75DC">
        <w:t xml:space="preserve">that </w:t>
      </w:r>
      <w:r>
        <w:t xml:space="preserve">may offer interests in Australia will be notified foreign passport funds. </w:t>
      </w:r>
      <w:r w:rsidR="00213DAC">
        <w:rPr>
          <w:rStyle w:val="Referencingstyle"/>
        </w:rPr>
        <w:t>[Schedule </w:t>
      </w:r>
      <w:r w:rsidR="00F76911">
        <w:rPr>
          <w:rStyle w:val="Referencingstyle"/>
        </w:rPr>
        <w:t>1</w:t>
      </w:r>
      <w:r w:rsidR="00213DAC">
        <w:rPr>
          <w:rStyle w:val="Referencingstyle"/>
        </w:rPr>
        <w:t>, item </w:t>
      </w:r>
      <w:r w:rsidR="00F76911">
        <w:rPr>
          <w:rStyle w:val="Referencingstyle"/>
        </w:rPr>
        <w:t>1</w:t>
      </w:r>
      <w:r w:rsidR="00213DAC">
        <w:rPr>
          <w:rStyle w:val="Referencingstyle"/>
        </w:rPr>
        <w:t xml:space="preserve">, </w:t>
      </w:r>
      <w:r w:rsidR="00F76911">
        <w:rPr>
          <w:rStyle w:val="Referencingstyle"/>
        </w:rPr>
        <w:t>sub</w:t>
      </w:r>
      <w:r w:rsidR="00213DAC">
        <w:rPr>
          <w:rStyle w:val="Referencingstyle"/>
        </w:rPr>
        <w:t>section </w:t>
      </w:r>
      <w:r w:rsidR="00F76911">
        <w:rPr>
          <w:rStyle w:val="Referencingstyle"/>
        </w:rPr>
        <w:t>1213C(2)</w:t>
      </w:r>
      <w:r w:rsidR="00213DAC">
        <w:rPr>
          <w:rStyle w:val="Referencingstyle"/>
        </w:rPr>
        <w:t>]</w:t>
      </w:r>
    </w:p>
    <w:p w:rsidR="00EF681A" w:rsidRDefault="00EF681A" w:rsidP="008D51C1">
      <w:pPr>
        <w:pStyle w:val="base-text-paragraph"/>
      </w:pPr>
      <w:r>
        <w:t xml:space="preserve">An </w:t>
      </w:r>
      <w:r w:rsidRPr="0047291C">
        <w:rPr>
          <w:b/>
          <w:i/>
        </w:rPr>
        <w:t>Australian member</w:t>
      </w:r>
      <w:r>
        <w:t xml:space="preserve"> of a notified foreign passport fund is defined as a person who either holds an interest in the fund that was acquired in Australia or is ordinarily resident in Australia and holds an interest in the fund. </w:t>
      </w:r>
      <w:r>
        <w:rPr>
          <w:rStyle w:val="Referencingstyle"/>
        </w:rPr>
        <w:t>[Schedule 2, item 7, section 9]</w:t>
      </w:r>
    </w:p>
    <w:p w:rsidR="0041503C" w:rsidRPr="00E8506D" w:rsidRDefault="0041503C" w:rsidP="008D51C1">
      <w:pPr>
        <w:pStyle w:val="base-text-paragraph"/>
      </w:pPr>
      <w:r>
        <w:t xml:space="preserve">The new law adopts the definition of an </w:t>
      </w:r>
      <w:r>
        <w:rPr>
          <w:b/>
          <w:i/>
        </w:rPr>
        <w:t xml:space="preserve">operator </w:t>
      </w:r>
      <w:r>
        <w:t xml:space="preserve">in the Passport Rules for this jurisdiction, and those rules must be substantially the same as Annex 3 of the MOC. </w:t>
      </w:r>
      <w:r w:rsidR="00DD272F">
        <w:t xml:space="preserve">The </w:t>
      </w:r>
      <w:r>
        <w:t xml:space="preserve">MOC contains a table </w:t>
      </w:r>
      <w:r w:rsidR="00FC75DC">
        <w:t xml:space="preserve">that </w:t>
      </w:r>
      <w:r>
        <w:t>lists the operator in each participating economy</w:t>
      </w:r>
      <w:r w:rsidR="00DD272F">
        <w:t xml:space="preserve"> (s</w:t>
      </w:r>
      <w:r w:rsidR="00DD272F" w:rsidRPr="00586783">
        <w:t>ection 56</w:t>
      </w:r>
      <w:r w:rsidR="00DD272F">
        <w:t xml:space="preserve"> of Annex 3)</w:t>
      </w:r>
      <w:r>
        <w:t>. The</w:t>
      </w:r>
      <w:r w:rsidR="00FC75DC">
        <w:t> </w:t>
      </w:r>
      <w:r>
        <w:t>operator is the person or entity who is responsible for managing the overall operations of the CIS. In Australia, the operator is the ‘person licensed to operate the CIS under the Corporations Act’</w:t>
      </w:r>
      <w:r w:rsidR="00FC75DC">
        <w:t>,</w:t>
      </w:r>
      <w:r>
        <w:t xml:space="preserve"> which will be the responsible entity for a registered scheme.</w:t>
      </w:r>
      <w:r w:rsidR="00885EAD">
        <w:t xml:space="preserve"> In some cases, the operator may be the same entity as the fund.</w:t>
      </w:r>
      <w:r w:rsidR="00DD272F" w:rsidRPr="00DD272F">
        <w:rPr>
          <w:rStyle w:val="Referencingstyle"/>
          <w:b w:val="0"/>
          <w:i w:val="0"/>
          <w:sz w:val="22"/>
        </w:rPr>
        <w:t xml:space="preserve"> </w:t>
      </w:r>
      <w:r w:rsidR="00DD272F">
        <w:rPr>
          <w:rStyle w:val="Referencingstyle"/>
        </w:rPr>
        <w:t>[Schedule 1, item 1, sections 1210 and</w:t>
      </w:r>
      <w:r w:rsidR="002B7683">
        <w:rPr>
          <w:rStyle w:val="Referencingstyle"/>
        </w:rPr>
        <w:t> </w:t>
      </w:r>
      <w:r w:rsidR="00DD272F">
        <w:rPr>
          <w:rStyle w:val="Referencingstyle"/>
        </w:rPr>
        <w:t>1211]</w:t>
      </w:r>
    </w:p>
    <w:p w:rsidR="0041503C" w:rsidRDefault="0041503C" w:rsidP="008D51C1">
      <w:pPr>
        <w:pStyle w:val="Heading3"/>
      </w:pPr>
      <w:r>
        <w:t xml:space="preserve">Home and </w:t>
      </w:r>
      <w:r w:rsidR="00057529">
        <w:t>host economies</w:t>
      </w:r>
    </w:p>
    <w:p w:rsidR="0041503C" w:rsidRDefault="0041503C" w:rsidP="008D51C1">
      <w:pPr>
        <w:pStyle w:val="base-text-paragraph"/>
      </w:pPr>
      <w:r>
        <w:t>All passport funds have a home economy and they may also have one or more host economies.</w:t>
      </w:r>
    </w:p>
    <w:p w:rsidR="0041503C" w:rsidRDefault="0041503C" w:rsidP="008D51C1">
      <w:pPr>
        <w:pStyle w:val="base-text-paragraph"/>
      </w:pPr>
      <w:r>
        <w:t xml:space="preserve">The </w:t>
      </w:r>
      <w:r w:rsidRPr="00B43976">
        <w:rPr>
          <w:b/>
          <w:i/>
        </w:rPr>
        <w:t>home economy</w:t>
      </w:r>
      <w:r>
        <w:t xml:space="preserve"> is the participating economy where the passport fund is registered or approved as a regulated CIS, regardless of the exact name given to the registration or approval process. If there is more than one such economy then the home economy is the one where the fund is first registered or approved. This is substantially the same as the definition of home economy in Annex 3 of the MOC. </w:t>
      </w:r>
      <w:r>
        <w:rPr>
          <w:rStyle w:val="Referencingstyle"/>
        </w:rPr>
        <w:t>[Schedule 1, item 1, section 1210</w:t>
      </w:r>
      <w:r w:rsidR="0006448F">
        <w:rPr>
          <w:rStyle w:val="Referencingstyle"/>
        </w:rPr>
        <w:t xml:space="preserve"> and Schedule 2, item 17, section 9, definition of ‘home economy’</w:t>
      </w:r>
      <w:r>
        <w:rPr>
          <w:rStyle w:val="Referencingstyle"/>
        </w:rPr>
        <w:t>]</w:t>
      </w:r>
    </w:p>
    <w:p w:rsidR="0041503C" w:rsidRDefault="0041503C" w:rsidP="008D51C1">
      <w:pPr>
        <w:pStyle w:val="base-text-paragraph"/>
      </w:pPr>
      <w:r>
        <w:t xml:space="preserve">The </w:t>
      </w:r>
      <w:r>
        <w:rPr>
          <w:b/>
          <w:i/>
        </w:rPr>
        <w:t xml:space="preserve">host economy </w:t>
      </w:r>
      <w:r>
        <w:t xml:space="preserve">is any other participating economy (apart from the home economy) where the passport fund is permitted to offer interests or has submitted an application to offer interests. The passport fund may have more than one host economy. Australia acts as a host economy to foreign passport funds that have submitted notifications of intention to offer interests, or are permitted to offer interests in Australia </w:t>
      </w:r>
      <w:r w:rsidRPr="007752A6">
        <w:t>after having submitted a notification (see Chapter</w:t>
      </w:r>
      <w:r>
        <w:t> </w:t>
      </w:r>
      <w:r w:rsidRPr="007752A6">
        <w:t>3</w:t>
      </w:r>
      <w:r w:rsidR="00F25F6E">
        <w:t xml:space="preserve"> of the explanatory materials</w:t>
      </w:r>
      <w:r w:rsidRPr="007752A6">
        <w:t xml:space="preserve">). </w:t>
      </w:r>
      <w:r w:rsidRPr="007752A6">
        <w:rPr>
          <w:rStyle w:val="Referencingstyle"/>
        </w:rPr>
        <w:t>[Schedule</w:t>
      </w:r>
      <w:r>
        <w:rPr>
          <w:rStyle w:val="Referencingstyle"/>
        </w:rPr>
        <w:t> </w:t>
      </w:r>
      <w:r w:rsidRPr="007752A6">
        <w:rPr>
          <w:rStyle w:val="Referencingstyle"/>
        </w:rPr>
        <w:t>1, item</w:t>
      </w:r>
      <w:r>
        <w:rPr>
          <w:rStyle w:val="Referencingstyle"/>
        </w:rPr>
        <w:t> </w:t>
      </w:r>
      <w:r w:rsidRPr="007752A6">
        <w:rPr>
          <w:rStyle w:val="Referencingstyle"/>
        </w:rPr>
        <w:t>1,</w:t>
      </w:r>
      <w:r>
        <w:rPr>
          <w:rStyle w:val="Referencingstyle"/>
        </w:rPr>
        <w:t xml:space="preserve"> section 1210</w:t>
      </w:r>
      <w:r w:rsidR="0006448F">
        <w:rPr>
          <w:rStyle w:val="Referencingstyle"/>
        </w:rPr>
        <w:t xml:space="preserve"> and Schedule 2, item 17, section 9, definition of ‘host economy’</w:t>
      </w:r>
      <w:r>
        <w:rPr>
          <w:rStyle w:val="Referencingstyle"/>
        </w:rPr>
        <w:t>]</w:t>
      </w:r>
    </w:p>
    <w:p w:rsidR="0041503C" w:rsidRDefault="0041503C" w:rsidP="008D51C1">
      <w:pPr>
        <w:pStyle w:val="base-text-paragraph"/>
      </w:pPr>
      <w:r>
        <w:t>If a fund is deregistered as a passport fund in its home economy, it will no longer meet the definition of a passport fund and it will not have a home economy. It will also fail to meet the prerequisites for being permitted to offer interests in any other economy.</w:t>
      </w:r>
      <w:r w:rsidR="003C6CC8">
        <w:t xml:space="preserve"> Nonetheless, the Passport Rules specify that a r</w:t>
      </w:r>
      <w:r w:rsidR="003C6CC8" w:rsidRPr="003C6CC8">
        <w:t>egulated CIS or a sub</w:t>
      </w:r>
      <w:r w:rsidR="00393BEF">
        <w:noBreakHyphen/>
      </w:r>
      <w:r w:rsidR="003C6CC8" w:rsidRPr="003C6CC8">
        <w:t xml:space="preserve">fund of a </w:t>
      </w:r>
      <w:r w:rsidR="003C6CC8">
        <w:t>r</w:t>
      </w:r>
      <w:r w:rsidR="003C6CC8" w:rsidRPr="003C6CC8">
        <w:t xml:space="preserve">egulated CIS that has been deregistered </w:t>
      </w:r>
      <w:r w:rsidR="003C6CC8">
        <w:t>as a passport f</w:t>
      </w:r>
      <w:r w:rsidR="003C6CC8" w:rsidRPr="003C6CC8">
        <w:t>und must be operated in accorda</w:t>
      </w:r>
      <w:r w:rsidR="003C6CC8">
        <w:t>nce with these rules until such point as certain conditions are met (section</w:t>
      </w:r>
      <w:r w:rsidR="00393BEF">
        <w:t> </w:t>
      </w:r>
      <w:r w:rsidR="003C6CC8">
        <w:t>54</w:t>
      </w:r>
      <w:r w:rsidR="003C6CC8" w:rsidRPr="003C6CC8">
        <w:t xml:space="preserve"> of Annex</w:t>
      </w:r>
      <w:r w:rsidR="00393BEF">
        <w:t> </w:t>
      </w:r>
      <w:r w:rsidR="003C6CC8" w:rsidRPr="003C6CC8">
        <w:t>3</w:t>
      </w:r>
      <w:r w:rsidR="003C6CC8">
        <w:t xml:space="preserve"> of the MOC).</w:t>
      </w:r>
    </w:p>
    <w:p w:rsidR="0041503C" w:rsidRPr="0039797A" w:rsidRDefault="0041503C" w:rsidP="008D51C1">
      <w:pPr>
        <w:pStyle w:val="Heading3"/>
      </w:pPr>
      <w:r>
        <w:t xml:space="preserve">Home and </w:t>
      </w:r>
      <w:r w:rsidR="002E6577">
        <w:t>host r</w:t>
      </w:r>
      <w:r>
        <w:t>egulators</w:t>
      </w:r>
    </w:p>
    <w:p w:rsidR="0041503C" w:rsidRDefault="002E6577" w:rsidP="008D51C1">
      <w:pPr>
        <w:pStyle w:val="base-text-paragraph"/>
      </w:pPr>
      <w:r>
        <w:rPr>
          <w:b/>
          <w:i/>
        </w:rPr>
        <w:t>‘</w:t>
      </w:r>
      <w:r w:rsidR="0041503C" w:rsidRPr="002E6577">
        <w:t xml:space="preserve">Passport </w:t>
      </w:r>
      <w:r w:rsidR="00057529">
        <w:t>R</w:t>
      </w:r>
      <w:r w:rsidR="00057529" w:rsidRPr="002E6577">
        <w:t>egulator</w:t>
      </w:r>
      <w:r w:rsidR="00057529">
        <w:t>’</w:t>
      </w:r>
      <w:r w:rsidR="0041503C">
        <w:t xml:space="preserve"> (as used in the definitions of </w:t>
      </w:r>
      <w:r w:rsidRPr="002E6577">
        <w:t>‘home </w:t>
      </w:r>
      <w:r w:rsidR="0041503C" w:rsidRPr="002E6577">
        <w:t>regulator</w:t>
      </w:r>
      <w:r w:rsidRPr="002E6577">
        <w:t>’</w:t>
      </w:r>
      <w:r w:rsidR="0041503C" w:rsidRPr="002E6577">
        <w:t xml:space="preserve"> </w:t>
      </w:r>
      <w:r w:rsidR="0041503C">
        <w:t xml:space="preserve">and </w:t>
      </w:r>
      <w:r w:rsidRPr="002E6577">
        <w:t xml:space="preserve">‘host </w:t>
      </w:r>
      <w:r w:rsidR="0041503C" w:rsidRPr="002E6577">
        <w:t>regulator</w:t>
      </w:r>
      <w:r w:rsidRPr="002E6577">
        <w:t>’</w:t>
      </w:r>
      <w:r w:rsidR="0041503C">
        <w:t>) has the meaning as in the Passport</w:t>
      </w:r>
      <w:r>
        <w:t> </w:t>
      </w:r>
      <w:r w:rsidR="0041503C">
        <w:t xml:space="preserve">Rules for this jurisdiction, and those rules must be substantially the same as Annex 3 of the MOC. Under the MOC, the </w:t>
      </w:r>
      <w:r w:rsidR="0041503C">
        <w:rPr>
          <w:b/>
          <w:i/>
        </w:rPr>
        <w:t>P</w:t>
      </w:r>
      <w:r w:rsidR="0041503C" w:rsidRPr="006726CB">
        <w:rPr>
          <w:b/>
          <w:i/>
        </w:rPr>
        <w:t>assport</w:t>
      </w:r>
      <w:r w:rsidR="00057529">
        <w:rPr>
          <w:b/>
          <w:i/>
        </w:rPr>
        <w:t> </w:t>
      </w:r>
      <w:r w:rsidR="0041503C">
        <w:rPr>
          <w:b/>
          <w:i/>
        </w:rPr>
        <w:t>R</w:t>
      </w:r>
      <w:r w:rsidR="0041503C" w:rsidRPr="006726CB">
        <w:rPr>
          <w:b/>
          <w:i/>
        </w:rPr>
        <w:t>egulator</w:t>
      </w:r>
      <w:r w:rsidR="0041503C">
        <w:t xml:space="preserve"> is the entity in each participating economy which performs the regulatory functions under the relevant legislation (as defined under the term </w:t>
      </w:r>
      <w:r w:rsidRPr="006726CB">
        <w:t xml:space="preserve">passport regulator </w:t>
      </w:r>
      <w:r w:rsidR="0041503C">
        <w:t xml:space="preserve">in </w:t>
      </w:r>
      <w:r w:rsidR="0041503C" w:rsidRPr="00586783">
        <w:t>section 55</w:t>
      </w:r>
      <w:r w:rsidR="0041503C">
        <w:t xml:space="preserve"> of Annex 3). </w:t>
      </w:r>
      <w:r w:rsidR="00213DAC">
        <w:rPr>
          <w:rStyle w:val="Referencingstyle"/>
        </w:rPr>
        <w:t>[Schedule 1, item 1, sections 1210 and 1211]</w:t>
      </w:r>
    </w:p>
    <w:p w:rsidR="0041503C" w:rsidRDefault="0041503C" w:rsidP="008D51C1">
      <w:pPr>
        <w:pStyle w:val="base-text-paragraph"/>
      </w:pPr>
      <w:r>
        <w:t>The Passport Regulators in each of the countries that initially signed the MOC are shown in the table below. If the entity responsible for the regulatory functions changes, the new entity will become the Passport Regulator.</w:t>
      </w:r>
    </w:p>
    <w:p w:rsidR="0041503C" w:rsidRDefault="0041503C" w:rsidP="008D51C1">
      <w:pPr>
        <w:pStyle w:val="TableHeadingoutsidetable"/>
        <w:spacing w:after="120"/>
      </w:pPr>
      <w:r>
        <w:t xml:space="preserve">: Passport Regulator in each </w:t>
      </w:r>
      <w:r w:rsidR="002E6577">
        <w:t>participating economy</w:t>
      </w:r>
    </w:p>
    <w:tbl>
      <w:tblPr>
        <w:tblStyle w:val="TableGrid"/>
        <w:tblW w:w="0" w:type="auto"/>
        <w:tblInd w:w="1134" w:type="dxa"/>
        <w:tblLook w:val="04A0" w:firstRow="1" w:lastRow="0" w:firstColumn="1" w:lastColumn="0" w:noHBand="0" w:noVBand="1"/>
      </w:tblPr>
      <w:tblGrid>
        <w:gridCol w:w="2632"/>
        <w:gridCol w:w="4160"/>
      </w:tblGrid>
      <w:tr w:rsidR="0041503C" w:rsidTr="00424E5F">
        <w:trPr>
          <w:cantSplit/>
          <w:tblHeader/>
        </w:trPr>
        <w:tc>
          <w:tcPr>
            <w:tcW w:w="2632" w:type="dxa"/>
          </w:tcPr>
          <w:p w:rsidR="0041503C" w:rsidRDefault="0041503C" w:rsidP="008D51C1">
            <w:pPr>
              <w:pStyle w:val="tableheaderwithintable"/>
            </w:pPr>
            <w:r>
              <w:t>Participant</w:t>
            </w:r>
          </w:p>
        </w:tc>
        <w:tc>
          <w:tcPr>
            <w:tcW w:w="4160" w:type="dxa"/>
          </w:tcPr>
          <w:p w:rsidR="0041503C" w:rsidRDefault="0041503C" w:rsidP="008D51C1">
            <w:pPr>
              <w:pStyle w:val="tableheaderwithintable"/>
            </w:pPr>
            <w:r>
              <w:t>Regulator</w:t>
            </w:r>
          </w:p>
        </w:tc>
      </w:tr>
      <w:tr w:rsidR="0041503C" w:rsidTr="00424E5F">
        <w:trPr>
          <w:cantSplit/>
        </w:trPr>
        <w:tc>
          <w:tcPr>
            <w:tcW w:w="2632" w:type="dxa"/>
          </w:tcPr>
          <w:p w:rsidR="0041503C" w:rsidRDefault="0041503C" w:rsidP="008D51C1">
            <w:pPr>
              <w:pStyle w:val="tabletext"/>
              <w:ind w:left="0"/>
            </w:pPr>
            <w:r>
              <w:t>Australia</w:t>
            </w:r>
          </w:p>
        </w:tc>
        <w:tc>
          <w:tcPr>
            <w:tcW w:w="4160" w:type="dxa"/>
          </w:tcPr>
          <w:p w:rsidR="0041503C" w:rsidRDefault="0041503C" w:rsidP="008D51C1">
            <w:pPr>
              <w:pStyle w:val="tabletext"/>
              <w:ind w:left="62"/>
            </w:pPr>
            <w:r>
              <w:t>ASIC</w:t>
            </w:r>
          </w:p>
        </w:tc>
      </w:tr>
      <w:tr w:rsidR="0041503C" w:rsidTr="00424E5F">
        <w:trPr>
          <w:cantSplit/>
        </w:trPr>
        <w:tc>
          <w:tcPr>
            <w:tcW w:w="2632" w:type="dxa"/>
          </w:tcPr>
          <w:p w:rsidR="0041503C" w:rsidRDefault="0041503C" w:rsidP="008D51C1">
            <w:pPr>
              <w:pStyle w:val="tabletext"/>
              <w:ind w:left="0"/>
            </w:pPr>
            <w:r>
              <w:t>Japan</w:t>
            </w:r>
          </w:p>
        </w:tc>
        <w:tc>
          <w:tcPr>
            <w:tcW w:w="4160" w:type="dxa"/>
          </w:tcPr>
          <w:p w:rsidR="0041503C" w:rsidRDefault="0041503C" w:rsidP="008D51C1">
            <w:pPr>
              <w:pStyle w:val="tabletext"/>
              <w:ind w:left="62"/>
            </w:pPr>
            <w:r>
              <w:t>Financial Services Agency</w:t>
            </w:r>
          </w:p>
        </w:tc>
      </w:tr>
      <w:tr w:rsidR="0041503C" w:rsidTr="00424E5F">
        <w:trPr>
          <w:cantSplit/>
        </w:trPr>
        <w:tc>
          <w:tcPr>
            <w:tcW w:w="2632" w:type="dxa"/>
          </w:tcPr>
          <w:p w:rsidR="0041503C" w:rsidRDefault="0041503C" w:rsidP="008D51C1">
            <w:pPr>
              <w:pStyle w:val="tabletext"/>
              <w:ind w:left="0"/>
            </w:pPr>
            <w:r>
              <w:t>Korea</w:t>
            </w:r>
          </w:p>
        </w:tc>
        <w:tc>
          <w:tcPr>
            <w:tcW w:w="4160" w:type="dxa"/>
          </w:tcPr>
          <w:p w:rsidR="0041503C" w:rsidRDefault="0041503C" w:rsidP="008D51C1">
            <w:pPr>
              <w:pStyle w:val="tabletext"/>
              <w:ind w:left="62"/>
            </w:pPr>
            <w:r>
              <w:t>Financial Supervisory Service and Financial Services Commission</w:t>
            </w:r>
          </w:p>
        </w:tc>
      </w:tr>
      <w:tr w:rsidR="0041503C" w:rsidTr="00424E5F">
        <w:trPr>
          <w:cantSplit/>
        </w:trPr>
        <w:tc>
          <w:tcPr>
            <w:tcW w:w="2632" w:type="dxa"/>
          </w:tcPr>
          <w:p w:rsidR="0041503C" w:rsidRDefault="0041503C" w:rsidP="008D51C1">
            <w:pPr>
              <w:pStyle w:val="tabletext"/>
              <w:ind w:left="0"/>
            </w:pPr>
            <w:r>
              <w:t>New Zealand</w:t>
            </w:r>
          </w:p>
        </w:tc>
        <w:tc>
          <w:tcPr>
            <w:tcW w:w="4160" w:type="dxa"/>
          </w:tcPr>
          <w:p w:rsidR="0041503C" w:rsidRDefault="0041503C" w:rsidP="008D51C1">
            <w:pPr>
              <w:pStyle w:val="tabletext"/>
              <w:ind w:left="62"/>
            </w:pPr>
            <w:r>
              <w:t>Financial Markets Authority</w:t>
            </w:r>
          </w:p>
        </w:tc>
      </w:tr>
      <w:tr w:rsidR="0041503C" w:rsidTr="00424E5F">
        <w:trPr>
          <w:cantSplit/>
        </w:trPr>
        <w:tc>
          <w:tcPr>
            <w:tcW w:w="2632" w:type="dxa"/>
          </w:tcPr>
          <w:p w:rsidR="0041503C" w:rsidRDefault="0041503C" w:rsidP="008D51C1">
            <w:pPr>
              <w:pStyle w:val="tabletext"/>
              <w:ind w:left="0"/>
            </w:pPr>
            <w:r>
              <w:t>Singapore</w:t>
            </w:r>
            <w:r>
              <w:rPr>
                <w:rStyle w:val="FootnoteReference"/>
              </w:rPr>
              <w:footnoteReference w:id="5"/>
            </w:r>
          </w:p>
        </w:tc>
        <w:tc>
          <w:tcPr>
            <w:tcW w:w="4160" w:type="dxa"/>
          </w:tcPr>
          <w:p w:rsidR="0041503C" w:rsidRDefault="0041503C" w:rsidP="008D51C1">
            <w:pPr>
              <w:pStyle w:val="tabletext"/>
              <w:ind w:left="62"/>
            </w:pPr>
            <w:r>
              <w:t>Monetary Authority of Singapore</w:t>
            </w:r>
          </w:p>
        </w:tc>
      </w:tr>
      <w:tr w:rsidR="0041503C" w:rsidTr="00424E5F">
        <w:trPr>
          <w:cantSplit/>
        </w:trPr>
        <w:tc>
          <w:tcPr>
            <w:tcW w:w="2632" w:type="dxa"/>
          </w:tcPr>
          <w:p w:rsidR="0041503C" w:rsidRDefault="0041503C" w:rsidP="008D51C1">
            <w:pPr>
              <w:pStyle w:val="tabletext"/>
              <w:ind w:left="0"/>
            </w:pPr>
            <w:r>
              <w:t>Thailand</w:t>
            </w:r>
          </w:p>
        </w:tc>
        <w:tc>
          <w:tcPr>
            <w:tcW w:w="4160" w:type="dxa"/>
          </w:tcPr>
          <w:p w:rsidR="0041503C" w:rsidRDefault="0041503C" w:rsidP="008D51C1">
            <w:pPr>
              <w:pStyle w:val="tabletext"/>
              <w:ind w:left="62"/>
            </w:pPr>
            <w:r>
              <w:t>Securities and Exchange Commission</w:t>
            </w:r>
          </w:p>
        </w:tc>
      </w:tr>
    </w:tbl>
    <w:p w:rsidR="0041503C" w:rsidRDefault="0041503C" w:rsidP="008D51C1">
      <w:pPr>
        <w:pStyle w:val="base-text-paragraph"/>
      </w:pPr>
      <w:r>
        <w:t xml:space="preserve">The </w:t>
      </w:r>
      <w:r w:rsidRPr="007778A4">
        <w:rPr>
          <w:b/>
          <w:i/>
        </w:rPr>
        <w:t>home regulator</w:t>
      </w:r>
      <w:r>
        <w:t xml:space="preserve"> for a passport fund is the Passport Regulator in the fund’s home economy. The </w:t>
      </w:r>
      <w:r w:rsidRPr="007778A4">
        <w:rPr>
          <w:b/>
          <w:i/>
        </w:rPr>
        <w:t xml:space="preserve">host regulators </w:t>
      </w:r>
      <w:r>
        <w:t xml:space="preserve">for a passport fund are the Passport Regulators in the </w:t>
      </w:r>
      <w:r w:rsidRPr="007752A6">
        <w:t xml:space="preserve">fund’s host economies. </w:t>
      </w:r>
      <w:r w:rsidR="00120AD2">
        <w:t xml:space="preserve">While these definitions use the word ‘entity’, ‘entity’ takes its ordinary meaning and does not draw on the definition in section 64A. </w:t>
      </w:r>
      <w:r>
        <w:t>S</w:t>
      </w:r>
      <w:r w:rsidRPr="007752A6">
        <w:t xml:space="preserve">ee </w:t>
      </w:r>
      <w:r w:rsidRPr="00FC1C21">
        <w:t>paragraphs </w:t>
      </w:r>
      <w:r w:rsidR="00BA0684">
        <w:t>2</w:t>
      </w:r>
      <w:r w:rsidR="00BA0684" w:rsidRPr="00FC1C21">
        <w:t>.</w:t>
      </w:r>
      <w:r w:rsidR="00BA0684">
        <w:t>47</w:t>
      </w:r>
      <w:r w:rsidRPr="00FC1C21">
        <w:t xml:space="preserve"> to </w:t>
      </w:r>
      <w:r w:rsidR="00BA0684">
        <w:t>2</w:t>
      </w:r>
      <w:r w:rsidR="00BA0684" w:rsidRPr="00FC1C21">
        <w:t>.</w:t>
      </w:r>
      <w:r w:rsidR="00BA0684">
        <w:t>50</w:t>
      </w:r>
      <w:r w:rsidRPr="007752A6">
        <w:t xml:space="preserve"> for an explanation of the definitions of home and host</w:t>
      </w:r>
      <w:r>
        <w:t xml:space="preserve"> economy.</w:t>
      </w:r>
      <w:r w:rsidR="00DD272F">
        <w:t xml:space="preserve"> </w:t>
      </w:r>
      <w:r w:rsidR="00DD272F">
        <w:rPr>
          <w:rStyle w:val="Referencingstyle"/>
        </w:rPr>
        <w:t>[Schedule 1, item 1, section 1210</w:t>
      </w:r>
      <w:r w:rsidR="0006448F">
        <w:rPr>
          <w:rStyle w:val="Referencingstyle"/>
        </w:rPr>
        <w:t xml:space="preserve"> and Schedule 2, item 17, section 9, definition of ‘home regulator’ and ‘host regulator’</w:t>
      </w:r>
      <w:r w:rsidR="00DD272F">
        <w:rPr>
          <w:rStyle w:val="Referencingstyle"/>
        </w:rPr>
        <w:t>]</w:t>
      </w:r>
    </w:p>
    <w:p w:rsidR="0041503C" w:rsidRDefault="0041503C" w:rsidP="008D51C1">
      <w:pPr>
        <w:pStyle w:val="Heading2"/>
      </w:pPr>
      <w:r>
        <w:t>Consequential amendments</w:t>
      </w:r>
    </w:p>
    <w:p w:rsidR="005E40C5" w:rsidRDefault="0041503C" w:rsidP="008D51C1">
      <w:pPr>
        <w:pStyle w:val="base-text-paragraph"/>
      </w:pPr>
      <w:r>
        <w:t xml:space="preserve">Consequential amendments have been made to the definition sections in the Corporations Act to include the Passport Rules for this jurisdiction in the definition of ‘this Act’ and ensure that ‘entity’ has the same definition in the new chapter as in Chapter 2E. </w:t>
      </w:r>
      <w:r>
        <w:rPr>
          <w:rStyle w:val="Referencingstyle"/>
        </w:rPr>
        <w:t>[Schedule 2, items 5 and</w:t>
      </w:r>
      <w:r w:rsidR="0072332B">
        <w:rPr>
          <w:rStyle w:val="Referencingstyle"/>
        </w:rPr>
        <w:t> </w:t>
      </w:r>
      <w:r>
        <w:rPr>
          <w:rStyle w:val="Referencingstyle"/>
        </w:rPr>
        <w:t>12, sections 9 and</w:t>
      </w:r>
      <w:r w:rsidR="000A7916">
        <w:rPr>
          <w:rStyle w:val="Referencingstyle"/>
        </w:rPr>
        <w:t> </w:t>
      </w:r>
      <w:r>
        <w:rPr>
          <w:rStyle w:val="Referencingstyle"/>
        </w:rPr>
        <w:t>64A]</w:t>
      </w:r>
    </w:p>
    <w:p w:rsidR="0041503C" w:rsidRDefault="0041503C" w:rsidP="008D51C1"/>
    <w:p w:rsidR="0041503C" w:rsidRDefault="0041503C" w:rsidP="008D51C1">
      <w:pPr>
        <w:sectPr w:rsidR="0041503C" w:rsidSect="00EB465D">
          <w:headerReference w:type="even" r:id="rId35"/>
          <w:headerReference w:type="default" r:id="rId36"/>
          <w:footerReference w:type="even" r:id="rId37"/>
          <w:footerReference w:type="default" r:id="rId38"/>
          <w:footerReference w:type="first" r:id="rId39"/>
          <w:type w:val="oddPage"/>
          <w:pgSz w:w="9979" w:h="14175" w:code="9"/>
          <w:pgMar w:top="567" w:right="1134" w:bottom="567" w:left="1134" w:header="709" w:footer="709" w:gutter="0"/>
          <w:cols w:space="708"/>
          <w:titlePg/>
          <w:docGrid w:linePitch="360"/>
        </w:sectPr>
      </w:pPr>
    </w:p>
    <w:p w:rsidR="0041503C" w:rsidRPr="00F51A71" w:rsidRDefault="0041503C" w:rsidP="008D51C1">
      <w:pPr>
        <w:pStyle w:val="ChapterHeading"/>
        <w:tabs>
          <w:tab w:val="num" w:pos="360"/>
        </w:tabs>
        <w:spacing w:after="0"/>
      </w:pPr>
      <w:r w:rsidRPr="00F51A71">
        <w:br/>
      </w:r>
      <w:bookmarkStart w:id="124" w:name="_Toc500841344"/>
      <w:bookmarkStart w:id="125" w:name="_Toc500842249"/>
      <w:bookmarkStart w:id="126" w:name="_Toc500843187"/>
      <w:bookmarkStart w:id="127" w:name="_Toc500847365"/>
      <w:bookmarkStart w:id="128" w:name="_Toc500849872"/>
      <w:bookmarkStart w:id="129" w:name="_Toc500850608"/>
      <w:bookmarkStart w:id="130" w:name="_Toc500425946"/>
      <w:bookmarkStart w:id="131" w:name="_Toc500426343"/>
      <w:bookmarkStart w:id="132" w:name="_Toc500512462"/>
      <w:bookmarkStart w:id="133" w:name="_Toc500779071"/>
      <w:bookmarkStart w:id="134" w:name="_Toc500839073"/>
      <w:bookmarkStart w:id="135" w:name="_Toc500845171"/>
      <w:bookmarkStart w:id="136" w:name="_Toc500850348"/>
      <w:bookmarkStart w:id="137" w:name="_Toc500850429"/>
      <w:bookmarkStart w:id="138" w:name="_Toc500933804"/>
      <w:bookmarkStart w:id="139" w:name="_Toc500942567"/>
      <w:bookmarkStart w:id="140" w:name="_Toc500944272"/>
      <w:bookmarkStart w:id="141" w:name="_Toc500946606"/>
      <w:bookmarkStart w:id="142" w:name="_Toc500948853"/>
      <w:bookmarkStart w:id="143" w:name="_Toc500949867"/>
      <w:bookmarkStart w:id="144" w:name="_Toc500951837"/>
      <w:bookmarkStart w:id="145" w:name="_Toc500957370"/>
      <w:bookmarkStart w:id="146" w:name="_Toc501035906"/>
      <w:bookmarkStart w:id="147" w:name="_Toc501041015"/>
      <w:bookmarkStart w:id="148" w:name="_Toc501045843"/>
      <w:bookmarkStart w:id="149" w:name="_Toc501046517"/>
      <w:bookmarkStart w:id="150" w:name="_Toc501048190"/>
      <w:bookmarkStart w:id="151" w:name="_Toc501048328"/>
      <w:bookmarkStart w:id="152" w:name="_Toc506376999"/>
      <w:bookmarkStart w:id="153" w:name="_Toc506378941"/>
      <w:r w:rsidR="00B0204A">
        <w:t>Becoming a passport fund</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41503C" w:rsidRDefault="0041503C" w:rsidP="008D51C1">
      <w:pPr>
        <w:pStyle w:val="Heading2"/>
      </w:pPr>
      <w:r>
        <w:t>Outline of chapter</w:t>
      </w:r>
    </w:p>
    <w:p w:rsidR="00CA45B1" w:rsidRDefault="008D2885" w:rsidP="008D51C1">
      <w:pPr>
        <w:pStyle w:val="base-text-paragraph"/>
      </w:pPr>
      <w:r w:rsidRPr="008D2885">
        <w:t>Schedule</w:t>
      </w:r>
      <w:r>
        <w:t> </w:t>
      </w:r>
      <w:r w:rsidRPr="008D2885">
        <w:t>1 to the Bill inserts a new Chapter</w:t>
      </w:r>
      <w:r>
        <w:t> </w:t>
      </w:r>
      <w:r w:rsidRPr="008D2885">
        <w:t xml:space="preserve">8A into </w:t>
      </w:r>
      <w:r w:rsidRPr="008D2885" w:rsidDel="00D76F64">
        <w:t xml:space="preserve">the </w:t>
      </w:r>
      <w:r w:rsidR="00D76F64">
        <w:t>Corporations</w:t>
      </w:r>
      <w:r w:rsidR="00090F3C">
        <w:t> </w:t>
      </w:r>
      <w:r w:rsidR="00D76F64">
        <w:t>Act</w:t>
      </w:r>
      <w:r w:rsidRPr="008D2885">
        <w:t xml:space="preserve">. </w:t>
      </w:r>
      <w:r w:rsidR="0041503C" w:rsidRPr="007752A6">
        <w:t>Parts</w:t>
      </w:r>
      <w:r w:rsidR="0041503C">
        <w:t> </w:t>
      </w:r>
      <w:r w:rsidR="0041503C" w:rsidRPr="007752A6">
        <w:t>8A.3, 8A.4 and 8A.5 set out the processes</w:t>
      </w:r>
      <w:r w:rsidR="0041503C">
        <w:t xml:space="preserve"> under which Australian and foreign passport funds are allowed to offer interests in Australia.</w:t>
      </w:r>
      <w:r w:rsidR="008F5FC4">
        <w:t xml:space="preserve"> Part 8A.8A sets out the rules and processes governing deregistration of Australian passport funds and </w:t>
      </w:r>
      <w:proofErr w:type="spellStart"/>
      <w:r w:rsidR="00763806">
        <w:t>de</w:t>
      </w:r>
      <w:r w:rsidR="008F5FC4">
        <w:t>notification</w:t>
      </w:r>
      <w:proofErr w:type="spellEnd"/>
      <w:r w:rsidR="008F5FC4">
        <w:t xml:space="preserve"> of foreign passport funds. </w:t>
      </w:r>
    </w:p>
    <w:p w:rsidR="0041503C" w:rsidRDefault="00CA45B1" w:rsidP="008D51C1">
      <w:pPr>
        <w:pStyle w:val="base-text-paragraph"/>
      </w:pPr>
      <w:r>
        <w:t>Schedule</w:t>
      </w:r>
      <w:r w:rsidR="002757BA">
        <w:t> </w:t>
      </w:r>
      <w:r>
        <w:t xml:space="preserve">2 to the Bill includes consequential amendments </w:t>
      </w:r>
      <w:r w:rsidRPr="00CA45B1">
        <w:t xml:space="preserve">to extend the existing laws governing deregistration of registered schemes </w:t>
      </w:r>
      <w:r w:rsidR="00E302DC">
        <w:t>for</w:t>
      </w:r>
      <w:r w:rsidRPr="00CA45B1">
        <w:t xml:space="preserve"> </w:t>
      </w:r>
      <w:r w:rsidR="00E302DC">
        <w:t>registered</w:t>
      </w:r>
      <w:r w:rsidRPr="00CA45B1">
        <w:t xml:space="preserve"> schemes that are also Australian passport funds.</w:t>
      </w:r>
    </w:p>
    <w:p w:rsidR="00743A18" w:rsidRDefault="00743A18" w:rsidP="008D51C1">
      <w:pPr>
        <w:pStyle w:val="Heading2"/>
      </w:pPr>
      <w:r>
        <w:t>Context of amendments</w:t>
      </w:r>
    </w:p>
    <w:p w:rsidR="00FE628D" w:rsidRDefault="00743A18" w:rsidP="008D51C1">
      <w:pPr>
        <w:pStyle w:val="base-text-paragraph"/>
      </w:pPr>
      <w:r>
        <w:t xml:space="preserve">The </w:t>
      </w:r>
      <w:r w:rsidRPr="00743A18">
        <w:t>M</w:t>
      </w:r>
      <w:r w:rsidR="00AC69E7">
        <w:t>O</w:t>
      </w:r>
      <w:r w:rsidRPr="00743A18">
        <w:t>C</w:t>
      </w:r>
      <w:r>
        <w:t xml:space="preserve"> sets out the</w:t>
      </w:r>
      <w:r w:rsidRPr="00743A18">
        <w:t xml:space="preserve"> </w:t>
      </w:r>
      <w:r>
        <w:t xml:space="preserve">application </w:t>
      </w:r>
      <w:r w:rsidRPr="00743A18">
        <w:t>process</w:t>
      </w:r>
      <w:r>
        <w:t xml:space="preserve"> for a home economy of a fund wishing to passport </w:t>
      </w:r>
      <w:r w:rsidR="008F0BBB">
        <w:t>to another participating economy to register as a passport fund in their home economy</w:t>
      </w:r>
      <w:r w:rsidR="005F3C80">
        <w:t>,</w:t>
      </w:r>
      <w:r w:rsidR="008F0BBB">
        <w:t xml:space="preserve"> </w:t>
      </w:r>
      <w:r>
        <w:t xml:space="preserve">and </w:t>
      </w:r>
      <w:r w:rsidR="008F0BBB">
        <w:t xml:space="preserve">the processes that a </w:t>
      </w:r>
      <w:r>
        <w:t>host economy</w:t>
      </w:r>
      <w:r w:rsidR="008F0BBB">
        <w:t xml:space="preserve"> may </w:t>
      </w:r>
      <w:r w:rsidR="00541363">
        <w:t>adopt</w:t>
      </w:r>
      <w:r w:rsidR="008F0BBB">
        <w:t xml:space="preserve"> to</w:t>
      </w:r>
      <w:r w:rsidR="00541363">
        <w:t xml:space="preserve"> facilitate</w:t>
      </w:r>
      <w:r w:rsidR="008F0BBB">
        <w:t xml:space="preserve"> the entry of a foreign passport fund into its economy (see Part 2 of Annex 2 of the M</w:t>
      </w:r>
      <w:r w:rsidR="00AC69E7">
        <w:t>O</w:t>
      </w:r>
      <w:r w:rsidR="008F0BBB">
        <w:t>C).</w:t>
      </w:r>
    </w:p>
    <w:p w:rsidR="008F5FC4" w:rsidRDefault="008F5FC4" w:rsidP="008D51C1">
      <w:pPr>
        <w:pStyle w:val="base-text-paragraph"/>
      </w:pPr>
      <w:r>
        <w:t xml:space="preserve">Each passport regulator </w:t>
      </w:r>
      <w:r w:rsidR="001678C1">
        <w:t>must</w:t>
      </w:r>
      <w:r>
        <w:t xml:space="preserve"> maintain a Register of Passport Funds for which it is the home regulator (section 7 of Annex 2).</w:t>
      </w:r>
    </w:p>
    <w:p w:rsidR="008F5FC4" w:rsidRDefault="008F5FC4" w:rsidP="008D51C1">
      <w:pPr>
        <w:pStyle w:val="base-text-paragraph"/>
      </w:pPr>
      <w:r>
        <w:t>The MOC also sets out the rules for deregistration as a passport fund in its home economy</w:t>
      </w:r>
      <w:r w:rsidR="00043848">
        <w:t xml:space="preserve"> as well as deregistration as a regulated CIS</w:t>
      </w:r>
      <w:r>
        <w:t xml:space="preserve"> (section</w:t>
      </w:r>
      <w:r w:rsidR="00043848">
        <w:t>s</w:t>
      </w:r>
      <w:r>
        <w:t xml:space="preserve"> 14 </w:t>
      </w:r>
      <w:r w:rsidR="00043848">
        <w:t xml:space="preserve">and 15 </w:t>
      </w:r>
      <w:r>
        <w:t xml:space="preserve">of Annex 2). </w:t>
      </w:r>
    </w:p>
    <w:p w:rsidR="0041503C" w:rsidRDefault="0041503C" w:rsidP="008D51C1">
      <w:pPr>
        <w:pStyle w:val="Heading2"/>
      </w:pPr>
      <w:r>
        <w:t>Summary of new law</w:t>
      </w:r>
    </w:p>
    <w:p w:rsidR="0041503C" w:rsidRDefault="00FA4048" w:rsidP="008D51C1">
      <w:pPr>
        <w:pStyle w:val="base-text-paragraph"/>
      </w:pPr>
      <w:r>
        <w:t>Registered schemes</w:t>
      </w:r>
      <w:r w:rsidR="0041503C">
        <w:t xml:space="preserve"> may apply to become passport funds by lodging an application in the prescribed form with ASIC. ASIC must register the </w:t>
      </w:r>
      <w:r>
        <w:t xml:space="preserve">scheme </w:t>
      </w:r>
      <w:r w:rsidR="00332305">
        <w:t xml:space="preserve">as an Australian passport fund </w:t>
      </w:r>
      <w:r w:rsidR="0041503C">
        <w:t xml:space="preserve">if </w:t>
      </w:r>
      <w:r w:rsidR="00753E8C">
        <w:t>ASIC is of the opinion that the</w:t>
      </w:r>
      <w:r w:rsidR="002C3181">
        <w:t xml:space="preserve"> </w:t>
      </w:r>
      <w:r w:rsidR="0041503C">
        <w:t xml:space="preserve">Operator of the </w:t>
      </w:r>
      <w:r>
        <w:t xml:space="preserve">scheme </w:t>
      </w:r>
      <w:r w:rsidR="0041503C">
        <w:t xml:space="preserve">meets the eligibility criteria in the MOC and ASIC is satisfied that the </w:t>
      </w:r>
      <w:r>
        <w:t xml:space="preserve">scheme </w:t>
      </w:r>
      <w:r w:rsidR="0041503C">
        <w:t xml:space="preserve">will comply with the corporations legislation in Australia, including the Passport Rules for this jurisdiction. </w:t>
      </w:r>
      <w:r w:rsidR="0041503C" w:rsidRPr="00EB31BF">
        <w:t xml:space="preserve">ASIC registers a </w:t>
      </w:r>
      <w:r>
        <w:t>scheme</w:t>
      </w:r>
      <w:r w:rsidRPr="00EB31BF">
        <w:t xml:space="preserve"> </w:t>
      </w:r>
      <w:r w:rsidR="0041503C" w:rsidRPr="00EB31BF">
        <w:t xml:space="preserve">by assigning it a unique </w:t>
      </w:r>
      <w:r w:rsidR="002D4CEF" w:rsidRPr="002D4CEF">
        <w:t xml:space="preserve">Australian Passport Fund Registration Number </w:t>
      </w:r>
      <w:r w:rsidR="002D4CEF">
        <w:t>(</w:t>
      </w:r>
      <w:r w:rsidR="0041503C">
        <w:t>APFRN</w:t>
      </w:r>
      <w:r w:rsidR="002D4CEF">
        <w:t>)</w:t>
      </w:r>
      <w:r w:rsidR="0041503C">
        <w:t xml:space="preserve"> and </w:t>
      </w:r>
      <w:r w:rsidR="0041503C" w:rsidRPr="007E3BD5">
        <w:t>ensuring that its details are entered on the Register</w:t>
      </w:r>
      <w:r w:rsidR="0041503C">
        <w:t>.</w:t>
      </w:r>
    </w:p>
    <w:p w:rsidR="0041503C" w:rsidRDefault="0041503C" w:rsidP="008D51C1">
      <w:pPr>
        <w:pStyle w:val="base-text-paragraph"/>
      </w:pPr>
      <w:r>
        <w:t xml:space="preserve">Funds registered in another participating economy must lodge a notice </w:t>
      </w:r>
      <w:r w:rsidR="003F4A54">
        <w:t xml:space="preserve">of intention </w:t>
      </w:r>
      <w:r>
        <w:t xml:space="preserve">with ASIC if they intend to offer interests in Australia. ASIC generally has </w:t>
      </w:r>
      <w:r w:rsidR="00BC27CE">
        <w:t>15 business</w:t>
      </w:r>
      <w:r w:rsidR="00BC27CE" w:rsidRPr="00BC27CE">
        <w:t> </w:t>
      </w:r>
      <w:r w:rsidRPr="00BC27CE">
        <w:t>days</w:t>
      </w:r>
      <w:r>
        <w:t xml:space="preserve"> </w:t>
      </w:r>
      <w:r w:rsidR="003F4A54">
        <w:t xml:space="preserve">consideration period </w:t>
      </w:r>
      <w:r>
        <w:t xml:space="preserve">to consider the application and decide whether the fund should be refused entry. ASIC may reject the notice for various reasons, including that the fund is unlikely to comply with the home or host economy’s laws and regulations, </w:t>
      </w:r>
      <w:r w:rsidR="007A5F1C">
        <w:t xml:space="preserve">that the </w:t>
      </w:r>
      <w:r>
        <w:t xml:space="preserve">entry is not in the public interest, or </w:t>
      </w:r>
      <w:r w:rsidR="007A5F1C">
        <w:t xml:space="preserve">if </w:t>
      </w:r>
      <w:r>
        <w:t>the name of the fund is unavailable.</w:t>
      </w:r>
      <w:r w:rsidR="007A610B">
        <w:t xml:space="preserve"> If the notice</w:t>
      </w:r>
      <w:r w:rsidR="003F4A54">
        <w:t xml:space="preserve"> of intention</w:t>
      </w:r>
      <w:r w:rsidR="007A610B">
        <w:t xml:space="preserve"> is not rejected, the fund becomes a notified foreign passport fund</w:t>
      </w:r>
      <w:r w:rsidR="003F4A54">
        <w:t xml:space="preserve"> on the day after the end of the consideration period</w:t>
      </w:r>
      <w:r w:rsidR="007A610B">
        <w:t>.</w:t>
      </w:r>
    </w:p>
    <w:p w:rsidR="0024410E" w:rsidRDefault="0024410E" w:rsidP="008D51C1">
      <w:pPr>
        <w:pStyle w:val="base-text-paragraph"/>
      </w:pPr>
      <w:r>
        <w:t xml:space="preserve">Nonetheless, the Minister </w:t>
      </w:r>
      <w:r w:rsidRPr="0024410E">
        <w:t>may consent in writing to a name being available to a foreign passport fund in this jurisdiction even if the name would not otherwise be available</w:t>
      </w:r>
      <w:r>
        <w:t>.</w:t>
      </w:r>
      <w:r w:rsidR="00B17932">
        <w:t xml:space="preserve"> </w:t>
      </w:r>
    </w:p>
    <w:p w:rsidR="0041503C" w:rsidRDefault="0041503C" w:rsidP="008D51C1">
      <w:pPr>
        <w:pStyle w:val="base-text-paragraph"/>
      </w:pPr>
      <w:r>
        <w:t>The Minister may also determine that all funds (or all funds from a particular economy) are to be rejected if there is a difference about the proper interpretation of the MOC, Australia withdraws from the MOC, another economy withdraws from the MOC or the MOC is terminated.</w:t>
      </w:r>
    </w:p>
    <w:p w:rsidR="00BC27CE" w:rsidRDefault="00BC27CE" w:rsidP="008D51C1">
      <w:pPr>
        <w:pStyle w:val="base-text-paragraph"/>
      </w:pPr>
      <w:r w:rsidRPr="00BC27CE">
        <w:t xml:space="preserve">Where Australia is regulating notified foreign passport funds as a host economy, the new law generally provides for the same or similar treatment as applies to </w:t>
      </w:r>
      <w:proofErr w:type="spellStart"/>
      <w:r w:rsidRPr="00BC27CE">
        <w:t>MISs.</w:t>
      </w:r>
      <w:proofErr w:type="spellEnd"/>
    </w:p>
    <w:p w:rsidR="00B76A18" w:rsidRDefault="00B76A18" w:rsidP="008D51C1">
      <w:pPr>
        <w:pStyle w:val="base-text-paragraph"/>
      </w:pPr>
      <w:r>
        <w:t>Similar</w:t>
      </w:r>
      <w:r w:rsidR="007A610B">
        <w:t>ly</w:t>
      </w:r>
      <w:r>
        <w:t xml:space="preserve"> to the process for deregistration as a registered scheme, an Australian passport fund may lodge an application for deregistration as a passport fund. ASIC may also deregister the fund as a passport fund on its own initiative if the fund is not complying with relevant Australian laws.</w:t>
      </w:r>
    </w:p>
    <w:p w:rsidR="00B76A18" w:rsidRPr="008F726E" w:rsidRDefault="003F4A54" w:rsidP="008D51C1">
      <w:pPr>
        <w:pStyle w:val="base-text-paragraph"/>
      </w:pPr>
      <w:r>
        <w:t>A notified foreign passport fund</w:t>
      </w:r>
      <w:r w:rsidR="007A610B">
        <w:t xml:space="preserve"> may likewise lodge an application to be </w:t>
      </w:r>
      <w:proofErr w:type="spellStart"/>
      <w:r w:rsidR="00784C60">
        <w:t>denotified</w:t>
      </w:r>
      <w:proofErr w:type="spellEnd"/>
      <w:r w:rsidR="007A610B">
        <w:t xml:space="preserve"> as </w:t>
      </w:r>
      <w:r>
        <w:t xml:space="preserve">a </w:t>
      </w:r>
      <w:r w:rsidR="007A610B">
        <w:t xml:space="preserve">notified foreign passport fund. ASIC must also </w:t>
      </w:r>
      <w:proofErr w:type="spellStart"/>
      <w:r w:rsidR="00784C60">
        <w:t>denotify</w:t>
      </w:r>
      <w:proofErr w:type="spellEnd"/>
      <w:r w:rsidR="007A610B">
        <w:t xml:space="preserve"> a fund as a notified foreign passport fund if the fund has been deregistered as a passport fund in its home economy.</w:t>
      </w:r>
    </w:p>
    <w:p w:rsidR="00CA45B1" w:rsidRPr="008F726E" w:rsidRDefault="00CA45B1" w:rsidP="008D51C1">
      <w:pPr>
        <w:pStyle w:val="base-text-paragraph"/>
      </w:pPr>
      <w:r w:rsidRPr="00CA45B1">
        <w:rPr>
          <w:rStyle w:val="Referencingstyle"/>
          <w:b w:val="0"/>
          <w:i w:val="0"/>
          <w:sz w:val="22"/>
        </w:rPr>
        <w:t xml:space="preserve">A series of consequential amendments are made to extend the existing laws governing deregistration of registered schemes </w:t>
      </w:r>
      <w:r w:rsidR="00784C60">
        <w:rPr>
          <w:rStyle w:val="Referencingstyle"/>
          <w:b w:val="0"/>
          <w:i w:val="0"/>
          <w:sz w:val="22"/>
        </w:rPr>
        <w:t>for registered</w:t>
      </w:r>
      <w:r w:rsidRPr="00CA45B1">
        <w:rPr>
          <w:rStyle w:val="Referencingstyle"/>
          <w:b w:val="0"/>
          <w:i w:val="0"/>
          <w:sz w:val="22"/>
        </w:rPr>
        <w:t xml:space="preserve"> schemes that are also Australian passport funds.</w:t>
      </w:r>
    </w:p>
    <w:p w:rsidR="0041503C" w:rsidRPr="002653D1" w:rsidRDefault="0041503C" w:rsidP="008D51C1">
      <w:pPr>
        <w:pStyle w:val="Heading2with18pointafter"/>
        <w:keepLines/>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41503C" w:rsidRPr="004666B8" w:rsidTr="0041503C">
        <w:trPr>
          <w:tblHeader/>
        </w:trPr>
        <w:tc>
          <w:tcPr>
            <w:tcW w:w="3275" w:type="dxa"/>
          </w:tcPr>
          <w:p w:rsidR="0041503C" w:rsidRPr="004666B8" w:rsidRDefault="0041503C" w:rsidP="008D51C1">
            <w:pPr>
              <w:pStyle w:val="tableheaderwithintable"/>
              <w:keepLines/>
              <w:rPr>
                <w:lang w:val="en-US" w:eastAsia="en-US"/>
              </w:rPr>
            </w:pPr>
            <w:r w:rsidRPr="004666B8">
              <w:rPr>
                <w:lang w:val="en-US" w:eastAsia="en-US"/>
              </w:rPr>
              <w:t>New law</w:t>
            </w:r>
          </w:p>
        </w:tc>
        <w:tc>
          <w:tcPr>
            <w:tcW w:w="3276" w:type="dxa"/>
          </w:tcPr>
          <w:p w:rsidR="0041503C" w:rsidRPr="004666B8" w:rsidRDefault="0041503C" w:rsidP="008D51C1">
            <w:pPr>
              <w:pStyle w:val="tableheaderwithintable"/>
              <w:keepLines/>
              <w:rPr>
                <w:lang w:val="en-US" w:eastAsia="en-US"/>
              </w:rPr>
            </w:pPr>
            <w:r w:rsidRPr="004666B8">
              <w:rPr>
                <w:lang w:val="en-US" w:eastAsia="en-US"/>
              </w:rPr>
              <w:t>Current law</w:t>
            </w:r>
          </w:p>
        </w:tc>
      </w:tr>
      <w:tr w:rsidR="0041503C" w:rsidRPr="004666B8" w:rsidTr="0041503C">
        <w:trPr>
          <w:cantSplit/>
        </w:trPr>
        <w:tc>
          <w:tcPr>
            <w:tcW w:w="3275" w:type="dxa"/>
          </w:tcPr>
          <w:p w:rsidR="0041503C" w:rsidRPr="00DD1F27" w:rsidRDefault="0041503C" w:rsidP="008D51C1">
            <w:pPr>
              <w:pStyle w:val="tableheaderwithintable"/>
              <w:keepLines/>
            </w:pPr>
            <w:r w:rsidRPr="00DD1F27">
              <w:t xml:space="preserve">Australian </w:t>
            </w:r>
            <w:r w:rsidR="00057529">
              <w:t>f</w:t>
            </w:r>
            <w:r w:rsidR="00057529" w:rsidRPr="00DD1F27">
              <w:t>unds</w:t>
            </w:r>
          </w:p>
          <w:p w:rsidR="0041503C" w:rsidRDefault="0041503C" w:rsidP="008D51C1">
            <w:pPr>
              <w:pStyle w:val="tabletext"/>
              <w:keepNext/>
              <w:keepLines/>
            </w:pPr>
            <w:r>
              <w:t xml:space="preserve">Funds </w:t>
            </w:r>
            <w:r w:rsidR="00FA4048">
              <w:t>that are registered schemes</w:t>
            </w:r>
            <w:r w:rsidR="00AA0EB8">
              <w:t xml:space="preserve"> </w:t>
            </w:r>
            <w:r>
              <w:t xml:space="preserve">under the Corporations Act may apply for the passport regime by lodging an application in the prescribed form with ASIC. </w:t>
            </w:r>
          </w:p>
          <w:p w:rsidR="0041503C" w:rsidRDefault="0041503C" w:rsidP="008D51C1">
            <w:pPr>
              <w:pStyle w:val="tabletext"/>
              <w:keepNext/>
              <w:keepLines/>
            </w:pPr>
            <w:r>
              <w:t xml:space="preserve">ASIC must register the fund if the Operator of the fund </w:t>
            </w:r>
            <w:r w:rsidR="00FA4048">
              <w:t xml:space="preserve">(the responsible entity) </w:t>
            </w:r>
            <w:r>
              <w:t>meets the eligibility criteria in the MOC and ASIC is of the opinion that the fund will comply with the corporations legislation in Australia.</w:t>
            </w:r>
          </w:p>
          <w:p w:rsidR="007A610B" w:rsidRPr="00902333" w:rsidRDefault="007A610B" w:rsidP="008D51C1">
            <w:pPr>
              <w:pStyle w:val="tabletext"/>
              <w:keepNext/>
              <w:keepLines/>
            </w:pPr>
            <w:r>
              <w:t>A</w:t>
            </w:r>
            <w:r w:rsidRPr="007A610B">
              <w:t>n Australian passport fund may lodge an application for deregistration as a passport fund. ASIC may also deregister the fund as a passport fund on its own initiative if the fund is not complying with relevant Australian laws</w:t>
            </w:r>
          </w:p>
        </w:tc>
        <w:tc>
          <w:tcPr>
            <w:tcW w:w="3276" w:type="dxa"/>
          </w:tcPr>
          <w:p w:rsidR="005F3C80" w:rsidRDefault="005F3C80" w:rsidP="008D51C1">
            <w:pPr>
              <w:pStyle w:val="tabletext"/>
              <w:keepNext/>
              <w:keepLines/>
              <w:rPr>
                <w:lang w:val="en-US" w:eastAsia="en-US"/>
              </w:rPr>
            </w:pPr>
          </w:p>
          <w:p w:rsidR="0041503C" w:rsidRPr="004666B8" w:rsidRDefault="0041503C" w:rsidP="008D51C1">
            <w:pPr>
              <w:pStyle w:val="tabletext"/>
              <w:keepNext/>
              <w:keepLines/>
              <w:rPr>
                <w:lang w:val="en-US" w:eastAsia="en-US"/>
              </w:rPr>
            </w:pPr>
            <w:r>
              <w:rPr>
                <w:lang w:val="en-US" w:eastAsia="en-US"/>
              </w:rPr>
              <w:t>No equivalent</w:t>
            </w:r>
            <w:r w:rsidR="005F3C80">
              <w:rPr>
                <w:lang w:val="en-US" w:eastAsia="en-US"/>
              </w:rPr>
              <w:t>.</w:t>
            </w:r>
          </w:p>
        </w:tc>
      </w:tr>
      <w:tr w:rsidR="0041503C" w:rsidRPr="004666B8" w:rsidTr="0041503C">
        <w:tc>
          <w:tcPr>
            <w:tcW w:w="3275" w:type="dxa"/>
          </w:tcPr>
          <w:p w:rsidR="0041503C" w:rsidRPr="00DD1F27" w:rsidRDefault="0041503C" w:rsidP="008D51C1">
            <w:pPr>
              <w:pStyle w:val="tableheaderwithintable"/>
              <w:keepNext w:val="0"/>
            </w:pPr>
            <w:r>
              <w:t>Foreign passport fund</w:t>
            </w:r>
            <w:r w:rsidRPr="00DD1F27">
              <w:t>s</w:t>
            </w:r>
          </w:p>
          <w:p w:rsidR="0041503C" w:rsidRDefault="0041503C" w:rsidP="008D51C1">
            <w:pPr>
              <w:pStyle w:val="tabletext"/>
            </w:pPr>
            <w:r>
              <w:t>Foreign passport funds may lodge a notice of intention to offer interests in Australia with ASIC by using the prescribed form.</w:t>
            </w:r>
          </w:p>
          <w:p w:rsidR="0041503C" w:rsidRDefault="0041503C" w:rsidP="008D51C1">
            <w:pPr>
              <w:pStyle w:val="tabletext"/>
            </w:pPr>
            <w:r>
              <w:t>ASIC may request further information from the operator of the foreign passport fund.</w:t>
            </w:r>
          </w:p>
          <w:p w:rsidR="0041503C" w:rsidRDefault="0041503C" w:rsidP="008D51C1">
            <w:pPr>
              <w:pStyle w:val="tabletext"/>
            </w:pPr>
            <w:r>
              <w:t xml:space="preserve">ASIC must consider a notice in the prescribed form within </w:t>
            </w:r>
            <w:r w:rsidR="004C5D07">
              <w:t xml:space="preserve">15 business </w:t>
            </w:r>
            <w:r>
              <w:t xml:space="preserve">days of receiving it, unless a longer period is agreed by ASIC and the applicant. </w:t>
            </w:r>
          </w:p>
          <w:p w:rsidR="0041503C" w:rsidRDefault="0041503C" w:rsidP="008D51C1">
            <w:pPr>
              <w:pStyle w:val="tabletext"/>
            </w:pPr>
            <w:r>
              <w:t>ASIC may reject the notice if:</w:t>
            </w:r>
          </w:p>
          <w:p w:rsidR="0041503C" w:rsidRDefault="0041503C" w:rsidP="008D51C1">
            <w:pPr>
              <w:pStyle w:val="Bullet"/>
              <w:rPr>
                <w:lang w:val="en-US" w:eastAsia="en-US"/>
              </w:rPr>
            </w:pPr>
            <w:r>
              <w:rPr>
                <w:lang w:val="en-US" w:eastAsia="en-US"/>
              </w:rPr>
              <w:t>ASIC</w:t>
            </w:r>
            <w:r w:rsidRPr="0025345B">
              <w:rPr>
                <w:lang w:val="en-US" w:eastAsia="en-US"/>
              </w:rPr>
              <w:t xml:space="preserve"> is of the opinion that the fund does not comply, or is not likely to comply, with the</w:t>
            </w:r>
            <w:r>
              <w:rPr>
                <w:lang w:val="en-US" w:eastAsia="en-US"/>
              </w:rPr>
              <w:t xml:space="preserve"> home or host economy’s laws and regulations</w:t>
            </w:r>
            <w:r w:rsidRPr="0025345B">
              <w:rPr>
                <w:lang w:val="en-US" w:eastAsia="en-US"/>
              </w:rPr>
              <w:t>;</w:t>
            </w:r>
          </w:p>
          <w:p w:rsidR="0041503C" w:rsidRPr="0025345B" w:rsidRDefault="0041503C" w:rsidP="008D51C1">
            <w:pPr>
              <w:pStyle w:val="Bullet"/>
              <w:spacing w:after="360"/>
              <w:ind w:left="471" w:hanging="471"/>
              <w:rPr>
                <w:lang w:val="en-US" w:eastAsia="en-US"/>
              </w:rPr>
            </w:pPr>
            <w:r w:rsidRPr="0025345B">
              <w:rPr>
                <w:lang w:val="en-US" w:eastAsia="en-US"/>
              </w:rPr>
              <w:t>ASIC is of the opinion that rejecting the notice is in Australia’s public interest;</w:t>
            </w:r>
          </w:p>
          <w:p w:rsidR="0041503C" w:rsidRPr="0025345B" w:rsidRDefault="0041503C" w:rsidP="008D51C1">
            <w:pPr>
              <w:pStyle w:val="Bullet"/>
              <w:rPr>
                <w:lang w:val="en-US" w:eastAsia="en-US"/>
              </w:rPr>
            </w:pPr>
            <w:r w:rsidRPr="0025345B">
              <w:rPr>
                <w:lang w:val="en-US" w:eastAsia="en-US"/>
              </w:rPr>
              <w:t>Australia has imposed sanctio</w:t>
            </w:r>
            <w:r>
              <w:rPr>
                <w:lang w:val="en-US" w:eastAsia="en-US"/>
              </w:rPr>
              <w:t xml:space="preserve">ns against another economy and </w:t>
            </w:r>
            <w:r w:rsidRPr="0025345B">
              <w:rPr>
                <w:lang w:val="en-US" w:eastAsia="en-US"/>
              </w:rPr>
              <w:t>ASIC is of the view that allowing the passport fund to operate in Australia would breach those sanctions;</w:t>
            </w:r>
          </w:p>
          <w:p w:rsidR="0041503C" w:rsidRPr="0025345B" w:rsidRDefault="0041503C" w:rsidP="008D51C1">
            <w:pPr>
              <w:pStyle w:val="Bullet"/>
              <w:rPr>
                <w:lang w:val="en-US" w:eastAsia="en-US"/>
              </w:rPr>
            </w:pPr>
            <w:r w:rsidRPr="0025345B">
              <w:rPr>
                <w:lang w:val="en-US" w:eastAsia="en-US"/>
              </w:rPr>
              <w:t>ASIC does not consent to an exemption or modification that has been granted to the fund or its associated entities</w:t>
            </w:r>
            <w:r>
              <w:rPr>
                <w:lang w:val="en-US" w:eastAsia="en-US"/>
              </w:rPr>
              <w:t>,</w:t>
            </w:r>
            <w:r w:rsidRPr="0025345B">
              <w:rPr>
                <w:lang w:val="en-US" w:eastAsia="en-US"/>
              </w:rPr>
              <w:t xml:space="preserve"> by its home economy;</w:t>
            </w:r>
          </w:p>
          <w:p w:rsidR="0041503C" w:rsidRPr="0025345B" w:rsidRDefault="0041503C" w:rsidP="008D51C1">
            <w:pPr>
              <w:pStyle w:val="Bullet"/>
              <w:rPr>
                <w:lang w:val="en-US" w:eastAsia="en-US"/>
              </w:rPr>
            </w:pPr>
            <w:r w:rsidRPr="0025345B">
              <w:rPr>
                <w:lang w:val="en-US" w:eastAsia="en-US"/>
              </w:rPr>
              <w:t xml:space="preserve">the name that the </w:t>
            </w:r>
            <w:r>
              <w:rPr>
                <w:lang w:val="en-US" w:eastAsia="en-US"/>
              </w:rPr>
              <w:t>passport fund</w:t>
            </w:r>
            <w:r w:rsidRPr="0025345B">
              <w:rPr>
                <w:lang w:val="en-US" w:eastAsia="en-US"/>
              </w:rPr>
              <w:t xml:space="preserve"> intends to use is not available; or </w:t>
            </w:r>
          </w:p>
          <w:p w:rsidR="0041503C" w:rsidRDefault="0041503C" w:rsidP="008D51C1">
            <w:pPr>
              <w:pStyle w:val="Bullet"/>
              <w:rPr>
                <w:lang w:val="en-US" w:eastAsia="en-US"/>
              </w:rPr>
            </w:pPr>
            <w:r w:rsidRPr="0025345B">
              <w:rPr>
                <w:lang w:val="en-US" w:eastAsia="en-US"/>
              </w:rPr>
              <w:t>the Minister determines that ASIC is not to accept applications from the passport fund’s home economy</w:t>
            </w:r>
            <w:r>
              <w:rPr>
                <w:lang w:val="en-US" w:eastAsia="en-US"/>
              </w:rPr>
              <w:t>.</w:t>
            </w:r>
          </w:p>
          <w:p w:rsidR="007A610B" w:rsidRPr="007914B5" w:rsidRDefault="007974AB" w:rsidP="008D51C1">
            <w:pPr>
              <w:pStyle w:val="Bullet"/>
              <w:numPr>
                <w:ilvl w:val="0"/>
                <w:numId w:val="0"/>
              </w:numPr>
              <w:rPr>
                <w:lang w:val="en-US" w:eastAsia="en-US"/>
              </w:rPr>
            </w:pPr>
            <w:r>
              <w:t xml:space="preserve">Notified foreign passport funds </w:t>
            </w:r>
            <w:r w:rsidR="007A610B">
              <w:t xml:space="preserve">may lodge an application to be </w:t>
            </w:r>
            <w:proofErr w:type="spellStart"/>
            <w:r>
              <w:t>denotified</w:t>
            </w:r>
            <w:proofErr w:type="spellEnd"/>
            <w:r w:rsidR="007A610B">
              <w:t xml:space="preserve">. ASIC must also </w:t>
            </w:r>
            <w:proofErr w:type="spellStart"/>
            <w:r>
              <w:t>denotify</w:t>
            </w:r>
            <w:proofErr w:type="spellEnd"/>
            <w:r>
              <w:t xml:space="preserve"> a notified foreign passport fund</w:t>
            </w:r>
            <w:r w:rsidR="007A610B">
              <w:t xml:space="preserve"> if the fund has been deregistered as a passport fund in its home economy.</w:t>
            </w:r>
          </w:p>
        </w:tc>
        <w:tc>
          <w:tcPr>
            <w:tcW w:w="3276" w:type="dxa"/>
          </w:tcPr>
          <w:p w:rsidR="005F3C80" w:rsidRDefault="005F3C80" w:rsidP="008D51C1">
            <w:pPr>
              <w:pStyle w:val="tabletext"/>
              <w:rPr>
                <w:lang w:val="en-US" w:eastAsia="en-US"/>
              </w:rPr>
            </w:pPr>
          </w:p>
          <w:p w:rsidR="0041503C" w:rsidRDefault="0041503C" w:rsidP="008D51C1">
            <w:pPr>
              <w:pStyle w:val="tabletext"/>
              <w:rPr>
                <w:lang w:val="en-US" w:eastAsia="en-US"/>
              </w:rPr>
            </w:pPr>
            <w:r>
              <w:rPr>
                <w:lang w:val="en-US" w:eastAsia="en-US"/>
              </w:rPr>
              <w:t>No equivalent.</w:t>
            </w:r>
          </w:p>
        </w:tc>
      </w:tr>
    </w:tbl>
    <w:p w:rsidR="0041503C" w:rsidRDefault="0041503C" w:rsidP="008D51C1">
      <w:pPr>
        <w:pStyle w:val="Heading2"/>
      </w:pPr>
      <w:r>
        <w:t>Detailed explanation of new law</w:t>
      </w:r>
    </w:p>
    <w:p w:rsidR="0041503C" w:rsidRPr="00130CE8" w:rsidRDefault="0041503C" w:rsidP="008D51C1">
      <w:pPr>
        <w:pStyle w:val="Heading3"/>
      </w:pPr>
      <w:r>
        <w:t xml:space="preserve">Registration of Australian </w:t>
      </w:r>
      <w:r w:rsidR="00057529">
        <w:t>funds</w:t>
      </w:r>
    </w:p>
    <w:p w:rsidR="0041503C" w:rsidRPr="00762D4D" w:rsidRDefault="0041503C" w:rsidP="008D51C1">
      <w:pPr>
        <w:pStyle w:val="base-text-paragraph"/>
      </w:pPr>
      <w:r w:rsidRPr="00762D4D">
        <w:t xml:space="preserve">An Australian fund may only be registered as a passport fund if it is </w:t>
      </w:r>
      <w:r>
        <w:t>a MIS</w:t>
      </w:r>
      <w:r w:rsidRPr="00762D4D">
        <w:t xml:space="preserve"> registered under</w:t>
      </w:r>
      <w:r>
        <w:t xml:space="preserve"> section 601EB of</w:t>
      </w:r>
      <w:r w:rsidRPr="00762D4D">
        <w:t xml:space="preserve"> the Corporations</w:t>
      </w:r>
      <w:r>
        <w:t> </w:t>
      </w:r>
      <w:r w:rsidRPr="00762D4D">
        <w:t>Act.</w:t>
      </w:r>
      <w:r w:rsidR="000400C2">
        <w:rPr>
          <w:rStyle w:val="FootnoteReference"/>
        </w:rPr>
        <w:footnoteReference w:id="6"/>
      </w:r>
      <w:r w:rsidRPr="00762D4D">
        <w:t xml:space="preserve"> </w:t>
      </w:r>
      <w:r w:rsidRPr="00762D4D">
        <w:rPr>
          <w:rStyle w:val="Referencingstyle"/>
        </w:rPr>
        <w:t>[Schedule</w:t>
      </w:r>
      <w:r>
        <w:rPr>
          <w:rStyle w:val="Referencingstyle"/>
        </w:rPr>
        <w:t> </w:t>
      </w:r>
      <w:r w:rsidRPr="00762D4D">
        <w:rPr>
          <w:rStyle w:val="Referencingstyle"/>
        </w:rPr>
        <w:t>1, item</w:t>
      </w:r>
      <w:r>
        <w:rPr>
          <w:rStyle w:val="Referencingstyle"/>
        </w:rPr>
        <w:t> </w:t>
      </w:r>
      <w:r w:rsidRPr="00762D4D">
        <w:rPr>
          <w:rStyle w:val="Referencingstyle"/>
        </w:rPr>
        <w:t>1, section</w:t>
      </w:r>
      <w:r>
        <w:rPr>
          <w:rStyle w:val="Referencingstyle"/>
        </w:rPr>
        <w:t> </w:t>
      </w:r>
      <w:r w:rsidRPr="00762D4D">
        <w:rPr>
          <w:rStyle w:val="Referencingstyle"/>
        </w:rPr>
        <w:t>1212]</w:t>
      </w:r>
    </w:p>
    <w:p w:rsidR="0041503C" w:rsidRPr="00380151" w:rsidRDefault="00090F3C" w:rsidP="008D51C1">
      <w:pPr>
        <w:pStyle w:val="base-text-paragraph"/>
        <w:rPr>
          <w:rStyle w:val="Referencingstyle"/>
          <w:b w:val="0"/>
          <w:i w:val="0"/>
          <w:sz w:val="22"/>
        </w:rPr>
      </w:pPr>
      <w:r>
        <w:t>The Australian</w:t>
      </w:r>
      <w:r w:rsidR="0041503C" w:rsidRPr="00E521C5">
        <w:t xml:space="preserve"> fund</w:t>
      </w:r>
      <w:r w:rsidR="0041503C" w:rsidRPr="00E521C5" w:rsidDel="00070C69">
        <w:t xml:space="preserve"> </w:t>
      </w:r>
      <w:r w:rsidR="0041503C" w:rsidRPr="00E521C5">
        <w:t xml:space="preserve">does not need to be a registered </w:t>
      </w:r>
      <w:r w:rsidR="006E5F8E">
        <w:t>scheme</w:t>
      </w:r>
      <w:r w:rsidR="006E5F8E" w:rsidRPr="00E521C5">
        <w:t xml:space="preserve"> </w:t>
      </w:r>
      <w:r w:rsidR="0041503C" w:rsidRPr="00E521C5">
        <w:t xml:space="preserve">at the time that it lodges an application to become a passport fund. This ensures that a new fund is able to lodge an application to become both a registered </w:t>
      </w:r>
      <w:r w:rsidR="006E5F8E">
        <w:t>scheme</w:t>
      </w:r>
      <w:r w:rsidR="006E5F8E" w:rsidRPr="00E521C5">
        <w:t xml:space="preserve"> </w:t>
      </w:r>
      <w:r w:rsidR="0041503C" w:rsidRPr="00E521C5">
        <w:t xml:space="preserve">and a passport fund at the same time. In this case, ASIC would </w:t>
      </w:r>
      <w:r w:rsidR="0041503C">
        <w:t>complete</w:t>
      </w:r>
      <w:r w:rsidR="0041503C" w:rsidRPr="00E521C5">
        <w:t xml:space="preserve"> registration </w:t>
      </w:r>
      <w:r w:rsidR="00507620">
        <w:t xml:space="preserve">of the fund </w:t>
      </w:r>
      <w:r w:rsidR="0041503C" w:rsidRPr="00E521C5">
        <w:t xml:space="preserve">as a </w:t>
      </w:r>
      <w:r w:rsidR="006D3178">
        <w:t xml:space="preserve">registered </w:t>
      </w:r>
      <w:r w:rsidR="006E5F8E">
        <w:t>scheme</w:t>
      </w:r>
      <w:r w:rsidR="006E5F8E" w:rsidRPr="00E521C5">
        <w:t xml:space="preserve"> </w:t>
      </w:r>
      <w:r w:rsidR="0041503C" w:rsidRPr="00E521C5">
        <w:t>first</w:t>
      </w:r>
      <w:r w:rsidR="0041503C">
        <w:t>,</w:t>
      </w:r>
      <w:r w:rsidR="0041503C" w:rsidRPr="00E521C5">
        <w:t xml:space="preserve"> and would only </w:t>
      </w:r>
      <w:r w:rsidR="00753E8C">
        <w:t>decide</w:t>
      </w:r>
      <w:r w:rsidR="00753E8C" w:rsidRPr="00E521C5">
        <w:t xml:space="preserve"> </w:t>
      </w:r>
      <w:r w:rsidR="0041503C">
        <w:t>the</w:t>
      </w:r>
      <w:r w:rsidR="0041503C" w:rsidRPr="00E521C5">
        <w:t xml:space="preserve"> application for registration as a passport fund after regist</w:t>
      </w:r>
      <w:r w:rsidR="0041503C">
        <w:t>ration</w:t>
      </w:r>
      <w:r w:rsidR="006E5F8E">
        <w:t xml:space="preserve"> as a registered scheme</w:t>
      </w:r>
      <w:r w:rsidR="0041503C" w:rsidRPr="00E521C5">
        <w:t xml:space="preserve"> </w:t>
      </w:r>
      <w:r w:rsidR="006E5F8E">
        <w:t>is complete</w:t>
      </w:r>
      <w:r w:rsidR="0041503C" w:rsidRPr="00E521C5">
        <w:t>. This satisfies the requirement in the MOC for a passport fund to be a regulated CIS, which for Australia means a CIS registered under the Corporations</w:t>
      </w:r>
      <w:r w:rsidR="0041503C">
        <w:t> </w:t>
      </w:r>
      <w:r w:rsidR="0041503C" w:rsidRPr="00E521C5">
        <w:t xml:space="preserve">Act. </w:t>
      </w:r>
      <w:r w:rsidR="0041503C" w:rsidRPr="00E521C5">
        <w:rPr>
          <w:rStyle w:val="Referencingstyle"/>
        </w:rPr>
        <w:t>[Schedule</w:t>
      </w:r>
      <w:r w:rsidR="0041503C">
        <w:rPr>
          <w:rStyle w:val="Referencingstyle"/>
        </w:rPr>
        <w:t> </w:t>
      </w:r>
      <w:r w:rsidR="0041503C" w:rsidRPr="00E521C5">
        <w:rPr>
          <w:rStyle w:val="Referencingstyle"/>
        </w:rPr>
        <w:t>1, item</w:t>
      </w:r>
      <w:r w:rsidR="0041503C">
        <w:rPr>
          <w:rStyle w:val="Referencingstyle"/>
        </w:rPr>
        <w:t> </w:t>
      </w:r>
      <w:r w:rsidR="0041503C" w:rsidRPr="00E521C5">
        <w:rPr>
          <w:rStyle w:val="Referencingstyle"/>
        </w:rPr>
        <w:t>1, subsection</w:t>
      </w:r>
      <w:r w:rsidR="0041503C">
        <w:rPr>
          <w:rStyle w:val="Referencingstyle"/>
        </w:rPr>
        <w:t> </w:t>
      </w:r>
      <w:r w:rsidR="0041503C" w:rsidRPr="00E521C5">
        <w:rPr>
          <w:rStyle w:val="Referencingstyle"/>
        </w:rPr>
        <w:t>1212(1)]</w:t>
      </w:r>
    </w:p>
    <w:p w:rsidR="00380151" w:rsidRDefault="00380151" w:rsidP="008D51C1">
      <w:pPr>
        <w:pStyle w:val="base-text-paragraph"/>
      </w:pPr>
      <w:r w:rsidRPr="00380151">
        <w:t xml:space="preserve">It is open to the </w:t>
      </w:r>
      <w:r>
        <w:t xml:space="preserve">responsible entity of </w:t>
      </w:r>
      <w:r w:rsidR="006E5F8E">
        <w:t>a registered scheme</w:t>
      </w:r>
      <w:r w:rsidRPr="00380151">
        <w:t xml:space="preserve"> to lodge a</w:t>
      </w:r>
      <w:r>
        <w:t xml:space="preserve">n application </w:t>
      </w:r>
      <w:r w:rsidRPr="00380151">
        <w:t xml:space="preserve">with ASIC through another person acting as the agent of the </w:t>
      </w:r>
      <w:r>
        <w:t>responsible entity</w:t>
      </w:r>
      <w:r w:rsidRPr="00380151">
        <w:t>.</w:t>
      </w:r>
    </w:p>
    <w:p w:rsidR="005F51AC" w:rsidRPr="00E521C5" w:rsidRDefault="005F51AC" w:rsidP="008D51C1">
      <w:pPr>
        <w:pStyle w:val="base-text-paragraph"/>
      </w:pPr>
      <w:r>
        <w:t xml:space="preserve">An application may also be withdrawn by lodging a further notice with ASIC in the prescribed form. </w:t>
      </w:r>
      <w:r>
        <w:rPr>
          <w:rStyle w:val="Referencingstyle"/>
        </w:rPr>
        <w:t>[Schedule 1, item 1, subsection 1212(3)]</w:t>
      </w:r>
    </w:p>
    <w:p w:rsidR="0041503C" w:rsidRDefault="0041503C" w:rsidP="008D51C1">
      <w:pPr>
        <w:pStyle w:val="base-text-paragraph"/>
      </w:pPr>
      <w:r>
        <w:t xml:space="preserve">The existing law exempts certain schemes from the requirements to register (see subsection 601ED(2)). These schemes are mainly wholesale funds or small funds with </w:t>
      </w:r>
      <w:r w:rsidR="00753E8C">
        <w:t xml:space="preserve">no more </w:t>
      </w:r>
      <w:r>
        <w:t xml:space="preserve">than 20 members. Such funds are unlikely to wish to become passport funds. Nevertheless, if an unregistered scheme wished to apply to ASIC to become a passport fund, it would need to first voluntarily register </w:t>
      </w:r>
      <w:r w:rsidR="006D3178">
        <w:t xml:space="preserve">as a registered scheme </w:t>
      </w:r>
      <w:r>
        <w:t>with ASIC under section 601EB.</w:t>
      </w:r>
      <w:r w:rsidRPr="00213DAC">
        <w:rPr>
          <w:rStyle w:val="Referencingstyle"/>
          <w:b w:val="0"/>
          <w:i w:val="0"/>
          <w:sz w:val="22"/>
        </w:rPr>
        <w:t xml:space="preserve"> </w:t>
      </w:r>
      <w:r>
        <w:rPr>
          <w:rStyle w:val="Referencingstyle"/>
        </w:rPr>
        <w:t>[Schedule 1, item 1, subsection 1212(1)]</w:t>
      </w:r>
    </w:p>
    <w:p w:rsidR="0041503C" w:rsidRDefault="0041503C" w:rsidP="008D51C1">
      <w:pPr>
        <w:pStyle w:val="base-text-paragraph"/>
      </w:pPr>
      <w:r>
        <w:t xml:space="preserve">ASIC has the power to prescribe the form of the application, including the required information and supporting documentation under section 350 of the Corporations Act. Applications must be in the prescribed form and accompanied by any fee prescribed under the </w:t>
      </w:r>
      <w:r w:rsidRPr="005E05DB">
        <w:rPr>
          <w:i/>
        </w:rPr>
        <w:t>Corporations (Fees) Regulations</w:t>
      </w:r>
      <w:r>
        <w:rPr>
          <w:i/>
        </w:rPr>
        <w:t> </w:t>
      </w:r>
      <w:r w:rsidRPr="005E05DB">
        <w:rPr>
          <w:i/>
        </w:rPr>
        <w:t>2001</w:t>
      </w:r>
      <w:r>
        <w:t>. It is noted that ASIC is likely to prescribe an electronic form for this purpose.</w:t>
      </w:r>
      <w:r w:rsidR="00213DAC" w:rsidRPr="00213DAC">
        <w:rPr>
          <w:rStyle w:val="Referencingstyle"/>
          <w:b w:val="0"/>
          <w:i w:val="0"/>
          <w:sz w:val="22"/>
        </w:rPr>
        <w:t xml:space="preserve"> </w:t>
      </w:r>
      <w:r w:rsidR="00213DAC">
        <w:rPr>
          <w:rStyle w:val="Referencingstyle"/>
        </w:rPr>
        <w:t>[Schedule 1, item 1, subsection 1212(2)]</w:t>
      </w:r>
    </w:p>
    <w:p w:rsidR="0041503C" w:rsidRDefault="0041503C" w:rsidP="008D51C1">
      <w:pPr>
        <w:pStyle w:val="base-text-paragraph"/>
      </w:pPr>
      <w:r>
        <w:t xml:space="preserve">The applicant must also provide ASIC with the PDS that it must prepare before it can offer interests to retail clients. </w:t>
      </w:r>
      <w:r w:rsidRPr="008A14BD">
        <w:t>This PDS must comply with the PDS</w:t>
      </w:r>
      <w:r>
        <w:t> </w:t>
      </w:r>
      <w:r w:rsidRPr="008A14BD">
        <w:t>requirements in the Corporations</w:t>
      </w:r>
      <w:r>
        <w:t> </w:t>
      </w:r>
      <w:r w:rsidRPr="008A14BD">
        <w:t xml:space="preserve">Act and must set out relevant information about the </w:t>
      </w:r>
      <w:r w:rsidR="007F504C">
        <w:t>p</w:t>
      </w:r>
      <w:r w:rsidR="007F504C" w:rsidRPr="008A14BD">
        <w:t xml:space="preserve">assport </w:t>
      </w:r>
      <w:r w:rsidR="007F504C">
        <w:t>f</w:t>
      </w:r>
      <w:r w:rsidR="007F504C" w:rsidRPr="008A14BD">
        <w:t>und</w:t>
      </w:r>
      <w:r w:rsidRPr="008A14BD">
        <w:t>.</w:t>
      </w:r>
      <w:r w:rsidR="00213DAC">
        <w:t xml:space="preserve"> </w:t>
      </w:r>
      <w:r>
        <w:rPr>
          <w:rStyle w:val="Referencingstyle"/>
        </w:rPr>
        <w:t>[Schedule 1, item 1, paragraph 1212(2)(b)]</w:t>
      </w:r>
    </w:p>
    <w:p w:rsidR="00213DAC" w:rsidRDefault="0041503C" w:rsidP="008D51C1">
      <w:pPr>
        <w:pStyle w:val="base-text-paragraph"/>
      </w:pPr>
      <w:r>
        <w:t>The PDS provided to ASIC does not need to include the APFRN because this number only needs to be included on documents after the CIS is registered as a passport fund</w:t>
      </w:r>
      <w:r w:rsidR="00213DAC">
        <w:t>.</w:t>
      </w:r>
      <w:r>
        <w:t xml:space="preserve"> </w:t>
      </w:r>
      <w:r>
        <w:rPr>
          <w:rStyle w:val="Referencingstyle"/>
        </w:rPr>
        <w:t>[Schedule 1, item 1, section 1212B]</w:t>
      </w:r>
    </w:p>
    <w:p w:rsidR="0041503C" w:rsidRDefault="0041503C" w:rsidP="008D51C1">
      <w:pPr>
        <w:pStyle w:val="base-text-paragraph"/>
      </w:pPr>
      <w:r>
        <w:t>Applicants are not required</w:t>
      </w:r>
      <w:r w:rsidR="00FA4048">
        <w:t>,</w:t>
      </w:r>
      <w:r>
        <w:t xml:space="preserve"> as set out in existing section 601EC</w:t>
      </w:r>
      <w:r w:rsidR="00FA4048">
        <w:t>,</w:t>
      </w:r>
      <w:r>
        <w:t xml:space="preserve"> to state the A</w:t>
      </w:r>
      <w:r w:rsidR="00E7277E">
        <w:t>PF</w:t>
      </w:r>
      <w:r>
        <w:t>RN in the PDS</w:t>
      </w:r>
      <w:r w:rsidR="002F4BD5">
        <w:t xml:space="preserve"> that is submitted with the application</w:t>
      </w:r>
      <w:r>
        <w:t xml:space="preserve"> because this identifier may not be known by new funds at the </w:t>
      </w:r>
      <w:r w:rsidRPr="007752A6">
        <w:t xml:space="preserve">time of lodging </w:t>
      </w:r>
      <w:r w:rsidR="002F4BD5">
        <w:t>an</w:t>
      </w:r>
      <w:r w:rsidR="002F4BD5" w:rsidRPr="007752A6">
        <w:t xml:space="preserve"> </w:t>
      </w:r>
      <w:r w:rsidRPr="007752A6">
        <w:t>applications with ASIC. (See</w:t>
      </w:r>
      <w:r w:rsidR="007A5F1C">
        <w:t> </w:t>
      </w:r>
      <w:r w:rsidRPr="00586783">
        <w:t>paragraph </w:t>
      </w:r>
      <w:r w:rsidR="00BA0684">
        <w:t>3.1</w:t>
      </w:r>
      <w:r w:rsidR="00857EF7">
        <w:t>5</w:t>
      </w:r>
      <w:r w:rsidRPr="007752A6">
        <w:t xml:space="preserve"> for an</w:t>
      </w:r>
      <w:r>
        <w:t xml:space="preserve"> explanation of how a new fund can lodge its application </w:t>
      </w:r>
      <w:r w:rsidR="00FA4048">
        <w:t xml:space="preserve">to become a registered scheme </w:t>
      </w:r>
      <w:r>
        <w:t>and a passport fund at the same time.)</w:t>
      </w:r>
    </w:p>
    <w:p w:rsidR="0041503C" w:rsidRDefault="0041503C" w:rsidP="008D51C1">
      <w:pPr>
        <w:pStyle w:val="base-text-paragraph"/>
      </w:pPr>
      <w:r>
        <w:t xml:space="preserve">The requirement to provide a PDS at the time of applying for registration differs from other registration processes under the Corporations Act. </w:t>
      </w:r>
      <w:r w:rsidR="00FF7B69">
        <w:t>Th</w:t>
      </w:r>
      <w:r w:rsidR="00ED50B5">
        <w:t>e requirement is designed to</w:t>
      </w:r>
      <w:r w:rsidR="00FF7B69">
        <w:t xml:space="preserve"> assist ASIC </w:t>
      </w:r>
      <w:r w:rsidR="00ED50B5">
        <w:t>in</w:t>
      </w:r>
      <w:r w:rsidR="00FF7B69">
        <w:t xml:space="preserve"> determin</w:t>
      </w:r>
      <w:r w:rsidR="00ED50B5">
        <w:t>ing</w:t>
      </w:r>
      <w:r w:rsidR="00FF7B69">
        <w:t xml:space="preserve"> whether the </w:t>
      </w:r>
      <w:r w:rsidR="002F4BD5">
        <w:t>fund</w:t>
      </w:r>
      <w:r>
        <w:t xml:space="preserve"> is likely to comply with the PDS requirements</w:t>
      </w:r>
      <w:r w:rsidR="00ED50B5">
        <w:t xml:space="preserve"> should it be registered as an Australian passport fund</w:t>
      </w:r>
      <w:r>
        <w:t xml:space="preserve">. </w:t>
      </w:r>
      <w:r w:rsidR="00FF7B69">
        <w:t xml:space="preserve">Only funds which are likely to comply with the Corporations Act </w:t>
      </w:r>
      <w:r w:rsidR="00ED50B5">
        <w:t xml:space="preserve">and the ASIC Act </w:t>
      </w:r>
      <w:r w:rsidR="00FF7B69">
        <w:t>may be</w:t>
      </w:r>
      <w:r w:rsidR="00A57E75">
        <w:t xml:space="preserve"> register</w:t>
      </w:r>
      <w:r w:rsidR="002F4BD5">
        <w:t>ed</w:t>
      </w:r>
      <w:r w:rsidR="00FF7B69">
        <w:t xml:space="preserve"> as</w:t>
      </w:r>
      <w:r>
        <w:t xml:space="preserve"> a</w:t>
      </w:r>
      <w:r w:rsidR="00ED50B5">
        <w:t>n Australian</w:t>
      </w:r>
      <w:r>
        <w:t xml:space="preserve"> passport fund.</w:t>
      </w:r>
    </w:p>
    <w:p w:rsidR="0041503C" w:rsidRDefault="0041503C" w:rsidP="008D51C1">
      <w:pPr>
        <w:pStyle w:val="base-text-paragraph"/>
      </w:pPr>
      <w:r>
        <w:t xml:space="preserve">ASIC may, by legislative instrument, determine which parts of the application are to be public. This power could be used, for example, to protect information that is commercially sensitive and confidential. </w:t>
      </w:r>
      <w:r>
        <w:rPr>
          <w:rStyle w:val="Referencingstyle"/>
        </w:rPr>
        <w:t>[Schedule 1, item 1, subsection 1212(</w:t>
      </w:r>
      <w:r w:rsidR="008D0024">
        <w:rPr>
          <w:rStyle w:val="Referencingstyle"/>
        </w:rPr>
        <w:t>4</w:t>
      </w:r>
      <w:r>
        <w:rPr>
          <w:rStyle w:val="Referencingstyle"/>
        </w:rPr>
        <w:t>) and Schedule 2, item </w:t>
      </w:r>
      <w:r w:rsidR="00F15E08">
        <w:rPr>
          <w:rStyle w:val="Referencingstyle"/>
        </w:rPr>
        <w:t>270</w:t>
      </w:r>
      <w:r>
        <w:rPr>
          <w:rStyle w:val="Referencingstyle"/>
        </w:rPr>
        <w:t xml:space="preserve">, </w:t>
      </w:r>
      <w:r w:rsidRPr="00805FD4">
        <w:rPr>
          <w:rStyle w:val="Referencingstyle"/>
        </w:rPr>
        <w:t>subparagraph 1274(2)(a)(</w:t>
      </w:r>
      <w:proofErr w:type="spellStart"/>
      <w:r w:rsidR="00507620" w:rsidRPr="00805FD4">
        <w:rPr>
          <w:rStyle w:val="Referencingstyle"/>
        </w:rPr>
        <w:t>i</w:t>
      </w:r>
      <w:r w:rsidR="00507620">
        <w:rPr>
          <w:rStyle w:val="Referencingstyle"/>
        </w:rPr>
        <w:t>ab</w:t>
      </w:r>
      <w:proofErr w:type="spellEnd"/>
      <w:r w:rsidRPr="00805FD4">
        <w:rPr>
          <w:rStyle w:val="Referencingstyle"/>
        </w:rPr>
        <w:t>)]</w:t>
      </w:r>
    </w:p>
    <w:p w:rsidR="0041503C" w:rsidRDefault="0041503C" w:rsidP="008D51C1">
      <w:pPr>
        <w:pStyle w:val="base-text-paragraph"/>
        <w:keepNext/>
      </w:pPr>
      <w:r>
        <w:t xml:space="preserve">ASIC must register the </w:t>
      </w:r>
      <w:r w:rsidR="00657A17">
        <w:t xml:space="preserve">registered </w:t>
      </w:r>
      <w:r w:rsidR="00FA4048">
        <w:t xml:space="preserve">scheme </w:t>
      </w:r>
      <w:r>
        <w:t xml:space="preserve">as a passport fund if ASIC is satisfied that the </w:t>
      </w:r>
      <w:r w:rsidR="00B62B35">
        <w:t xml:space="preserve">registered scheme </w:t>
      </w:r>
      <w:r>
        <w:t>meets two conditions, namely:</w:t>
      </w:r>
    </w:p>
    <w:p w:rsidR="0041503C" w:rsidRPr="00FC4F6A" w:rsidRDefault="0041503C" w:rsidP="008D51C1">
      <w:pPr>
        <w:pStyle w:val="dotpoint"/>
      </w:pPr>
      <w:r>
        <w:t xml:space="preserve">the </w:t>
      </w:r>
      <w:r w:rsidR="00657A17">
        <w:t xml:space="preserve">registered </w:t>
      </w:r>
      <w:r w:rsidR="00FA4048">
        <w:t xml:space="preserve">scheme </w:t>
      </w:r>
      <w:r>
        <w:t>is likely to comply with the Corporations Act, ASIC Act, and the Passport Rules for this jurisdiction; and</w:t>
      </w:r>
    </w:p>
    <w:p w:rsidR="0041503C" w:rsidRDefault="0041503C" w:rsidP="008D51C1">
      <w:pPr>
        <w:pStyle w:val="dotpoint"/>
      </w:pPr>
      <w:r>
        <w:t xml:space="preserve">the </w:t>
      </w:r>
      <w:r w:rsidR="00FA4048">
        <w:t xml:space="preserve">responsible entity for the </w:t>
      </w:r>
      <w:r w:rsidR="00657A17">
        <w:t xml:space="preserve">registered </w:t>
      </w:r>
      <w:r w:rsidR="00FA4048">
        <w:t>scheme</w:t>
      </w:r>
      <w:r>
        <w:t xml:space="preserve"> meets the eligibility requirements in subsection 3(4) of Annex 2 of the MOC. These eligibility requirements are that the </w:t>
      </w:r>
      <w:r w:rsidR="00507620">
        <w:t>operator</w:t>
      </w:r>
      <w:r>
        <w:t>:</w:t>
      </w:r>
    </w:p>
    <w:p w:rsidR="0041503C" w:rsidRDefault="0041503C" w:rsidP="008D51C1">
      <w:pPr>
        <w:pStyle w:val="dotpoint"/>
        <w:numPr>
          <w:ilvl w:val="1"/>
          <w:numId w:val="6"/>
        </w:numPr>
      </w:pPr>
      <w:r>
        <w:t xml:space="preserve">is responsible for operating a </w:t>
      </w:r>
      <w:r w:rsidR="00507620">
        <w:t>CIS</w:t>
      </w:r>
      <w:r w:rsidR="00507620" w:rsidRPr="00B47DF7">
        <w:t xml:space="preserve"> </w:t>
      </w:r>
      <w:r>
        <w:t>with assets of at least US</w:t>
      </w:r>
      <w:r w:rsidR="007A5F1C">
        <w:t>$</w:t>
      </w:r>
      <w:r>
        <w:t>500 million or has discretionary management powers over at least the same amount of client money;</w:t>
      </w:r>
    </w:p>
    <w:p w:rsidR="0041503C" w:rsidRDefault="0041503C" w:rsidP="008D51C1">
      <w:pPr>
        <w:pStyle w:val="dotpoint"/>
        <w:numPr>
          <w:ilvl w:val="1"/>
          <w:numId w:val="6"/>
        </w:numPr>
      </w:pPr>
      <w:r>
        <w:t>has its principal place of business in Australia;</w:t>
      </w:r>
    </w:p>
    <w:p w:rsidR="0041503C" w:rsidRDefault="0041503C" w:rsidP="008D51C1">
      <w:pPr>
        <w:pStyle w:val="dotpoint"/>
        <w:numPr>
          <w:ilvl w:val="1"/>
          <w:numId w:val="6"/>
        </w:numPr>
      </w:pPr>
      <w:r>
        <w:t xml:space="preserve">has officers with the qualifications specified in </w:t>
      </w:r>
      <w:r w:rsidR="00FF7B69">
        <w:t>section 6 of</w:t>
      </w:r>
      <w:r>
        <w:t xml:space="preserve"> the Passport Rules;</w:t>
      </w:r>
    </w:p>
    <w:p w:rsidR="0041503C" w:rsidRDefault="0041503C" w:rsidP="008D51C1">
      <w:pPr>
        <w:pStyle w:val="dotpoint"/>
        <w:numPr>
          <w:ilvl w:val="1"/>
          <w:numId w:val="6"/>
        </w:numPr>
      </w:pPr>
      <w:r>
        <w:t xml:space="preserve">meets the financial resources test in </w:t>
      </w:r>
      <w:r w:rsidR="00FF7B69">
        <w:t xml:space="preserve">section 7 of </w:t>
      </w:r>
      <w:r>
        <w:t>the Passport Rules (that is, the Operator has between US</w:t>
      </w:r>
      <w:r w:rsidR="007A5F1C">
        <w:t>$</w:t>
      </w:r>
      <w:r>
        <w:t xml:space="preserve">1 million and </w:t>
      </w:r>
      <w:r w:rsidR="007A5F1C">
        <w:t>US$</w:t>
      </w:r>
      <w:r>
        <w:t>2</w:t>
      </w:r>
      <w:r w:rsidR="00FF7B69">
        <w:t>1</w:t>
      </w:r>
      <w:r>
        <w:t> million in equity, depending on the value of the assets under management);</w:t>
      </w:r>
    </w:p>
    <w:p w:rsidR="0041503C" w:rsidRDefault="0041503C" w:rsidP="008D51C1">
      <w:pPr>
        <w:pStyle w:val="dotpoint"/>
        <w:numPr>
          <w:ilvl w:val="1"/>
          <w:numId w:val="6"/>
        </w:numPr>
      </w:pPr>
      <w:r>
        <w:t xml:space="preserve">meets the organisational arrangements test in </w:t>
      </w:r>
      <w:r w:rsidR="00FF7B69">
        <w:t>section 8 of</w:t>
      </w:r>
      <w:r>
        <w:t xml:space="preserve"> the Passport Rules, including by establishing internal control mechanisms, adequate risk monitoring and adequate procedures for managing conflicts of interest;</w:t>
      </w:r>
    </w:p>
    <w:p w:rsidR="0041503C" w:rsidRDefault="0041503C" w:rsidP="008D51C1">
      <w:pPr>
        <w:pStyle w:val="dotpoint"/>
        <w:numPr>
          <w:ilvl w:val="1"/>
          <w:numId w:val="6"/>
        </w:numPr>
      </w:pPr>
      <w:r>
        <w:t xml:space="preserve">meets the track record test in </w:t>
      </w:r>
      <w:r w:rsidR="00FF7B69">
        <w:t xml:space="preserve">section 9 of </w:t>
      </w:r>
      <w:r>
        <w:t>the Passport Rules by having at least five years of relevant experience; and</w:t>
      </w:r>
    </w:p>
    <w:p w:rsidR="0041503C" w:rsidRDefault="0041503C" w:rsidP="008D51C1">
      <w:pPr>
        <w:pStyle w:val="dotpoint"/>
        <w:numPr>
          <w:ilvl w:val="1"/>
          <w:numId w:val="6"/>
        </w:numPr>
      </w:pPr>
      <w:r>
        <w:t xml:space="preserve">meets the good standing test in </w:t>
      </w:r>
      <w:r w:rsidR="00FF7B69">
        <w:t xml:space="preserve">section 10 of </w:t>
      </w:r>
      <w:r>
        <w:t>the Passport Rules by not being subject to a notice that brings into question its integrity or competence.</w:t>
      </w:r>
    </w:p>
    <w:p w:rsidR="0041503C" w:rsidRDefault="0041503C" w:rsidP="008D51C1">
      <w:pPr>
        <w:pStyle w:val="base-text-paragraphnonumbers"/>
      </w:pPr>
      <w:r>
        <w:rPr>
          <w:rStyle w:val="Referencingstyle"/>
        </w:rPr>
        <w:t>[Schedule 1, item 1, subsection 1212A(1)]</w:t>
      </w:r>
    </w:p>
    <w:p w:rsidR="0041503C" w:rsidRDefault="0041503C" w:rsidP="008D51C1">
      <w:pPr>
        <w:pStyle w:val="base-text-paragraph"/>
      </w:pPr>
      <w:r>
        <w:t xml:space="preserve">ASIC is required to form a positive opinion about these matters, that is, it is not </w:t>
      </w:r>
      <w:r w:rsidR="00ED50B5">
        <w:t xml:space="preserve">sufficient </w:t>
      </w:r>
      <w:r>
        <w:t xml:space="preserve">for ASIC to not form the view that the MIS is unlikely to comply with the relevant laws. </w:t>
      </w:r>
    </w:p>
    <w:p w:rsidR="0041503C" w:rsidRDefault="0041503C" w:rsidP="008D51C1">
      <w:pPr>
        <w:pStyle w:val="base-text-paragraph"/>
      </w:pPr>
      <w:r w:rsidRPr="000F1FEF">
        <w:t xml:space="preserve">In order for ASIC to be able to form its opinion it may, where reasonable to do so, rely on specific assertions or representations made in the application. For example, in completing the application, an applicant may answer </w:t>
      </w:r>
      <w:r w:rsidR="003E49D1">
        <w:t>in the affirmative</w:t>
      </w:r>
      <w:r w:rsidRPr="000F1FEF">
        <w:t xml:space="preserve"> when asked whether the assets held by the </w:t>
      </w:r>
      <w:r w:rsidR="00B62B35">
        <w:t>p</w:t>
      </w:r>
      <w:r w:rsidRPr="000F1FEF">
        <w:t xml:space="preserve">assport </w:t>
      </w:r>
      <w:r w:rsidR="00B62B35">
        <w:t>f</w:t>
      </w:r>
      <w:r w:rsidRPr="000F1FEF">
        <w:t xml:space="preserve">und comply with the Passport Rules. The applicant gives this answer knowing that making a false or misleading statement in the application is a criminal offence. In the absence of any facts which are sufficient to suggest to a reasonable person the answer is false, it is reasonable for ASIC to rely on this statement to form its opinion that </w:t>
      </w:r>
      <w:r w:rsidRPr="000F1FEF" w:rsidDel="00D76F64">
        <w:t xml:space="preserve">the </w:t>
      </w:r>
      <w:r w:rsidR="00D76F64">
        <w:t>Corporations</w:t>
      </w:r>
      <w:r w:rsidR="00507620">
        <w:t> </w:t>
      </w:r>
      <w:r w:rsidR="00D76F64">
        <w:t>Act</w:t>
      </w:r>
      <w:r w:rsidRPr="000F1FEF">
        <w:t xml:space="preserve"> (including the Passport Rules) </w:t>
      </w:r>
      <w:r>
        <w:t>is</w:t>
      </w:r>
      <w:r w:rsidRPr="000F1FEF">
        <w:t xml:space="preserve"> likely to be complied with.</w:t>
      </w:r>
    </w:p>
    <w:p w:rsidR="005E7204" w:rsidRPr="005E7204" w:rsidRDefault="0041503C" w:rsidP="008D51C1">
      <w:pPr>
        <w:pStyle w:val="base-text-paragraph"/>
        <w:rPr>
          <w:rStyle w:val="Referencingstyle"/>
          <w:b w:val="0"/>
          <w:i w:val="0"/>
          <w:sz w:val="22"/>
        </w:rPr>
      </w:pPr>
      <w:r>
        <w:t xml:space="preserve">ASIC is not required to process applications within any specific period of time. ASIC registers a </w:t>
      </w:r>
      <w:r w:rsidR="00042644">
        <w:t xml:space="preserve">registered </w:t>
      </w:r>
      <w:r w:rsidR="00FA4048">
        <w:t xml:space="preserve">scheme </w:t>
      </w:r>
      <w:r>
        <w:t>as a passport fund by assigning it a unique APFRN and ensuring that its details are recorded on the Register of Passport Funds (the Register)</w:t>
      </w:r>
      <w:r w:rsidR="005E7204">
        <w:t>.</w:t>
      </w:r>
      <w:r>
        <w:t xml:space="preserve"> </w:t>
      </w:r>
      <w:r>
        <w:rPr>
          <w:rStyle w:val="Referencingstyle"/>
        </w:rPr>
        <w:t>[Schedule 1, item 1, section 1210 and subsection 1212A(2)]</w:t>
      </w:r>
    </w:p>
    <w:p w:rsidR="0041503C" w:rsidRDefault="0041503C" w:rsidP="008D51C1">
      <w:pPr>
        <w:pStyle w:val="base-text-paragraph"/>
      </w:pPr>
      <w:r>
        <w:t xml:space="preserve">The </w:t>
      </w:r>
      <w:r w:rsidR="00507620">
        <w:t>passport fund</w:t>
      </w:r>
      <w:r w:rsidR="00FA4048">
        <w:t xml:space="preserve"> </w:t>
      </w:r>
      <w:r>
        <w:t>must include its APFRN on all documents subsequently lodged with ASIC</w:t>
      </w:r>
      <w:r w:rsidR="004904A4">
        <w:t>.</w:t>
      </w:r>
      <w:r>
        <w:t xml:space="preserve"> </w:t>
      </w:r>
      <w:r>
        <w:rPr>
          <w:rStyle w:val="Referencingstyle"/>
        </w:rPr>
        <w:t>[Schedule 1, item 1, subsection 1212B]</w:t>
      </w:r>
    </w:p>
    <w:p w:rsidR="0041503C" w:rsidRDefault="0041503C" w:rsidP="008D51C1">
      <w:pPr>
        <w:pStyle w:val="TableHeadingoutsidetable"/>
        <w:spacing w:after="120"/>
      </w:pPr>
      <w:r>
        <w:t xml:space="preserve"> Registration process for Australian passport funds</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4325"/>
      </w:tblGrid>
      <w:tr w:rsidR="0041503C" w:rsidRPr="004666B8" w:rsidTr="00424E5F">
        <w:trPr>
          <w:cantSplit/>
          <w:tblHeader/>
        </w:trPr>
        <w:tc>
          <w:tcPr>
            <w:tcW w:w="2226" w:type="dxa"/>
          </w:tcPr>
          <w:p w:rsidR="0041503C" w:rsidRPr="004666B8" w:rsidRDefault="0041503C" w:rsidP="008D51C1">
            <w:pPr>
              <w:pStyle w:val="tableheaderwithintable"/>
              <w:rPr>
                <w:lang w:val="en-US" w:eastAsia="en-US"/>
              </w:rPr>
            </w:pPr>
            <w:r>
              <w:rPr>
                <w:lang w:val="en-US" w:eastAsia="en-US"/>
              </w:rPr>
              <w:t>Stage</w:t>
            </w:r>
          </w:p>
        </w:tc>
        <w:tc>
          <w:tcPr>
            <w:tcW w:w="4325" w:type="dxa"/>
          </w:tcPr>
          <w:p w:rsidR="0041503C" w:rsidRPr="004666B8" w:rsidRDefault="0041503C" w:rsidP="008D51C1">
            <w:pPr>
              <w:pStyle w:val="tableheaderwithintable"/>
              <w:rPr>
                <w:lang w:val="en-US" w:eastAsia="en-US"/>
              </w:rPr>
            </w:pPr>
            <w:r>
              <w:rPr>
                <w:lang w:val="en-US" w:eastAsia="en-US"/>
              </w:rPr>
              <w:t>Requirements</w:t>
            </w:r>
          </w:p>
        </w:tc>
      </w:tr>
      <w:tr w:rsidR="0041503C" w:rsidRPr="004666B8" w:rsidTr="00424E5F">
        <w:trPr>
          <w:cantSplit/>
        </w:trPr>
        <w:tc>
          <w:tcPr>
            <w:tcW w:w="2226" w:type="dxa"/>
          </w:tcPr>
          <w:p w:rsidR="0041503C" w:rsidRPr="00902333" w:rsidRDefault="0041503C" w:rsidP="008D51C1">
            <w:pPr>
              <w:pStyle w:val="tabletext"/>
            </w:pPr>
            <w:r>
              <w:t>Application</w:t>
            </w:r>
          </w:p>
        </w:tc>
        <w:tc>
          <w:tcPr>
            <w:tcW w:w="4325" w:type="dxa"/>
          </w:tcPr>
          <w:p w:rsidR="0041503C" w:rsidRDefault="0041503C" w:rsidP="008D51C1">
            <w:pPr>
              <w:pStyle w:val="tabledotpoint"/>
              <w:numPr>
                <w:ilvl w:val="0"/>
                <w:numId w:val="19"/>
              </w:numPr>
              <w:rPr>
                <w:lang w:val="en-US" w:eastAsia="en-US"/>
              </w:rPr>
            </w:pPr>
            <w:r>
              <w:rPr>
                <w:lang w:val="en-US" w:eastAsia="en-US"/>
              </w:rPr>
              <w:t>Registered scheme or application as registered scheme</w:t>
            </w:r>
          </w:p>
          <w:p w:rsidR="0041503C" w:rsidRDefault="0041503C" w:rsidP="008D51C1">
            <w:pPr>
              <w:pStyle w:val="tabledotpoint"/>
              <w:numPr>
                <w:ilvl w:val="0"/>
                <w:numId w:val="19"/>
              </w:numPr>
              <w:rPr>
                <w:lang w:val="en-US" w:eastAsia="en-US"/>
              </w:rPr>
            </w:pPr>
            <w:r>
              <w:rPr>
                <w:lang w:val="en-US" w:eastAsia="en-US"/>
              </w:rPr>
              <w:t>ASIC prescribed form</w:t>
            </w:r>
          </w:p>
          <w:p w:rsidR="0041503C" w:rsidRPr="004666B8" w:rsidRDefault="0041503C" w:rsidP="008D51C1">
            <w:pPr>
              <w:pStyle w:val="tabledotpoint"/>
              <w:numPr>
                <w:ilvl w:val="0"/>
                <w:numId w:val="19"/>
              </w:numPr>
              <w:rPr>
                <w:lang w:val="en-US" w:eastAsia="en-US"/>
              </w:rPr>
            </w:pPr>
            <w:r>
              <w:rPr>
                <w:lang w:val="en-US" w:eastAsia="en-US"/>
              </w:rPr>
              <w:t>Copy of PDS</w:t>
            </w:r>
          </w:p>
        </w:tc>
      </w:tr>
      <w:tr w:rsidR="0041503C" w:rsidRPr="004666B8" w:rsidTr="00424E5F">
        <w:trPr>
          <w:cantSplit/>
        </w:trPr>
        <w:tc>
          <w:tcPr>
            <w:tcW w:w="2226" w:type="dxa"/>
          </w:tcPr>
          <w:p w:rsidR="0041503C" w:rsidRDefault="0041503C" w:rsidP="008D51C1">
            <w:pPr>
              <w:pStyle w:val="tabletext"/>
            </w:pPr>
            <w:r>
              <w:t>ASIC consideration</w:t>
            </w:r>
          </w:p>
        </w:tc>
        <w:tc>
          <w:tcPr>
            <w:tcW w:w="4325" w:type="dxa"/>
          </w:tcPr>
          <w:p w:rsidR="0041503C" w:rsidRDefault="0041503C" w:rsidP="008D51C1">
            <w:pPr>
              <w:pStyle w:val="tabletext"/>
              <w:rPr>
                <w:lang w:val="en-US" w:eastAsia="en-US"/>
              </w:rPr>
            </w:pPr>
            <w:r>
              <w:rPr>
                <w:lang w:val="en-US" w:eastAsia="en-US"/>
              </w:rPr>
              <w:t>Two conditions:</w:t>
            </w:r>
          </w:p>
          <w:p w:rsidR="0041503C" w:rsidRDefault="0041503C" w:rsidP="008D51C1">
            <w:pPr>
              <w:pStyle w:val="tabledotpoint"/>
              <w:numPr>
                <w:ilvl w:val="0"/>
                <w:numId w:val="19"/>
              </w:numPr>
              <w:rPr>
                <w:lang w:val="en-US" w:eastAsia="en-US"/>
              </w:rPr>
            </w:pPr>
            <w:r>
              <w:rPr>
                <w:lang w:val="en-US" w:eastAsia="en-US"/>
              </w:rPr>
              <w:t>Likely to comply with Corporations Act (including Passport Rules for this jurisdiction) and ASIC Act</w:t>
            </w:r>
          </w:p>
          <w:p w:rsidR="0041503C" w:rsidRPr="004666B8" w:rsidRDefault="0041503C" w:rsidP="008D51C1">
            <w:pPr>
              <w:pStyle w:val="tabledotpoint"/>
              <w:numPr>
                <w:ilvl w:val="0"/>
                <w:numId w:val="19"/>
              </w:numPr>
              <w:rPr>
                <w:lang w:val="en-US" w:eastAsia="en-US"/>
              </w:rPr>
            </w:pPr>
            <w:r>
              <w:rPr>
                <w:lang w:val="en-US" w:eastAsia="en-US"/>
              </w:rPr>
              <w:t xml:space="preserve">Complies with eligibility requirements in </w:t>
            </w:r>
            <w:r w:rsidRPr="00586783">
              <w:rPr>
                <w:lang w:val="en-US" w:eastAsia="en-US"/>
              </w:rPr>
              <w:t>section 3</w:t>
            </w:r>
            <w:r>
              <w:rPr>
                <w:lang w:val="en-US" w:eastAsia="en-US"/>
              </w:rPr>
              <w:t xml:space="preserve"> of Annex 2 of the MOC</w:t>
            </w:r>
          </w:p>
        </w:tc>
      </w:tr>
      <w:tr w:rsidR="0041503C" w:rsidRPr="004666B8" w:rsidTr="00424E5F">
        <w:trPr>
          <w:cantSplit/>
        </w:trPr>
        <w:tc>
          <w:tcPr>
            <w:tcW w:w="2226" w:type="dxa"/>
          </w:tcPr>
          <w:p w:rsidR="0041503C" w:rsidRDefault="0041503C" w:rsidP="008D51C1">
            <w:pPr>
              <w:pStyle w:val="tabletext"/>
            </w:pPr>
            <w:r>
              <w:t>Registration</w:t>
            </w:r>
          </w:p>
        </w:tc>
        <w:tc>
          <w:tcPr>
            <w:tcW w:w="4325" w:type="dxa"/>
          </w:tcPr>
          <w:p w:rsidR="0041503C" w:rsidRDefault="0041503C" w:rsidP="008D51C1">
            <w:pPr>
              <w:pStyle w:val="tabletext"/>
              <w:rPr>
                <w:lang w:val="en-US" w:eastAsia="en-US"/>
              </w:rPr>
            </w:pPr>
            <w:r>
              <w:rPr>
                <w:lang w:val="en-US" w:eastAsia="en-US"/>
              </w:rPr>
              <w:t>ASIC assigns APFRN and includes details on the Register</w:t>
            </w:r>
          </w:p>
        </w:tc>
      </w:tr>
    </w:tbl>
    <w:p w:rsidR="0041503C" w:rsidRDefault="0041503C" w:rsidP="008D51C1">
      <w:pPr>
        <w:pStyle w:val="base-text-paragraph"/>
      </w:pPr>
      <w:r>
        <w:t xml:space="preserve">If an Australian passport fund uses a different name in another participating economy it must notify ASIC in writing </w:t>
      </w:r>
      <w:r w:rsidR="00380151">
        <w:t>within seven days</w:t>
      </w:r>
      <w:r>
        <w:t xml:space="preserve"> after it begins offering interests in the fund under that </w:t>
      </w:r>
      <w:r w:rsidR="00984FDF">
        <w:t xml:space="preserve">name. </w:t>
      </w:r>
      <w:r w:rsidR="000869A9">
        <w:t xml:space="preserve">If a fund </w:t>
      </w:r>
      <w:r w:rsidR="00793902">
        <w:t xml:space="preserve">uses a different name in several other participating economies, it must advise ASIC of </w:t>
      </w:r>
      <w:r w:rsidR="001678C1">
        <w:t>all of its</w:t>
      </w:r>
      <w:r w:rsidR="00793902">
        <w:t xml:space="preserve"> different names.</w:t>
      </w:r>
      <w:r w:rsidR="001B26DD">
        <w:t xml:space="preserve"> </w:t>
      </w:r>
      <w:r>
        <w:t xml:space="preserve">This information will be entered on the Register kept by ASIC. </w:t>
      </w:r>
      <w:r>
        <w:rPr>
          <w:rStyle w:val="Referencingstyle"/>
        </w:rPr>
        <w:t>[Schedule 1, item 1, section 1212C]</w:t>
      </w:r>
    </w:p>
    <w:p w:rsidR="0041503C" w:rsidRDefault="0041503C" w:rsidP="008D51C1">
      <w:pPr>
        <w:pStyle w:val="base-text-paragraph"/>
      </w:pPr>
      <w:r>
        <w:t xml:space="preserve">The fund may have to use a different name because the name it uses in Australia is not available in the other jurisdiction. A failure to notify ASIC under this provision carries a penalty of 60 penalty units. </w:t>
      </w:r>
      <w:r>
        <w:rPr>
          <w:rStyle w:val="Referencingstyle"/>
        </w:rPr>
        <w:t>[Schedule 1, item 1, section 1212C and Schedule 2, item </w:t>
      </w:r>
      <w:r w:rsidR="00AF3859">
        <w:rPr>
          <w:rStyle w:val="Referencingstyle"/>
        </w:rPr>
        <w:t>29</w:t>
      </w:r>
      <w:r w:rsidR="005F51AC">
        <w:rPr>
          <w:rStyle w:val="Referencingstyle"/>
        </w:rPr>
        <w:t>7</w:t>
      </w:r>
      <w:r>
        <w:rPr>
          <w:rStyle w:val="Referencingstyle"/>
        </w:rPr>
        <w:t xml:space="preserve">, </w:t>
      </w:r>
      <w:r w:rsidR="00AF3859">
        <w:rPr>
          <w:rStyle w:val="Referencingstyle"/>
        </w:rPr>
        <w:t>schedule</w:t>
      </w:r>
      <w:r w:rsidR="009C4FC0">
        <w:rPr>
          <w:rStyle w:val="Referencingstyle"/>
        </w:rPr>
        <w:t> </w:t>
      </w:r>
      <w:r w:rsidR="00AF3859">
        <w:rPr>
          <w:rStyle w:val="Referencingstyle"/>
        </w:rPr>
        <w:t>3</w:t>
      </w:r>
      <w:r>
        <w:rPr>
          <w:rStyle w:val="Referencingstyle"/>
        </w:rPr>
        <w:t xml:space="preserve"> table </w:t>
      </w:r>
      <w:r w:rsidR="00AF3859">
        <w:rPr>
          <w:rStyle w:val="Referencingstyle"/>
        </w:rPr>
        <w:t>item </w:t>
      </w:r>
      <w:r>
        <w:rPr>
          <w:rStyle w:val="Referencingstyle"/>
        </w:rPr>
        <w:t>328A]</w:t>
      </w:r>
    </w:p>
    <w:p w:rsidR="0041503C" w:rsidRDefault="00FF7B69" w:rsidP="008D51C1">
      <w:pPr>
        <w:pStyle w:val="Heading3"/>
      </w:pPr>
      <w:r>
        <w:t xml:space="preserve">Notification </w:t>
      </w:r>
      <w:r w:rsidR="0041503C">
        <w:t>of funds from other participating economies</w:t>
      </w:r>
    </w:p>
    <w:p w:rsidR="000360C8" w:rsidRDefault="0041503C" w:rsidP="008D51C1">
      <w:pPr>
        <w:pStyle w:val="base-text-paragraph"/>
      </w:pPr>
      <w:r>
        <w:t xml:space="preserve">Funds </w:t>
      </w:r>
      <w:r w:rsidR="007232A7">
        <w:t>that</w:t>
      </w:r>
      <w:r>
        <w:t xml:space="preserve"> have been registered as a passport fund in another participating economy must notify ASIC of their intention to offer interests in Australia. This notification process is designed to be a streamlined process whereby </w:t>
      </w:r>
      <w:r w:rsidR="00367110">
        <w:t>notices of intention are considered</w:t>
      </w:r>
      <w:r>
        <w:t xml:space="preserve"> within </w:t>
      </w:r>
      <w:r w:rsidR="00E91C57">
        <w:t>15</w:t>
      </w:r>
      <w:r w:rsidR="0072332B">
        <w:t> </w:t>
      </w:r>
      <w:r w:rsidR="002265E8">
        <w:t>business</w:t>
      </w:r>
      <w:r w:rsidR="00E91C57">
        <w:t> </w:t>
      </w:r>
      <w:r>
        <w:t>days</w:t>
      </w:r>
      <w:r w:rsidR="000360C8">
        <w:t xml:space="preserve"> of the day after the lodgement of the notice</w:t>
      </w:r>
      <w:r>
        <w:t xml:space="preserve">, subject to any extensions </w:t>
      </w:r>
      <w:r w:rsidR="00767B86">
        <w:t>to the consideration period</w:t>
      </w:r>
      <w:r>
        <w:t xml:space="preserve">. </w:t>
      </w:r>
      <w:r w:rsidR="00367110">
        <w:t>The streamlined process acknowledges</w:t>
      </w:r>
      <w:r>
        <w:t xml:space="preserve"> that applicants are regulated CIS</w:t>
      </w:r>
      <w:r w:rsidR="00767B86">
        <w:t>s</w:t>
      </w:r>
      <w:r>
        <w:t xml:space="preserve"> in the other jurisdiction and have already been approved as a passport fund in that jurisdiction. ASIC may therefore only reject a notice of intention on limited grounds.</w:t>
      </w:r>
      <w:r w:rsidR="000360C8">
        <w:t xml:space="preserve"> For a discussion of the grounds for rejecting a notice o</w:t>
      </w:r>
      <w:r w:rsidR="00857EF7">
        <w:t>f intention, see paragraphs 3.41</w:t>
      </w:r>
      <w:r w:rsidR="000360C8">
        <w:t xml:space="preserve"> to 3.6</w:t>
      </w:r>
      <w:r w:rsidR="00857EF7">
        <w:t>4</w:t>
      </w:r>
      <w:r w:rsidR="00A65A8B">
        <w:t xml:space="preserve"> </w:t>
      </w:r>
      <w:r w:rsidR="000360C8">
        <w:t>below.</w:t>
      </w:r>
    </w:p>
    <w:p w:rsidR="005E7204" w:rsidRPr="005E7204" w:rsidRDefault="0041503C" w:rsidP="008D51C1">
      <w:pPr>
        <w:pStyle w:val="base-text-paragraph"/>
        <w:rPr>
          <w:rStyle w:val="Referencingstyle"/>
          <w:b w:val="0"/>
          <w:i w:val="0"/>
          <w:sz w:val="22"/>
        </w:rPr>
      </w:pPr>
      <w:r>
        <w:t xml:space="preserve">The notification process involves the </w:t>
      </w:r>
      <w:r w:rsidR="00767B86">
        <w:t xml:space="preserve">operator </w:t>
      </w:r>
      <w:r>
        <w:t xml:space="preserve">of the foreign passport fund lodging a notice of intention, in the prescribed form, with ASIC. In order to be able to do this, the </w:t>
      </w:r>
      <w:r w:rsidDel="00D32A45">
        <w:t>o</w:t>
      </w:r>
      <w:r>
        <w:t xml:space="preserve">perator must be registered as a foreign company in Australia. </w:t>
      </w:r>
      <w:r w:rsidR="00AF326C">
        <w:t xml:space="preserve">A notified foreign passport fund does not have to be registered as a </w:t>
      </w:r>
      <w:r w:rsidR="00D32A45">
        <w:t>registered</w:t>
      </w:r>
      <w:r w:rsidR="00AF326C">
        <w:t xml:space="preserve"> scheme</w:t>
      </w:r>
      <w:r w:rsidR="00D32A45">
        <w:t>.</w:t>
      </w:r>
      <w:r w:rsidRPr="005F3C80">
        <w:rPr>
          <w:rStyle w:val="Referencingstyle"/>
          <w:b w:val="0"/>
          <w:i w:val="0"/>
          <w:sz w:val="22"/>
        </w:rPr>
        <w:t xml:space="preserve"> </w:t>
      </w:r>
      <w:r>
        <w:rPr>
          <w:rStyle w:val="Referencingstyle"/>
        </w:rPr>
        <w:t>[Schedule 1, item 1, section 1213</w:t>
      </w:r>
      <w:r w:rsidR="00AF326C">
        <w:rPr>
          <w:rStyle w:val="Referencingstyle"/>
        </w:rPr>
        <w:t xml:space="preserve"> </w:t>
      </w:r>
      <w:r w:rsidR="0072332B">
        <w:rPr>
          <w:rStyle w:val="Referencingstyle"/>
        </w:rPr>
        <w:t xml:space="preserve">and </w:t>
      </w:r>
      <w:r w:rsidR="00AF326C">
        <w:rPr>
          <w:rStyle w:val="Referencingstyle"/>
        </w:rPr>
        <w:t>Schedule</w:t>
      </w:r>
      <w:r w:rsidR="0072332B">
        <w:rPr>
          <w:rStyle w:val="Referencingstyle"/>
        </w:rPr>
        <w:t> </w:t>
      </w:r>
      <w:r w:rsidR="00AF326C">
        <w:rPr>
          <w:rStyle w:val="Referencingstyle"/>
        </w:rPr>
        <w:t>2, items</w:t>
      </w:r>
      <w:r w:rsidR="0072332B">
        <w:rPr>
          <w:rStyle w:val="Referencingstyle"/>
        </w:rPr>
        <w:t> </w:t>
      </w:r>
      <w:r w:rsidR="00AF326C">
        <w:rPr>
          <w:rStyle w:val="Referencingstyle"/>
        </w:rPr>
        <w:t>119 and 120, subsections</w:t>
      </w:r>
      <w:r w:rsidR="0072332B">
        <w:rPr>
          <w:rStyle w:val="Referencingstyle"/>
        </w:rPr>
        <w:t> </w:t>
      </w:r>
      <w:r w:rsidR="00AF326C">
        <w:rPr>
          <w:rStyle w:val="Referencingstyle"/>
        </w:rPr>
        <w:t>601ED(1) and</w:t>
      </w:r>
      <w:r w:rsidR="006E097B">
        <w:rPr>
          <w:rStyle w:val="Referencingstyle"/>
        </w:rPr>
        <w:t> </w:t>
      </w:r>
      <w:r w:rsidR="00AF326C">
        <w:rPr>
          <w:rStyle w:val="Referencingstyle"/>
        </w:rPr>
        <w:t>(2)</w:t>
      </w:r>
      <w:r>
        <w:rPr>
          <w:rStyle w:val="Referencingstyle"/>
        </w:rPr>
        <w:t>]</w:t>
      </w:r>
    </w:p>
    <w:p w:rsidR="00EA79BA" w:rsidRDefault="00EA79BA" w:rsidP="008D51C1">
      <w:pPr>
        <w:pStyle w:val="base-text-paragraph"/>
      </w:pPr>
      <w:r>
        <w:t xml:space="preserve">It is open to the operator of the foreign passport fund to lodge a notice of intention with ASIC through another person acting as the agent of the </w:t>
      </w:r>
      <w:r w:rsidDel="00D32A45">
        <w:t>o</w:t>
      </w:r>
      <w:r>
        <w:t>perator.</w:t>
      </w:r>
    </w:p>
    <w:p w:rsidR="0041503C" w:rsidRDefault="0041503C" w:rsidP="008D51C1">
      <w:pPr>
        <w:pStyle w:val="base-text-paragraph"/>
      </w:pPr>
      <w:r w:rsidRPr="00DB1028">
        <w:t>The consideration period begin</w:t>
      </w:r>
      <w:r>
        <w:t xml:space="preserve">s </w:t>
      </w:r>
      <w:r w:rsidR="000360C8">
        <w:t xml:space="preserve">on the day after </w:t>
      </w:r>
      <w:r>
        <w:t xml:space="preserve">a complete notice is lodged with ASIC. In accordance with section 25C of the </w:t>
      </w:r>
      <w:r w:rsidRPr="00DB1028">
        <w:rPr>
          <w:i/>
        </w:rPr>
        <w:t>Acts Interpretation Act</w:t>
      </w:r>
      <w:r>
        <w:rPr>
          <w:i/>
        </w:rPr>
        <w:t> </w:t>
      </w:r>
      <w:r w:rsidRPr="00DB1028">
        <w:rPr>
          <w:i/>
        </w:rPr>
        <w:t>1901</w:t>
      </w:r>
      <w:r>
        <w:t>, the lodged form must be in substantial compliance with the prescribed form</w:t>
      </w:r>
      <w:r w:rsidR="00367110">
        <w:t xml:space="preserve"> to be considered complete</w:t>
      </w:r>
      <w:r>
        <w:t>.</w:t>
      </w:r>
    </w:p>
    <w:p w:rsidR="0041503C" w:rsidRDefault="0041503C" w:rsidP="008D51C1">
      <w:pPr>
        <w:pStyle w:val="base-text-paragraph"/>
      </w:pPr>
      <w:r>
        <w:t xml:space="preserve">The </w:t>
      </w:r>
      <w:r w:rsidDel="00D32A45">
        <w:t>o</w:t>
      </w:r>
      <w:r>
        <w:t>perator is also required to provide ASIC with a PDS</w:t>
      </w:r>
      <w:r w:rsidR="000360C8">
        <w:t xml:space="preserve">. This </w:t>
      </w:r>
      <w:r w:rsidR="002F4BD5">
        <w:t>is intended to</w:t>
      </w:r>
      <w:r w:rsidR="00686CE2">
        <w:t xml:space="preserve"> </w:t>
      </w:r>
      <w:r>
        <w:t xml:space="preserve">assist ASIC </w:t>
      </w:r>
      <w:r w:rsidR="002F4BD5">
        <w:t xml:space="preserve">in </w:t>
      </w:r>
      <w:r>
        <w:t>determin</w:t>
      </w:r>
      <w:r w:rsidR="002F4BD5">
        <w:t>ing</w:t>
      </w:r>
      <w:r>
        <w:t xml:space="preserve"> whether the fund is likely to comply with Australia’s disclosure requirements. </w:t>
      </w:r>
      <w:r w:rsidR="002F4BD5">
        <w:t xml:space="preserve">The </w:t>
      </w:r>
      <w:r>
        <w:t xml:space="preserve">PDS must comply with the PDS requirements in the Corporations Act and must set out relevant information about the </w:t>
      </w:r>
      <w:r w:rsidR="00507620">
        <w:t>passport fund</w:t>
      </w:r>
      <w:r>
        <w:t xml:space="preserve">. The PDS </w:t>
      </w:r>
      <w:r w:rsidR="002F4BD5">
        <w:t xml:space="preserve">that accompanies the notice of intention </w:t>
      </w:r>
      <w:r>
        <w:t xml:space="preserve">does not need to include a unique identifier because this will only be assigned after the notification process is complete. This </w:t>
      </w:r>
      <w:r w:rsidR="000360C8">
        <w:t>mirrors the requirements for Australian funds applying for registration as Australian passport funds</w:t>
      </w:r>
      <w:r w:rsidR="002F4BD5">
        <w:t xml:space="preserve">, and </w:t>
      </w:r>
      <w:r>
        <w:t xml:space="preserve">contrasts with the registration of Australian funds as registered schemes, where a PDS is not required to be provided on registration. </w:t>
      </w:r>
      <w:r>
        <w:rPr>
          <w:rStyle w:val="Referencingstyle"/>
        </w:rPr>
        <w:t>[Schedule 1, item 1, subsection 1213(2)]</w:t>
      </w:r>
    </w:p>
    <w:p w:rsidR="0041503C" w:rsidRDefault="0041503C" w:rsidP="008D51C1">
      <w:pPr>
        <w:pStyle w:val="base-text-paragraph"/>
      </w:pPr>
      <w:r>
        <w:t xml:space="preserve">As with applications from Australian funds, ASIC may determine by legislative instrument that </w:t>
      </w:r>
      <w:r w:rsidR="002F4BD5">
        <w:t xml:space="preserve">information lodged as part of a notice of intention is </w:t>
      </w:r>
      <w:r>
        <w:t>not publicly available</w:t>
      </w:r>
      <w:r w:rsidR="002F4BD5">
        <w:t xml:space="preserve"> for inspection or copying. This power is designed to ensure that commercial-in-confidence information included in the notice is given appropriate protection</w:t>
      </w:r>
      <w:r>
        <w:t xml:space="preserve"> </w:t>
      </w:r>
      <w:r>
        <w:rPr>
          <w:rStyle w:val="Referencingstyle"/>
        </w:rPr>
        <w:t>[Schedule 1, item 1, subsection 1213(</w:t>
      </w:r>
      <w:r w:rsidR="00133D87">
        <w:rPr>
          <w:rStyle w:val="Referencingstyle"/>
        </w:rPr>
        <w:t>4</w:t>
      </w:r>
      <w:r>
        <w:rPr>
          <w:rStyle w:val="Referencingstyle"/>
        </w:rPr>
        <w:t>) and Schedule 2, item 19, subparagraph 1274(2)(a)(</w:t>
      </w:r>
      <w:proofErr w:type="spellStart"/>
      <w:r>
        <w:rPr>
          <w:rStyle w:val="Referencingstyle"/>
        </w:rPr>
        <w:t>iac</w:t>
      </w:r>
      <w:proofErr w:type="spellEnd"/>
      <w:r>
        <w:rPr>
          <w:rStyle w:val="Referencingstyle"/>
        </w:rPr>
        <w:t>)]</w:t>
      </w:r>
    </w:p>
    <w:p w:rsidR="0041503C" w:rsidRDefault="0041503C" w:rsidP="008D51C1">
      <w:pPr>
        <w:pStyle w:val="base-text-paragraph"/>
      </w:pPr>
      <w:r>
        <w:t xml:space="preserve">The operator must pay any fee prescribed under the </w:t>
      </w:r>
      <w:r>
        <w:rPr>
          <w:i/>
        </w:rPr>
        <w:t>Corporations (Fees) Regulation</w:t>
      </w:r>
      <w:r w:rsidR="0072332B">
        <w:rPr>
          <w:i/>
        </w:rPr>
        <w:t> </w:t>
      </w:r>
      <w:r>
        <w:rPr>
          <w:i/>
        </w:rPr>
        <w:t>2001</w:t>
      </w:r>
      <w:r w:rsidRPr="00924A03">
        <w:t>.</w:t>
      </w:r>
    </w:p>
    <w:p w:rsidR="0041503C" w:rsidRPr="00464B03" w:rsidRDefault="0041503C" w:rsidP="008D51C1">
      <w:pPr>
        <w:pStyle w:val="Heading4"/>
        <w:rPr>
          <w:b w:val="0"/>
        </w:rPr>
      </w:pPr>
      <w:r w:rsidRPr="00464B03">
        <w:t>Requests for further information</w:t>
      </w:r>
    </w:p>
    <w:p w:rsidR="0041503C" w:rsidRDefault="0041503C" w:rsidP="008D51C1">
      <w:pPr>
        <w:pStyle w:val="base-text-paragraph"/>
      </w:pPr>
      <w:r>
        <w:t xml:space="preserve">If ASIC is of the opinion that information required under the prescribed form has not been provided, it may seek this information by notifying the operator of the foreign passport fund in writing. </w:t>
      </w:r>
      <w:r>
        <w:rPr>
          <w:rStyle w:val="Referencingstyle"/>
        </w:rPr>
        <w:t>[Schedule 1, item 1, section 1213A]</w:t>
      </w:r>
    </w:p>
    <w:p w:rsidR="0041503C" w:rsidRDefault="0041503C" w:rsidP="008D51C1">
      <w:pPr>
        <w:pStyle w:val="base-text-paragraph"/>
      </w:pPr>
      <w:r>
        <w:t xml:space="preserve">The new law states that ASIC must make a request for further information within the </w:t>
      </w:r>
      <w:r w:rsidRPr="00CE6283">
        <w:rPr>
          <w:b/>
          <w:i/>
        </w:rPr>
        <w:t>consideration period</w:t>
      </w:r>
      <w:r>
        <w:t xml:space="preserve"> </w:t>
      </w:r>
      <w:r w:rsidR="00690A4C">
        <w:t xml:space="preserve">that </w:t>
      </w:r>
      <w:r>
        <w:t xml:space="preserve">extends for </w:t>
      </w:r>
      <w:r w:rsidR="0045278A">
        <w:t>15</w:t>
      </w:r>
      <w:r w:rsidR="00F07A89">
        <w:t> </w:t>
      </w:r>
      <w:r w:rsidR="009436FD">
        <w:t>business</w:t>
      </w:r>
      <w:r w:rsidDel="00765081">
        <w:t> </w:t>
      </w:r>
      <w:r>
        <w:t xml:space="preserve">days beginning on the day after a notice in the prescribed form is lodged. </w:t>
      </w:r>
      <w:r>
        <w:rPr>
          <w:rStyle w:val="Referencingstyle"/>
        </w:rPr>
        <w:t>[Schedule 1, item 1, section 1210 and paragraph 1213D(1)(a)]</w:t>
      </w:r>
      <w:r>
        <w:t xml:space="preserve"> </w:t>
      </w:r>
    </w:p>
    <w:p w:rsidR="0041503C" w:rsidRPr="00FD480B" w:rsidRDefault="0041503C" w:rsidP="008D51C1">
      <w:pPr>
        <w:pStyle w:val="Heading4"/>
      </w:pPr>
      <w:r>
        <w:t>Grounds for rejecting notices of intention</w:t>
      </w:r>
    </w:p>
    <w:p w:rsidR="0041503C" w:rsidRDefault="0041503C" w:rsidP="008D51C1">
      <w:pPr>
        <w:pStyle w:val="base-text-paragraph"/>
        <w:keepNext/>
      </w:pPr>
      <w:r>
        <w:t xml:space="preserve">ASIC may </w:t>
      </w:r>
      <w:r w:rsidR="00655BE7">
        <w:t>(or, in some cases, must)</w:t>
      </w:r>
      <w:r>
        <w:t xml:space="preserve"> prohibit a fund from offering interests in Australia if:</w:t>
      </w:r>
    </w:p>
    <w:p w:rsidR="0041503C" w:rsidRDefault="0041503C" w:rsidP="008D51C1">
      <w:pPr>
        <w:pStyle w:val="dotpoint"/>
      </w:pPr>
      <w:r>
        <w:t>ASIC is of the opinion that the fund does not comply, or is not likely to comply, with the relevant laws in Australia or its home economy;</w:t>
      </w:r>
    </w:p>
    <w:p w:rsidR="0041503C" w:rsidRDefault="0041503C" w:rsidP="008D51C1">
      <w:pPr>
        <w:pStyle w:val="dotpoint"/>
      </w:pPr>
      <w:r>
        <w:t>ASIC is of the opinion that rejecting the notice is in Australia’s public interest;</w:t>
      </w:r>
    </w:p>
    <w:p w:rsidR="0041503C" w:rsidRDefault="0041503C" w:rsidP="008D51C1">
      <w:pPr>
        <w:pStyle w:val="dotpoint"/>
      </w:pPr>
      <w:r>
        <w:t>ASIC does not consent to an exemption or modification that has been granted to the fund, or its associated entities, by its home economy;</w:t>
      </w:r>
    </w:p>
    <w:p w:rsidR="0041503C" w:rsidRDefault="0041503C" w:rsidP="008D51C1">
      <w:pPr>
        <w:pStyle w:val="dotpoint"/>
      </w:pPr>
      <w:r>
        <w:t>the name that the passport fund intends to use is not available;</w:t>
      </w:r>
    </w:p>
    <w:p w:rsidR="0041503C" w:rsidRDefault="0041503C" w:rsidP="008D51C1">
      <w:pPr>
        <w:pStyle w:val="dotpoint"/>
      </w:pPr>
      <w:r>
        <w:t>Australia has imposed sanctions on the home jurisdiction of the fund and the Minister has made a determination against the jurisdiction; or</w:t>
      </w:r>
    </w:p>
    <w:p w:rsidR="0041503C" w:rsidRDefault="0041503C" w:rsidP="008D51C1">
      <w:pPr>
        <w:pStyle w:val="dotpoint"/>
      </w:pPr>
      <w:r>
        <w:t xml:space="preserve">the Minister determines that operators of passport funds or </w:t>
      </w:r>
      <w:r w:rsidR="00655BE7">
        <w:t>a class of passport funds from a</w:t>
      </w:r>
      <w:r>
        <w:t xml:space="preserve"> home economy</w:t>
      </w:r>
      <w:r w:rsidR="00655BE7">
        <w:t xml:space="preserve"> must not offer interests in Australia</w:t>
      </w:r>
      <w:r>
        <w:t>.</w:t>
      </w:r>
    </w:p>
    <w:p w:rsidR="0041503C" w:rsidRPr="004C279B" w:rsidRDefault="0041503C" w:rsidP="008D51C1">
      <w:pPr>
        <w:pStyle w:val="base-text-paragraphnonumbers"/>
        <w:rPr>
          <w:rStyle w:val="Referencingstyle"/>
        </w:rPr>
      </w:pPr>
      <w:r>
        <w:rPr>
          <w:rStyle w:val="Referencingstyle"/>
        </w:rPr>
        <w:t>[Schedule 1, item 1, subsections 1213B(1</w:t>
      </w:r>
      <w:r w:rsidR="00655BE7">
        <w:rPr>
          <w:rStyle w:val="Referencingstyle"/>
        </w:rPr>
        <w:t xml:space="preserve">), </w:t>
      </w:r>
      <w:r>
        <w:rPr>
          <w:rStyle w:val="Referencingstyle"/>
        </w:rPr>
        <w:t>(5)</w:t>
      </w:r>
      <w:r w:rsidR="00655BE7">
        <w:rPr>
          <w:rStyle w:val="Referencingstyle"/>
        </w:rPr>
        <w:t xml:space="preserve"> and</w:t>
      </w:r>
      <w:r w:rsidR="006E097B">
        <w:rPr>
          <w:rStyle w:val="Referencingstyle"/>
        </w:rPr>
        <w:t> </w:t>
      </w:r>
      <w:r w:rsidR="00655BE7">
        <w:rPr>
          <w:rStyle w:val="Referencingstyle"/>
        </w:rPr>
        <w:t>(8</w:t>
      </w:r>
      <w:r>
        <w:rPr>
          <w:rStyle w:val="Referencingstyle"/>
        </w:rPr>
        <w:t>)]</w:t>
      </w:r>
    </w:p>
    <w:p w:rsidR="0041503C" w:rsidRPr="00F33372" w:rsidRDefault="0041503C" w:rsidP="008D51C1">
      <w:pPr>
        <w:pStyle w:val="Heading5"/>
        <w:rPr>
          <w:b/>
        </w:rPr>
      </w:pPr>
      <w:r>
        <w:t>Ground 1: Not likely to comply with relevant laws</w:t>
      </w:r>
    </w:p>
    <w:p w:rsidR="0041503C" w:rsidRDefault="0041503C" w:rsidP="008D51C1">
      <w:pPr>
        <w:pStyle w:val="base-text-paragraph"/>
      </w:pPr>
      <w:r>
        <w:t xml:space="preserve">ASIC may reject a notice if the fund is not complying with the </w:t>
      </w:r>
      <w:r w:rsidR="00432057">
        <w:t xml:space="preserve">relevant </w:t>
      </w:r>
      <w:r>
        <w:t xml:space="preserve">laws in Australia or its home economy that are administered by the </w:t>
      </w:r>
      <w:r w:rsidR="00057529">
        <w:t>passport regulator</w:t>
      </w:r>
      <w:r>
        <w:t>. ASIC may also reject a notice if the fund is unlikely to comply with these laws in the future.</w:t>
      </w:r>
      <w:r w:rsidRPr="001E7AAB">
        <w:rPr>
          <w:rStyle w:val="Referencingstyle"/>
          <w:b w:val="0"/>
          <w:i w:val="0"/>
          <w:sz w:val="22"/>
        </w:rPr>
        <w:t xml:space="preserve"> </w:t>
      </w:r>
      <w:r>
        <w:rPr>
          <w:rStyle w:val="Referencingstyle"/>
        </w:rPr>
        <w:t>[Schedule 1, item 1, paragraph 1213B(1)(a)]</w:t>
      </w:r>
    </w:p>
    <w:p w:rsidR="0041503C" w:rsidRDefault="0041503C" w:rsidP="008D51C1">
      <w:pPr>
        <w:pStyle w:val="base-text-paragraph"/>
      </w:pPr>
      <w:r>
        <w:t>The relevant Australian laws are the Corporations Act and the ASIC Act, but not the Passport Rules for this jurisdiction</w:t>
      </w:r>
      <w:r w:rsidR="00432057">
        <w:t xml:space="preserve"> (</w:t>
      </w:r>
      <w:r w:rsidR="001678C1">
        <w:t>that is</w:t>
      </w:r>
      <w:r w:rsidR="00432057">
        <w:t xml:space="preserve"> as given effect to in Australian law)</w:t>
      </w:r>
      <w:r>
        <w:t xml:space="preserve">. The reason for not including the Passport Rules </w:t>
      </w:r>
      <w:r w:rsidR="0015333A">
        <w:t xml:space="preserve">for this jurisdiction is that until the foreign passport fund is permitted to offer interests in Australia, compliance with the Passport Rules </w:t>
      </w:r>
      <w:r w:rsidR="00432057">
        <w:t>is enforced solely by the foreign passport regulator</w:t>
      </w:r>
      <w:r>
        <w:t xml:space="preserve">. </w:t>
      </w:r>
      <w:r>
        <w:rPr>
          <w:rStyle w:val="Referencingstyle"/>
        </w:rPr>
        <w:t>[Schedule 1, item 1, subparagraphs 1213B(1)(a)(</w:t>
      </w:r>
      <w:proofErr w:type="spellStart"/>
      <w:r>
        <w:rPr>
          <w:rStyle w:val="Referencingstyle"/>
        </w:rPr>
        <w:t>i</w:t>
      </w:r>
      <w:proofErr w:type="spellEnd"/>
      <w:r>
        <w:rPr>
          <w:rStyle w:val="Referencingstyle"/>
        </w:rPr>
        <w:t>) and (ii)]</w:t>
      </w:r>
    </w:p>
    <w:p w:rsidR="0041503C" w:rsidRDefault="0041503C" w:rsidP="008D51C1">
      <w:pPr>
        <w:pStyle w:val="base-text-paragraph"/>
      </w:pPr>
      <w:r>
        <w:t>When determining the likelihood of a foreign passport fund complying with its home economy laws</w:t>
      </w:r>
      <w:r w:rsidR="0015333A">
        <w:t xml:space="preserve"> (including the Passport Rules for that jurisdiction)</w:t>
      </w:r>
      <w:r>
        <w:t xml:space="preserve">, ASIC must request the opinion of the fund’s home regulator. </w:t>
      </w:r>
      <w:r w:rsidR="00E827F6">
        <w:t xml:space="preserve">ASIC must </w:t>
      </w:r>
      <w:r w:rsidR="00E827F6" w:rsidRPr="001C50C1">
        <w:t>give effect</w:t>
      </w:r>
      <w:r w:rsidR="00E827F6">
        <w:t xml:space="preserve"> to </w:t>
      </w:r>
      <w:r>
        <w:t>the home regulator</w:t>
      </w:r>
      <w:r w:rsidR="00E827F6">
        <w:t>’s opinion if, and only if, it is provided</w:t>
      </w:r>
      <w:r>
        <w:t xml:space="preserve"> w</w:t>
      </w:r>
      <w:r w:rsidR="00E827F6">
        <w:t>ithin the stipulated timeframe</w:t>
      </w:r>
      <w:r>
        <w:t>.</w:t>
      </w:r>
      <w:r w:rsidRPr="001E7AAB">
        <w:rPr>
          <w:rStyle w:val="Referencingstyle"/>
          <w:b w:val="0"/>
          <w:i w:val="0"/>
          <w:sz w:val="22"/>
        </w:rPr>
        <w:t xml:space="preserve"> </w:t>
      </w:r>
      <w:r>
        <w:rPr>
          <w:rStyle w:val="Referencingstyle"/>
        </w:rPr>
        <w:t>[Schedule 1, item 1, subsection 1213B(2)]</w:t>
      </w:r>
    </w:p>
    <w:p w:rsidR="0041503C" w:rsidRDefault="0041503C" w:rsidP="008D51C1">
      <w:pPr>
        <w:pStyle w:val="base-text-paragraph"/>
      </w:pPr>
      <w:r>
        <w:t>As set out above</w:t>
      </w:r>
      <w:r w:rsidR="00440038">
        <w:t>,</w:t>
      </w:r>
      <w:r>
        <w:t xml:space="preserve"> ASIC also considers compliance with the relevant Australian laws with respect to Australian funds seeking registration as passport funds. However, for foreign passport funds, ASIC also considers compliance with foreign laws and applies a negative test.</w:t>
      </w:r>
    </w:p>
    <w:p w:rsidR="0041503C" w:rsidRDefault="0041503C" w:rsidP="008D51C1">
      <w:pPr>
        <w:pStyle w:val="TableHeadingoutsidetable"/>
        <w:spacing w:after="120"/>
      </w:pPr>
      <w:r>
        <w:t>: Comparison of ASIC’s consideration of likely compliance with the law for foreign and Australian passport fund</w:t>
      </w:r>
    </w:p>
    <w:tbl>
      <w:tblPr>
        <w:tblStyle w:val="TableGrid"/>
        <w:tblW w:w="0" w:type="auto"/>
        <w:tblInd w:w="1134" w:type="dxa"/>
        <w:tblLook w:val="04A0" w:firstRow="1" w:lastRow="0" w:firstColumn="1" w:lastColumn="0" w:noHBand="0" w:noVBand="1"/>
      </w:tblPr>
      <w:tblGrid>
        <w:gridCol w:w="959"/>
        <w:gridCol w:w="2835"/>
        <w:gridCol w:w="2835"/>
      </w:tblGrid>
      <w:tr w:rsidR="0041503C" w:rsidTr="00424E5F">
        <w:trPr>
          <w:cantSplit/>
          <w:tblHeader/>
        </w:trPr>
        <w:tc>
          <w:tcPr>
            <w:tcW w:w="959" w:type="dxa"/>
          </w:tcPr>
          <w:p w:rsidR="0041503C" w:rsidRDefault="0041503C" w:rsidP="008D51C1">
            <w:pPr>
              <w:pStyle w:val="tableheaderwithintable"/>
            </w:pPr>
          </w:p>
        </w:tc>
        <w:tc>
          <w:tcPr>
            <w:tcW w:w="2835" w:type="dxa"/>
          </w:tcPr>
          <w:p w:rsidR="0041503C" w:rsidRDefault="0041503C" w:rsidP="008D51C1">
            <w:pPr>
              <w:pStyle w:val="tableheaderwithintable"/>
            </w:pPr>
            <w:r>
              <w:t>Australian CISs</w:t>
            </w:r>
          </w:p>
        </w:tc>
        <w:tc>
          <w:tcPr>
            <w:tcW w:w="2835" w:type="dxa"/>
          </w:tcPr>
          <w:p w:rsidR="0041503C" w:rsidRDefault="0041503C" w:rsidP="008D51C1">
            <w:pPr>
              <w:pStyle w:val="tableheaderwithintable"/>
            </w:pPr>
            <w:r>
              <w:t>Foreign passport funds</w:t>
            </w:r>
          </w:p>
        </w:tc>
      </w:tr>
      <w:tr w:rsidR="0041503C" w:rsidTr="00424E5F">
        <w:trPr>
          <w:cantSplit/>
        </w:trPr>
        <w:tc>
          <w:tcPr>
            <w:tcW w:w="959" w:type="dxa"/>
          </w:tcPr>
          <w:p w:rsidR="0041503C" w:rsidRPr="00AC185C" w:rsidRDefault="0041503C" w:rsidP="008D51C1">
            <w:pPr>
              <w:pStyle w:val="tabletext"/>
              <w:ind w:left="0"/>
              <w:rPr>
                <w:b/>
                <w:i/>
              </w:rPr>
            </w:pPr>
            <w:r>
              <w:rPr>
                <w:b/>
                <w:i/>
              </w:rPr>
              <w:t>Relevant laws</w:t>
            </w:r>
          </w:p>
        </w:tc>
        <w:tc>
          <w:tcPr>
            <w:tcW w:w="2835" w:type="dxa"/>
          </w:tcPr>
          <w:p w:rsidR="0041503C" w:rsidRDefault="0041503C" w:rsidP="008D51C1">
            <w:pPr>
              <w:pStyle w:val="tabledotpoint"/>
              <w:numPr>
                <w:ilvl w:val="0"/>
                <w:numId w:val="19"/>
              </w:numPr>
            </w:pPr>
            <w:r>
              <w:t>ASIC Act and Corporations Act</w:t>
            </w:r>
          </w:p>
          <w:p w:rsidR="0041503C" w:rsidRDefault="0041503C" w:rsidP="008D51C1">
            <w:pPr>
              <w:pStyle w:val="tabledotpoint"/>
              <w:numPr>
                <w:ilvl w:val="0"/>
                <w:numId w:val="19"/>
              </w:numPr>
            </w:pPr>
            <w:r>
              <w:t>The Passport Rules in this jurisdiction</w:t>
            </w:r>
          </w:p>
        </w:tc>
        <w:tc>
          <w:tcPr>
            <w:tcW w:w="2835" w:type="dxa"/>
          </w:tcPr>
          <w:p w:rsidR="0041503C" w:rsidRDefault="0041503C" w:rsidP="008D51C1">
            <w:pPr>
              <w:pStyle w:val="tabledotpoint"/>
              <w:numPr>
                <w:ilvl w:val="0"/>
                <w:numId w:val="19"/>
              </w:numPr>
            </w:pPr>
            <w:r>
              <w:t>ASIC Act and Corporations Act</w:t>
            </w:r>
          </w:p>
          <w:p w:rsidR="0041503C" w:rsidRDefault="0041503C" w:rsidP="008D51C1">
            <w:pPr>
              <w:pStyle w:val="tabledotpoint"/>
              <w:numPr>
                <w:ilvl w:val="0"/>
                <w:numId w:val="19"/>
              </w:numPr>
            </w:pPr>
            <w:r>
              <w:t>Laws in the fund’s home economy administered by the home regulator (including the home economy’s Passport Rules)</w:t>
            </w:r>
          </w:p>
        </w:tc>
      </w:tr>
      <w:tr w:rsidR="0041503C" w:rsidTr="00424E5F">
        <w:trPr>
          <w:cantSplit/>
        </w:trPr>
        <w:tc>
          <w:tcPr>
            <w:tcW w:w="959" w:type="dxa"/>
          </w:tcPr>
          <w:p w:rsidR="0041503C" w:rsidRPr="00AC185C" w:rsidRDefault="0041503C" w:rsidP="008D51C1">
            <w:pPr>
              <w:pStyle w:val="tabletext"/>
              <w:ind w:left="0"/>
              <w:rPr>
                <w:b/>
                <w:i/>
              </w:rPr>
            </w:pPr>
            <w:r w:rsidRPr="00AC185C">
              <w:rPr>
                <w:b/>
                <w:i/>
              </w:rPr>
              <w:t>State of mind</w:t>
            </w:r>
          </w:p>
        </w:tc>
        <w:tc>
          <w:tcPr>
            <w:tcW w:w="2835" w:type="dxa"/>
          </w:tcPr>
          <w:p w:rsidR="0041503C" w:rsidRDefault="0041503C" w:rsidP="008D51C1">
            <w:pPr>
              <w:pStyle w:val="tabletext"/>
              <w:ind w:left="175"/>
            </w:pPr>
            <w:r>
              <w:t>Positive test – ASIC considers whether the fund is likely to comply with the relevant laws</w:t>
            </w:r>
          </w:p>
        </w:tc>
        <w:tc>
          <w:tcPr>
            <w:tcW w:w="2835" w:type="dxa"/>
          </w:tcPr>
          <w:p w:rsidR="0041503C" w:rsidRDefault="0041503C" w:rsidP="008D51C1">
            <w:pPr>
              <w:pStyle w:val="tabletext"/>
              <w:ind w:left="317"/>
            </w:pPr>
            <w:r>
              <w:t>Negative test – ASIC may consider whether the fund is not complying or is not likely to comply with the relevant laws</w:t>
            </w:r>
          </w:p>
        </w:tc>
      </w:tr>
    </w:tbl>
    <w:p w:rsidR="0041503C" w:rsidRDefault="0041503C" w:rsidP="008D51C1">
      <w:pPr>
        <w:pStyle w:val="Heading5"/>
      </w:pPr>
      <w:r>
        <w:t>Ground 2: Public interest</w:t>
      </w:r>
    </w:p>
    <w:p w:rsidR="0041503C" w:rsidRDefault="0041503C" w:rsidP="008D51C1">
      <w:pPr>
        <w:pStyle w:val="base-text-paragraph"/>
      </w:pPr>
      <w:r>
        <w:t xml:space="preserve">The second ground for rejecting a fund’s notice of intention requires ASIC to weigh the public interest in allowing the passport fund to operate in Australia against any potential detriments or risks for Australian investors. </w:t>
      </w:r>
      <w:r w:rsidR="000360C8">
        <w:t>In some circumstances, this may be</w:t>
      </w:r>
      <w:r>
        <w:t xml:space="preserve"> similar to the balancing exercise that ASIC undertakes when it considers whether it is in the public interest to disqualify persons under existing section 206F of the Corporations Act. </w:t>
      </w:r>
      <w:r w:rsidR="006B1EA1">
        <w:rPr>
          <w:rStyle w:val="Referencingstyle"/>
        </w:rPr>
        <w:t>[Schedule 1, item 1, paragraph 1213B</w:t>
      </w:r>
      <w:r w:rsidR="00D95DD8">
        <w:rPr>
          <w:rStyle w:val="Referencingstyle"/>
        </w:rPr>
        <w:t>(1)(b)</w:t>
      </w:r>
      <w:r w:rsidR="006B1EA1">
        <w:rPr>
          <w:rStyle w:val="Referencingstyle"/>
        </w:rPr>
        <w:t>]</w:t>
      </w:r>
    </w:p>
    <w:p w:rsidR="0041503C" w:rsidRDefault="0041503C" w:rsidP="008D51C1">
      <w:pPr>
        <w:pStyle w:val="base-text-paragraph"/>
      </w:pPr>
      <w:r>
        <w:t xml:space="preserve">Benefits to the public may include greater competition, increased investment opportunities for Australian investors, and the strengthening of Australia’s relationship with the host economy. </w:t>
      </w:r>
    </w:p>
    <w:p w:rsidR="0041503C" w:rsidRDefault="0041503C" w:rsidP="008D51C1">
      <w:pPr>
        <w:pStyle w:val="base-text-paragraph"/>
      </w:pPr>
      <w:r>
        <w:t xml:space="preserve">Harm to public interest may result from concerns that the fund will breach Australian </w:t>
      </w:r>
      <w:proofErr w:type="spellStart"/>
      <w:r>
        <w:t>lawsor</w:t>
      </w:r>
      <w:proofErr w:type="spellEnd"/>
      <w:r>
        <w:t xml:space="preserve"> place Australian investors at risk. When considering the harm to the public interest, ASIC must not take into account any negative consequences of greater competition to Australia’s fund management industry. </w:t>
      </w:r>
      <w:r>
        <w:rPr>
          <w:rStyle w:val="Referencingstyle"/>
        </w:rPr>
        <w:t>[Schedule 1, item 1, subsection 1213B(3)]</w:t>
      </w:r>
    </w:p>
    <w:p w:rsidR="0041503C" w:rsidRDefault="0041503C" w:rsidP="008D51C1">
      <w:pPr>
        <w:pStyle w:val="base-text-paragraph"/>
      </w:pPr>
      <w:r>
        <w:t>ASIC is not required to conduct an assessment of the public interest in every case. It is likely that such an assessment will only be required in exceptional circumstances.</w:t>
      </w:r>
      <w:r w:rsidRPr="006B1EA1">
        <w:rPr>
          <w:rStyle w:val="Referencingstyle"/>
          <w:b w:val="0"/>
          <w:i w:val="0"/>
          <w:sz w:val="22"/>
        </w:rPr>
        <w:t xml:space="preserve"> </w:t>
      </w:r>
      <w:r>
        <w:rPr>
          <w:rStyle w:val="Referencingstyle"/>
        </w:rPr>
        <w:t>[Schedule 1, item 1, subsection 1213B(4)]</w:t>
      </w:r>
    </w:p>
    <w:p w:rsidR="0041503C" w:rsidRPr="003A547A" w:rsidRDefault="0041503C" w:rsidP="008D51C1">
      <w:pPr>
        <w:pStyle w:val="Heading5"/>
        <w:rPr>
          <w:b/>
        </w:rPr>
      </w:pPr>
      <w:r w:rsidRPr="003A547A">
        <w:t xml:space="preserve">Ground </w:t>
      </w:r>
      <w:r>
        <w:t>3</w:t>
      </w:r>
      <w:r w:rsidRPr="003A547A">
        <w:t>:</w:t>
      </w:r>
      <w:r>
        <w:t xml:space="preserve"> ASIC does not consent to an exemption or modification</w:t>
      </w:r>
    </w:p>
    <w:p w:rsidR="0041503C" w:rsidRDefault="0041503C" w:rsidP="008D51C1">
      <w:pPr>
        <w:pStyle w:val="base-text-paragraph"/>
      </w:pPr>
      <w:r>
        <w:t xml:space="preserve">The third ground for rejecting notices is if ASIC does not consent to an exemption or modification from the Passport Rules granted by the home economy to the fund, or an entity connected to the passport fund. Entities connected to the passport fund may include its directors, custodian, or auditor. </w:t>
      </w:r>
      <w:r>
        <w:rPr>
          <w:rStyle w:val="Referencingstyle"/>
        </w:rPr>
        <w:t>[Schedule 1, item 1, paragraph 1213B(1)(c)]</w:t>
      </w:r>
    </w:p>
    <w:p w:rsidR="0041503C" w:rsidRDefault="0041503C" w:rsidP="008D51C1">
      <w:pPr>
        <w:pStyle w:val="base-text-paragraph"/>
      </w:pPr>
      <w:r>
        <w:t>This ground only applies to exemptions or modifications to the Passport Rules, reflecting the requirement that host regulators must consent in writing to exemptions and modifications of the Passport Rules (but not to the home economy laws and regulations) under subsection 13(2) of Annex 2 of the MOC.</w:t>
      </w:r>
    </w:p>
    <w:p w:rsidR="0041503C" w:rsidRDefault="0041503C" w:rsidP="008D51C1">
      <w:pPr>
        <w:pStyle w:val="base-text-paragraph"/>
      </w:pPr>
      <w:r>
        <w:t xml:space="preserve">However, under subsection 13(4) of Annex 2 of the MOC, </w:t>
      </w:r>
      <w:r w:rsidR="002E6577">
        <w:t>home regulators</w:t>
      </w:r>
      <w:r>
        <w:t xml:space="preserve"> are required to ensure that there are publicly available records of any exemptions and modifications of both the Passport Rules, and the </w:t>
      </w:r>
      <w:r w:rsidR="002E6577">
        <w:t>home economy</w:t>
      </w:r>
      <w:r>
        <w:t xml:space="preserve"> </w:t>
      </w:r>
      <w:r w:rsidR="003C14E8">
        <w:t>l</w:t>
      </w:r>
      <w:r>
        <w:t xml:space="preserve">aws and </w:t>
      </w:r>
      <w:r w:rsidR="003C14E8">
        <w:t>r</w:t>
      </w:r>
      <w:r>
        <w:t xml:space="preserve">egulations. </w:t>
      </w:r>
      <w:r w:rsidR="000360C8">
        <w:t xml:space="preserve">In some situations, the Joint committee may partly exempt a particular home regulator from this requirement. </w:t>
      </w:r>
      <w:r>
        <w:t xml:space="preserve">In rare or extreme cases, an exemption or modification to a </w:t>
      </w:r>
      <w:r w:rsidR="00507620">
        <w:t>passport fund</w:t>
      </w:r>
      <w:r>
        <w:t xml:space="preserve">’s </w:t>
      </w:r>
      <w:r w:rsidR="002E6577">
        <w:t>home economy</w:t>
      </w:r>
      <w:r>
        <w:t xml:space="preserve"> </w:t>
      </w:r>
      <w:r w:rsidR="003C14E8">
        <w:t>l</w:t>
      </w:r>
      <w:r>
        <w:t xml:space="preserve">aws and </w:t>
      </w:r>
      <w:r w:rsidR="003C14E8">
        <w:t>r</w:t>
      </w:r>
      <w:r>
        <w:t xml:space="preserve">egulations, may be relevant to the public interest ground for rejecting a notification of intention. This may be because the modification or exemption means that Australian consumers would be inadequately protected in some respect by the home economy laws and regulations. </w:t>
      </w:r>
    </w:p>
    <w:p w:rsidR="0041503C" w:rsidRPr="003315B4" w:rsidRDefault="0041503C" w:rsidP="008D51C1">
      <w:pPr>
        <w:pStyle w:val="Heading5"/>
        <w:rPr>
          <w:i w:val="0"/>
        </w:rPr>
      </w:pPr>
      <w:r>
        <w:t>Ground 4: Unavailability of the name of the passport fund</w:t>
      </w:r>
    </w:p>
    <w:p w:rsidR="00635DFF" w:rsidRDefault="0041503C" w:rsidP="008D51C1">
      <w:pPr>
        <w:pStyle w:val="base-text-paragraph"/>
      </w:pPr>
      <w:r>
        <w:t>ASIC may also reject notices if the name that the passport fund proposes to use in Australia is unavailable</w:t>
      </w:r>
      <w:r w:rsidR="00635DFF">
        <w:t>.</w:t>
      </w:r>
      <w:r>
        <w:t xml:space="preserve"> </w:t>
      </w:r>
      <w:r w:rsidR="000360C8">
        <w:t xml:space="preserve">This is similar to the process for Australian funds applying for registration under existing section 601EA and </w:t>
      </w:r>
      <w:proofErr w:type="spellStart"/>
      <w:r w:rsidR="000360C8">
        <w:t>subregulation</w:t>
      </w:r>
      <w:proofErr w:type="spellEnd"/>
      <w:r w:rsidR="000360C8">
        <w:t xml:space="preserve"> 5C.1.01. </w:t>
      </w:r>
      <w:r w:rsidR="00635DFF">
        <w:rPr>
          <w:rStyle w:val="Referencingstyle"/>
        </w:rPr>
        <w:t>[Schedule 1, item 1, paragraph 1213B(1)(d)]</w:t>
      </w:r>
    </w:p>
    <w:p w:rsidR="0041503C" w:rsidRDefault="00635DFF" w:rsidP="008D51C1">
      <w:pPr>
        <w:pStyle w:val="base-text-paragraph"/>
        <w:keepNext/>
        <w:keepLines/>
      </w:pPr>
      <w:r>
        <w:t>A name might be unavailable to a passport fund</w:t>
      </w:r>
      <w:r w:rsidR="008276EE">
        <w:t xml:space="preserve"> for a number of reasons</w:t>
      </w:r>
      <w:r w:rsidR="0041503C">
        <w:t xml:space="preserve">, </w:t>
      </w:r>
      <w:r w:rsidR="008276EE">
        <w:t>including</w:t>
      </w:r>
      <w:r w:rsidR="0041503C">
        <w:t xml:space="preserve"> because:</w:t>
      </w:r>
    </w:p>
    <w:p w:rsidR="0041503C" w:rsidRDefault="0041503C" w:rsidP="008D51C1">
      <w:pPr>
        <w:pStyle w:val="dotpoint"/>
      </w:pPr>
      <w:r>
        <w:t>another entity has registered the same name, as set out in regulations;</w:t>
      </w:r>
    </w:p>
    <w:p w:rsidR="0041503C" w:rsidRDefault="0041503C" w:rsidP="008D51C1">
      <w:pPr>
        <w:pStyle w:val="dotpoint"/>
      </w:pPr>
      <w:r>
        <w:t>another entity has reserved the same name;</w:t>
      </w:r>
    </w:p>
    <w:p w:rsidR="0041503C" w:rsidRDefault="0041503C" w:rsidP="008D51C1">
      <w:pPr>
        <w:pStyle w:val="dotpoint"/>
      </w:pPr>
      <w:r>
        <w:t>the name is identical to the name of a new MIS, which has lodged an application with ASIC for registration under section 601EB of the Corporations Act;</w:t>
      </w:r>
    </w:p>
    <w:p w:rsidR="005F2AF3" w:rsidRDefault="005F2AF3" w:rsidP="008D51C1">
      <w:pPr>
        <w:pStyle w:val="dotpoint"/>
      </w:pPr>
      <w:r>
        <w:t>the name is</w:t>
      </w:r>
      <w:r w:rsidRPr="005F2AF3">
        <w:t xml:space="preserve"> </w:t>
      </w:r>
      <w:r>
        <w:t>identical</w:t>
      </w:r>
      <w:r w:rsidRPr="005F2AF3">
        <w:t xml:space="preserve"> to </w:t>
      </w:r>
      <w:r w:rsidR="00344ECD">
        <w:t>the</w:t>
      </w:r>
      <w:r w:rsidRPr="005F2AF3">
        <w:t xml:space="preserve"> name of a foreign passport fund in relation to which a notice of intention has already been lodged</w:t>
      </w:r>
      <w:r w:rsidR="004160A3">
        <w:t>;</w:t>
      </w:r>
    </w:p>
    <w:p w:rsidR="0041503C" w:rsidRDefault="0041503C" w:rsidP="008D51C1">
      <w:pPr>
        <w:pStyle w:val="dotpoint"/>
      </w:pPr>
      <w:r>
        <w:t xml:space="preserve">the name is </w:t>
      </w:r>
      <w:r w:rsidR="00380151">
        <w:t xml:space="preserve">identical (under rules set out in the </w:t>
      </w:r>
      <w:r w:rsidR="005B39DF" w:rsidRPr="004C279B">
        <w:rPr>
          <w:i/>
        </w:rPr>
        <w:t>Corporations R</w:t>
      </w:r>
      <w:r w:rsidR="00380151" w:rsidRPr="004C279B">
        <w:rPr>
          <w:i/>
        </w:rPr>
        <w:t>egulations</w:t>
      </w:r>
      <w:r w:rsidR="00E51BCE" w:rsidRPr="004C279B">
        <w:rPr>
          <w:i/>
        </w:rPr>
        <w:t> 2001</w:t>
      </w:r>
      <w:r w:rsidR="00E51BCE">
        <w:t xml:space="preserve"> (Corporations Regulation</w:t>
      </w:r>
      <w:r w:rsidR="00360ED4">
        <w:t>s</w:t>
      </w:r>
      <w:r w:rsidR="00E51BCE">
        <w:t>)</w:t>
      </w:r>
      <w:r w:rsidR="00380151">
        <w:t xml:space="preserve">) to </w:t>
      </w:r>
      <w:r>
        <w:t xml:space="preserve">the </w:t>
      </w:r>
      <w:r w:rsidR="00380151">
        <w:t>name of an</w:t>
      </w:r>
      <w:r>
        <w:t xml:space="preserve"> individual</w:t>
      </w:r>
      <w:r w:rsidR="00A20ABA">
        <w:t>, managed investment scheme</w:t>
      </w:r>
      <w:r>
        <w:t xml:space="preserve"> or </w:t>
      </w:r>
      <w:r w:rsidR="00A20ABA">
        <w:t xml:space="preserve">other </w:t>
      </w:r>
      <w:r>
        <w:t>body that is not the operator of the fund</w:t>
      </w:r>
      <w:r w:rsidR="00380151">
        <w:t xml:space="preserve"> and whose name is held or registered on the Business Names Register</w:t>
      </w:r>
      <w:r>
        <w:t xml:space="preserve">; </w:t>
      </w:r>
      <w:r w:rsidR="00F33EEA">
        <w:t>or</w:t>
      </w:r>
    </w:p>
    <w:p w:rsidR="0041503C" w:rsidRDefault="0041503C" w:rsidP="008D51C1">
      <w:pPr>
        <w:pStyle w:val="dotpoint"/>
      </w:pPr>
      <w:r>
        <w:t xml:space="preserve">the name is unacceptable in Australia because it is offensive, or suggests a misleading connection with the government (see Schedule 6 </w:t>
      </w:r>
      <w:r w:rsidR="00E51BCE">
        <w:t xml:space="preserve">of </w:t>
      </w:r>
      <w:r>
        <w:t>the Corporations Regulations).</w:t>
      </w:r>
    </w:p>
    <w:p w:rsidR="0041503C" w:rsidRDefault="0041503C" w:rsidP="008D51C1">
      <w:pPr>
        <w:pStyle w:val="base-text-paragraphnonumbers"/>
      </w:pPr>
      <w:r>
        <w:rPr>
          <w:rStyle w:val="Referencingstyle"/>
        </w:rPr>
        <w:t xml:space="preserve">[Schedule 1, item 1, </w:t>
      </w:r>
      <w:r w:rsidR="00433303">
        <w:rPr>
          <w:rStyle w:val="Referencingstyle"/>
        </w:rPr>
        <w:t>subsection </w:t>
      </w:r>
      <w:r>
        <w:rPr>
          <w:rStyle w:val="Referencingstyle"/>
        </w:rPr>
        <w:t>1213B(</w:t>
      </w:r>
      <w:r w:rsidR="0024410E">
        <w:rPr>
          <w:rStyle w:val="Referencingstyle"/>
        </w:rPr>
        <w:t>5</w:t>
      </w:r>
      <w:r>
        <w:rPr>
          <w:rStyle w:val="Referencingstyle"/>
        </w:rPr>
        <w:t>)]</w:t>
      </w:r>
    </w:p>
    <w:p w:rsidR="0041503C" w:rsidRPr="001602E4" w:rsidRDefault="00440038" w:rsidP="008D51C1">
      <w:pPr>
        <w:pStyle w:val="base-text-paragraph"/>
        <w:rPr>
          <w:rStyle w:val="Referencingstyle"/>
          <w:b w:val="0"/>
          <w:i w:val="0"/>
          <w:sz w:val="22"/>
        </w:rPr>
      </w:pPr>
      <w:r>
        <w:t>T</w:t>
      </w:r>
      <w:r w:rsidR="0041503C">
        <w:t xml:space="preserve">o ascertain whether a given name is unavailable, ASIC intends to conduct names determination checks against a number of registers listing existing names of bodies such as </w:t>
      </w:r>
      <w:r w:rsidR="00AA0EB8">
        <w:t>MIS</w:t>
      </w:r>
      <w:r w:rsidR="0041503C">
        <w:t xml:space="preserve">s, businesses, companies and other foreign passport funds. Other registers may be added to this list in future if necessary (for example, </w:t>
      </w:r>
      <w:r w:rsidR="00D519E1">
        <w:t xml:space="preserve">to account for the existence of </w:t>
      </w:r>
      <w:r w:rsidR="0041503C">
        <w:t xml:space="preserve">new </w:t>
      </w:r>
      <w:r w:rsidR="00D519E1">
        <w:t>forms of</w:t>
      </w:r>
      <w:r w:rsidR="0041503C">
        <w:t xml:space="preserve"> </w:t>
      </w:r>
      <w:r w:rsidR="00562A39">
        <w:t>CIV</w:t>
      </w:r>
      <w:r w:rsidR="0041503C">
        <w:t xml:space="preserve">s). If the name that a foreign passport fund uses in its home economy is unavailable in Australia, the passport fund must advise ASIC and its home regulator, in writing, that it will adopt an alternative name in Australia. </w:t>
      </w:r>
      <w:r w:rsidR="0041503C">
        <w:rPr>
          <w:rStyle w:val="Referencingstyle"/>
        </w:rPr>
        <w:t xml:space="preserve">[Schedule 1, item 1, </w:t>
      </w:r>
      <w:r w:rsidR="00433303">
        <w:rPr>
          <w:rStyle w:val="Referencingstyle"/>
        </w:rPr>
        <w:t>subsection </w:t>
      </w:r>
      <w:r w:rsidR="0041503C">
        <w:rPr>
          <w:rStyle w:val="Referencingstyle"/>
        </w:rPr>
        <w:t>1213B(</w:t>
      </w:r>
      <w:r w:rsidR="0024410E">
        <w:rPr>
          <w:rStyle w:val="Referencingstyle"/>
        </w:rPr>
        <w:t>5</w:t>
      </w:r>
      <w:r w:rsidR="0041503C">
        <w:rPr>
          <w:rStyle w:val="Referencingstyle"/>
        </w:rPr>
        <w:t>)]</w:t>
      </w:r>
    </w:p>
    <w:p w:rsidR="00433303" w:rsidRPr="001156BF" w:rsidRDefault="001678C1" w:rsidP="008D51C1">
      <w:pPr>
        <w:pStyle w:val="base-text-paragraph"/>
      </w:pPr>
      <w:r>
        <w:t>The</w:t>
      </w:r>
      <w:r w:rsidR="00433303" w:rsidRPr="00D62390">
        <w:t xml:space="preserve"> Minister may consent in writing to a name being available to a </w:t>
      </w:r>
      <w:r w:rsidR="00433303" w:rsidRPr="001156BF">
        <w:t xml:space="preserve">foreign passport fund in Australia even if the name would not otherwise be available. </w:t>
      </w:r>
      <w:r w:rsidR="00B17932" w:rsidRPr="00A14AB0">
        <w:t>The Minis</w:t>
      </w:r>
      <w:r w:rsidR="00B17932" w:rsidRPr="002F0D2D">
        <w:t>ter may delegate this power to ASIC by</w:t>
      </w:r>
      <w:r w:rsidR="00B17932" w:rsidRPr="00C0648E">
        <w:t xml:space="preserve"> signed instrument</w:t>
      </w:r>
      <w:r w:rsidR="00B17932" w:rsidRPr="001156BF">
        <w:t xml:space="preserve">. </w:t>
      </w:r>
      <w:r w:rsidR="00433303" w:rsidRPr="001156BF">
        <w:t xml:space="preserve">The consent may be subject to conditions. </w:t>
      </w:r>
      <w:r w:rsidR="00433303" w:rsidRPr="00A14AB0">
        <w:rPr>
          <w:rStyle w:val="Referencingstyle"/>
        </w:rPr>
        <w:t>[Schedule 1, item 1, subsections 121</w:t>
      </w:r>
      <w:r w:rsidR="00C8021B" w:rsidRPr="002F0D2D">
        <w:rPr>
          <w:rStyle w:val="Referencingstyle"/>
        </w:rPr>
        <w:t>3</w:t>
      </w:r>
      <w:r w:rsidR="00433303" w:rsidRPr="00041C4B">
        <w:rPr>
          <w:rStyle w:val="Referencingstyle"/>
        </w:rPr>
        <w:t>B(6) and</w:t>
      </w:r>
      <w:r w:rsidR="00704D4A" w:rsidRPr="001156BF">
        <w:rPr>
          <w:rStyle w:val="Referencingstyle"/>
        </w:rPr>
        <w:t> </w:t>
      </w:r>
      <w:r w:rsidR="00433303" w:rsidRPr="001156BF">
        <w:rPr>
          <w:rStyle w:val="Referencingstyle"/>
        </w:rPr>
        <w:t>(7)</w:t>
      </w:r>
      <w:r w:rsidR="00B17932" w:rsidRPr="001156BF">
        <w:rPr>
          <w:rStyle w:val="Referencingstyle"/>
        </w:rPr>
        <w:t xml:space="preserve"> and schedule 2, item </w:t>
      </w:r>
      <w:r w:rsidR="00377DAD" w:rsidRPr="0047291C">
        <w:rPr>
          <w:rStyle w:val="Referencingstyle"/>
        </w:rPr>
        <w:t>291E</w:t>
      </w:r>
      <w:r w:rsidR="00B17932" w:rsidRPr="001156BF">
        <w:rPr>
          <w:rStyle w:val="Referencingstyle"/>
        </w:rPr>
        <w:t>, s</w:t>
      </w:r>
      <w:r w:rsidR="00377DAD" w:rsidRPr="0047291C">
        <w:rPr>
          <w:rStyle w:val="Referencingstyle"/>
        </w:rPr>
        <w:t>ubs</w:t>
      </w:r>
      <w:r w:rsidR="00B17932" w:rsidRPr="001156BF">
        <w:rPr>
          <w:rStyle w:val="Referencingstyle"/>
        </w:rPr>
        <w:t>ection 1345A</w:t>
      </w:r>
      <w:r w:rsidR="00377DAD" w:rsidRPr="0047291C">
        <w:rPr>
          <w:rStyle w:val="Referencingstyle"/>
        </w:rPr>
        <w:t>(1A)</w:t>
      </w:r>
      <w:r w:rsidR="00433303" w:rsidRPr="001156BF">
        <w:rPr>
          <w:rStyle w:val="Referencingstyle"/>
        </w:rPr>
        <w:t>]</w:t>
      </w:r>
    </w:p>
    <w:p w:rsidR="0041503C" w:rsidRDefault="0041503C" w:rsidP="008D51C1">
      <w:pPr>
        <w:pStyle w:val="Heading5"/>
        <w:rPr>
          <w:i w:val="0"/>
        </w:rPr>
      </w:pPr>
      <w:r>
        <w:t>Ground 5:</w:t>
      </w:r>
      <w:r w:rsidRPr="00C41E3E">
        <w:t xml:space="preserve"> Minister’s determination</w:t>
      </w:r>
    </w:p>
    <w:p w:rsidR="0041503C" w:rsidRDefault="0041503C" w:rsidP="008D51C1">
      <w:pPr>
        <w:pStyle w:val="base-text-paragraph"/>
      </w:pPr>
      <w:r>
        <w:t xml:space="preserve">ASIC must reject the foreign passport fund if the Minister has made a determination that applies to the fund. </w:t>
      </w:r>
      <w:r>
        <w:rPr>
          <w:rStyle w:val="Referencingstyle"/>
        </w:rPr>
        <w:t>[Schedule 1, item 1, subsection 1213B(</w:t>
      </w:r>
      <w:r w:rsidR="00635DFF">
        <w:rPr>
          <w:rStyle w:val="Referencingstyle"/>
        </w:rPr>
        <w:t>8</w:t>
      </w:r>
      <w:r>
        <w:rPr>
          <w:rStyle w:val="Referencingstyle"/>
        </w:rPr>
        <w:t>)]</w:t>
      </w:r>
    </w:p>
    <w:p w:rsidR="0041503C" w:rsidRDefault="0041503C" w:rsidP="008D51C1">
      <w:pPr>
        <w:pStyle w:val="base-text-paragraph"/>
      </w:pPr>
      <w:r>
        <w:t>The Minister may make a determination that relates to:</w:t>
      </w:r>
    </w:p>
    <w:p w:rsidR="0041503C" w:rsidRDefault="0041503C" w:rsidP="008D51C1">
      <w:pPr>
        <w:pStyle w:val="dotpoint"/>
      </w:pPr>
      <w:r>
        <w:t>all (or a class of) passport funds from a particular economy;</w:t>
      </w:r>
      <w:r w:rsidR="00A7522E">
        <w:t xml:space="preserve"> or</w:t>
      </w:r>
    </w:p>
    <w:p w:rsidR="004904A4" w:rsidRDefault="0041503C" w:rsidP="008D51C1">
      <w:pPr>
        <w:pStyle w:val="dotpoint"/>
      </w:pPr>
      <w:r>
        <w:t>all passport funds, irrespective of their home economy.</w:t>
      </w:r>
    </w:p>
    <w:p w:rsidR="0041503C" w:rsidRPr="000C5B35" w:rsidRDefault="0041503C" w:rsidP="008D51C1">
      <w:pPr>
        <w:pStyle w:val="base-text-paragraphnonumbers"/>
        <w:rPr>
          <w:rStyle w:val="Referencingstyle"/>
        </w:rPr>
      </w:pPr>
      <w:r>
        <w:rPr>
          <w:rStyle w:val="Referencingstyle"/>
        </w:rPr>
        <w:t>[Schedule 1, item 1, subsection 1210B(1)]</w:t>
      </w:r>
    </w:p>
    <w:p w:rsidR="0041503C" w:rsidRDefault="0041503C" w:rsidP="008D51C1">
      <w:pPr>
        <w:pStyle w:val="base-text-paragraph"/>
      </w:pPr>
      <w:r>
        <w:t>Determinations which relate to passport funds from a particular economy, may only be made if there are grounds for making the determination under the MOC, and the processes set out in the MOC have been followed.</w:t>
      </w:r>
      <w:r>
        <w:rPr>
          <w:rStyle w:val="Referencingstyle"/>
        </w:rPr>
        <w:t xml:space="preserve"> </w:t>
      </w:r>
      <w:r>
        <w:t>The MOC grants power for an economy to prohibit foreign passport funds from offering interests in two main situations:</w:t>
      </w:r>
    </w:p>
    <w:p w:rsidR="0041503C" w:rsidRDefault="0041503C" w:rsidP="008D51C1">
      <w:pPr>
        <w:pStyle w:val="dotpoint"/>
      </w:pPr>
      <w:r>
        <w:t>A difference has been raised between Australia and the home economy in accordance with the process set out in paragraph 8 of the MOC</w:t>
      </w:r>
      <w:r w:rsidR="00507620">
        <w:t>.</w:t>
      </w:r>
    </w:p>
    <w:p w:rsidR="004578B5" w:rsidRDefault="0041503C" w:rsidP="008D51C1">
      <w:pPr>
        <w:pStyle w:val="dotpoint"/>
      </w:pPr>
      <w:r>
        <w:t>The foreign passport fund’s home economy has ceased to be a participating economy and it has formally withdrawn from the MOC by following the process set out in paragraph 14 of the MOC.</w:t>
      </w:r>
    </w:p>
    <w:p w:rsidR="0041503C" w:rsidRPr="000C5B35" w:rsidRDefault="0041503C" w:rsidP="008D51C1">
      <w:pPr>
        <w:pStyle w:val="base-text-paragraphnonumbers"/>
        <w:rPr>
          <w:rStyle w:val="Referencingstyle"/>
        </w:rPr>
      </w:pPr>
      <w:r>
        <w:rPr>
          <w:rStyle w:val="Referencingstyle"/>
        </w:rPr>
        <w:t>[Schedule 1, item 1, subsection 1210B(2)]</w:t>
      </w:r>
    </w:p>
    <w:p w:rsidR="00D519E1" w:rsidRDefault="00D519E1" w:rsidP="008D51C1">
      <w:pPr>
        <w:pStyle w:val="base-text-paragraph"/>
      </w:pPr>
      <w:r>
        <w:t>Paragraph 8 of the MOC requires the economies to attempt to resolve the dispute amicably, consult the Joint Committee on any questions relating to the interpretation of the MOC, form the reasonable opinion that its interests are being prejudiced, and give seven days’ notice of its intention to decline applications. Paragraph 14 of the MOC requires the economy to give 28 days’ notice and take steps to ensure that existing funds, their members and operators, are not unduly affected by the withdrawal.</w:t>
      </w:r>
    </w:p>
    <w:p w:rsidR="0041503C" w:rsidRDefault="0041503C" w:rsidP="008D51C1">
      <w:pPr>
        <w:pStyle w:val="base-text-paragraph"/>
      </w:pPr>
      <w:r>
        <w:t>A further reason for making a determination relating to all passport funds from a specified jurisdiction would be the imposition of broad sanctions against the jurisdiction that include such a prohibition within their scope. Once the Minister has made such a determination ASIC must reject all applications submitted by passport funds from the jurisdiction.</w:t>
      </w:r>
    </w:p>
    <w:p w:rsidR="0041503C" w:rsidRDefault="0041503C" w:rsidP="008D51C1">
      <w:pPr>
        <w:pStyle w:val="base-text-paragraph"/>
      </w:pPr>
      <w:r>
        <w:t xml:space="preserve">The Minister may also make a determination </w:t>
      </w:r>
      <w:r w:rsidR="00D519E1">
        <w:t xml:space="preserve">that </w:t>
      </w:r>
      <w:r>
        <w:t xml:space="preserve">relates to all passport funds, irrespective of their home economy, if the MOC is terminated or Australia withdraws from the MOC. Again, the process set out in paragraph 14 of the MOC (described above) must be followed. </w:t>
      </w:r>
      <w:r>
        <w:rPr>
          <w:rStyle w:val="Referencingstyle"/>
        </w:rPr>
        <w:t>[Schedule 1, item 1, subsection 1210B(2)]</w:t>
      </w:r>
    </w:p>
    <w:p w:rsidR="0041503C" w:rsidRDefault="0041503C" w:rsidP="008D51C1">
      <w:pPr>
        <w:pStyle w:val="base-text-paragraph"/>
      </w:pPr>
      <w:r>
        <w:t xml:space="preserve">If the Minister makes a determination because Australia withdraws from the MOC or the MOC is terminated, the regulations may deal with transitional matters relating to the withdrawal or termination. </w:t>
      </w:r>
      <w:r>
        <w:rPr>
          <w:rStyle w:val="Referencingstyle"/>
        </w:rPr>
        <w:t>[Schedule 1, item 1, subsection 1210B(3)]</w:t>
      </w:r>
    </w:p>
    <w:p w:rsidR="0041503C" w:rsidRPr="00913FB4" w:rsidRDefault="0041503C" w:rsidP="008D51C1">
      <w:pPr>
        <w:pStyle w:val="base-text-paragraph"/>
      </w:pPr>
      <w:r>
        <w:t xml:space="preserve">This delegation of power is appropriate because it will only be used in exceptional situations where urgent regulation is necessary to protect Australia’s interests. Further, the Minister’s determinations are legislative instruments and are disallowable by Parliament. </w:t>
      </w:r>
      <w:r>
        <w:rPr>
          <w:rStyle w:val="Referencingstyle"/>
        </w:rPr>
        <w:t>[Schedule 1, item 1, subsection 1210B(1)]</w:t>
      </w:r>
    </w:p>
    <w:p w:rsidR="0041503C" w:rsidRDefault="0041503C" w:rsidP="008D51C1">
      <w:pPr>
        <w:pStyle w:val="Heading5"/>
      </w:pPr>
      <w:r>
        <w:t>Procedural fairness</w:t>
      </w:r>
    </w:p>
    <w:p w:rsidR="0041503C" w:rsidRPr="00EB465D" w:rsidRDefault="0041503C" w:rsidP="008D51C1">
      <w:pPr>
        <w:pStyle w:val="base-text-paragraph"/>
      </w:pPr>
      <w:r w:rsidRPr="00EB465D">
        <w:t xml:space="preserve">If ASIC rejects a notice of intention, it must notify the operator of the fund in writing. </w:t>
      </w:r>
      <w:r w:rsidRPr="00EB465D">
        <w:rPr>
          <w:rStyle w:val="Referencingstyle"/>
        </w:rPr>
        <w:t>[Schedule 1, item 1, subsection 1213B(</w:t>
      </w:r>
      <w:r w:rsidR="00635DFF" w:rsidRPr="00EB465D">
        <w:rPr>
          <w:rStyle w:val="Referencingstyle"/>
        </w:rPr>
        <w:t>9</w:t>
      </w:r>
      <w:r w:rsidRPr="00EB465D">
        <w:rPr>
          <w:rStyle w:val="Referencingstyle"/>
        </w:rPr>
        <w:t>)]</w:t>
      </w:r>
    </w:p>
    <w:p w:rsidR="0041503C" w:rsidRPr="00913FB4" w:rsidRDefault="0041503C" w:rsidP="008D51C1">
      <w:pPr>
        <w:pStyle w:val="base-text-paragraph"/>
      </w:pPr>
      <w:r>
        <w:t>A foreign passport fund may seek merits review of ASIC’s</w:t>
      </w:r>
      <w:r w:rsidR="00704D4A">
        <w:t> </w:t>
      </w:r>
      <w:r>
        <w:t>decision to refuse a notice under Part 9.4A of the Corporations Act.</w:t>
      </w:r>
    </w:p>
    <w:p w:rsidR="0041503C" w:rsidRDefault="0041503C" w:rsidP="008D51C1">
      <w:pPr>
        <w:pStyle w:val="Heading4"/>
      </w:pPr>
      <w:r>
        <w:t xml:space="preserve">The </w:t>
      </w:r>
      <w:r w:rsidR="00082920">
        <w:t>consideration period</w:t>
      </w:r>
      <w:r w:rsidR="00B6425F">
        <w:t xml:space="preserve"> and authority to offer interests in Australia</w:t>
      </w:r>
    </w:p>
    <w:p w:rsidR="0041503C" w:rsidRDefault="0041503C" w:rsidP="008D51C1">
      <w:pPr>
        <w:pStyle w:val="base-text-paragraph"/>
      </w:pPr>
      <w:r>
        <w:t xml:space="preserve">ASIC has only a limited time to review the notice. This time is referred to as the </w:t>
      </w:r>
      <w:r w:rsidRPr="00FF7B66">
        <w:rPr>
          <w:b/>
          <w:i/>
        </w:rPr>
        <w:t>consideration period</w:t>
      </w:r>
      <w:r>
        <w:t xml:space="preserve"> and lasts, as explained above, for </w:t>
      </w:r>
      <w:r w:rsidR="009436FD">
        <w:t>15</w:t>
      </w:r>
      <w:r w:rsidR="008216BC">
        <w:t> </w:t>
      </w:r>
      <w:r w:rsidR="009436FD">
        <w:t xml:space="preserve">business </w:t>
      </w:r>
      <w:r>
        <w:t>days</w:t>
      </w:r>
      <w:r w:rsidR="0048078E">
        <w:t xml:space="preserve"> after the day the notice is lodged with ASIC</w:t>
      </w:r>
      <w:r>
        <w:t xml:space="preserve">. If ASIC does not refuse the notice or request further information from the fund within the consideration period, </w:t>
      </w:r>
      <w:r w:rsidR="00347271">
        <w:t xml:space="preserve">and the notice is not withdrawn by the operator, </w:t>
      </w:r>
      <w:r>
        <w:t xml:space="preserve">the fund </w:t>
      </w:r>
      <w:r w:rsidR="00347271" w:rsidRPr="00347271">
        <w:t xml:space="preserve">becomes a </w:t>
      </w:r>
      <w:r w:rsidR="00347271" w:rsidRPr="0047291C">
        <w:rPr>
          <w:b/>
          <w:i/>
        </w:rPr>
        <w:t>notified foreign passport fund</w:t>
      </w:r>
      <w:r w:rsidR="00347271" w:rsidRPr="00347271">
        <w:t xml:space="preserve"> on the first day after the end of the consideration period for the notice of intentio</w:t>
      </w:r>
      <w:r w:rsidR="00347271">
        <w:t xml:space="preserve">n. </w:t>
      </w:r>
      <w:r w:rsidR="002B14AF">
        <w:t>A notified foreign passport</w:t>
      </w:r>
      <w:r>
        <w:t xml:space="preserve"> fund may start offering interests in Australia</w:t>
      </w:r>
      <w:r w:rsidR="006B1EA1" w:rsidRPr="006B1EA1">
        <w:t>.</w:t>
      </w:r>
      <w:r w:rsidRPr="006B1EA1">
        <w:t xml:space="preserve"> </w:t>
      </w:r>
      <w:r>
        <w:rPr>
          <w:rStyle w:val="Referencingstyle"/>
        </w:rPr>
        <w:t>[Schedule 1, item 1, section 1213C]</w:t>
      </w:r>
    </w:p>
    <w:p w:rsidR="0041503C" w:rsidRDefault="009436FD" w:rsidP="008D51C1">
      <w:pPr>
        <w:pStyle w:val="base-text-paragraph"/>
      </w:pPr>
      <w:r>
        <w:t>T</w:t>
      </w:r>
      <w:r w:rsidR="0041503C">
        <w:t xml:space="preserve">he MOC </w:t>
      </w:r>
      <w:r>
        <w:t>states that the consideration period should be 21</w:t>
      </w:r>
      <w:r w:rsidR="005E1A8D">
        <w:t> </w:t>
      </w:r>
      <w:r>
        <w:t>days</w:t>
      </w:r>
      <w:r w:rsidR="0041503C">
        <w:t xml:space="preserve"> (</w:t>
      </w:r>
      <w:r w:rsidR="000D5922">
        <w:t xml:space="preserve">subsection 6(2) of </w:t>
      </w:r>
      <w:r w:rsidR="0041503C">
        <w:t xml:space="preserve">Annex 2). </w:t>
      </w:r>
      <w:r>
        <w:t>However, the Joint Committee has since agreed that in order to account appropriately for public holidays, the consideration period may be expressed in terms of 15</w:t>
      </w:r>
      <w:r w:rsidR="005E1A8D">
        <w:t> </w:t>
      </w:r>
      <w:r>
        <w:t>business days.</w:t>
      </w:r>
      <w:r w:rsidR="0041503C">
        <w:t xml:space="preserve"> </w:t>
      </w:r>
      <w:r>
        <w:t>The 15</w:t>
      </w:r>
      <w:r w:rsidR="00562A39">
        <w:t> </w:t>
      </w:r>
      <w:r>
        <w:t>business</w:t>
      </w:r>
      <w:r w:rsidR="00562A39">
        <w:t xml:space="preserve"> </w:t>
      </w:r>
      <w:r>
        <w:t xml:space="preserve">day consideration period is marginally longer than the 14 day registration period for schemes </w:t>
      </w:r>
      <w:r w:rsidR="003F3320">
        <w:t>under</w:t>
      </w:r>
      <w:r>
        <w:t xml:space="preserve"> section 601EB. </w:t>
      </w:r>
      <w:r w:rsidR="0041503C">
        <w:t xml:space="preserve">A </w:t>
      </w:r>
      <w:r>
        <w:t>longer</w:t>
      </w:r>
      <w:r w:rsidR="0041503C">
        <w:t xml:space="preserve"> period was considered appropriate because there may be additional complexity involved in reviewing applications from foreign passport funds and regulators need sufficient time to make any necessary enquiries with the applicant’s home regulator or other host regulators.</w:t>
      </w:r>
      <w:r w:rsidR="00D95DD8" w:rsidRPr="00D95DD8">
        <w:rPr>
          <w:rStyle w:val="Referencingstyle"/>
        </w:rPr>
        <w:t xml:space="preserve"> </w:t>
      </w:r>
      <w:r w:rsidR="00D95DD8" w:rsidRPr="00424E5F">
        <w:rPr>
          <w:rStyle w:val="Referencingstyle"/>
        </w:rPr>
        <w:t>[Schedule 1, item 1, subsection 1213D(</w:t>
      </w:r>
      <w:r w:rsidR="00D95DD8">
        <w:rPr>
          <w:rStyle w:val="Referencingstyle"/>
        </w:rPr>
        <w:t>1</w:t>
      </w:r>
      <w:r w:rsidR="00D95DD8" w:rsidRPr="00424E5F">
        <w:rPr>
          <w:rStyle w:val="Referencingstyle"/>
        </w:rPr>
        <w:t>)]</w:t>
      </w:r>
    </w:p>
    <w:p w:rsidR="0041503C" w:rsidRPr="00A23A09" w:rsidRDefault="0041503C" w:rsidP="008D51C1">
      <w:pPr>
        <w:pStyle w:val="base-text-paragraph"/>
        <w:rPr>
          <w:rStyle w:val="Referencingstyle"/>
          <w:b w:val="0"/>
          <w:i w:val="0"/>
          <w:sz w:val="22"/>
        </w:rPr>
      </w:pPr>
      <w:r w:rsidRPr="00424E5F">
        <w:t xml:space="preserve">ASIC and the operator may agree in writing to extend the consideration period for up to </w:t>
      </w:r>
      <w:r w:rsidR="003F3320">
        <w:t>five</w:t>
      </w:r>
      <w:r w:rsidR="005E1A8D">
        <w:t> </w:t>
      </w:r>
      <w:r w:rsidR="003F3320">
        <w:t xml:space="preserve">business </w:t>
      </w:r>
      <w:r w:rsidRPr="00424E5F">
        <w:t>days at a time. There is no cap on the number of times that the two</w:t>
      </w:r>
      <w:r w:rsidR="000D5922">
        <w:t> </w:t>
      </w:r>
      <w:r w:rsidRPr="00424E5F">
        <w:t xml:space="preserve">parties may agree to extend the period. </w:t>
      </w:r>
      <w:r w:rsidRPr="00424E5F">
        <w:rPr>
          <w:rStyle w:val="Referencingstyle"/>
        </w:rPr>
        <w:t>[Schedule 1, item 1, subsection 1213D(2)]</w:t>
      </w:r>
    </w:p>
    <w:p w:rsidR="00A23A09" w:rsidRDefault="00A23A09" w:rsidP="008D51C1">
      <w:pPr>
        <w:pStyle w:val="Heading3"/>
      </w:pPr>
      <w:r>
        <w:t>Treatment of notified foreign passport funds</w:t>
      </w:r>
    </w:p>
    <w:p w:rsidR="00A23A09" w:rsidRPr="00A23A09" w:rsidRDefault="00A23A09" w:rsidP="008D51C1">
      <w:pPr>
        <w:pStyle w:val="base-text-paragraph"/>
        <w:rPr>
          <w:rStyle w:val="Referencingstyle"/>
          <w:b w:val="0"/>
          <w:i w:val="0"/>
          <w:sz w:val="22"/>
        </w:rPr>
      </w:pPr>
      <w:r w:rsidRPr="005B1E0A">
        <w:t xml:space="preserve">A notified foreign passport fund is to be treated as a </w:t>
      </w:r>
      <w:r w:rsidRPr="007F1F1E">
        <w:t xml:space="preserve">MIS </w:t>
      </w:r>
      <w:r w:rsidRPr="005B1E0A">
        <w:t xml:space="preserve">for the purposes of </w:t>
      </w:r>
      <w:r>
        <w:t xml:space="preserve">the </w:t>
      </w:r>
      <w:r w:rsidR="00775625">
        <w:t>Corporations</w:t>
      </w:r>
      <w:r w:rsidR="001D0CEE">
        <w:t> </w:t>
      </w:r>
      <w:r w:rsidRPr="005B1E0A">
        <w:t xml:space="preserve">Act, even if it would not otherwise be treated as a </w:t>
      </w:r>
      <w:r>
        <w:t>MIS</w:t>
      </w:r>
      <w:r w:rsidRPr="005B1E0A">
        <w:t xml:space="preserve"> because of the way in which that term is defined in section</w:t>
      </w:r>
      <w:r w:rsidR="00CC3B67">
        <w:t> </w:t>
      </w:r>
      <w:r w:rsidRPr="005B1E0A">
        <w:t>9</w:t>
      </w:r>
      <w:r>
        <w:t xml:space="preserve">. </w:t>
      </w:r>
      <w:r w:rsidR="000609F1">
        <w:t xml:space="preserve">Similarly, rights issues in a notified foreign passport fund are treated as </w:t>
      </w:r>
      <w:r w:rsidR="000609F1">
        <w:rPr>
          <w:b/>
          <w:i/>
        </w:rPr>
        <w:t xml:space="preserve">rights issues of managed investment </w:t>
      </w:r>
      <w:r w:rsidR="000609F1" w:rsidRPr="000609F1">
        <w:rPr>
          <w:b/>
          <w:i/>
        </w:rPr>
        <w:t>schemes</w:t>
      </w:r>
      <w:r w:rsidR="000609F1">
        <w:t xml:space="preserve">. </w:t>
      </w:r>
      <w:r w:rsidRPr="000609F1">
        <w:t>This</w:t>
      </w:r>
      <w:r w:rsidRPr="00BD568C">
        <w:t xml:space="preserve"> does not affect the other legal characteristics of a notified foreign passport fund</w:t>
      </w:r>
      <w:r>
        <w:t>.</w:t>
      </w:r>
      <w:r w:rsidRPr="00BD568C">
        <w:t xml:space="preserve"> For example, if a notified foreign passport fund is a body corporate, it remains a body corporate for the purposes of </w:t>
      </w:r>
      <w:r w:rsidDel="00D76F64">
        <w:t xml:space="preserve">the </w:t>
      </w:r>
      <w:r w:rsidR="00D76F64">
        <w:t>Corporations</w:t>
      </w:r>
      <w:r w:rsidR="007264C7">
        <w:t> </w:t>
      </w:r>
      <w:r w:rsidR="00D76F64">
        <w:t>Act</w:t>
      </w:r>
      <w:r w:rsidRPr="00BD568C">
        <w:t>.</w:t>
      </w:r>
      <w:r w:rsidRPr="00A23A09">
        <w:rPr>
          <w:rStyle w:val="Referencingstyle"/>
          <w:b w:val="0"/>
          <w:i w:val="0"/>
          <w:sz w:val="22"/>
        </w:rPr>
        <w:t xml:space="preserve"> </w:t>
      </w:r>
      <w:r>
        <w:rPr>
          <w:rStyle w:val="Referencingstyle"/>
        </w:rPr>
        <w:t>[Schedule 1, item</w:t>
      </w:r>
      <w:r w:rsidR="005D1229">
        <w:rPr>
          <w:rStyle w:val="Referencingstyle"/>
        </w:rPr>
        <w:t>s</w:t>
      </w:r>
      <w:r>
        <w:rPr>
          <w:rStyle w:val="Referencingstyle"/>
        </w:rPr>
        <w:t> 1</w:t>
      </w:r>
      <w:r w:rsidR="000609F1">
        <w:rPr>
          <w:rStyle w:val="Referencingstyle"/>
        </w:rPr>
        <w:t>,</w:t>
      </w:r>
      <w:r w:rsidR="005D1229">
        <w:rPr>
          <w:rStyle w:val="Referencingstyle"/>
        </w:rPr>
        <w:t xml:space="preserve"> 20 to 23</w:t>
      </w:r>
      <w:r w:rsidR="000609F1">
        <w:rPr>
          <w:rStyle w:val="Referencingstyle"/>
        </w:rPr>
        <w:t xml:space="preserve"> and items 34 to 37</w:t>
      </w:r>
      <w:r>
        <w:rPr>
          <w:rStyle w:val="Referencingstyle"/>
        </w:rPr>
        <w:t xml:space="preserve">, </w:t>
      </w:r>
      <w:r w:rsidR="005D1229">
        <w:rPr>
          <w:rStyle w:val="Referencingstyle"/>
        </w:rPr>
        <w:t xml:space="preserve">section 9, note at the end of the definition of ‘managed investment scheme’ and </w:t>
      </w:r>
      <w:r>
        <w:rPr>
          <w:rStyle w:val="Referencingstyle"/>
        </w:rPr>
        <w:t>subsection</w:t>
      </w:r>
      <w:r w:rsidR="000609F1">
        <w:rPr>
          <w:rStyle w:val="Referencingstyle"/>
        </w:rPr>
        <w:t>s 9A(2) to (3A) and</w:t>
      </w:r>
      <w:r>
        <w:rPr>
          <w:rStyle w:val="Referencingstyle"/>
        </w:rPr>
        <w:t> 1213E(1)]</w:t>
      </w:r>
    </w:p>
    <w:p w:rsidR="00A23A09" w:rsidRDefault="00A23A09" w:rsidP="008D51C1">
      <w:pPr>
        <w:pStyle w:val="base-text-paragraph"/>
      </w:pPr>
      <w:r>
        <w:t xml:space="preserve">To avoid doubt, </w:t>
      </w:r>
      <w:r w:rsidRPr="003B3E0E">
        <w:t>neither the operator of a notified foreign passport fund nor the fund</w:t>
      </w:r>
      <w:r>
        <w:t xml:space="preserve"> itself</w:t>
      </w:r>
      <w:r w:rsidRPr="003B3E0E">
        <w:t xml:space="preserve"> is to be treated as a company for the purposes of the corporations legislation, merely because the operator or the fund is registered as a foreign compan</w:t>
      </w:r>
      <w:r>
        <w:t>y under Division</w:t>
      </w:r>
      <w:r w:rsidR="00CC3B67">
        <w:t> </w:t>
      </w:r>
      <w:r>
        <w:t>2 of Part</w:t>
      </w:r>
      <w:r w:rsidR="00CC3B67">
        <w:t> </w:t>
      </w:r>
      <w:r>
        <w:t xml:space="preserve">5B.2. </w:t>
      </w:r>
      <w:r>
        <w:rPr>
          <w:rStyle w:val="Referencingstyle"/>
        </w:rPr>
        <w:t>[Schedule 1, item 1, subsection 1213EA(1)]</w:t>
      </w:r>
    </w:p>
    <w:p w:rsidR="00A23A09" w:rsidRDefault="00A23A09" w:rsidP="008D51C1">
      <w:pPr>
        <w:pStyle w:val="base-text-paragraph"/>
      </w:pPr>
      <w:r>
        <w:t xml:space="preserve">Furthermore, </w:t>
      </w:r>
      <w:r w:rsidRPr="002B6EB1">
        <w:rPr>
          <w:rFonts w:eastAsia="Calibri"/>
          <w:szCs w:val="22"/>
        </w:rPr>
        <w:t>a reference in the corporations legislation to a share does not include an interest in a notified foreign passport fund unless the fund is also a company</w:t>
      </w:r>
      <w:r>
        <w:rPr>
          <w:rFonts w:eastAsia="Calibri"/>
          <w:szCs w:val="22"/>
        </w:rPr>
        <w:t xml:space="preserve">. </w:t>
      </w:r>
      <w:r>
        <w:rPr>
          <w:rStyle w:val="Referencingstyle"/>
        </w:rPr>
        <w:t>[Schedule 1, item 1, subsection 1213EA(2)]</w:t>
      </w:r>
    </w:p>
    <w:p w:rsidR="0041503C" w:rsidRDefault="0041503C" w:rsidP="008D51C1">
      <w:pPr>
        <w:pStyle w:val="Heading3"/>
      </w:pPr>
      <w:r>
        <w:t xml:space="preserve">Register of </w:t>
      </w:r>
      <w:r w:rsidR="001E7BDA">
        <w:t>passport funds</w:t>
      </w:r>
    </w:p>
    <w:p w:rsidR="0041503C" w:rsidRDefault="0041503C" w:rsidP="008D51C1">
      <w:pPr>
        <w:pStyle w:val="base-text-paragraph"/>
      </w:pPr>
      <w:r>
        <w:t xml:space="preserve">ASIC must ensure that a Register of Passport Funds is maintained. The Register must include details of Australian passport funds and notified foreign passport funds (that is, funds permitted to offer interests in Australia), </w:t>
      </w:r>
      <w:r w:rsidR="002C3181" w:rsidRPr="002C3181">
        <w:t xml:space="preserve">must include the prescribed details of funds that have been deregistered as Australian passport funds and </w:t>
      </w:r>
      <w:r w:rsidR="00763806">
        <w:t xml:space="preserve">foreign </w:t>
      </w:r>
      <w:r w:rsidR="002C3181" w:rsidRPr="002C3181">
        <w:t xml:space="preserve">funds that have been </w:t>
      </w:r>
      <w:proofErr w:type="spellStart"/>
      <w:r w:rsidR="00763806">
        <w:t>denotified</w:t>
      </w:r>
      <w:proofErr w:type="spellEnd"/>
      <w:r w:rsidR="002C3181">
        <w:t>,</w:t>
      </w:r>
      <w:r w:rsidR="002C3181" w:rsidRPr="002C3181">
        <w:t xml:space="preserve"> a</w:t>
      </w:r>
      <w:r w:rsidR="002C3181">
        <w:t>nd</w:t>
      </w:r>
      <w:r>
        <w:t xml:space="preserve"> may also include details of other passport funds. </w:t>
      </w:r>
      <w:r w:rsidR="00C776F4">
        <w:t xml:space="preserve">The details to be included </w:t>
      </w:r>
      <w:r w:rsidR="007E051E">
        <w:t>in the Register</w:t>
      </w:r>
      <w:r w:rsidR="00C776F4">
        <w:t xml:space="preserve"> can be specified in the regulations.</w:t>
      </w:r>
      <w:r>
        <w:t xml:space="preserve"> </w:t>
      </w:r>
      <w:r>
        <w:rPr>
          <w:rStyle w:val="Referencingstyle"/>
        </w:rPr>
        <w:t>[Schedule 1, item 1, subsections 1214(1) and</w:t>
      </w:r>
      <w:r w:rsidR="00F96164">
        <w:rPr>
          <w:rStyle w:val="Referencingstyle"/>
        </w:rPr>
        <w:t> </w:t>
      </w:r>
      <w:r>
        <w:rPr>
          <w:rStyle w:val="Referencingstyle"/>
        </w:rPr>
        <w:t>(3)]</w:t>
      </w:r>
    </w:p>
    <w:p w:rsidR="0041503C" w:rsidRPr="00957B7C" w:rsidRDefault="0041503C" w:rsidP="008D51C1">
      <w:pPr>
        <w:pStyle w:val="base-text-paragraph"/>
        <w:rPr>
          <w:rStyle w:val="Referencingstyle"/>
          <w:b w:val="0"/>
          <w:i w:val="0"/>
          <w:sz w:val="22"/>
        </w:rPr>
      </w:pPr>
      <w:r w:rsidRPr="00424E5F">
        <w:t xml:space="preserve">The Register may be established and maintained by ASIC, or a third party on behalf of ASIC. </w:t>
      </w:r>
      <w:r w:rsidR="00957B7C">
        <w:t xml:space="preserve">If the register is kept by a third party, it will still be taken to be a Register kept by ASIC for the purposes of the Corporations Act. </w:t>
      </w:r>
      <w:r w:rsidRPr="00424E5F">
        <w:t xml:space="preserve">ASIC </w:t>
      </w:r>
      <w:r w:rsidR="007E051E">
        <w:t>may decide</w:t>
      </w:r>
      <w:r w:rsidRPr="00424E5F">
        <w:t xml:space="preserve"> the form in which the Register is kept. </w:t>
      </w:r>
      <w:r w:rsidRPr="00424E5F">
        <w:rPr>
          <w:rStyle w:val="Referencingstyle"/>
        </w:rPr>
        <w:t>[Schedule 1, item 1, subsections 1214(1)</w:t>
      </w:r>
      <w:r w:rsidR="00957B7C">
        <w:rPr>
          <w:rStyle w:val="Referencingstyle"/>
        </w:rPr>
        <w:t>,</w:t>
      </w:r>
      <w:r w:rsidRPr="00424E5F">
        <w:rPr>
          <w:rStyle w:val="Referencingstyle"/>
        </w:rPr>
        <w:t xml:space="preserve"> (2)</w:t>
      </w:r>
      <w:r w:rsidR="00957B7C">
        <w:rPr>
          <w:rStyle w:val="Referencingstyle"/>
        </w:rPr>
        <w:t xml:space="preserve"> and (4)</w:t>
      </w:r>
      <w:r w:rsidRPr="00424E5F">
        <w:rPr>
          <w:rStyle w:val="Referencingstyle"/>
        </w:rPr>
        <w:t>]</w:t>
      </w:r>
    </w:p>
    <w:p w:rsidR="00957B7C" w:rsidRPr="0058582A" w:rsidRDefault="00957B7C" w:rsidP="008D51C1">
      <w:pPr>
        <w:pStyle w:val="base-text-paragraph"/>
        <w:numPr>
          <w:ilvl w:val="0"/>
          <w:numId w:val="0"/>
        </w:numPr>
        <w:ind w:left="1134"/>
        <w:rPr>
          <w:rStyle w:val="Referencingstyle"/>
          <w:b w:val="0"/>
          <w:i w:val="0"/>
          <w:sz w:val="22"/>
        </w:rPr>
      </w:pPr>
    </w:p>
    <w:p w:rsidR="002C3181" w:rsidRDefault="002C3181" w:rsidP="008D51C1">
      <w:pPr>
        <w:pStyle w:val="Heading3"/>
      </w:pPr>
      <w:r>
        <w:t>Deregistration of Australian passport funds</w:t>
      </w:r>
    </w:p>
    <w:p w:rsidR="002C3181" w:rsidRDefault="002C3181" w:rsidP="008D51C1">
      <w:pPr>
        <w:pStyle w:val="Heading4"/>
      </w:pPr>
      <w:r>
        <w:t>Voluntary deregistration</w:t>
      </w:r>
    </w:p>
    <w:p w:rsidR="009E49F7" w:rsidRPr="009E49F7" w:rsidRDefault="002C3181" w:rsidP="008D51C1">
      <w:pPr>
        <w:pStyle w:val="base-text-paragraph"/>
        <w:rPr>
          <w:rStyle w:val="Referencingstyle"/>
          <w:i w:val="0"/>
          <w:sz w:val="22"/>
        </w:rPr>
      </w:pPr>
      <w:r w:rsidRPr="002C3181">
        <w:t xml:space="preserve">The operator of an Australian passport fund may lodge an application </w:t>
      </w:r>
      <w:r w:rsidR="009E49F7">
        <w:t xml:space="preserve">with ASIC </w:t>
      </w:r>
      <w:r w:rsidRPr="002C3181">
        <w:t>for deregistration of the fund as an Australian passport fund.</w:t>
      </w:r>
      <w:r>
        <w:t xml:space="preserve"> </w:t>
      </w:r>
      <w:r w:rsidRPr="002C3181">
        <w:t>The application must be in the prescribed form</w:t>
      </w:r>
      <w:r>
        <w:t xml:space="preserve">. This </w:t>
      </w:r>
      <w:r w:rsidR="002F514C">
        <w:t>mirrors</w:t>
      </w:r>
      <w:r>
        <w:t xml:space="preserve"> the existing </w:t>
      </w:r>
      <w:r w:rsidR="00116A90">
        <w:t>arrangements</w:t>
      </w:r>
      <w:r>
        <w:t xml:space="preserve"> </w:t>
      </w:r>
      <w:r w:rsidR="009E49F7">
        <w:t xml:space="preserve">under section 601PA </w:t>
      </w:r>
      <w:r w:rsidR="00116A90">
        <w:t>which allow</w:t>
      </w:r>
      <w:r w:rsidR="009E49F7">
        <w:t xml:space="preserve"> the responsib</w:t>
      </w:r>
      <w:r w:rsidR="00116A90">
        <w:t>le</w:t>
      </w:r>
      <w:r w:rsidR="009E49F7">
        <w:t xml:space="preserve"> entity of a registered scheme to lodge an application with ASIC for deregistration of the scheme. </w:t>
      </w:r>
      <w:r w:rsidR="009E49F7">
        <w:rPr>
          <w:rStyle w:val="Referencingstyle"/>
        </w:rPr>
        <w:t>[Schedule 1, item 1</w:t>
      </w:r>
      <w:r w:rsidR="009E49F7" w:rsidRPr="00375F1D">
        <w:rPr>
          <w:rStyle w:val="Referencingstyle"/>
        </w:rPr>
        <w:t>, section</w:t>
      </w:r>
      <w:r w:rsidR="009E49F7">
        <w:rPr>
          <w:rStyle w:val="Referencingstyle"/>
        </w:rPr>
        <w:t xml:space="preserve"> 1216A]</w:t>
      </w:r>
    </w:p>
    <w:p w:rsidR="002C3181" w:rsidRPr="00FE0CC1" w:rsidRDefault="00FF1402" w:rsidP="008D51C1">
      <w:pPr>
        <w:pStyle w:val="base-text-paragraph"/>
        <w:rPr>
          <w:rStyle w:val="Referencingstyle"/>
          <w:i w:val="0"/>
          <w:sz w:val="22"/>
        </w:rPr>
      </w:pPr>
      <w:r>
        <w:t>ASIC must deregister the fund i</w:t>
      </w:r>
      <w:r w:rsidR="009E49F7">
        <w:t xml:space="preserve">f there are no members of the fund </w:t>
      </w:r>
      <w:r w:rsidR="001744B6">
        <w:t xml:space="preserve">(whether in Australia or any host economy) </w:t>
      </w:r>
      <w:r w:rsidR="009E49F7">
        <w:t xml:space="preserve">who became members after the fund became an Australian passport fund or on the expectation that </w:t>
      </w:r>
      <w:r w:rsidR="00427BA5">
        <w:t>it would do so</w:t>
      </w:r>
      <w:r w:rsidR="002B1859">
        <w:t xml:space="preserve"> (excluding any member</w:t>
      </w:r>
      <w:r w:rsidR="002B1859" w:rsidRPr="002B1859">
        <w:t xml:space="preserve"> </w:t>
      </w:r>
      <w:r w:rsidR="002B1859">
        <w:t>who is or has been the operator of the fund or a ‘related party’ of the operator)</w:t>
      </w:r>
      <w:r w:rsidR="009E49F7">
        <w:t xml:space="preserve"> . </w:t>
      </w:r>
      <w:r w:rsidR="00FE0CC1">
        <w:t xml:space="preserve">The purpose of this condition is to ensure that members who joined the fund on the basis that it was a passport fund are not disadvantaged </w:t>
      </w:r>
      <w:r w:rsidR="002B1859">
        <w:t>as a consequence of the fund being deregistered</w:t>
      </w:r>
      <w:r w:rsidR="00FE0CC1">
        <w:t xml:space="preserve">. </w:t>
      </w:r>
      <w:r w:rsidR="00D71DD2">
        <w:t xml:space="preserve"> </w:t>
      </w:r>
      <w:r w:rsidR="002B1859">
        <w:t>‘R</w:t>
      </w:r>
      <w:r w:rsidR="0020652E">
        <w:t>elated party</w:t>
      </w:r>
      <w:r w:rsidR="002B1859">
        <w:t>’</w:t>
      </w:r>
      <w:r w:rsidR="0020652E">
        <w:t xml:space="preserve"> </w:t>
      </w:r>
      <w:r>
        <w:t>is</w:t>
      </w:r>
      <w:r w:rsidR="0020652E">
        <w:t xml:space="preserve"> defined for the purposes of </w:t>
      </w:r>
      <w:r>
        <w:t xml:space="preserve">the provisions relating to </w:t>
      </w:r>
      <w:r w:rsidR="00DC4DDC">
        <w:t>deregistration of registered schemes that are not Australian passport funds</w:t>
      </w:r>
      <w:r w:rsidR="0020652E">
        <w:t xml:space="preserve"> to align it with the definition in the Passport Rules. </w:t>
      </w:r>
      <w:r w:rsidR="00D71DD2">
        <w:rPr>
          <w:rStyle w:val="Referencingstyle"/>
        </w:rPr>
        <w:t xml:space="preserve"> </w:t>
      </w:r>
      <w:r w:rsidR="009E49F7">
        <w:rPr>
          <w:rStyle w:val="Referencingstyle"/>
        </w:rPr>
        <w:t>[Schedule 1, item 1</w:t>
      </w:r>
      <w:r w:rsidR="00D12BAF">
        <w:rPr>
          <w:rStyle w:val="Referencingstyle"/>
        </w:rPr>
        <w:t>,</w:t>
      </w:r>
      <w:r w:rsidR="0020652E">
        <w:rPr>
          <w:rStyle w:val="Referencingstyle"/>
        </w:rPr>
        <w:t xml:space="preserve"> </w:t>
      </w:r>
      <w:r w:rsidR="005D523B">
        <w:rPr>
          <w:rStyle w:val="Referencingstyle"/>
        </w:rPr>
        <w:t>section 1216AA</w:t>
      </w:r>
      <w:r w:rsidR="0020652E">
        <w:rPr>
          <w:rStyle w:val="Referencingstyle"/>
        </w:rPr>
        <w:t xml:space="preserve"> and </w:t>
      </w:r>
      <w:r w:rsidR="005D523B">
        <w:rPr>
          <w:rStyle w:val="Referencingstyle"/>
        </w:rPr>
        <w:t>Schedule 2, item 24A,</w:t>
      </w:r>
      <w:r w:rsidR="009E49F7" w:rsidRPr="00375F1D">
        <w:rPr>
          <w:rStyle w:val="Referencingstyle"/>
        </w:rPr>
        <w:t xml:space="preserve"> section</w:t>
      </w:r>
      <w:r w:rsidR="005D523B">
        <w:rPr>
          <w:rStyle w:val="Referencingstyle"/>
        </w:rPr>
        <w:t xml:space="preserve"> </w:t>
      </w:r>
      <w:r w:rsidR="0020652E">
        <w:rPr>
          <w:rStyle w:val="Referencingstyle"/>
        </w:rPr>
        <w:t xml:space="preserve">9 definition of </w:t>
      </w:r>
      <w:r w:rsidR="005D1229">
        <w:rPr>
          <w:rStyle w:val="Referencingstyle"/>
        </w:rPr>
        <w:t>‘</w:t>
      </w:r>
      <w:r w:rsidR="0020652E">
        <w:rPr>
          <w:rStyle w:val="Referencingstyle"/>
        </w:rPr>
        <w:t>related part</w:t>
      </w:r>
      <w:r w:rsidR="005D523B">
        <w:rPr>
          <w:rStyle w:val="Referencingstyle"/>
        </w:rPr>
        <w:t>y</w:t>
      </w:r>
      <w:r w:rsidR="005D1229">
        <w:rPr>
          <w:rStyle w:val="Referencingstyle"/>
        </w:rPr>
        <w:t>’</w:t>
      </w:r>
      <w:r w:rsidR="009E49F7">
        <w:rPr>
          <w:rStyle w:val="Referencingstyle"/>
        </w:rPr>
        <w:t>]</w:t>
      </w:r>
    </w:p>
    <w:p w:rsidR="00FE0CC1" w:rsidRDefault="00E57DDE" w:rsidP="008D51C1">
      <w:pPr>
        <w:pStyle w:val="base-text-paragraph"/>
      </w:pPr>
      <w:r>
        <w:t>The new law defines a</w:t>
      </w:r>
      <w:r w:rsidR="00FE0CC1">
        <w:t xml:space="preserve"> person </w:t>
      </w:r>
      <w:r>
        <w:t xml:space="preserve">who </w:t>
      </w:r>
      <w:r w:rsidR="00FE0CC1">
        <w:t xml:space="preserve">becomes a member of a fund on the </w:t>
      </w:r>
      <w:r w:rsidR="00FE0CC1" w:rsidRPr="0079052F">
        <w:rPr>
          <w:b/>
          <w:i/>
        </w:rPr>
        <w:t>expectation</w:t>
      </w:r>
      <w:r w:rsidR="00FE0CC1">
        <w:t xml:space="preserve"> that it would become an Australian passport fund </w:t>
      </w:r>
      <w:r>
        <w:t>as a person who acquires an interest in the fund on the basis of a representation made to them by the fund that it intended or expected to become a</w:t>
      </w:r>
      <w:r w:rsidR="00A4642E">
        <w:t xml:space="preserve">n Australian </w:t>
      </w:r>
      <w:r>
        <w:t xml:space="preserve">passport fund. Such a representation could be </w:t>
      </w:r>
      <w:r w:rsidR="00D12BAF">
        <w:t xml:space="preserve">made in </w:t>
      </w:r>
      <w:r>
        <w:t xml:space="preserve">any document or other communication that might reasonably be expected to be available to persons considering acquiring an interest in the fund. </w:t>
      </w:r>
      <w:r>
        <w:rPr>
          <w:rStyle w:val="Referencingstyle"/>
        </w:rPr>
        <w:t>[Schedule 1, item 1</w:t>
      </w:r>
      <w:r w:rsidRPr="00375F1D">
        <w:rPr>
          <w:rStyle w:val="Referencingstyle"/>
        </w:rPr>
        <w:t>, section</w:t>
      </w:r>
      <w:r>
        <w:rPr>
          <w:rStyle w:val="Referencingstyle"/>
        </w:rPr>
        <w:t xml:space="preserve"> 1216AB]</w:t>
      </w:r>
    </w:p>
    <w:p w:rsidR="00FE0CC1" w:rsidRDefault="00E57DDE" w:rsidP="008D51C1">
      <w:pPr>
        <w:pStyle w:val="Heading4"/>
      </w:pPr>
      <w:r>
        <w:t>Deregistration initiated by ASIC</w:t>
      </w:r>
    </w:p>
    <w:p w:rsidR="00E57DDE" w:rsidRDefault="00483B12" w:rsidP="008D51C1">
      <w:pPr>
        <w:pStyle w:val="base-text-paragraph"/>
      </w:pPr>
      <w:r>
        <w:t>ASIC may decide to deregister an Australian passport fund if it</w:t>
      </w:r>
      <w:r w:rsidR="00E57DDE">
        <w:t xml:space="preserve"> is of the opinion that one or more of the following has not been, is not being or is not likely to be complied with (whether in </w:t>
      </w:r>
      <w:r w:rsidR="00C26CB2">
        <w:t>Australia</w:t>
      </w:r>
      <w:r w:rsidR="00E57DDE">
        <w:t xml:space="preserve"> or in any other place):</w:t>
      </w:r>
    </w:p>
    <w:p w:rsidR="00C26CB2" w:rsidRDefault="00D12BAF" w:rsidP="008D51C1">
      <w:pPr>
        <w:pStyle w:val="dotpoint"/>
      </w:pPr>
      <w:r>
        <w:t xml:space="preserve">the </w:t>
      </w:r>
      <w:r w:rsidR="00C26CB2">
        <w:t xml:space="preserve">Corporations Act and Regulations, including the Passport Rules incorporated in Australian law; </w:t>
      </w:r>
    </w:p>
    <w:p w:rsidR="00C26CB2" w:rsidRDefault="00C26CB2" w:rsidP="008D51C1">
      <w:pPr>
        <w:pStyle w:val="dotpoint"/>
      </w:pPr>
      <w:r>
        <w:t>the ASIC Act and Regulations;</w:t>
      </w:r>
    </w:p>
    <w:p w:rsidR="00C26CB2" w:rsidRDefault="00C26CB2" w:rsidP="008D51C1">
      <w:pPr>
        <w:pStyle w:val="dotpoint"/>
        <w:numPr>
          <w:ilvl w:val="0"/>
          <w:numId w:val="0"/>
        </w:numPr>
        <w:ind w:left="1134"/>
      </w:pPr>
      <w:r>
        <w:t xml:space="preserve">This is similar to the existing power that ASIC has to deregister a registered scheme </w:t>
      </w:r>
      <w:r w:rsidR="00D12BAF">
        <w:t>in</w:t>
      </w:r>
      <w:r w:rsidR="002F514C">
        <w:t xml:space="preserve"> section 601PB</w:t>
      </w:r>
      <w:r w:rsidR="00CE1EAC">
        <w:t>.</w:t>
      </w:r>
      <w:r w:rsidR="003D5569">
        <w:t xml:space="preserve"> </w:t>
      </w:r>
      <w:r>
        <w:rPr>
          <w:rStyle w:val="Referencingstyle"/>
        </w:rPr>
        <w:t>[Schedule 1, item 1</w:t>
      </w:r>
      <w:r w:rsidRPr="00375F1D">
        <w:rPr>
          <w:rStyle w:val="Referencingstyle"/>
        </w:rPr>
        <w:t xml:space="preserve">, </w:t>
      </w:r>
      <w:r>
        <w:rPr>
          <w:rStyle w:val="Referencingstyle"/>
        </w:rPr>
        <w:t>sub</w:t>
      </w:r>
      <w:r w:rsidRPr="00375F1D">
        <w:rPr>
          <w:rStyle w:val="Referencingstyle"/>
        </w:rPr>
        <w:t>section</w:t>
      </w:r>
      <w:r>
        <w:rPr>
          <w:rStyle w:val="Referencingstyle"/>
        </w:rPr>
        <w:t xml:space="preserve"> 1216B(1)]</w:t>
      </w:r>
    </w:p>
    <w:p w:rsidR="00483B12" w:rsidRDefault="006C3A98" w:rsidP="008D51C1">
      <w:pPr>
        <w:pStyle w:val="base-text-paragraph"/>
      </w:pPr>
      <w:r>
        <w:t>However,</w:t>
      </w:r>
      <w:r w:rsidR="00483B12">
        <w:t xml:space="preserve"> </w:t>
      </w:r>
      <w:r w:rsidR="000D1A89" w:rsidRPr="000D1A89">
        <w:t xml:space="preserve">ASIC </w:t>
      </w:r>
      <w:r w:rsidR="000D1A89">
        <w:t xml:space="preserve">can only </w:t>
      </w:r>
      <w:r>
        <w:t>proceed with deregistration of the</w:t>
      </w:r>
      <w:r w:rsidR="00075D0F">
        <w:t xml:space="preserve"> fund </w:t>
      </w:r>
      <w:r w:rsidR="000D1A89">
        <w:t xml:space="preserve">if it </w:t>
      </w:r>
      <w:r w:rsidR="000D1A89" w:rsidRPr="000D1A89">
        <w:t>is of the opinion that to do so would not be</w:t>
      </w:r>
      <w:r w:rsidR="000D1A89">
        <w:t xml:space="preserve"> contrary to </w:t>
      </w:r>
      <w:r w:rsidR="000D1A89" w:rsidRPr="000D1A89">
        <w:t>the interests of members of the fund</w:t>
      </w:r>
      <w:r w:rsidR="002B1859">
        <w:t xml:space="preserve">, </w:t>
      </w:r>
      <w:r w:rsidR="000D1A89" w:rsidRPr="000D1A89">
        <w:t>whether in Australia or any host economy for the fund</w:t>
      </w:r>
      <w:r w:rsidR="002B1859">
        <w:t>,</w:t>
      </w:r>
      <w:r w:rsidR="000D1A89" w:rsidRPr="000D1A89">
        <w:t xml:space="preserve"> who became members after the fund became an Australian passport fund</w:t>
      </w:r>
      <w:r w:rsidR="00DC4DDC">
        <w:t>,</w:t>
      </w:r>
      <w:r w:rsidR="000D1A89" w:rsidRPr="000D1A89">
        <w:t xml:space="preserve"> or on the expectation that it would do so</w:t>
      </w:r>
      <w:r w:rsidR="000D1A89">
        <w:t>.</w:t>
      </w:r>
      <w:r w:rsidR="00405BE8" w:rsidRPr="00405BE8">
        <w:t xml:space="preserve"> </w:t>
      </w:r>
      <w:r w:rsidR="002B1859">
        <w:t>A</w:t>
      </w:r>
      <w:r w:rsidR="00405BE8">
        <w:t xml:space="preserve">ny member who </w:t>
      </w:r>
      <w:r w:rsidR="002B1859">
        <w:t>is or has</w:t>
      </w:r>
      <w:r w:rsidR="00405BE8">
        <w:t xml:space="preserve"> been the operator of the fund or a related party of the operator is </w:t>
      </w:r>
      <w:r w:rsidR="002B1859">
        <w:t>excluded from consideration</w:t>
      </w:r>
      <w:r w:rsidR="00405BE8">
        <w:t xml:space="preserve"> when </w:t>
      </w:r>
      <w:r w:rsidR="002B1859">
        <w:t>ASIC is forming its opinion</w:t>
      </w:r>
      <w:r w:rsidR="00075D0F">
        <w:t>.</w:t>
      </w:r>
      <w:r w:rsidR="00075D0F" w:rsidRPr="00075D0F">
        <w:rPr>
          <w:rStyle w:val="Referencingstyle"/>
          <w:b w:val="0"/>
          <w:i w:val="0"/>
          <w:sz w:val="22"/>
        </w:rPr>
        <w:t xml:space="preserve"> </w:t>
      </w:r>
      <w:r w:rsidR="000D1A89">
        <w:rPr>
          <w:rStyle w:val="Referencingstyle"/>
        </w:rPr>
        <w:t>[Schedule 1, item 1</w:t>
      </w:r>
      <w:r w:rsidR="000D1A89" w:rsidRPr="00375F1D">
        <w:rPr>
          <w:rStyle w:val="Referencingstyle"/>
        </w:rPr>
        <w:t xml:space="preserve">, </w:t>
      </w:r>
      <w:r w:rsidR="000D1A89">
        <w:rPr>
          <w:rStyle w:val="Referencingstyle"/>
        </w:rPr>
        <w:t>sub</w:t>
      </w:r>
      <w:r w:rsidR="000D1A89" w:rsidRPr="00375F1D">
        <w:rPr>
          <w:rStyle w:val="Referencingstyle"/>
        </w:rPr>
        <w:t>section</w:t>
      </w:r>
      <w:r w:rsidR="000D1A89">
        <w:rPr>
          <w:rStyle w:val="Referencingstyle"/>
        </w:rPr>
        <w:t xml:space="preserve"> 1216B(2)</w:t>
      </w:r>
      <w:r w:rsidR="00405BE8">
        <w:rPr>
          <w:rStyle w:val="Referencingstyle"/>
        </w:rPr>
        <w:t xml:space="preserve"> and (3)</w:t>
      </w:r>
      <w:r w:rsidR="000D1A89">
        <w:rPr>
          <w:rStyle w:val="Referencingstyle"/>
        </w:rPr>
        <w:t>]</w:t>
      </w:r>
      <w:r w:rsidR="000D1A89">
        <w:t xml:space="preserve"> </w:t>
      </w:r>
    </w:p>
    <w:p w:rsidR="00075D0F" w:rsidRPr="002C2B8D" w:rsidRDefault="002B1859" w:rsidP="008D51C1">
      <w:pPr>
        <w:pStyle w:val="base-text-paragraph"/>
      </w:pPr>
      <w:r>
        <w:t>This requirement is intended</w:t>
      </w:r>
      <w:r w:rsidR="00405BE8">
        <w:t xml:space="preserve"> to reflect the </w:t>
      </w:r>
      <w:r>
        <w:t>obligation</w:t>
      </w:r>
      <w:r w:rsidR="00405BE8">
        <w:t xml:space="preserve"> </w:t>
      </w:r>
      <w:r w:rsidR="00A4510E">
        <w:t>in</w:t>
      </w:r>
      <w:r w:rsidR="006C3A98">
        <w:t xml:space="preserve"> subsection 15(2) of </w:t>
      </w:r>
      <w:r>
        <w:t xml:space="preserve">Annex 2 </w:t>
      </w:r>
      <w:r w:rsidR="006C3A98">
        <w:t xml:space="preserve">of the MOC </w:t>
      </w:r>
      <w:r w:rsidR="00C86B8B">
        <w:t>requiring ASIC</w:t>
      </w:r>
      <w:r w:rsidR="00405BE8">
        <w:t xml:space="preserve"> to form an opinion </w:t>
      </w:r>
      <w:r w:rsidR="00C86B8B">
        <w:t>about whether deregistration would not be in the interests of members who joined the fund after it became a passport fund or on the expectation that it would become a passport fund,</w:t>
      </w:r>
      <w:r w:rsidR="00405BE8">
        <w:t xml:space="preserve"> </w:t>
      </w:r>
      <w:r w:rsidR="00C86B8B">
        <w:t xml:space="preserve">prior to </w:t>
      </w:r>
      <w:r w:rsidR="00405BE8">
        <w:t xml:space="preserve">deregistering a registered scheme. </w:t>
      </w:r>
    </w:p>
    <w:p w:rsidR="00C86B8B" w:rsidRDefault="00C86B8B" w:rsidP="008D51C1">
      <w:pPr>
        <w:pStyle w:val="Heading5"/>
      </w:pPr>
      <w:r>
        <w:t>‘Show cause’ process</w:t>
      </w:r>
    </w:p>
    <w:p w:rsidR="00483B12" w:rsidRDefault="000D1A89" w:rsidP="008D51C1">
      <w:pPr>
        <w:pStyle w:val="base-text-paragraph"/>
      </w:pPr>
      <w:r>
        <w:t xml:space="preserve">Before deciding to deregister the fund as an Australian passport fund, </w:t>
      </w:r>
      <w:r w:rsidR="00483B12">
        <w:t xml:space="preserve">ASIC </w:t>
      </w:r>
      <w:r w:rsidR="00BB214C">
        <w:t>must</w:t>
      </w:r>
      <w:r w:rsidR="00483B12" w:rsidRPr="002F514C">
        <w:t xml:space="preserve"> give the operator of the fund a written notice that requires the operator to show cause</w:t>
      </w:r>
      <w:r w:rsidR="00483B12">
        <w:t xml:space="preserve">, at a hearing before a specified person, </w:t>
      </w:r>
      <w:r w:rsidR="00483B12" w:rsidRPr="002F514C">
        <w:t>why the fund should not be deregistered</w:t>
      </w:r>
      <w:r w:rsidR="00483B12">
        <w:t>.</w:t>
      </w:r>
      <w:r>
        <w:t xml:space="preserve"> </w:t>
      </w:r>
      <w:r>
        <w:rPr>
          <w:rStyle w:val="Referencingstyle"/>
        </w:rPr>
        <w:t>[Schedule 1, item 1</w:t>
      </w:r>
      <w:r w:rsidRPr="00375F1D">
        <w:rPr>
          <w:rStyle w:val="Referencingstyle"/>
        </w:rPr>
        <w:t xml:space="preserve">, </w:t>
      </w:r>
      <w:r>
        <w:rPr>
          <w:rStyle w:val="Referencingstyle"/>
        </w:rPr>
        <w:t>sub</w:t>
      </w:r>
      <w:r w:rsidRPr="00375F1D">
        <w:rPr>
          <w:rStyle w:val="Referencingstyle"/>
        </w:rPr>
        <w:t>section</w:t>
      </w:r>
      <w:r>
        <w:rPr>
          <w:rStyle w:val="Referencingstyle"/>
        </w:rPr>
        <w:t xml:space="preserve"> 1216B(</w:t>
      </w:r>
      <w:r w:rsidR="00075D0F">
        <w:rPr>
          <w:rStyle w:val="Referencingstyle"/>
        </w:rPr>
        <w:t>4</w:t>
      </w:r>
      <w:r>
        <w:rPr>
          <w:rStyle w:val="Referencingstyle"/>
        </w:rPr>
        <w:t>)]</w:t>
      </w:r>
    </w:p>
    <w:p w:rsidR="00C26CB2" w:rsidRPr="007631B0" w:rsidRDefault="002F514C" w:rsidP="008D51C1">
      <w:pPr>
        <w:pStyle w:val="base-text-paragraph"/>
        <w:rPr>
          <w:rStyle w:val="Referencingstyle"/>
          <w:i w:val="0"/>
          <w:sz w:val="22"/>
        </w:rPr>
      </w:pPr>
      <w:r>
        <w:t xml:space="preserve">The written </w:t>
      </w:r>
      <w:r w:rsidR="006D554C">
        <w:t xml:space="preserve">notice must specify the grounds on which it is proposed to deregister the fund as an Australian passport fund as well as a reasonable time and place at which the hearing is to be held. </w:t>
      </w:r>
      <w:r w:rsidR="00A4510E">
        <w:t>I</w:t>
      </w:r>
      <w:r w:rsidR="006D554C">
        <w:t>f the operator consents, the person conducting the hearing may fix a different time or place.</w:t>
      </w:r>
      <w:r w:rsidR="006D554C">
        <w:rPr>
          <w:rStyle w:val="Referencingstyle"/>
        </w:rPr>
        <w:t xml:space="preserve"> </w:t>
      </w:r>
      <w:r w:rsidR="00C26CB2">
        <w:rPr>
          <w:rStyle w:val="Referencingstyle"/>
        </w:rPr>
        <w:t>[Schedule 1, item 1</w:t>
      </w:r>
      <w:r w:rsidR="00C26CB2" w:rsidRPr="00375F1D">
        <w:rPr>
          <w:rStyle w:val="Referencingstyle"/>
        </w:rPr>
        <w:t xml:space="preserve">, </w:t>
      </w:r>
      <w:r w:rsidR="00C26CB2">
        <w:rPr>
          <w:rStyle w:val="Referencingstyle"/>
        </w:rPr>
        <w:t>sub</w:t>
      </w:r>
      <w:r w:rsidR="00C26CB2" w:rsidRPr="00375F1D">
        <w:rPr>
          <w:rStyle w:val="Referencingstyle"/>
        </w:rPr>
        <w:t>section</w:t>
      </w:r>
      <w:r w:rsidR="00C26CB2">
        <w:rPr>
          <w:rStyle w:val="Referencingstyle"/>
        </w:rPr>
        <w:t xml:space="preserve"> 1216B</w:t>
      </w:r>
      <w:r w:rsidR="006D554C">
        <w:rPr>
          <w:rStyle w:val="Referencingstyle"/>
        </w:rPr>
        <w:t>(</w:t>
      </w:r>
      <w:r w:rsidR="00075D0F">
        <w:rPr>
          <w:rStyle w:val="Referencingstyle"/>
        </w:rPr>
        <w:t>5</w:t>
      </w:r>
      <w:r w:rsidR="006D554C">
        <w:rPr>
          <w:rStyle w:val="Referencingstyle"/>
        </w:rPr>
        <w:t>)</w:t>
      </w:r>
      <w:r w:rsidR="00C26CB2">
        <w:rPr>
          <w:rStyle w:val="Referencingstyle"/>
        </w:rPr>
        <w:t>]</w:t>
      </w:r>
    </w:p>
    <w:p w:rsidR="00C26CB2" w:rsidRDefault="00C26CB2" w:rsidP="008D51C1">
      <w:pPr>
        <w:pStyle w:val="base-text-paragraph"/>
      </w:pPr>
      <w:r>
        <w:t>The person conducting the hearing must</w:t>
      </w:r>
      <w:r w:rsidR="006D554C">
        <w:t xml:space="preserve"> </w:t>
      </w:r>
      <w:r>
        <w:t>give the operator an opportunity to be heard at the hearing and</w:t>
      </w:r>
      <w:r w:rsidR="006D554C">
        <w:t xml:space="preserve"> </w:t>
      </w:r>
      <w:r>
        <w:t>give ASIC</w:t>
      </w:r>
      <w:r w:rsidR="006D554C">
        <w:t xml:space="preserve"> </w:t>
      </w:r>
      <w:r>
        <w:t>a report about the hearing and</w:t>
      </w:r>
      <w:r w:rsidR="006D554C">
        <w:t xml:space="preserve"> </w:t>
      </w:r>
      <w:r>
        <w:t>a recommendation about the grounds in the notice on which it is proposed to deregister the fund.</w:t>
      </w:r>
      <w:r w:rsidR="006D554C">
        <w:t xml:space="preserve"> </w:t>
      </w:r>
      <w:r>
        <w:t>After considering the report and recommendation, ASIC may</w:t>
      </w:r>
      <w:r w:rsidR="006D554C">
        <w:t xml:space="preserve"> </w:t>
      </w:r>
      <w:r>
        <w:t>decide to take no further action in relation to the matter and give written advice of that decision to the operator</w:t>
      </w:r>
      <w:r w:rsidR="006D554C">
        <w:t>,</w:t>
      </w:r>
      <w:r>
        <w:t xml:space="preserve"> or</w:t>
      </w:r>
      <w:r w:rsidR="006D554C">
        <w:t xml:space="preserve"> </w:t>
      </w:r>
      <w:r>
        <w:t>deregister the fund as an Australian passport fund.</w:t>
      </w:r>
      <w:r w:rsidR="002F514C">
        <w:t xml:space="preserve"> </w:t>
      </w:r>
      <w:r w:rsidR="00C86B8B">
        <w:t>I</w:t>
      </w:r>
      <w:r w:rsidR="002F514C">
        <w:t xml:space="preserve">f the operator does not </w:t>
      </w:r>
      <w:r w:rsidR="00A04BF3">
        <w:t xml:space="preserve">attend the hearing, the person conducting the hearing </w:t>
      </w:r>
      <w:r w:rsidR="00C86B8B">
        <w:t>may still prepare and give</w:t>
      </w:r>
      <w:r w:rsidR="00A04BF3">
        <w:t xml:space="preserve"> ASIC a report and a recommendation</w:t>
      </w:r>
      <w:r w:rsidR="002F514C">
        <w:t xml:space="preserve"> </w:t>
      </w:r>
      <w:r w:rsidR="00A04BF3">
        <w:t>about the fund’s deregistration.</w:t>
      </w:r>
      <w:r w:rsidR="006D554C">
        <w:t xml:space="preserve"> </w:t>
      </w:r>
      <w:r w:rsidR="006D554C">
        <w:rPr>
          <w:rStyle w:val="Referencingstyle"/>
        </w:rPr>
        <w:t>[Schedule 1, item 1</w:t>
      </w:r>
      <w:r w:rsidR="006D554C" w:rsidRPr="00375F1D">
        <w:rPr>
          <w:rStyle w:val="Referencingstyle"/>
        </w:rPr>
        <w:t xml:space="preserve">, </w:t>
      </w:r>
      <w:r w:rsidR="006D554C">
        <w:rPr>
          <w:rStyle w:val="Referencingstyle"/>
        </w:rPr>
        <w:t>sub</w:t>
      </w:r>
      <w:r w:rsidR="006D554C" w:rsidRPr="00375F1D">
        <w:rPr>
          <w:rStyle w:val="Referencingstyle"/>
        </w:rPr>
        <w:t>section</w:t>
      </w:r>
      <w:r w:rsidR="006D554C">
        <w:rPr>
          <w:rStyle w:val="Referencingstyle"/>
        </w:rPr>
        <w:t>s 1216B(</w:t>
      </w:r>
      <w:r w:rsidR="00405BE8">
        <w:rPr>
          <w:rStyle w:val="Referencingstyle"/>
        </w:rPr>
        <w:t>6</w:t>
      </w:r>
      <w:r w:rsidR="006D554C">
        <w:rPr>
          <w:rStyle w:val="Referencingstyle"/>
        </w:rPr>
        <w:t>) and (</w:t>
      </w:r>
      <w:r w:rsidR="00405BE8">
        <w:rPr>
          <w:rStyle w:val="Referencingstyle"/>
        </w:rPr>
        <w:t>7</w:t>
      </w:r>
      <w:r w:rsidR="006D554C">
        <w:rPr>
          <w:rStyle w:val="Referencingstyle"/>
        </w:rPr>
        <w:t>)]</w:t>
      </w:r>
    </w:p>
    <w:p w:rsidR="00C26CB2" w:rsidRPr="006D554C" w:rsidRDefault="00C26CB2" w:rsidP="008D51C1">
      <w:pPr>
        <w:pStyle w:val="base-text-paragraph"/>
        <w:rPr>
          <w:rStyle w:val="Referencingstyle"/>
          <w:i w:val="0"/>
          <w:sz w:val="22"/>
        </w:rPr>
      </w:pPr>
      <w:r>
        <w:t xml:space="preserve">Neither </w:t>
      </w:r>
      <w:r w:rsidR="006D554C">
        <w:t xml:space="preserve">a notice given by ASIC requiring the operator of the fund to show cause </w:t>
      </w:r>
      <w:r w:rsidR="00A4510E">
        <w:t>n</w:t>
      </w:r>
      <w:r w:rsidR="006D554C">
        <w:t>or a written report about the hearing is to be considered a</w:t>
      </w:r>
      <w:r>
        <w:t xml:space="preserve"> legislative instrument.</w:t>
      </w:r>
      <w:r w:rsidR="006D554C">
        <w:t xml:space="preserve"> </w:t>
      </w:r>
      <w:r w:rsidR="006D554C">
        <w:rPr>
          <w:rStyle w:val="Referencingstyle"/>
        </w:rPr>
        <w:t>[Schedule 1, item 1</w:t>
      </w:r>
      <w:r w:rsidR="006D554C" w:rsidRPr="00375F1D">
        <w:rPr>
          <w:rStyle w:val="Referencingstyle"/>
        </w:rPr>
        <w:t xml:space="preserve">, </w:t>
      </w:r>
      <w:r w:rsidR="006D554C">
        <w:rPr>
          <w:rStyle w:val="Referencingstyle"/>
        </w:rPr>
        <w:t>sub</w:t>
      </w:r>
      <w:r w:rsidR="006D554C" w:rsidRPr="00375F1D">
        <w:rPr>
          <w:rStyle w:val="Referencingstyle"/>
        </w:rPr>
        <w:t>section</w:t>
      </w:r>
      <w:r w:rsidR="006D554C">
        <w:rPr>
          <w:rStyle w:val="Referencingstyle"/>
        </w:rPr>
        <w:t xml:space="preserve"> 1216B(</w:t>
      </w:r>
      <w:r w:rsidR="00405BE8">
        <w:rPr>
          <w:rStyle w:val="Referencingstyle"/>
        </w:rPr>
        <w:t>8</w:t>
      </w:r>
      <w:r w:rsidR="006D554C">
        <w:rPr>
          <w:rStyle w:val="Referencingstyle"/>
        </w:rPr>
        <w:t>)]</w:t>
      </w:r>
    </w:p>
    <w:p w:rsidR="006D554C" w:rsidRDefault="006D554C" w:rsidP="008D51C1">
      <w:pPr>
        <w:pStyle w:val="Heading4"/>
      </w:pPr>
      <w:r>
        <w:t>Process for deregistration</w:t>
      </w:r>
      <w:r w:rsidR="000B39EE">
        <w:t xml:space="preserve"> as an Australian passport fund</w:t>
      </w:r>
    </w:p>
    <w:p w:rsidR="006D554C" w:rsidRPr="00420685" w:rsidRDefault="00AC78AB" w:rsidP="008D51C1">
      <w:pPr>
        <w:pStyle w:val="base-text-paragraph"/>
        <w:rPr>
          <w:rStyle w:val="Referencingstyle"/>
          <w:i w:val="0"/>
          <w:sz w:val="22"/>
        </w:rPr>
      </w:pPr>
      <w:r>
        <w:t xml:space="preserve">If ASIC proposes to deregister a fund as an Australian passport fund (whether subsequent to an application from the operator or by ASIC initiation), ASIC must give written notice setting out the date on which it proposes to do so to both the operator of the fund and each host regulator for the fund. </w:t>
      </w:r>
      <w:r w:rsidRPr="00AC78AB">
        <w:t xml:space="preserve">The notice must be given at least </w:t>
      </w:r>
      <w:r>
        <w:t>5</w:t>
      </w:r>
      <w:r w:rsidRPr="00AC78AB">
        <w:t xml:space="preserve"> business days before the fund is deregistered</w:t>
      </w:r>
      <w:r>
        <w:t xml:space="preserve">. </w:t>
      </w:r>
      <w:r>
        <w:rPr>
          <w:rStyle w:val="Referencingstyle"/>
        </w:rPr>
        <w:t>[Schedule 1, item 1</w:t>
      </w:r>
      <w:r w:rsidRPr="00375F1D">
        <w:rPr>
          <w:rStyle w:val="Referencingstyle"/>
        </w:rPr>
        <w:t xml:space="preserve">, </w:t>
      </w:r>
      <w:r>
        <w:rPr>
          <w:rStyle w:val="Referencingstyle"/>
        </w:rPr>
        <w:t>sub</w:t>
      </w:r>
      <w:r w:rsidRPr="00375F1D">
        <w:rPr>
          <w:rStyle w:val="Referencingstyle"/>
        </w:rPr>
        <w:t>section</w:t>
      </w:r>
      <w:r>
        <w:rPr>
          <w:rStyle w:val="Referencingstyle"/>
        </w:rPr>
        <w:t>s 1216BA(1) and (2)]</w:t>
      </w:r>
    </w:p>
    <w:p w:rsidR="00420685" w:rsidRPr="00686CE2" w:rsidRDefault="00420685" w:rsidP="008D51C1">
      <w:pPr>
        <w:pStyle w:val="base-text-paragraph"/>
        <w:rPr>
          <w:rStyle w:val="Referencingstyle"/>
          <w:i w:val="0"/>
          <w:sz w:val="22"/>
        </w:rPr>
      </w:pPr>
      <w:r>
        <w:t xml:space="preserve">A </w:t>
      </w:r>
      <w:r w:rsidRPr="00420685">
        <w:t xml:space="preserve">fund is deregistered as an Australian passport fund by </w:t>
      </w:r>
      <w:r w:rsidR="00C86B8B">
        <w:t xml:space="preserve">ASIC </w:t>
      </w:r>
      <w:r w:rsidRPr="00420685">
        <w:t>including an annotation on the Register of Passport Funds that the fund has been deregistered. The fund ceases to be an Australian passport fund on the day on which the annotation is made.</w:t>
      </w:r>
      <w:r>
        <w:t xml:space="preserve"> Once this is done, within 5 business days of the fund’s deregistration, ASIC must give written notice o</w:t>
      </w:r>
      <w:r w:rsidR="00EC0EFD">
        <w:t>f the</w:t>
      </w:r>
      <w:r>
        <w:t xml:space="preserve"> deregistration a</w:t>
      </w:r>
      <w:r w:rsidR="00EC0EFD">
        <w:t>s well as</w:t>
      </w:r>
      <w:r>
        <w:t xml:space="preserve"> the date of deregistration to the operator of the fund and each host regulator for the fund. </w:t>
      </w:r>
      <w:r w:rsidR="00575FAD">
        <w:t xml:space="preserve">This is similar to the process in place for deregistration as a registered scheme under </w:t>
      </w:r>
      <w:r w:rsidR="00A4510E">
        <w:t xml:space="preserve">existing </w:t>
      </w:r>
      <w:r w:rsidR="00575FAD">
        <w:t>section</w:t>
      </w:r>
      <w:r w:rsidR="00A4510E">
        <w:t>s</w:t>
      </w:r>
      <w:r w:rsidR="00575FAD">
        <w:t xml:space="preserve"> 601PA or 601PB. </w:t>
      </w:r>
      <w:r w:rsidR="00575FAD">
        <w:rPr>
          <w:rStyle w:val="Referencingstyle"/>
        </w:rPr>
        <w:t>[Schedule 1, item 1</w:t>
      </w:r>
      <w:r w:rsidR="00575FAD" w:rsidRPr="00375F1D">
        <w:rPr>
          <w:rStyle w:val="Referencingstyle"/>
        </w:rPr>
        <w:t xml:space="preserve">, </w:t>
      </w:r>
      <w:r w:rsidR="00575FAD">
        <w:rPr>
          <w:rStyle w:val="Referencingstyle"/>
        </w:rPr>
        <w:t>sub</w:t>
      </w:r>
      <w:r w:rsidR="00575FAD" w:rsidRPr="00375F1D">
        <w:rPr>
          <w:rStyle w:val="Referencingstyle"/>
        </w:rPr>
        <w:t>section</w:t>
      </w:r>
      <w:r w:rsidR="00575FAD">
        <w:rPr>
          <w:rStyle w:val="Referencingstyle"/>
        </w:rPr>
        <w:t>s 1216BA(3), (4) and (5)]</w:t>
      </w:r>
    </w:p>
    <w:p w:rsidR="00686CE2" w:rsidRDefault="00686CE2" w:rsidP="008D51C1">
      <w:pPr>
        <w:pStyle w:val="Heading3"/>
      </w:pPr>
      <w:proofErr w:type="spellStart"/>
      <w:r>
        <w:t>Denotification</w:t>
      </w:r>
      <w:proofErr w:type="spellEnd"/>
      <w:r>
        <w:t xml:space="preserve"> of notified foreign passport funds</w:t>
      </w:r>
    </w:p>
    <w:p w:rsidR="00A4642E" w:rsidRDefault="00A4642E" w:rsidP="008D51C1">
      <w:pPr>
        <w:pStyle w:val="Heading4"/>
      </w:pPr>
      <w:r>
        <w:t xml:space="preserve">Voluntary </w:t>
      </w:r>
      <w:proofErr w:type="spellStart"/>
      <w:r>
        <w:t>denotification</w:t>
      </w:r>
      <w:proofErr w:type="spellEnd"/>
    </w:p>
    <w:p w:rsidR="00686CE2" w:rsidRPr="003D5569" w:rsidRDefault="003D5569" w:rsidP="008D51C1">
      <w:pPr>
        <w:pStyle w:val="base-text-paragraph"/>
        <w:rPr>
          <w:rStyle w:val="Referencingstyle"/>
          <w:i w:val="0"/>
          <w:sz w:val="22"/>
        </w:rPr>
      </w:pPr>
      <w:r>
        <w:t xml:space="preserve">In the same way as an operator </w:t>
      </w:r>
      <w:r w:rsidR="00EC0EFD">
        <w:t xml:space="preserve">of an </w:t>
      </w:r>
      <w:r>
        <w:t xml:space="preserve">Australian passport fund may lodge an application for deregistration as a passport fund, the </w:t>
      </w:r>
      <w:r w:rsidRPr="003D5569">
        <w:t>operator of a notified foreign passport fund may lodge an a</w:t>
      </w:r>
      <w:r>
        <w:t xml:space="preserve">pplication </w:t>
      </w:r>
      <w:r w:rsidRPr="003D5569">
        <w:t xml:space="preserve">for </w:t>
      </w:r>
      <w:proofErr w:type="spellStart"/>
      <w:r w:rsidR="00763806">
        <w:t>denotification</w:t>
      </w:r>
      <w:proofErr w:type="spellEnd"/>
      <w:r>
        <w:t xml:space="preserve">. The application must be in the form prescribed by the regulations. </w:t>
      </w:r>
      <w:r>
        <w:rPr>
          <w:rStyle w:val="Referencingstyle"/>
        </w:rPr>
        <w:t>[Schedule 1, item 1</w:t>
      </w:r>
      <w:r w:rsidRPr="00375F1D">
        <w:rPr>
          <w:rStyle w:val="Referencingstyle"/>
        </w:rPr>
        <w:t xml:space="preserve">, </w:t>
      </w:r>
      <w:r>
        <w:rPr>
          <w:rStyle w:val="Referencingstyle"/>
        </w:rPr>
        <w:t>sub</w:t>
      </w:r>
      <w:r w:rsidRPr="00375F1D">
        <w:rPr>
          <w:rStyle w:val="Referencingstyle"/>
        </w:rPr>
        <w:t>section</w:t>
      </w:r>
      <w:r>
        <w:rPr>
          <w:rStyle w:val="Referencingstyle"/>
        </w:rPr>
        <w:t>s 121</w:t>
      </w:r>
      <w:r w:rsidR="00A4642E">
        <w:rPr>
          <w:rStyle w:val="Referencingstyle"/>
        </w:rPr>
        <w:t>7C</w:t>
      </w:r>
      <w:r>
        <w:rPr>
          <w:rStyle w:val="Referencingstyle"/>
        </w:rPr>
        <w:t>(</w:t>
      </w:r>
      <w:r w:rsidR="00A4642E">
        <w:rPr>
          <w:rStyle w:val="Referencingstyle"/>
        </w:rPr>
        <w:t>1</w:t>
      </w:r>
      <w:r>
        <w:rPr>
          <w:rStyle w:val="Referencingstyle"/>
        </w:rPr>
        <w:t>)</w:t>
      </w:r>
      <w:r w:rsidR="00A4642E">
        <w:rPr>
          <w:rStyle w:val="Referencingstyle"/>
        </w:rPr>
        <w:t xml:space="preserve"> and (2)</w:t>
      </w:r>
      <w:r>
        <w:rPr>
          <w:rStyle w:val="Referencingstyle"/>
        </w:rPr>
        <w:t>]</w:t>
      </w:r>
    </w:p>
    <w:p w:rsidR="003D5569" w:rsidRDefault="003D5569" w:rsidP="008D51C1">
      <w:pPr>
        <w:pStyle w:val="base-text-paragraph"/>
      </w:pPr>
      <w:r w:rsidRPr="003D5569">
        <w:t xml:space="preserve">If there are no </w:t>
      </w:r>
      <w:r w:rsidR="001718D5">
        <w:t>Australian members of the fund</w:t>
      </w:r>
      <w:r w:rsidR="001744B6">
        <w:t xml:space="preserve"> </w:t>
      </w:r>
      <w:r w:rsidRPr="003D5569">
        <w:t xml:space="preserve">who became members after the fund became </w:t>
      </w:r>
      <w:r w:rsidR="001744B6">
        <w:t>a notified foreign passport</w:t>
      </w:r>
      <w:r w:rsidRPr="003D5569">
        <w:t xml:space="preserve"> fund or on the expectation that it would do so, then ASIC must </w:t>
      </w:r>
      <w:proofErr w:type="spellStart"/>
      <w:r w:rsidR="00763806">
        <w:t>denotify</w:t>
      </w:r>
      <w:proofErr w:type="spellEnd"/>
      <w:r w:rsidR="001744B6">
        <w:t xml:space="preserve"> the fund as a notified foreign passport fund</w:t>
      </w:r>
      <w:r w:rsidRPr="003D5569">
        <w:t xml:space="preserve">. </w:t>
      </w:r>
      <w:r w:rsidR="00C86B8B">
        <w:t>As with deregistration of</w:t>
      </w:r>
      <w:r w:rsidR="00A4642E">
        <w:t xml:space="preserve"> Australian passport funds, t</w:t>
      </w:r>
      <w:r w:rsidRPr="003D5569">
        <w:t xml:space="preserve">he purpose of this condition </w:t>
      </w:r>
      <w:r w:rsidR="00A4642E">
        <w:t xml:space="preserve">on members </w:t>
      </w:r>
      <w:r w:rsidRPr="003D5569">
        <w:t xml:space="preserve">is to ensure that members </w:t>
      </w:r>
      <w:r w:rsidR="001718D5">
        <w:t xml:space="preserve">who joined the fund on the basis that it was a notified foreign passport fund are not disadvantaged as a consequence of the fund being </w:t>
      </w:r>
      <w:proofErr w:type="spellStart"/>
      <w:r w:rsidR="001718D5">
        <w:t>denotified</w:t>
      </w:r>
      <w:proofErr w:type="spellEnd"/>
      <w:r w:rsidRPr="003D5569">
        <w:t xml:space="preserve">. However, any member who </w:t>
      </w:r>
      <w:r w:rsidR="001718D5">
        <w:t>is or has</w:t>
      </w:r>
      <w:r w:rsidRPr="003D5569">
        <w:t xml:space="preserve"> been the operator of the fund or a related party of the operator is </w:t>
      </w:r>
      <w:r w:rsidR="000F0E4F">
        <w:t>excluded</w:t>
      </w:r>
      <w:r w:rsidRPr="003D5569">
        <w:t xml:space="preserve"> </w:t>
      </w:r>
      <w:r w:rsidR="001718D5">
        <w:t>for the purposes of this requirement</w:t>
      </w:r>
      <w:r w:rsidR="00A4642E">
        <w:t xml:space="preserve">. </w:t>
      </w:r>
      <w:r w:rsidR="00A4642E">
        <w:rPr>
          <w:rStyle w:val="Referencingstyle"/>
        </w:rPr>
        <w:t>[Schedule 1, item 1</w:t>
      </w:r>
      <w:r w:rsidR="00A4642E" w:rsidRPr="00375F1D">
        <w:rPr>
          <w:rStyle w:val="Referencingstyle"/>
        </w:rPr>
        <w:t xml:space="preserve">, </w:t>
      </w:r>
      <w:r w:rsidR="00A4642E">
        <w:rPr>
          <w:rStyle w:val="Referencingstyle"/>
        </w:rPr>
        <w:t>sub</w:t>
      </w:r>
      <w:r w:rsidR="00A4642E" w:rsidRPr="00375F1D">
        <w:rPr>
          <w:rStyle w:val="Referencingstyle"/>
        </w:rPr>
        <w:t>section</w:t>
      </w:r>
      <w:r w:rsidR="00A4642E">
        <w:rPr>
          <w:rStyle w:val="Referencingstyle"/>
        </w:rPr>
        <w:t>s 1216CA(1) and(2)]</w:t>
      </w:r>
    </w:p>
    <w:p w:rsidR="00A4642E" w:rsidRDefault="001718D5" w:rsidP="008D51C1">
      <w:pPr>
        <w:pStyle w:val="base-text-paragraph"/>
      </w:pPr>
      <w:r>
        <w:t>As with</w:t>
      </w:r>
      <w:r w:rsidR="00A4642E">
        <w:t xml:space="preserve"> the definition applicable to Austral</w:t>
      </w:r>
      <w:r w:rsidR="00A469FD">
        <w:t>ian passport funds, t</w:t>
      </w:r>
      <w:r w:rsidR="00A4642E">
        <w:t xml:space="preserve">he new law defines a person who becomes a member of a fund on the </w:t>
      </w:r>
      <w:r w:rsidR="00A4642E" w:rsidRPr="0079052F">
        <w:rPr>
          <w:b/>
          <w:i/>
        </w:rPr>
        <w:t>expectation</w:t>
      </w:r>
      <w:r w:rsidR="00A4642E">
        <w:t xml:space="preserve"> that it would become a notified foreign passport fund as a person who acquires an interest in the fund on the basis of a representation made to them by the fund that it intended or expected to become a notified foreign passport fund. Such a representation could be any document or other means of communication that might reasonably be expected to be available to persons considering acquiring an interest in the fund. </w:t>
      </w:r>
      <w:r w:rsidR="00010AE1">
        <w:rPr>
          <w:rStyle w:val="Referencingstyle"/>
        </w:rPr>
        <w:t>[Schedule </w:t>
      </w:r>
      <w:r w:rsidR="00A4642E">
        <w:rPr>
          <w:rStyle w:val="Referencingstyle"/>
        </w:rPr>
        <w:t>1, item 1</w:t>
      </w:r>
      <w:r w:rsidR="00A4642E" w:rsidRPr="00375F1D">
        <w:rPr>
          <w:rStyle w:val="Referencingstyle"/>
        </w:rPr>
        <w:t>, section</w:t>
      </w:r>
      <w:r w:rsidR="00A4642E">
        <w:rPr>
          <w:rStyle w:val="Referencingstyle"/>
        </w:rPr>
        <w:t xml:space="preserve"> 1216CB]</w:t>
      </w:r>
    </w:p>
    <w:p w:rsidR="00A4642E" w:rsidRDefault="00A4642E" w:rsidP="008D51C1">
      <w:pPr>
        <w:pStyle w:val="Heading4"/>
      </w:pPr>
      <w:r>
        <w:t>Notified foreign passport fund deregistered in the fund’s home economy</w:t>
      </w:r>
    </w:p>
    <w:p w:rsidR="00A4642E" w:rsidRPr="000B39EE" w:rsidRDefault="00A4642E" w:rsidP="008D51C1">
      <w:pPr>
        <w:pStyle w:val="base-text-paragraph"/>
        <w:rPr>
          <w:rStyle w:val="Referencingstyle"/>
          <w:i w:val="0"/>
          <w:sz w:val="22"/>
        </w:rPr>
      </w:pPr>
      <w:r w:rsidRPr="00A4642E">
        <w:t xml:space="preserve">ASIC must </w:t>
      </w:r>
      <w:proofErr w:type="spellStart"/>
      <w:r w:rsidR="00763806">
        <w:t>denotify</w:t>
      </w:r>
      <w:proofErr w:type="spellEnd"/>
      <w:r w:rsidRPr="00A4642E">
        <w:t xml:space="preserve"> a fund as a notified foreign passport fund if the </w:t>
      </w:r>
      <w:r>
        <w:t xml:space="preserve">fund’s </w:t>
      </w:r>
      <w:r w:rsidRPr="00A4642E">
        <w:t xml:space="preserve">home regulator </w:t>
      </w:r>
      <w:r w:rsidR="001718D5">
        <w:t>informs</w:t>
      </w:r>
      <w:r w:rsidR="001718D5" w:rsidRPr="00A4642E">
        <w:t xml:space="preserve"> </w:t>
      </w:r>
      <w:r w:rsidRPr="00A4642E">
        <w:t xml:space="preserve">ASIC that </w:t>
      </w:r>
      <w:r>
        <w:t>it</w:t>
      </w:r>
      <w:r w:rsidRPr="00A4642E">
        <w:t xml:space="preserve"> has been deregistered as a passport fund in </w:t>
      </w:r>
      <w:r>
        <w:t>its</w:t>
      </w:r>
      <w:r w:rsidRPr="00A4642E">
        <w:t xml:space="preserve"> home econom</w:t>
      </w:r>
      <w:r w:rsidR="000B39EE">
        <w:t xml:space="preserve">y. </w:t>
      </w:r>
      <w:r w:rsidR="001718D5">
        <w:t>While</w:t>
      </w:r>
      <w:r w:rsidR="00853B3E">
        <w:t xml:space="preserve"> subsection 12(5) of</w:t>
      </w:r>
      <w:r w:rsidR="000B39EE">
        <w:t xml:space="preserve"> </w:t>
      </w:r>
      <w:r w:rsidR="00853B3E">
        <w:t xml:space="preserve">Annex 3 of </w:t>
      </w:r>
      <w:r w:rsidR="000B39EE">
        <w:t xml:space="preserve">the MOC </w:t>
      </w:r>
      <w:r w:rsidR="00853B3E">
        <w:t>(corresponding to the Passport Rules)</w:t>
      </w:r>
      <w:r w:rsidR="000B39EE">
        <w:t xml:space="preserve"> </w:t>
      </w:r>
      <w:r w:rsidR="001718D5">
        <w:t xml:space="preserve">establishes </w:t>
      </w:r>
      <w:r w:rsidR="000B39EE">
        <w:t xml:space="preserve">that the operator of the notified foreign passport fund </w:t>
      </w:r>
      <w:r w:rsidR="001718D5">
        <w:t xml:space="preserve">must </w:t>
      </w:r>
      <w:r w:rsidR="000B39EE">
        <w:t xml:space="preserve">also notify ASIC </w:t>
      </w:r>
      <w:r w:rsidR="000F0E4F">
        <w:t>that it has been deregistered</w:t>
      </w:r>
      <w:r w:rsidR="000B39EE">
        <w:t xml:space="preserve"> as a passport fund</w:t>
      </w:r>
      <w:r w:rsidR="001718D5">
        <w:t>, this requirement has not been included in the Australian law. This is because</w:t>
      </w:r>
      <w:r w:rsidR="000B39EE">
        <w:t xml:space="preserve"> the home regulato</w:t>
      </w:r>
      <w:r w:rsidR="001718D5">
        <w:t>r</w:t>
      </w:r>
      <w:r w:rsidR="000B39EE">
        <w:t xml:space="preserve"> </w:t>
      </w:r>
      <w:r w:rsidR="001718D5">
        <w:t>is considered the authoritative source for confirming</w:t>
      </w:r>
      <w:r w:rsidR="000B39EE">
        <w:t xml:space="preserve"> </w:t>
      </w:r>
      <w:r w:rsidR="001718D5">
        <w:t>that a notified foreign passport fund has been deregistered in its home economy</w:t>
      </w:r>
      <w:r w:rsidR="000B39EE">
        <w:t xml:space="preserve">. </w:t>
      </w:r>
      <w:r w:rsidR="000B39EE">
        <w:rPr>
          <w:rStyle w:val="Referencingstyle"/>
        </w:rPr>
        <w:t>[Schedule 1, item 1</w:t>
      </w:r>
      <w:r w:rsidR="000B39EE" w:rsidRPr="00375F1D">
        <w:rPr>
          <w:rStyle w:val="Referencingstyle"/>
        </w:rPr>
        <w:t>, section</w:t>
      </w:r>
      <w:r w:rsidR="007F39D7">
        <w:rPr>
          <w:rStyle w:val="Referencingstyle"/>
        </w:rPr>
        <w:t xml:space="preserve"> 1216D]</w:t>
      </w:r>
    </w:p>
    <w:p w:rsidR="000B39EE" w:rsidRDefault="000B39EE" w:rsidP="008D51C1">
      <w:pPr>
        <w:pStyle w:val="Heading4"/>
      </w:pPr>
      <w:r>
        <w:t xml:space="preserve">Process for </w:t>
      </w:r>
      <w:proofErr w:type="spellStart"/>
      <w:r w:rsidR="00763806">
        <w:t>denotification</w:t>
      </w:r>
      <w:proofErr w:type="spellEnd"/>
    </w:p>
    <w:p w:rsidR="000B39EE" w:rsidRDefault="000F0E4F" w:rsidP="008D51C1">
      <w:pPr>
        <w:pStyle w:val="base-text-paragraph"/>
      </w:pPr>
      <w:r>
        <w:t>As with</w:t>
      </w:r>
      <w:r w:rsidR="00D4365A">
        <w:t xml:space="preserve"> deregistration as an Australian passport fund, i</w:t>
      </w:r>
      <w:r w:rsidR="000B39EE">
        <w:t xml:space="preserve">f ASIC proposes to </w:t>
      </w:r>
      <w:proofErr w:type="spellStart"/>
      <w:r w:rsidR="00763806">
        <w:t>denotify</w:t>
      </w:r>
      <w:proofErr w:type="spellEnd"/>
      <w:r w:rsidR="000B39EE">
        <w:t xml:space="preserve"> a fund as a notified foreign passport fund (whether subsequent to an application from the operator or by ASIC initiation), ASIC must give written notice setting out the date on which it proposes to do so to the operator of the fund, the home regulator and each other host regulator for the fund. The notice must be given at least 5 business days before the fund is </w:t>
      </w:r>
      <w:proofErr w:type="spellStart"/>
      <w:r w:rsidR="00763806">
        <w:t>denotified</w:t>
      </w:r>
      <w:proofErr w:type="spellEnd"/>
      <w:r w:rsidR="000B39EE">
        <w:t xml:space="preserve">. </w:t>
      </w:r>
      <w:r w:rsidR="00D4365A">
        <w:rPr>
          <w:rStyle w:val="Referencingstyle"/>
        </w:rPr>
        <w:t>[Schedule 1, item 1</w:t>
      </w:r>
      <w:r w:rsidR="00D4365A" w:rsidRPr="00375F1D">
        <w:rPr>
          <w:rStyle w:val="Referencingstyle"/>
        </w:rPr>
        <w:t xml:space="preserve">, </w:t>
      </w:r>
      <w:r w:rsidR="00D4365A">
        <w:rPr>
          <w:rStyle w:val="Referencingstyle"/>
        </w:rPr>
        <w:t>sub</w:t>
      </w:r>
      <w:r w:rsidR="00D4365A" w:rsidRPr="00375F1D">
        <w:rPr>
          <w:rStyle w:val="Referencingstyle"/>
        </w:rPr>
        <w:t>section</w:t>
      </w:r>
      <w:r w:rsidR="007F39D7">
        <w:rPr>
          <w:rStyle w:val="Referencingstyle"/>
        </w:rPr>
        <w:t>s 1216DA(1) and (2)]</w:t>
      </w:r>
    </w:p>
    <w:p w:rsidR="000B39EE" w:rsidRPr="000B39EE" w:rsidRDefault="00D4365A" w:rsidP="008D51C1">
      <w:pPr>
        <w:pStyle w:val="base-text-paragraph"/>
      </w:pPr>
      <w:r>
        <w:t xml:space="preserve">As </w:t>
      </w:r>
      <w:r w:rsidRPr="00D4365A">
        <w:t>with</w:t>
      </w:r>
      <w:r>
        <w:t xml:space="preserve"> deregistration as an Australian passport fund, a</w:t>
      </w:r>
      <w:r w:rsidR="000B39EE">
        <w:t xml:space="preserve"> </w:t>
      </w:r>
      <w:r w:rsidR="000F0E4F">
        <w:t xml:space="preserve">notified foreign passport </w:t>
      </w:r>
      <w:r w:rsidR="000B39EE">
        <w:t xml:space="preserve">fund is </w:t>
      </w:r>
      <w:proofErr w:type="spellStart"/>
      <w:r w:rsidR="000F0E4F">
        <w:t>denotified</w:t>
      </w:r>
      <w:proofErr w:type="spellEnd"/>
      <w:r w:rsidR="000F0E4F">
        <w:t xml:space="preserve"> from the day when</w:t>
      </w:r>
      <w:r w:rsidR="000B39EE">
        <w:t xml:space="preserve"> an annotation </w:t>
      </w:r>
      <w:r w:rsidR="000F0E4F">
        <w:t xml:space="preserve">is made </w:t>
      </w:r>
      <w:r w:rsidR="000B39EE">
        <w:t xml:space="preserve">on the Register of Passport Funds </w:t>
      </w:r>
      <w:r>
        <w:t>to that effect.</w:t>
      </w:r>
      <w:r w:rsidR="000B39EE">
        <w:t xml:space="preserve">  ASIC must</w:t>
      </w:r>
      <w:r w:rsidR="000F0E4F">
        <w:t xml:space="preserve">, within 5 business days of the fund’s </w:t>
      </w:r>
      <w:proofErr w:type="spellStart"/>
      <w:r w:rsidR="000F0E4F">
        <w:t>denotifi</w:t>
      </w:r>
      <w:r w:rsidR="00CD2175">
        <w:t>c</w:t>
      </w:r>
      <w:r w:rsidR="000F0E4F">
        <w:t>ation</w:t>
      </w:r>
      <w:proofErr w:type="spellEnd"/>
      <w:r w:rsidR="000F0E4F">
        <w:t xml:space="preserve">, </w:t>
      </w:r>
      <w:r w:rsidR="000B39EE">
        <w:t xml:space="preserve">give written notice </w:t>
      </w:r>
      <w:r w:rsidR="000F0E4F">
        <w:t>including</w:t>
      </w:r>
      <w:r w:rsidR="000B39EE">
        <w:t xml:space="preserve"> the date of </w:t>
      </w:r>
      <w:proofErr w:type="spellStart"/>
      <w:r w:rsidR="000F0E4F">
        <w:t>denotification</w:t>
      </w:r>
      <w:proofErr w:type="spellEnd"/>
      <w:r w:rsidR="000B39EE">
        <w:t xml:space="preserve"> to the operator of the fund</w:t>
      </w:r>
      <w:r>
        <w:t>, the home regulator and</w:t>
      </w:r>
      <w:r w:rsidR="000B39EE">
        <w:t xml:space="preserve"> each </w:t>
      </w:r>
      <w:r>
        <w:t xml:space="preserve">other </w:t>
      </w:r>
      <w:r w:rsidR="000B39EE">
        <w:t>host regulator for the fund.</w:t>
      </w:r>
      <w:r>
        <w:t xml:space="preserve"> </w:t>
      </w:r>
      <w:r>
        <w:rPr>
          <w:rStyle w:val="Referencingstyle"/>
        </w:rPr>
        <w:t>[Schedule 1, item 1</w:t>
      </w:r>
      <w:r w:rsidRPr="00375F1D">
        <w:rPr>
          <w:rStyle w:val="Referencingstyle"/>
        </w:rPr>
        <w:t xml:space="preserve">, </w:t>
      </w:r>
      <w:r>
        <w:rPr>
          <w:rStyle w:val="Referencingstyle"/>
        </w:rPr>
        <w:t>sub</w:t>
      </w:r>
      <w:r w:rsidRPr="00375F1D">
        <w:rPr>
          <w:rStyle w:val="Referencingstyle"/>
        </w:rPr>
        <w:t>section</w:t>
      </w:r>
      <w:r w:rsidR="007F39D7">
        <w:rPr>
          <w:rStyle w:val="Referencingstyle"/>
        </w:rPr>
        <w:t>s 1216DA(3), (4) and (5)]</w:t>
      </w:r>
    </w:p>
    <w:p w:rsidR="0058582A" w:rsidRDefault="0058582A" w:rsidP="008D51C1">
      <w:pPr>
        <w:pStyle w:val="Heading2"/>
      </w:pPr>
      <w:r>
        <w:t>Consequential amendments</w:t>
      </w:r>
    </w:p>
    <w:p w:rsidR="0058582A" w:rsidRPr="009001CC" w:rsidRDefault="0058582A" w:rsidP="008D51C1">
      <w:pPr>
        <w:pStyle w:val="base-text-paragraph"/>
        <w:rPr>
          <w:rStyle w:val="Referencingstyle"/>
          <w:b w:val="0"/>
          <w:i w:val="0"/>
          <w:sz w:val="22"/>
        </w:rPr>
      </w:pPr>
      <w:r>
        <w:t>W</w:t>
      </w:r>
      <w:r w:rsidRPr="0058582A">
        <w:t>hen referring to registered schemes</w:t>
      </w:r>
      <w:r>
        <w:t>, t</w:t>
      </w:r>
      <w:r w:rsidRPr="0058582A">
        <w:t>he Corporations</w:t>
      </w:r>
      <w:r w:rsidR="001D0CEE">
        <w:t> </w:t>
      </w:r>
      <w:r w:rsidRPr="0058582A">
        <w:t xml:space="preserve">Act currently refers to both </w:t>
      </w:r>
      <w:r w:rsidR="005E1A8D">
        <w:t>‘</w:t>
      </w:r>
      <w:r w:rsidRPr="0058582A">
        <w:t>registered managed investment schemes</w:t>
      </w:r>
      <w:r w:rsidR="005E1A8D">
        <w:t>’</w:t>
      </w:r>
      <w:r w:rsidRPr="0058582A">
        <w:t xml:space="preserve"> and </w:t>
      </w:r>
      <w:r w:rsidR="005E1A8D">
        <w:t>‘</w:t>
      </w:r>
      <w:r w:rsidRPr="0058582A">
        <w:t>registered schemes</w:t>
      </w:r>
      <w:r w:rsidR="005E1A8D">
        <w:t>’</w:t>
      </w:r>
      <w:r w:rsidRPr="0058582A">
        <w:t xml:space="preserve">. </w:t>
      </w:r>
      <w:r>
        <w:t xml:space="preserve">Noting that a </w:t>
      </w:r>
      <w:r w:rsidRPr="0058582A">
        <w:t xml:space="preserve">notified foreign passport fund </w:t>
      </w:r>
      <w:r>
        <w:t xml:space="preserve">is generally treated as a MIS, but is neither a registered scheme nor generally to be treated as a registered scheme, references to </w:t>
      </w:r>
      <w:r w:rsidRPr="0058582A">
        <w:t xml:space="preserve">registered </w:t>
      </w:r>
      <w:r w:rsidR="00D03A91">
        <w:t>MIS</w:t>
      </w:r>
      <w:r w:rsidRPr="0058582A">
        <w:t xml:space="preserve">s </w:t>
      </w:r>
      <w:r>
        <w:t>are now standardised to refer to registered schemes</w:t>
      </w:r>
      <w:r w:rsidR="007E051E" w:rsidRPr="007E051E">
        <w:t xml:space="preserve"> </w:t>
      </w:r>
      <w:r w:rsidR="007E051E">
        <w:t>to avoid confusion</w:t>
      </w:r>
      <w:r>
        <w:t xml:space="preserve">. </w:t>
      </w:r>
      <w:r>
        <w:rPr>
          <w:rStyle w:val="Referencingstyle"/>
        </w:rPr>
        <w:t>[Schedule</w:t>
      </w:r>
      <w:r w:rsidR="0080146B">
        <w:rPr>
          <w:rStyle w:val="Referencingstyle"/>
        </w:rPr>
        <w:t> 2</w:t>
      </w:r>
      <w:r>
        <w:rPr>
          <w:rStyle w:val="Referencingstyle"/>
        </w:rPr>
        <w:t>, i</w:t>
      </w:r>
      <w:r w:rsidRPr="00375F1D">
        <w:rPr>
          <w:rStyle w:val="Referencingstyle"/>
        </w:rPr>
        <w:t>tem</w:t>
      </w:r>
      <w:r w:rsidR="00031CAC">
        <w:rPr>
          <w:rStyle w:val="Referencingstyle"/>
        </w:rPr>
        <w:t>s</w:t>
      </w:r>
      <w:r w:rsidR="000E42DA">
        <w:rPr>
          <w:rStyle w:val="Referencingstyle"/>
        </w:rPr>
        <w:t> </w:t>
      </w:r>
      <w:r w:rsidR="00D97F02">
        <w:rPr>
          <w:rStyle w:val="Referencingstyle"/>
        </w:rPr>
        <w:t xml:space="preserve">10, </w:t>
      </w:r>
      <w:r w:rsidR="00461287">
        <w:rPr>
          <w:rStyle w:val="Referencingstyle"/>
        </w:rPr>
        <w:t>32</w:t>
      </w:r>
      <w:r w:rsidR="00D97F02">
        <w:rPr>
          <w:rStyle w:val="Referencingstyle"/>
        </w:rPr>
        <w:t xml:space="preserve">, 62 </w:t>
      </w:r>
      <w:r w:rsidR="00704D4A">
        <w:rPr>
          <w:rStyle w:val="Referencingstyle"/>
        </w:rPr>
        <w:t>to </w:t>
      </w:r>
      <w:r w:rsidR="00D97F02">
        <w:rPr>
          <w:rStyle w:val="Referencingstyle"/>
        </w:rPr>
        <w:t xml:space="preserve">64, </w:t>
      </w:r>
      <w:r w:rsidR="00507620">
        <w:rPr>
          <w:rStyle w:val="Referencingstyle"/>
        </w:rPr>
        <w:t xml:space="preserve">122, </w:t>
      </w:r>
      <w:r w:rsidR="00D97F02">
        <w:rPr>
          <w:rStyle w:val="Referencingstyle"/>
        </w:rPr>
        <w:t>147 to</w:t>
      </w:r>
      <w:r w:rsidR="00997BDA">
        <w:rPr>
          <w:rStyle w:val="Referencingstyle"/>
        </w:rPr>
        <w:t> </w:t>
      </w:r>
      <w:r w:rsidR="00D97F02">
        <w:rPr>
          <w:rStyle w:val="Referencingstyle"/>
        </w:rPr>
        <w:t>149</w:t>
      </w:r>
      <w:r w:rsidR="00020CA9">
        <w:rPr>
          <w:rStyle w:val="Referencingstyle"/>
        </w:rPr>
        <w:t xml:space="preserve"> and</w:t>
      </w:r>
      <w:r w:rsidR="00997BDA">
        <w:rPr>
          <w:rStyle w:val="Referencingstyle"/>
        </w:rPr>
        <w:t> </w:t>
      </w:r>
      <w:r w:rsidR="00D97F02">
        <w:rPr>
          <w:rStyle w:val="Referencingstyle"/>
        </w:rPr>
        <w:t>292</w:t>
      </w:r>
      <w:r w:rsidRPr="00375F1D">
        <w:rPr>
          <w:rStyle w:val="Referencingstyle"/>
        </w:rPr>
        <w:t>, sections</w:t>
      </w:r>
      <w:r>
        <w:rPr>
          <w:rStyle w:val="Referencingstyle"/>
        </w:rPr>
        <w:t> 9 (</w:t>
      </w:r>
      <w:r w:rsidRPr="0058582A">
        <w:rPr>
          <w:rStyle w:val="Referencingstyle"/>
        </w:rPr>
        <w:t>definition</w:t>
      </w:r>
      <w:r w:rsidR="00BA74F0">
        <w:rPr>
          <w:rStyle w:val="Referencingstyle"/>
        </w:rPr>
        <w:t>s</w:t>
      </w:r>
      <w:r w:rsidRPr="0058582A">
        <w:rPr>
          <w:rStyle w:val="Referencingstyle"/>
        </w:rPr>
        <w:t xml:space="preserve"> of </w:t>
      </w:r>
      <w:r w:rsidR="00461287">
        <w:rPr>
          <w:rStyle w:val="Referencingstyle"/>
        </w:rPr>
        <w:t>‘</w:t>
      </w:r>
      <w:r w:rsidRPr="0058582A">
        <w:rPr>
          <w:rStyle w:val="Referencingstyle"/>
        </w:rPr>
        <w:t>consolidated entity</w:t>
      </w:r>
      <w:r w:rsidR="00461287">
        <w:rPr>
          <w:rStyle w:val="Referencingstyle"/>
        </w:rPr>
        <w:t>’</w:t>
      </w:r>
      <w:r w:rsidR="00BA74F0">
        <w:rPr>
          <w:rStyle w:val="Referencingstyle"/>
        </w:rPr>
        <w:t xml:space="preserve"> and </w:t>
      </w:r>
      <w:r w:rsidR="00461287">
        <w:rPr>
          <w:rStyle w:val="Referencingstyle"/>
        </w:rPr>
        <w:t>‘</w:t>
      </w:r>
      <w:r w:rsidR="00BA74F0">
        <w:rPr>
          <w:rStyle w:val="Referencingstyle"/>
        </w:rPr>
        <w:t xml:space="preserve">substantial </w:t>
      </w:r>
      <w:r w:rsidR="00461287">
        <w:rPr>
          <w:rStyle w:val="Referencingstyle"/>
        </w:rPr>
        <w:t>holding’</w:t>
      </w:r>
      <w:r>
        <w:rPr>
          <w:rStyle w:val="Referencingstyle"/>
        </w:rPr>
        <w:t>)</w:t>
      </w:r>
      <w:r w:rsidR="00BA74F0">
        <w:rPr>
          <w:rStyle w:val="Referencingstyle"/>
        </w:rPr>
        <w:t xml:space="preserve">, </w:t>
      </w:r>
      <w:r w:rsidR="00E05BF3">
        <w:rPr>
          <w:rStyle w:val="Referencingstyle"/>
        </w:rPr>
        <w:t>section</w:t>
      </w:r>
      <w:r w:rsidR="00C41BCA">
        <w:rPr>
          <w:rStyle w:val="Referencingstyle"/>
        </w:rPr>
        <w:t> </w:t>
      </w:r>
      <w:r w:rsidR="00E05BF3">
        <w:rPr>
          <w:rStyle w:val="Referencingstyle"/>
        </w:rPr>
        <w:t xml:space="preserve">247A, </w:t>
      </w:r>
      <w:r w:rsidR="000E42DA">
        <w:rPr>
          <w:rStyle w:val="Referencingstyle"/>
        </w:rPr>
        <w:t>subsection </w:t>
      </w:r>
      <w:r w:rsidR="00E05BF3">
        <w:rPr>
          <w:rStyle w:val="Referencingstyle"/>
        </w:rPr>
        <w:t>247A(1)</w:t>
      </w:r>
      <w:r w:rsidR="000E42DA">
        <w:rPr>
          <w:rStyle w:val="Referencingstyle"/>
        </w:rPr>
        <w:t>,</w:t>
      </w:r>
      <w:r w:rsidR="00E05BF3">
        <w:rPr>
          <w:rStyle w:val="Referencingstyle"/>
        </w:rPr>
        <w:t xml:space="preserve"> </w:t>
      </w:r>
      <w:r w:rsidR="00BA74F0">
        <w:rPr>
          <w:rStyle w:val="Referencingstyle"/>
        </w:rPr>
        <w:t>heading to Part 2G.4, p</w:t>
      </w:r>
      <w:r w:rsidR="00BA74F0" w:rsidRPr="00BA74F0">
        <w:rPr>
          <w:rStyle w:val="Referencingstyle"/>
        </w:rPr>
        <w:t>aragraph</w:t>
      </w:r>
      <w:r w:rsidR="00BA74F0">
        <w:rPr>
          <w:rStyle w:val="Referencingstyle"/>
        </w:rPr>
        <w:t> </w:t>
      </w:r>
      <w:r w:rsidR="00BA74F0" w:rsidRPr="00BA74F0">
        <w:rPr>
          <w:rStyle w:val="Referencingstyle"/>
        </w:rPr>
        <w:t>601JB(4)(b)</w:t>
      </w:r>
      <w:r w:rsidR="00BA74F0">
        <w:rPr>
          <w:rStyle w:val="Referencingstyle"/>
        </w:rPr>
        <w:t>, s</w:t>
      </w:r>
      <w:r w:rsidR="00BA74F0" w:rsidRPr="00BA74F0">
        <w:rPr>
          <w:rStyle w:val="Referencingstyle"/>
        </w:rPr>
        <w:t>ubsection</w:t>
      </w:r>
      <w:r w:rsidR="00BA74F0">
        <w:rPr>
          <w:rStyle w:val="Referencingstyle"/>
        </w:rPr>
        <w:t> </w:t>
      </w:r>
      <w:r w:rsidR="00BA74F0" w:rsidRPr="00BA74F0">
        <w:rPr>
          <w:rStyle w:val="Referencingstyle"/>
        </w:rPr>
        <w:t>671B(1)</w:t>
      </w:r>
      <w:r w:rsidR="00BA74F0">
        <w:rPr>
          <w:rStyle w:val="Referencingstyle"/>
        </w:rPr>
        <w:t xml:space="preserve"> and </w:t>
      </w:r>
      <w:r w:rsidR="00BA74F0" w:rsidRPr="00BA74F0">
        <w:rPr>
          <w:rStyle w:val="Referencingstyle"/>
        </w:rPr>
        <w:t xml:space="preserve">note </w:t>
      </w:r>
      <w:r w:rsidR="00BA74F0">
        <w:rPr>
          <w:rStyle w:val="Referencingstyle"/>
        </w:rPr>
        <w:t>to subsection 1378(1)</w:t>
      </w:r>
      <w:r w:rsidRPr="00375F1D">
        <w:rPr>
          <w:rStyle w:val="Referencingstyle"/>
        </w:rPr>
        <w:t>]</w:t>
      </w:r>
    </w:p>
    <w:p w:rsidR="00B74529" w:rsidRPr="009001CC" w:rsidRDefault="00B74529" w:rsidP="008D51C1">
      <w:pPr>
        <w:pStyle w:val="base-text-paragraph"/>
        <w:rPr>
          <w:rStyle w:val="Referencingstyle"/>
          <w:b w:val="0"/>
          <w:i w:val="0"/>
          <w:sz w:val="22"/>
        </w:rPr>
      </w:pPr>
      <w:r>
        <w:rPr>
          <w:rStyle w:val="Referencingstyle"/>
          <w:b w:val="0"/>
          <w:i w:val="0"/>
          <w:sz w:val="22"/>
        </w:rPr>
        <w:t xml:space="preserve">A consequential amendment </w:t>
      </w:r>
      <w:r w:rsidR="003B66ED">
        <w:rPr>
          <w:rStyle w:val="Referencingstyle"/>
          <w:b w:val="0"/>
          <w:i w:val="0"/>
          <w:sz w:val="22"/>
        </w:rPr>
        <w:t>clarifies</w:t>
      </w:r>
      <w:r>
        <w:rPr>
          <w:rStyle w:val="Referencingstyle"/>
          <w:b w:val="0"/>
          <w:i w:val="0"/>
          <w:sz w:val="22"/>
        </w:rPr>
        <w:t xml:space="preserve"> that the existing provisions governing deregistration of a registered scheme only apply to registered schemes that are not Australian passport funds. A series of consequential amendments are also made to provide for deregistration of a registered scheme that is an Australian passport fund</w:t>
      </w:r>
      <w:r w:rsidR="00853B3E">
        <w:rPr>
          <w:rStyle w:val="Referencingstyle"/>
          <w:b w:val="0"/>
          <w:i w:val="0"/>
          <w:sz w:val="22"/>
        </w:rPr>
        <w:t xml:space="preserve">, as </w:t>
      </w:r>
      <w:r w:rsidR="005A0A5D">
        <w:rPr>
          <w:rStyle w:val="Referencingstyle"/>
          <w:b w:val="0"/>
          <w:i w:val="0"/>
          <w:sz w:val="22"/>
        </w:rPr>
        <w:t>explained</w:t>
      </w:r>
      <w:r w:rsidR="00853B3E">
        <w:rPr>
          <w:rStyle w:val="Referencingstyle"/>
          <w:b w:val="0"/>
          <w:i w:val="0"/>
          <w:sz w:val="22"/>
        </w:rPr>
        <w:t xml:space="preserve"> in the following paragraphs</w:t>
      </w:r>
      <w:r>
        <w:rPr>
          <w:rStyle w:val="Referencingstyle"/>
          <w:b w:val="0"/>
          <w:i w:val="0"/>
          <w:sz w:val="22"/>
        </w:rPr>
        <w:t xml:space="preserve">. </w:t>
      </w:r>
      <w:r>
        <w:rPr>
          <w:rStyle w:val="Referencingstyle"/>
        </w:rPr>
        <w:t>[Schedule 2, items 122A</w:t>
      </w:r>
      <w:r w:rsidRPr="00375F1D">
        <w:rPr>
          <w:rStyle w:val="Referencingstyle"/>
        </w:rPr>
        <w:t xml:space="preserve">, </w:t>
      </w:r>
      <w:r>
        <w:rPr>
          <w:rStyle w:val="Referencingstyle"/>
        </w:rPr>
        <w:t xml:space="preserve">122B, 122C and item 122D, </w:t>
      </w:r>
      <w:r w:rsidRPr="00375F1D">
        <w:rPr>
          <w:rStyle w:val="Referencingstyle"/>
        </w:rPr>
        <w:t>section</w:t>
      </w:r>
      <w:r>
        <w:rPr>
          <w:rStyle w:val="Referencingstyle"/>
        </w:rPr>
        <w:t xml:space="preserve"> 601PBA]</w:t>
      </w:r>
    </w:p>
    <w:p w:rsidR="009001CC" w:rsidRPr="000D3260" w:rsidRDefault="009001CC" w:rsidP="008D51C1">
      <w:pPr>
        <w:pStyle w:val="Heading4"/>
        <w:rPr>
          <w:rStyle w:val="Referencingstyle"/>
          <w:sz w:val="22"/>
        </w:rPr>
      </w:pPr>
      <w:r>
        <w:t>Consequences of deregistration on status as an Australian passport fund</w:t>
      </w:r>
    </w:p>
    <w:p w:rsidR="009341C5" w:rsidRPr="00A57E75" w:rsidRDefault="009341C5" w:rsidP="008D51C1">
      <w:pPr>
        <w:pStyle w:val="base-text-paragraph"/>
        <w:rPr>
          <w:rStyle w:val="Referencingstyle"/>
          <w:b w:val="0"/>
          <w:i w:val="0"/>
          <w:sz w:val="22"/>
        </w:rPr>
      </w:pPr>
      <w:r>
        <w:t>The new law provides that a registered scheme ceases to be an Australian passport fund at the same time as it ceases to be a registered scheme. This is because being an Australian passport fund is conditional on being a registered scheme</w:t>
      </w:r>
      <w:r w:rsidR="00A469FD">
        <w:t xml:space="preserve"> (although </w:t>
      </w:r>
      <w:r w:rsidR="00DC0CCD">
        <w:t xml:space="preserve">it is </w:t>
      </w:r>
      <w:r w:rsidR="00DC0CCD" w:rsidRPr="00DC0CCD">
        <w:t xml:space="preserve">envisaged that </w:t>
      </w:r>
      <w:r w:rsidR="005A0A5D">
        <w:t xml:space="preserve">when a legislative framework is established for </w:t>
      </w:r>
      <w:r w:rsidR="00A80A03">
        <w:t>corporative collective investment vehicles</w:t>
      </w:r>
      <w:r w:rsidR="005A0A5D">
        <w:t xml:space="preserve">, these </w:t>
      </w:r>
      <w:r w:rsidR="00DC0CCD" w:rsidRPr="00DC0CCD">
        <w:t xml:space="preserve">will </w:t>
      </w:r>
      <w:r w:rsidR="005A0A5D">
        <w:t xml:space="preserve">also </w:t>
      </w:r>
      <w:r w:rsidR="00DC0CCD" w:rsidRPr="00DC0CCD">
        <w:t xml:space="preserve">be able </w:t>
      </w:r>
      <w:r w:rsidR="005A0A5D">
        <w:t>to register</w:t>
      </w:r>
      <w:r w:rsidR="00DC0CCD" w:rsidRPr="00DC0CCD">
        <w:t xml:space="preserve"> as </w:t>
      </w:r>
      <w:r w:rsidR="00A80A03">
        <w:t>Australian</w:t>
      </w:r>
      <w:r w:rsidR="00DC0CCD" w:rsidRPr="00DC0CCD">
        <w:t xml:space="preserve"> passport fund</w:t>
      </w:r>
      <w:r w:rsidR="00A80A03">
        <w:t>s</w:t>
      </w:r>
      <w:r w:rsidR="00DC0CCD">
        <w:t>)</w:t>
      </w:r>
      <w:r>
        <w:t xml:space="preserve">. Thus ASIC must </w:t>
      </w:r>
      <w:r w:rsidR="00DC0CCD">
        <w:t xml:space="preserve">either </w:t>
      </w:r>
      <w:r>
        <w:t>annotate the Register of Passport Funds to indicate that such a scheme is no longer a registered scheme or an Australian passport fund, or cause that annotation to be made on the Register</w:t>
      </w:r>
      <w:r w:rsidR="00DC0CCD">
        <w:t xml:space="preserve"> (in the event the Register is maintained by another entity)</w:t>
      </w:r>
      <w:r>
        <w:t xml:space="preserve">. </w:t>
      </w:r>
      <w:r>
        <w:rPr>
          <w:rStyle w:val="Referencingstyle"/>
        </w:rPr>
        <w:t>[Schedule 2, item </w:t>
      </w:r>
      <w:r w:rsidR="005D523B">
        <w:rPr>
          <w:rStyle w:val="Referencingstyle"/>
        </w:rPr>
        <w:t>122D</w:t>
      </w:r>
      <w:r w:rsidRPr="00375F1D">
        <w:rPr>
          <w:rStyle w:val="Referencingstyle"/>
        </w:rPr>
        <w:t>, section</w:t>
      </w:r>
      <w:r>
        <w:rPr>
          <w:rStyle w:val="Referencingstyle"/>
        </w:rPr>
        <w:t xml:space="preserve"> 601PBE]</w:t>
      </w:r>
    </w:p>
    <w:p w:rsidR="009001CC" w:rsidRDefault="009001CC" w:rsidP="008D51C1">
      <w:pPr>
        <w:pStyle w:val="Heading4"/>
      </w:pPr>
      <w:r>
        <w:t>Voluntary and ASIC-initiated deregistration of a scheme as a registered scheme, if the scheme is also an Australian passport fund</w:t>
      </w:r>
    </w:p>
    <w:p w:rsidR="000D3260" w:rsidRPr="000D3260" w:rsidRDefault="00BB214C" w:rsidP="008D51C1">
      <w:pPr>
        <w:pStyle w:val="base-text-paragraph"/>
        <w:rPr>
          <w:rStyle w:val="Referencingstyle"/>
          <w:b w:val="0"/>
          <w:i w:val="0"/>
          <w:sz w:val="22"/>
        </w:rPr>
      </w:pPr>
      <w:r>
        <w:t>O</w:t>
      </w:r>
      <w:r w:rsidR="000D3260" w:rsidRPr="000D3260">
        <w:t xml:space="preserve">n an application </w:t>
      </w:r>
      <w:r w:rsidR="000D3260">
        <w:t>to deregister a registered scheme that is also an Australian passport fund,</w:t>
      </w:r>
      <w:r w:rsidR="000D3260" w:rsidRPr="000D3260">
        <w:t xml:space="preserve"> ASIC </w:t>
      </w:r>
      <w:r w:rsidR="000D3260">
        <w:t xml:space="preserve">may only </w:t>
      </w:r>
      <w:r w:rsidR="000D3260" w:rsidRPr="000D3260">
        <w:t>deregister the fund as a registered scheme if</w:t>
      </w:r>
      <w:r w:rsidR="000D3260">
        <w:t>, in addition to satisfying the usual grounds on which a registered scheme can be voluntarily deregistered</w:t>
      </w:r>
      <w:r w:rsidR="004B1564">
        <w:t xml:space="preserve"> (outlined in</w:t>
      </w:r>
      <w:r w:rsidR="004B1564" w:rsidRPr="004B1564">
        <w:t xml:space="preserve"> </w:t>
      </w:r>
      <w:r w:rsidR="00FC5872">
        <w:t xml:space="preserve">existing </w:t>
      </w:r>
      <w:r w:rsidR="004B1564">
        <w:t>paragraphs 601PA(2)(a), (b) and (c))</w:t>
      </w:r>
      <w:r w:rsidR="000D3260">
        <w:t>,</w:t>
      </w:r>
      <w:r w:rsidR="000D3260" w:rsidRPr="000D3260">
        <w:t xml:space="preserve"> there are no members of the fund (whether in Australia or any host economy for the fund) who became members after the fund became an Australian passport fund or on the expectation that it would do so</w:t>
      </w:r>
      <w:r w:rsidR="001718D5">
        <w:t xml:space="preserve"> (excluding any member who is or has been</w:t>
      </w:r>
      <w:r w:rsidR="008A5410" w:rsidRPr="008A5410">
        <w:t xml:space="preserve"> </w:t>
      </w:r>
      <w:r w:rsidR="008A5410" w:rsidRPr="003D5569">
        <w:t>the operator of the fund or a related party of the operator</w:t>
      </w:r>
      <w:r w:rsidR="008A5410">
        <w:t>)</w:t>
      </w:r>
      <w:r w:rsidR="009341C5">
        <w:t xml:space="preserve">. </w:t>
      </w:r>
      <w:r w:rsidR="00A80A03">
        <w:t xml:space="preserve">The application must be in the form prescribed by the regulations. </w:t>
      </w:r>
      <w:r w:rsidR="00CE1EAC">
        <w:t xml:space="preserve">This </w:t>
      </w:r>
      <w:r>
        <w:t>mirrors</w:t>
      </w:r>
      <w:r w:rsidR="00CE1EAC">
        <w:t xml:space="preserve"> the requirement </w:t>
      </w:r>
      <w:r w:rsidR="00AD6645">
        <w:t>on Australian passport funds wishing to deregister as passport funds (considering</w:t>
      </w:r>
      <w:r w:rsidR="00A80A03">
        <w:t>, as indicated above,</w:t>
      </w:r>
      <w:r w:rsidR="00AD6645">
        <w:t xml:space="preserve"> that deregistration as a registered scheme implies deregistration as a passport fund)</w:t>
      </w:r>
      <w:r w:rsidR="000D3260">
        <w:t>.</w:t>
      </w:r>
      <w:r w:rsidR="000D3260">
        <w:rPr>
          <w:rStyle w:val="Referencingstyle"/>
        </w:rPr>
        <w:t xml:space="preserve"> [Schedule 2, item </w:t>
      </w:r>
      <w:r w:rsidR="005D523B">
        <w:rPr>
          <w:rStyle w:val="Referencingstyle"/>
        </w:rPr>
        <w:t>122D</w:t>
      </w:r>
      <w:r w:rsidR="000D3260" w:rsidRPr="00375F1D">
        <w:rPr>
          <w:rStyle w:val="Referencingstyle"/>
        </w:rPr>
        <w:t xml:space="preserve">, </w:t>
      </w:r>
      <w:r w:rsidR="00A23B4D">
        <w:rPr>
          <w:rStyle w:val="Referencingstyle"/>
        </w:rPr>
        <w:t>sub</w:t>
      </w:r>
      <w:r w:rsidR="000D3260" w:rsidRPr="00375F1D">
        <w:rPr>
          <w:rStyle w:val="Referencingstyle"/>
        </w:rPr>
        <w:t>section</w:t>
      </w:r>
      <w:r w:rsidR="00A23B4D">
        <w:rPr>
          <w:rStyle w:val="Referencingstyle"/>
        </w:rPr>
        <w:t>s</w:t>
      </w:r>
      <w:r w:rsidR="000D3260">
        <w:rPr>
          <w:rStyle w:val="Referencingstyle"/>
        </w:rPr>
        <w:t xml:space="preserve"> 601PBB</w:t>
      </w:r>
      <w:r w:rsidR="00A23B4D">
        <w:rPr>
          <w:rStyle w:val="Referencingstyle"/>
        </w:rPr>
        <w:t>(1) to (4)</w:t>
      </w:r>
      <w:r w:rsidR="000D3260">
        <w:rPr>
          <w:rStyle w:val="Referencingstyle"/>
        </w:rPr>
        <w:t>]</w:t>
      </w:r>
    </w:p>
    <w:p w:rsidR="000D3260" w:rsidRPr="009B23BC" w:rsidRDefault="004B1564" w:rsidP="008D51C1">
      <w:pPr>
        <w:pStyle w:val="base-text-paragraph"/>
        <w:rPr>
          <w:rStyle w:val="Referencingstyle"/>
          <w:b w:val="0"/>
          <w:i w:val="0"/>
          <w:sz w:val="22"/>
        </w:rPr>
      </w:pPr>
      <w:r>
        <w:t>In contrast</w:t>
      </w:r>
      <w:r w:rsidR="007D5BFC">
        <w:t xml:space="preserve">, ASIC may only decide on its own initiative to deregister a registered scheme </w:t>
      </w:r>
      <w:r w:rsidR="00361552">
        <w:t xml:space="preserve">that is also an Australian passport fund </w:t>
      </w:r>
      <w:r w:rsidR="007D5BFC">
        <w:t>if, in addition to satisfying the usual grounds on which ASIC may decide to deregister a registered scheme</w:t>
      </w:r>
      <w:r w:rsidR="00A80A03">
        <w:t xml:space="preserve"> </w:t>
      </w:r>
      <w:r w:rsidR="008A5410">
        <w:t>(that is,</w:t>
      </w:r>
      <w:r w:rsidR="00A80A03">
        <w:t xml:space="preserve"> one of the criteria set out in</w:t>
      </w:r>
      <w:r w:rsidR="00FC5872">
        <w:t xml:space="preserve"> existing paragraphs</w:t>
      </w:r>
      <w:r w:rsidR="00A80A03">
        <w:t xml:space="preserve"> </w:t>
      </w:r>
      <w:r w:rsidR="008A5410">
        <w:t>601PB(1)(a) to (f), which are replicated in the new law),</w:t>
      </w:r>
      <w:r w:rsidR="00A80A03">
        <w:t xml:space="preserve"> </w:t>
      </w:r>
      <w:r w:rsidRPr="004B1564">
        <w:t xml:space="preserve">ASIC is of the opinion that to do so would not be </w:t>
      </w:r>
      <w:r>
        <w:t>contrary to</w:t>
      </w:r>
      <w:r w:rsidRPr="004B1564">
        <w:t xml:space="preserve"> the interests of</w:t>
      </w:r>
      <w:r w:rsidR="007D5BFC" w:rsidRPr="000D3260">
        <w:t xml:space="preserve"> members of the fund who became members after the fund became an Australian passport fund or on the expectation that it would do so</w:t>
      </w:r>
      <w:r w:rsidR="000C797E">
        <w:t xml:space="preserve"> (excluding any member who is or has been</w:t>
      </w:r>
      <w:r w:rsidR="000C797E" w:rsidRPr="008A5410">
        <w:t xml:space="preserve"> </w:t>
      </w:r>
      <w:r w:rsidR="000C797E" w:rsidRPr="003D5569">
        <w:t>the operator of the fund or a related party of the operator</w:t>
      </w:r>
      <w:r w:rsidR="000C797E">
        <w:t>)</w:t>
      </w:r>
      <w:r w:rsidR="007D5BFC">
        <w:t xml:space="preserve">. </w:t>
      </w:r>
      <w:r w:rsidR="008A5410">
        <w:t xml:space="preserve">As with the equivalent provision </w:t>
      </w:r>
      <w:r w:rsidR="000C797E">
        <w:t>covering</w:t>
      </w:r>
      <w:r w:rsidR="00361552">
        <w:t xml:space="preserve"> </w:t>
      </w:r>
      <w:r w:rsidR="000D1A89">
        <w:t xml:space="preserve">ASIC-initiated </w:t>
      </w:r>
      <w:r w:rsidR="00361552">
        <w:t xml:space="preserve">deregistration </w:t>
      </w:r>
      <w:r w:rsidR="000D1A89">
        <w:t>of</w:t>
      </w:r>
      <w:r w:rsidR="00361552">
        <w:t xml:space="preserve"> a fund</w:t>
      </w:r>
      <w:r w:rsidR="000D1A89">
        <w:t xml:space="preserve"> as an Australian passport fund</w:t>
      </w:r>
      <w:r w:rsidR="000C797E">
        <w:t>, t</w:t>
      </w:r>
      <w:r w:rsidR="008A5410">
        <w:t>his provision is designed to implement</w:t>
      </w:r>
      <w:r w:rsidR="00361552">
        <w:t xml:space="preserve"> the requirement in </w:t>
      </w:r>
      <w:r w:rsidR="008A5410">
        <w:t xml:space="preserve">subsection 15(2) of </w:t>
      </w:r>
      <w:r w:rsidR="00361552">
        <w:t xml:space="preserve">Annex 2 </w:t>
      </w:r>
      <w:r w:rsidR="005A0A5D">
        <w:t>of the MOC</w:t>
      </w:r>
      <w:r w:rsidR="008A5410">
        <w:t>.</w:t>
      </w:r>
      <w:r w:rsidR="00361552">
        <w:t xml:space="preserve"> </w:t>
      </w:r>
      <w:r w:rsidR="00570197">
        <w:rPr>
          <w:rStyle w:val="Referencingstyle"/>
        </w:rPr>
        <w:t>[Schedule 2, item </w:t>
      </w:r>
      <w:r w:rsidR="005D523B">
        <w:rPr>
          <w:rStyle w:val="Referencingstyle"/>
        </w:rPr>
        <w:t>122D</w:t>
      </w:r>
      <w:r w:rsidR="00570197" w:rsidRPr="00375F1D">
        <w:rPr>
          <w:rStyle w:val="Referencingstyle"/>
        </w:rPr>
        <w:t>, s</w:t>
      </w:r>
      <w:r w:rsidR="009B23BC">
        <w:rPr>
          <w:rStyle w:val="Referencingstyle"/>
        </w:rPr>
        <w:t>ubs</w:t>
      </w:r>
      <w:r w:rsidR="00570197" w:rsidRPr="00375F1D">
        <w:rPr>
          <w:rStyle w:val="Referencingstyle"/>
        </w:rPr>
        <w:t>ection</w:t>
      </w:r>
      <w:r w:rsidR="009B23BC">
        <w:rPr>
          <w:rStyle w:val="Referencingstyle"/>
        </w:rPr>
        <w:t>s</w:t>
      </w:r>
      <w:r w:rsidR="00570197">
        <w:rPr>
          <w:rStyle w:val="Referencingstyle"/>
        </w:rPr>
        <w:t xml:space="preserve"> 601PB</w:t>
      </w:r>
      <w:r w:rsidR="009001CC">
        <w:rPr>
          <w:rStyle w:val="Referencingstyle"/>
        </w:rPr>
        <w:t>C</w:t>
      </w:r>
      <w:r w:rsidR="009B23BC">
        <w:rPr>
          <w:rStyle w:val="Referencingstyle"/>
        </w:rPr>
        <w:t>(1) to (3)</w:t>
      </w:r>
      <w:r w:rsidR="00570197">
        <w:rPr>
          <w:rStyle w:val="Referencingstyle"/>
        </w:rPr>
        <w:t>]</w:t>
      </w:r>
    </w:p>
    <w:p w:rsidR="009B23BC" w:rsidRPr="001E3475" w:rsidRDefault="000C797E" w:rsidP="008D51C1">
      <w:pPr>
        <w:pStyle w:val="base-text-paragraph"/>
        <w:rPr>
          <w:rStyle w:val="Referencingstyle"/>
          <w:b w:val="0"/>
          <w:i w:val="0"/>
          <w:sz w:val="22"/>
        </w:rPr>
      </w:pPr>
      <w:r>
        <w:t>I</w:t>
      </w:r>
      <w:r w:rsidR="009B23BC">
        <w:t xml:space="preserve">f ASIC deregisters a registered scheme that is also an Australian passport fund, it </w:t>
      </w:r>
      <w:r w:rsidR="00BB214C">
        <w:t>must</w:t>
      </w:r>
      <w:r w:rsidR="009B23BC">
        <w:t xml:space="preserve"> give the operator of the </w:t>
      </w:r>
      <w:r w:rsidR="001E3475">
        <w:t>scheme</w:t>
      </w:r>
      <w:r w:rsidR="009B23BC">
        <w:t xml:space="preserve"> a written notice that requires the operator to show cause, at a hearing before a specified person, why the </w:t>
      </w:r>
      <w:r w:rsidR="00BC139C">
        <w:t>fund</w:t>
      </w:r>
      <w:r w:rsidR="009B23BC">
        <w:t xml:space="preserve"> should not be deregistered as </w:t>
      </w:r>
      <w:r w:rsidR="001E3475">
        <w:t>a registered scheme</w:t>
      </w:r>
      <w:r w:rsidR="009B23BC">
        <w:t xml:space="preserve">. Such a notice must specify the grounds on which it is proposed to deregister the </w:t>
      </w:r>
      <w:r w:rsidR="00BC139C">
        <w:t>fund</w:t>
      </w:r>
      <w:r w:rsidR="001E3475">
        <w:t xml:space="preserve"> as a registered scheme</w:t>
      </w:r>
      <w:r w:rsidR="009B23BC">
        <w:t xml:space="preserve"> as well as a reasonable time and place at which the hearing is to be held. </w:t>
      </w:r>
      <w:r w:rsidR="00FC5872">
        <w:t>I</w:t>
      </w:r>
      <w:r w:rsidR="009B23BC">
        <w:t>f the operator consents, the person conducting the hearing may fix a different time or place.</w:t>
      </w:r>
      <w:r w:rsidR="009B23BC">
        <w:rPr>
          <w:rStyle w:val="Referencingstyle"/>
        </w:rPr>
        <w:t xml:space="preserve"> </w:t>
      </w:r>
      <w:r w:rsidR="009001CC">
        <w:rPr>
          <w:rStyle w:val="Referencingstyle"/>
        </w:rPr>
        <w:t>[Schedule 2, item </w:t>
      </w:r>
      <w:r w:rsidR="005D523B">
        <w:rPr>
          <w:rStyle w:val="Referencingstyle"/>
        </w:rPr>
        <w:t>122D</w:t>
      </w:r>
      <w:r w:rsidR="009001CC" w:rsidRPr="00375F1D">
        <w:rPr>
          <w:rStyle w:val="Referencingstyle"/>
        </w:rPr>
        <w:t>, s</w:t>
      </w:r>
      <w:r w:rsidR="009001CC">
        <w:rPr>
          <w:rStyle w:val="Referencingstyle"/>
        </w:rPr>
        <w:t>ubs</w:t>
      </w:r>
      <w:r w:rsidR="009001CC" w:rsidRPr="00375F1D">
        <w:rPr>
          <w:rStyle w:val="Referencingstyle"/>
        </w:rPr>
        <w:t>ection</w:t>
      </w:r>
      <w:r w:rsidR="009001CC">
        <w:rPr>
          <w:rStyle w:val="Referencingstyle"/>
        </w:rPr>
        <w:t>s 601PBC(4) and (5)]</w:t>
      </w:r>
    </w:p>
    <w:p w:rsidR="001E3475" w:rsidRDefault="001E3475" w:rsidP="008D51C1">
      <w:pPr>
        <w:pStyle w:val="base-text-paragraph"/>
      </w:pPr>
      <w:r>
        <w:t>The person conducting the hearing must give the operator an opportunity to be heard at the hearing and give ASIC both a report about the hearing and a recommendation about the grounds in the notice on which it is proposed to deregister the fund</w:t>
      </w:r>
      <w:r w:rsidR="00BC139C">
        <w:t xml:space="preserve"> as a registered scheme</w:t>
      </w:r>
      <w:r>
        <w:t xml:space="preserve">. After considering the report and recommendation, ASIC may decide to take no further action in relation to the matter and give written advice of that decision to the operator, or deregister the fund as </w:t>
      </w:r>
      <w:r w:rsidR="00BC139C">
        <w:t>a registered scheme</w:t>
      </w:r>
      <w:r>
        <w:t xml:space="preserve">. </w:t>
      </w:r>
      <w:r>
        <w:rPr>
          <w:rStyle w:val="Referencingstyle"/>
        </w:rPr>
        <w:t xml:space="preserve">[Schedule </w:t>
      </w:r>
      <w:r w:rsidR="009001CC">
        <w:rPr>
          <w:rStyle w:val="Referencingstyle"/>
        </w:rPr>
        <w:t>2</w:t>
      </w:r>
      <w:r>
        <w:rPr>
          <w:rStyle w:val="Referencingstyle"/>
        </w:rPr>
        <w:t>, item </w:t>
      </w:r>
      <w:r w:rsidR="005D523B">
        <w:rPr>
          <w:rStyle w:val="Referencingstyle"/>
        </w:rPr>
        <w:t>122D</w:t>
      </w:r>
      <w:r w:rsidRPr="00375F1D">
        <w:rPr>
          <w:rStyle w:val="Referencingstyle"/>
        </w:rPr>
        <w:t xml:space="preserve">, </w:t>
      </w:r>
      <w:r>
        <w:rPr>
          <w:rStyle w:val="Referencingstyle"/>
        </w:rPr>
        <w:t>sub</w:t>
      </w:r>
      <w:r w:rsidRPr="00375F1D">
        <w:rPr>
          <w:rStyle w:val="Referencingstyle"/>
        </w:rPr>
        <w:t>section</w:t>
      </w:r>
      <w:r>
        <w:rPr>
          <w:rStyle w:val="Referencingstyle"/>
        </w:rPr>
        <w:t xml:space="preserve">s </w:t>
      </w:r>
      <w:r w:rsidR="009001CC">
        <w:rPr>
          <w:rStyle w:val="Referencingstyle"/>
        </w:rPr>
        <w:t>601PBC</w:t>
      </w:r>
      <w:r>
        <w:rPr>
          <w:rStyle w:val="Referencingstyle"/>
        </w:rPr>
        <w:t>(</w:t>
      </w:r>
      <w:r w:rsidR="009001CC">
        <w:rPr>
          <w:rStyle w:val="Referencingstyle"/>
        </w:rPr>
        <w:t>6) and (7</w:t>
      </w:r>
      <w:r>
        <w:rPr>
          <w:rStyle w:val="Referencingstyle"/>
        </w:rPr>
        <w:t>)]</w:t>
      </w:r>
    </w:p>
    <w:p w:rsidR="001E3475" w:rsidRPr="009001CC" w:rsidRDefault="001E3475" w:rsidP="008D51C1">
      <w:pPr>
        <w:pStyle w:val="base-text-paragraph"/>
        <w:rPr>
          <w:rStyle w:val="Referencingstyle"/>
          <w:b w:val="0"/>
          <w:i w:val="0"/>
          <w:sz w:val="22"/>
        </w:rPr>
      </w:pPr>
      <w:r>
        <w:t>Neither a notice given by ASIC requiring the operator of the fund to show cause</w:t>
      </w:r>
      <w:r w:rsidR="003B66ED">
        <w:t xml:space="preserve"> why the fund should not be deregistered</w:t>
      </w:r>
      <w:r>
        <w:t xml:space="preserve"> or a written report about the hearing is to be considered a legislative instrument. </w:t>
      </w:r>
      <w:r>
        <w:rPr>
          <w:rStyle w:val="Referencingstyle"/>
        </w:rPr>
        <w:t xml:space="preserve">[Schedule </w:t>
      </w:r>
      <w:r w:rsidR="009001CC">
        <w:rPr>
          <w:rStyle w:val="Referencingstyle"/>
        </w:rPr>
        <w:t>2</w:t>
      </w:r>
      <w:r>
        <w:rPr>
          <w:rStyle w:val="Referencingstyle"/>
        </w:rPr>
        <w:t>, item </w:t>
      </w:r>
      <w:r w:rsidR="005D523B">
        <w:rPr>
          <w:rStyle w:val="Referencingstyle"/>
        </w:rPr>
        <w:t>122D</w:t>
      </w:r>
      <w:r w:rsidRPr="00375F1D">
        <w:rPr>
          <w:rStyle w:val="Referencingstyle"/>
        </w:rPr>
        <w:t xml:space="preserve">, </w:t>
      </w:r>
      <w:r>
        <w:rPr>
          <w:rStyle w:val="Referencingstyle"/>
        </w:rPr>
        <w:t>sub</w:t>
      </w:r>
      <w:r w:rsidRPr="00375F1D">
        <w:rPr>
          <w:rStyle w:val="Referencingstyle"/>
        </w:rPr>
        <w:t>section</w:t>
      </w:r>
      <w:r>
        <w:rPr>
          <w:rStyle w:val="Referencingstyle"/>
        </w:rPr>
        <w:t xml:space="preserve"> </w:t>
      </w:r>
      <w:r w:rsidR="009001CC">
        <w:rPr>
          <w:rStyle w:val="Referencingstyle"/>
        </w:rPr>
        <w:t>601PBC</w:t>
      </w:r>
      <w:r>
        <w:rPr>
          <w:rStyle w:val="Referencingstyle"/>
        </w:rPr>
        <w:t>(</w:t>
      </w:r>
      <w:r w:rsidR="009001CC">
        <w:rPr>
          <w:rStyle w:val="Referencingstyle"/>
        </w:rPr>
        <w:t>8</w:t>
      </w:r>
      <w:r>
        <w:rPr>
          <w:rStyle w:val="Referencingstyle"/>
        </w:rPr>
        <w:t>)]</w:t>
      </w:r>
    </w:p>
    <w:p w:rsidR="009001CC" w:rsidRDefault="009001CC" w:rsidP="008D51C1">
      <w:pPr>
        <w:pStyle w:val="Heading4"/>
      </w:pPr>
      <w:r w:rsidRPr="009001CC">
        <w:t>Notices relating to deregistration process</w:t>
      </w:r>
    </w:p>
    <w:p w:rsidR="009001CC" w:rsidRDefault="009001CC" w:rsidP="008D51C1">
      <w:pPr>
        <w:pStyle w:val="base-text-paragraph"/>
      </w:pPr>
      <w:r>
        <w:t xml:space="preserve">If ASIC </w:t>
      </w:r>
      <w:r w:rsidRPr="009001CC">
        <w:t>proposes</w:t>
      </w:r>
      <w:r>
        <w:t xml:space="preserve"> to deregister a registered scheme that is an Australian passport fund, it must give written notice setting out the date on which it proposes to deregister the registered scheme on the national database, to the operator and to each host regulator for the Australian passport fund. </w:t>
      </w:r>
      <w:r w:rsidRPr="009001CC">
        <w:t xml:space="preserve">The notice must be given at least </w:t>
      </w:r>
      <w:r>
        <w:t>5</w:t>
      </w:r>
      <w:r w:rsidRPr="009001CC">
        <w:t xml:space="preserve"> business days before the fund is deregistered as a registered scheme.</w:t>
      </w:r>
      <w:r>
        <w:t xml:space="preserve"> </w:t>
      </w:r>
      <w:r>
        <w:rPr>
          <w:rStyle w:val="Referencingstyle"/>
        </w:rPr>
        <w:t>[Schedule 2, item </w:t>
      </w:r>
      <w:r w:rsidR="005D523B">
        <w:rPr>
          <w:rStyle w:val="Referencingstyle"/>
        </w:rPr>
        <w:t>122D</w:t>
      </w:r>
      <w:r w:rsidRPr="00375F1D">
        <w:rPr>
          <w:rStyle w:val="Referencingstyle"/>
        </w:rPr>
        <w:t xml:space="preserve">, </w:t>
      </w:r>
      <w:r>
        <w:rPr>
          <w:rStyle w:val="Referencingstyle"/>
        </w:rPr>
        <w:t>sub</w:t>
      </w:r>
      <w:r w:rsidRPr="00375F1D">
        <w:rPr>
          <w:rStyle w:val="Referencingstyle"/>
        </w:rPr>
        <w:t>section</w:t>
      </w:r>
      <w:r w:rsidR="00A23B4D">
        <w:rPr>
          <w:rStyle w:val="Referencingstyle"/>
        </w:rPr>
        <w:t>s</w:t>
      </w:r>
      <w:r>
        <w:rPr>
          <w:rStyle w:val="Referencingstyle"/>
        </w:rPr>
        <w:t xml:space="preserve"> 601PB</w:t>
      </w:r>
      <w:r w:rsidR="00A23B4D">
        <w:rPr>
          <w:rStyle w:val="Referencingstyle"/>
        </w:rPr>
        <w:t>D</w:t>
      </w:r>
      <w:r>
        <w:rPr>
          <w:rStyle w:val="Referencingstyle"/>
        </w:rPr>
        <w:t>(1) and (2)]</w:t>
      </w:r>
    </w:p>
    <w:p w:rsidR="009001CC" w:rsidRPr="0047291C" w:rsidRDefault="009001CC" w:rsidP="008D51C1">
      <w:pPr>
        <w:pStyle w:val="base-text-paragraph"/>
        <w:rPr>
          <w:rStyle w:val="Referencingstyle"/>
          <w:b w:val="0"/>
          <w:i w:val="0"/>
          <w:sz w:val="22"/>
        </w:rPr>
      </w:pPr>
      <w:r>
        <w:t xml:space="preserve">If ASIC </w:t>
      </w:r>
      <w:r w:rsidRPr="009001CC">
        <w:t>subsequently</w:t>
      </w:r>
      <w:r>
        <w:t xml:space="preserve"> deregisters a registered scheme that is an Australian passport fund, it must give written notice that the fund has been deregistered as a registered scheme and the date on which it has been deregistered on the national database, to the operator and to each host regulator for the Australian passport fund. The notice must be given </w:t>
      </w:r>
      <w:r w:rsidR="00CD2175">
        <w:t>within</w:t>
      </w:r>
      <w:r>
        <w:t xml:space="preserve"> </w:t>
      </w:r>
      <w:r w:rsidR="00874D5B">
        <w:t xml:space="preserve">5 </w:t>
      </w:r>
      <w:r>
        <w:t xml:space="preserve">business days after the fund is deregistered as a registered scheme. </w:t>
      </w:r>
      <w:r>
        <w:rPr>
          <w:rStyle w:val="Referencingstyle"/>
        </w:rPr>
        <w:t>[Schedule 2, item </w:t>
      </w:r>
      <w:r w:rsidR="005D523B">
        <w:rPr>
          <w:rStyle w:val="Referencingstyle"/>
        </w:rPr>
        <w:t>122D</w:t>
      </w:r>
      <w:r w:rsidRPr="00375F1D">
        <w:rPr>
          <w:rStyle w:val="Referencingstyle"/>
        </w:rPr>
        <w:t xml:space="preserve">, </w:t>
      </w:r>
      <w:r>
        <w:rPr>
          <w:rStyle w:val="Referencingstyle"/>
        </w:rPr>
        <w:t>sub</w:t>
      </w:r>
      <w:r w:rsidRPr="00375F1D">
        <w:rPr>
          <w:rStyle w:val="Referencingstyle"/>
        </w:rPr>
        <w:t>section</w:t>
      </w:r>
      <w:r w:rsidR="00A23B4D">
        <w:rPr>
          <w:rStyle w:val="Referencingstyle"/>
        </w:rPr>
        <w:t>s</w:t>
      </w:r>
      <w:r>
        <w:rPr>
          <w:rStyle w:val="Referencingstyle"/>
        </w:rPr>
        <w:t xml:space="preserve"> 601PB</w:t>
      </w:r>
      <w:r w:rsidR="00A23B4D">
        <w:rPr>
          <w:rStyle w:val="Referencingstyle"/>
        </w:rPr>
        <w:t>D</w:t>
      </w:r>
      <w:r>
        <w:rPr>
          <w:rStyle w:val="Referencingstyle"/>
        </w:rPr>
        <w:t>(3) and (4)]</w:t>
      </w:r>
    </w:p>
    <w:p w:rsidR="005D523B" w:rsidRDefault="005D523B" w:rsidP="008D51C1">
      <w:pPr>
        <w:pStyle w:val="Heading4"/>
      </w:pPr>
      <w:r>
        <w:t>Effect of reinstatement of a registered scheme that was an Australian passport fund</w:t>
      </w:r>
    </w:p>
    <w:p w:rsidR="005D523B" w:rsidRPr="0047291C" w:rsidRDefault="005D523B" w:rsidP="008D51C1">
      <w:pPr>
        <w:pStyle w:val="base-text-paragraph"/>
        <w:rPr>
          <w:rStyle w:val="Referencingstyle"/>
          <w:b w:val="0"/>
          <w:i w:val="0"/>
          <w:sz w:val="22"/>
        </w:rPr>
      </w:pPr>
      <w:r>
        <w:t xml:space="preserve">A consequential amendment to the existing provisions governing reinstatement </w:t>
      </w:r>
      <w:r w:rsidR="00BC139C">
        <w:t>o</w:t>
      </w:r>
      <w:r>
        <w:t>f</w:t>
      </w:r>
      <w:r w:rsidRPr="005D523B">
        <w:t xml:space="preserve"> a managed investment scheme as a registered scheme </w:t>
      </w:r>
      <w:r w:rsidR="00BC139C">
        <w:t>is made</w:t>
      </w:r>
      <w:r w:rsidRPr="005D523B">
        <w:t xml:space="preserve"> </w:t>
      </w:r>
      <w:r>
        <w:t xml:space="preserve">to clarify that reinstatement </w:t>
      </w:r>
      <w:r w:rsidRPr="005D523B">
        <w:t>does not result in the scheme becoming an Australian passport fund, even if the scheme was an Australian passport fund immediately before its deregistration</w:t>
      </w:r>
      <w:r>
        <w:t xml:space="preserve">. Accordingly, such a scheme would need to reapply to become an Australian passport fund. </w:t>
      </w:r>
      <w:r>
        <w:rPr>
          <w:rStyle w:val="Referencingstyle"/>
        </w:rPr>
        <w:t>[Schedule 2, item 122E</w:t>
      </w:r>
      <w:r w:rsidRPr="00375F1D">
        <w:rPr>
          <w:rStyle w:val="Referencingstyle"/>
        </w:rPr>
        <w:t xml:space="preserve">, </w:t>
      </w:r>
      <w:r>
        <w:rPr>
          <w:rStyle w:val="Referencingstyle"/>
        </w:rPr>
        <w:t>sub</w:t>
      </w:r>
      <w:r w:rsidRPr="00375F1D">
        <w:rPr>
          <w:rStyle w:val="Referencingstyle"/>
        </w:rPr>
        <w:t>section</w:t>
      </w:r>
      <w:r>
        <w:rPr>
          <w:rStyle w:val="Referencingstyle"/>
        </w:rPr>
        <w:t xml:space="preserve"> 601PC(5)]</w:t>
      </w:r>
    </w:p>
    <w:p w:rsidR="00AE1386" w:rsidRDefault="00AE1386" w:rsidP="008D51C1">
      <w:pPr>
        <w:pStyle w:val="Heading4"/>
      </w:pPr>
      <w:r>
        <w:t>Applicability of definition of expectation that a scheme will become a passport fund</w:t>
      </w:r>
    </w:p>
    <w:p w:rsidR="00AE1386" w:rsidRPr="0047291C" w:rsidRDefault="00AE1386" w:rsidP="008D51C1">
      <w:pPr>
        <w:pStyle w:val="base-text-paragraph"/>
        <w:numPr>
          <w:ilvl w:val="1"/>
          <w:numId w:val="47"/>
        </w:numPr>
        <w:ind w:left="1134"/>
      </w:pPr>
      <w:r>
        <w:t xml:space="preserve">A consequential amendment </w:t>
      </w:r>
      <w:r w:rsidR="003B66ED">
        <w:t>clarifies</w:t>
      </w:r>
      <w:r w:rsidR="0037292B">
        <w:t xml:space="preserve"> that</w:t>
      </w:r>
      <w:r>
        <w:t xml:space="preserve"> a person has an </w:t>
      </w:r>
      <w:r w:rsidRPr="0047291C">
        <w:t>expectation</w:t>
      </w:r>
      <w:r>
        <w:t xml:space="preserve"> that a managed investment scheme will become an Australian passport fund or a fund will become a notified foreign passport fund only as set out in the provisions governing deregistration of Australian passport funds and </w:t>
      </w:r>
      <w:proofErr w:type="spellStart"/>
      <w:r>
        <w:t>denotification</w:t>
      </w:r>
      <w:proofErr w:type="spellEnd"/>
      <w:r>
        <w:t xml:space="preserve"> of foreign passport funds.</w:t>
      </w:r>
      <w:r w:rsidR="0037292B">
        <w:t xml:space="preserve"> </w:t>
      </w:r>
      <w:r w:rsidR="0037292B" w:rsidRPr="00010AE1">
        <w:rPr>
          <w:rStyle w:val="Referencingstyle"/>
        </w:rPr>
        <w:t>[Schedule 2, item 13A, section 9]</w:t>
      </w:r>
    </w:p>
    <w:p w:rsidR="00AE1386" w:rsidRPr="005D523B" w:rsidRDefault="00AE1386" w:rsidP="008D51C1">
      <w:pPr>
        <w:pStyle w:val="base-text-paragraph"/>
        <w:numPr>
          <w:ilvl w:val="0"/>
          <w:numId w:val="0"/>
        </w:numPr>
        <w:ind w:left="1134"/>
      </w:pPr>
    </w:p>
    <w:p w:rsidR="0041503C" w:rsidRDefault="0041503C" w:rsidP="008D51C1"/>
    <w:p w:rsidR="0041503C" w:rsidRDefault="0041503C" w:rsidP="008D51C1">
      <w:pPr>
        <w:sectPr w:rsidR="0041503C" w:rsidSect="00EB465D">
          <w:headerReference w:type="even" r:id="rId40"/>
          <w:headerReference w:type="default" r:id="rId41"/>
          <w:footerReference w:type="even" r:id="rId42"/>
          <w:footerReference w:type="default" r:id="rId43"/>
          <w:footerReference w:type="first" r:id="rId44"/>
          <w:type w:val="oddPage"/>
          <w:pgSz w:w="9979" w:h="14175" w:code="9"/>
          <w:pgMar w:top="567" w:right="1134" w:bottom="567" w:left="1134" w:header="709" w:footer="709" w:gutter="0"/>
          <w:cols w:space="708"/>
          <w:titlePg/>
          <w:docGrid w:linePitch="360"/>
        </w:sectPr>
      </w:pPr>
    </w:p>
    <w:p w:rsidR="0041503C" w:rsidRPr="00F51A71" w:rsidRDefault="0041503C" w:rsidP="008D51C1">
      <w:pPr>
        <w:pStyle w:val="ChapterHeading"/>
        <w:numPr>
          <w:ilvl w:val="0"/>
          <w:numId w:val="48"/>
        </w:numPr>
        <w:spacing w:after="0"/>
      </w:pPr>
      <w:r w:rsidRPr="00F51A71">
        <w:br/>
      </w:r>
      <w:bookmarkStart w:id="154" w:name="_Toc500841346"/>
      <w:bookmarkStart w:id="155" w:name="_Toc500842251"/>
      <w:bookmarkStart w:id="156" w:name="_Toc500843189"/>
      <w:bookmarkStart w:id="157" w:name="_Toc500847367"/>
      <w:bookmarkStart w:id="158" w:name="_Toc500849874"/>
      <w:bookmarkStart w:id="159" w:name="_Toc500850610"/>
      <w:bookmarkStart w:id="160" w:name="_Toc500933806"/>
      <w:bookmarkStart w:id="161" w:name="_Toc500942569"/>
      <w:bookmarkStart w:id="162" w:name="_Toc500944274"/>
      <w:bookmarkStart w:id="163" w:name="_Toc500425948"/>
      <w:bookmarkStart w:id="164" w:name="_Toc500426345"/>
      <w:bookmarkStart w:id="165" w:name="_Toc500512464"/>
      <w:bookmarkStart w:id="166" w:name="_Toc500779073"/>
      <w:bookmarkStart w:id="167" w:name="_Toc500839075"/>
      <w:bookmarkStart w:id="168" w:name="_Toc500845173"/>
      <w:bookmarkStart w:id="169" w:name="_Toc500850350"/>
      <w:bookmarkStart w:id="170" w:name="_Toc500850431"/>
      <w:bookmarkStart w:id="171" w:name="_Toc500946608"/>
      <w:bookmarkStart w:id="172" w:name="_Toc500948855"/>
      <w:bookmarkStart w:id="173" w:name="_Toc500949869"/>
      <w:bookmarkStart w:id="174" w:name="_Toc500951839"/>
      <w:bookmarkStart w:id="175" w:name="_Toc500957372"/>
      <w:bookmarkStart w:id="176" w:name="_Toc501035907"/>
      <w:bookmarkStart w:id="177" w:name="_Toc501041016"/>
      <w:bookmarkStart w:id="178" w:name="_Toc501045844"/>
      <w:bookmarkStart w:id="179" w:name="_Toc501046518"/>
      <w:bookmarkStart w:id="180" w:name="_Toc501048191"/>
      <w:bookmarkStart w:id="181" w:name="_Toc501048329"/>
      <w:bookmarkStart w:id="182" w:name="_Toc506377000"/>
      <w:bookmarkStart w:id="183" w:name="_Toc506378942"/>
      <w:r w:rsidR="00B0204A">
        <w:t>Notified foreign passport funds: Relationshi</w:t>
      </w:r>
      <w:r w:rsidR="008F03F5">
        <w:t>p</w:t>
      </w:r>
      <w:r w:rsidR="00B0204A">
        <w:t xml:space="preserve"> with members and prospective members in Australia</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41503C" w:rsidRDefault="0041503C" w:rsidP="008D51C1">
      <w:pPr>
        <w:pStyle w:val="Heading2"/>
      </w:pPr>
      <w:r>
        <w:t>Outline of chapter</w:t>
      </w:r>
    </w:p>
    <w:p w:rsidR="009D7337" w:rsidRDefault="009D7337" w:rsidP="008D51C1">
      <w:pPr>
        <w:pStyle w:val="base-text-paragraph"/>
        <w:numPr>
          <w:ilvl w:val="1"/>
          <w:numId w:val="48"/>
        </w:numPr>
      </w:pPr>
      <w:r w:rsidRPr="009D7337">
        <w:t>Items </w:t>
      </w:r>
      <w:r w:rsidR="001E0532">
        <w:t>213</w:t>
      </w:r>
      <w:r w:rsidR="001E0532" w:rsidRPr="009D7337">
        <w:t xml:space="preserve"> </w:t>
      </w:r>
      <w:r w:rsidRPr="009D7337">
        <w:t xml:space="preserve">to </w:t>
      </w:r>
      <w:r w:rsidR="001E0532">
        <w:t>257</w:t>
      </w:r>
      <w:r w:rsidRPr="009D7337">
        <w:t xml:space="preserve"> of Schedule </w:t>
      </w:r>
      <w:r w:rsidR="00941B99">
        <w:t>2</w:t>
      </w:r>
      <w:r w:rsidRPr="009D7337">
        <w:t xml:space="preserve"> of </w:t>
      </w:r>
      <w:r w:rsidR="008D70F1">
        <w:t>the</w:t>
      </w:r>
      <w:r w:rsidRPr="009D7337">
        <w:t xml:space="preserve"> Bill </w:t>
      </w:r>
      <w:r>
        <w:t xml:space="preserve">amend </w:t>
      </w:r>
      <w:r w:rsidR="002675E7">
        <w:t>Parts</w:t>
      </w:r>
      <w:r>
        <w:t> </w:t>
      </w:r>
      <w:r w:rsidR="005119D0">
        <w:t>7</w:t>
      </w:r>
      <w:r w:rsidR="002675E7">
        <w:t>.7, 7.7A and 7.9</w:t>
      </w:r>
      <w:r w:rsidR="00B016A7">
        <w:t xml:space="preserve"> </w:t>
      </w:r>
      <w:r>
        <w:t xml:space="preserve">of </w:t>
      </w:r>
      <w:r w:rsidDel="00D76F64">
        <w:t xml:space="preserve">the </w:t>
      </w:r>
      <w:r w:rsidR="00D76F64">
        <w:t>Corporations</w:t>
      </w:r>
      <w:r w:rsidR="00767B86">
        <w:t> </w:t>
      </w:r>
      <w:r w:rsidR="00D76F64">
        <w:t>Act</w:t>
      </w:r>
      <w:r w:rsidR="00BF1753">
        <w:t xml:space="preserve"> </w:t>
      </w:r>
      <w:r>
        <w:t xml:space="preserve">to set </w:t>
      </w:r>
      <w:r w:rsidRPr="009D7337">
        <w:t xml:space="preserve">disclosure </w:t>
      </w:r>
      <w:r w:rsidR="002675E7">
        <w:t xml:space="preserve">and other </w:t>
      </w:r>
      <w:r w:rsidRPr="009D7337">
        <w:t xml:space="preserve">requirements </w:t>
      </w:r>
      <w:r>
        <w:t xml:space="preserve">applicable </w:t>
      </w:r>
      <w:r w:rsidR="00EC4C8F">
        <w:t xml:space="preserve">to financial products and services, particularly </w:t>
      </w:r>
      <w:r w:rsidRPr="009D7337">
        <w:t>when</w:t>
      </w:r>
      <w:r w:rsidR="00EC4C8F">
        <w:t xml:space="preserve"> </w:t>
      </w:r>
      <w:r w:rsidRPr="009D7337">
        <w:t xml:space="preserve">parties make offers </w:t>
      </w:r>
      <w:r w:rsidR="00BF1753">
        <w:t xml:space="preserve">in Australia </w:t>
      </w:r>
      <w:r w:rsidRPr="009D7337">
        <w:t xml:space="preserve">to solicit investors to invest in </w:t>
      </w:r>
      <w:r>
        <w:t>notified foreign passport funds</w:t>
      </w:r>
      <w:r w:rsidR="008C2092">
        <w:t>.</w:t>
      </w:r>
    </w:p>
    <w:p w:rsidR="005631B9" w:rsidRDefault="009D7337" w:rsidP="008D51C1">
      <w:pPr>
        <w:pStyle w:val="base-text-paragraph"/>
        <w:numPr>
          <w:ilvl w:val="1"/>
          <w:numId w:val="48"/>
        </w:numPr>
      </w:pPr>
      <w:r w:rsidRPr="009D7337">
        <w:t>Items </w:t>
      </w:r>
      <w:r w:rsidR="00340824">
        <w:t>65</w:t>
      </w:r>
      <w:r w:rsidRPr="009D7337">
        <w:t xml:space="preserve"> to </w:t>
      </w:r>
      <w:r w:rsidR="00340824">
        <w:t>89</w:t>
      </w:r>
      <w:r w:rsidRPr="009D7337">
        <w:t xml:space="preserve"> of Schedule </w:t>
      </w:r>
      <w:r w:rsidR="00941B99">
        <w:t>2</w:t>
      </w:r>
      <w:r w:rsidRPr="009D7337">
        <w:t xml:space="preserve"> of </w:t>
      </w:r>
      <w:r w:rsidR="008D70F1">
        <w:t>the</w:t>
      </w:r>
      <w:r w:rsidRPr="009D7337">
        <w:t xml:space="preserve"> Bill amend</w:t>
      </w:r>
      <w:r w:rsidRPr="009D7337" w:rsidDel="00D76F64">
        <w:t>s</w:t>
      </w:r>
      <w:r w:rsidRPr="009D7337">
        <w:t xml:space="preserve"> Chapter </w:t>
      </w:r>
      <w:r w:rsidR="005119D0">
        <w:t>2M</w:t>
      </w:r>
      <w:r w:rsidRPr="009D7337">
        <w:t xml:space="preserve"> of </w:t>
      </w:r>
      <w:r w:rsidRPr="009D7337" w:rsidDel="00D76F64">
        <w:t xml:space="preserve">the </w:t>
      </w:r>
      <w:r w:rsidR="00D76F64">
        <w:t>Corporations</w:t>
      </w:r>
      <w:r w:rsidR="0015638E">
        <w:t> </w:t>
      </w:r>
      <w:r w:rsidR="00D76F64">
        <w:t>Act</w:t>
      </w:r>
      <w:r w:rsidRPr="009D7337">
        <w:t xml:space="preserve"> </w:t>
      </w:r>
      <w:r w:rsidR="008C2092">
        <w:t>to require</w:t>
      </w:r>
      <w:r w:rsidR="00D31C84">
        <w:t xml:space="preserve"> </w:t>
      </w:r>
      <w:r w:rsidR="00B12A36">
        <w:t xml:space="preserve">the operator of a notified foreign passport fund to provide </w:t>
      </w:r>
      <w:r w:rsidR="008C2092">
        <w:t xml:space="preserve">annual financial reports </w:t>
      </w:r>
      <w:r w:rsidR="00B12A36">
        <w:t>of the fund</w:t>
      </w:r>
      <w:r w:rsidR="009140EF">
        <w:t xml:space="preserve"> </w:t>
      </w:r>
      <w:r w:rsidR="009662C0">
        <w:t xml:space="preserve">and periodic statements </w:t>
      </w:r>
      <w:r w:rsidR="00BF1753">
        <w:t xml:space="preserve">of a </w:t>
      </w:r>
      <w:r w:rsidR="00137C64">
        <w:t>member’s</w:t>
      </w:r>
      <w:r w:rsidR="00BF1753">
        <w:t xml:space="preserve"> investment </w:t>
      </w:r>
      <w:r w:rsidR="00B12A36">
        <w:t>in a</w:t>
      </w:r>
      <w:r w:rsidR="009140EF">
        <w:t xml:space="preserve"> fund</w:t>
      </w:r>
      <w:r w:rsidR="007325EF">
        <w:t>,</w:t>
      </w:r>
      <w:r w:rsidR="009140EF">
        <w:t xml:space="preserve"> </w:t>
      </w:r>
      <w:r w:rsidR="008C2092">
        <w:t xml:space="preserve">to </w:t>
      </w:r>
      <w:r w:rsidR="009140EF">
        <w:t>fund</w:t>
      </w:r>
      <w:r w:rsidR="008C2092">
        <w:t xml:space="preserve"> members</w:t>
      </w:r>
      <w:r w:rsidR="009140EF">
        <w:t xml:space="preserve"> in Australia</w:t>
      </w:r>
      <w:r w:rsidR="009662C0">
        <w:t>.</w:t>
      </w:r>
    </w:p>
    <w:p w:rsidR="007325EF" w:rsidRDefault="00340824" w:rsidP="008D51C1">
      <w:pPr>
        <w:pStyle w:val="base-text-paragraph"/>
        <w:numPr>
          <w:ilvl w:val="1"/>
          <w:numId w:val="48"/>
        </w:numPr>
      </w:pPr>
      <w:r>
        <w:t>The</w:t>
      </w:r>
      <w:r w:rsidR="005631B9">
        <w:t xml:space="preserve"> Bill</w:t>
      </w:r>
      <w:r>
        <w:t xml:space="preserve"> also</w:t>
      </w:r>
      <w:r w:rsidR="00F94197">
        <w:t xml:space="preserve"> extend</w:t>
      </w:r>
      <w:r>
        <w:t>s</w:t>
      </w:r>
      <w:r w:rsidR="00F94197">
        <w:t xml:space="preserve"> </w:t>
      </w:r>
      <w:r w:rsidR="009662C0">
        <w:t xml:space="preserve">certain </w:t>
      </w:r>
      <w:r w:rsidR="00F94197">
        <w:t xml:space="preserve">existing disclosure </w:t>
      </w:r>
      <w:r w:rsidR="008D70F1">
        <w:t>requirements</w:t>
      </w:r>
      <w:r w:rsidR="00F94197">
        <w:t xml:space="preserve"> and </w:t>
      </w:r>
      <w:r w:rsidR="007D04DF">
        <w:t xml:space="preserve">the obligations </w:t>
      </w:r>
      <w:r w:rsidR="008D70F1">
        <w:t xml:space="preserve">to provide </w:t>
      </w:r>
      <w:r w:rsidR="00F94197">
        <w:t>information</w:t>
      </w:r>
      <w:r w:rsidR="008D70F1">
        <w:t xml:space="preserve"> on request</w:t>
      </w:r>
      <w:r w:rsidR="00F94197">
        <w:t xml:space="preserve"> </w:t>
      </w:r>
      <w:r w:rsidR="008C2092">
        <w:t xml:space="preserve">that apply to </w:t>
      </w:r>
      <w:r w:rsidR="009662C0">
        <w:t>MIS</w:t>
      </w:r>
      <w:r w:rsidR="00AA0EB8">
        <w:t>s</w:t>
      </w:r>
      <w:r w:rsidR="009662C0">
        <w:t xml:space="preserve"> and companies </w:t>
      </w:r>
      <w:r w:rsidR="00F94197">
        <w:t xml:space="preserve">to </w:t>
      </w:r>
      <w:r w:rsidR="00B12A36">
        <w:t xml:space="preserve">operators of </w:t>
      </w:r>
      <w:r w:rsidR="008C2092">
        <w:t xml:space="preserve">notified </w:t>
      </w:r>
      <w:r w:rsidR="009662C0">
        <w:t>foreign passport funds.</w:t>
      </w:r>
      <w:r w:rsidR="00B12A36">
        <w:t xml:space="preserve"> For example, </w:t>
      </w:r>
      <w:r w:rsidR="00B12A36" w:rsidRPr="00B12A36">
        <w:t xml:space="preserve">certain persons </w:t>
      </w:r>
      <w:r w:rsidR="00B12A36">
        <w:t>have a</w:t>
      </w:r>
      <w:r w:rsidR="00B12A36" w:rsidRPr="00B12A36">
        <w:t xml:space="preserve"> right to </w:t>
      </w:r>
      <w:r w:rsidR="00B12A36">
        <w:t xml:space="preserve">request </w:t>
      </w:r>
      <w:r w:rsidR="00B12A36" w:rsidRPr="00B12A36">
        <w:t xml:space="preserve">a copy of </w:t>
      </w:r>
      <w:r w:rsidR="00B12A36">
        <w:t xml:space="preserve">a notified foreign passport fund’s </w:t>
      </w:r>
      <w:r w:rsidR="00B12A36" w:rsidRPr="00B12A36">
        <w:t xml:space="preserve">constitution </w:t>
      </w:r>
      <w:r w:rsidR="00B12A36">
        <w:t xml:space="preserve">or its </w:t>
      </w:r>
      <w:r w:rsidR="00B12A36" w:rsidRPr="00B12A36">
        <w:t>register of members.</w:t>
      </w:r>
    </w:p>
    <w:p w:rsidR="0041503C" w:rsidRDefault="00E949BA" w:rsidP="008D51C1">
      <w:pPr>
        <w:pStyle w:val="base-text-paragraph"/>
        <w:numPr>
          <w:ilvl w:val="1"/>
          <w:numId w:val="48"/>
        </w:numPr>
      </w:pPr>
      <w:r>
        <w:t xml:space="preserve">Where the use of the information received is </w:t>
      </w:r>
      <w:r w:rsidR="00934DF3">
        <w:t xml:space="preserve">currently </w:t>
      </w:r>
      <w:r>
        <w:t>subject to restrictions, similar restrictions apply to the information received from operators of notified foreign passport funds</w:t>
      </w:r>
      <w:r w:rsidR="007325EF">
        <w:t>.</w:t>
      </w:r>
    </w:p>
    <w:p w:rsidR="00094A52" w:rsidRDefault="002F52A7" w:rsidP="008D51C1">
      <w:pPr>
        <w:pStyle w:val="Heading2"/>
      </w:pPr>
      <w:r w:rsidRPr="002F52A7">
        <w:t>Context of amendments</w:t>
      </w:r>
    </w:p>
    <w:p w:rsidR="005A4349" w:rsidRDefault="005A4349" w:rsidP="008D51C1">
      <w:pPr>
        <w:pStyle w:val="base-text-paragraph"/>
        <w:numPr>
          <w:ilvl w:val="1"/>
          <w:numId w:val="48"/>
        </w:numPr>
      </w:pPr>
      <w:r w:rsidRPr="00562A39">
        <w:t>The MOC, under section 2 of Annex 1, allows for host economies to regulate disclosure, distribution, member complaints and other similar investor protections.</w:t>
      </w:r>
    </w:p>
    <w:p w:rsidR="00AC6B03" w:rsidRDefault="00AC6B03" w:rsidP="008D51C1">
      <w:pPr>
        <w:pStyle w:val="base-text-paragraph"/>
        <w:numPr>
          <w:ilvl w:val="1"/>
          <w:numId w:val="48"/>
        </w:numPr>
      </w:pPr>
      <w:r>
        <w:t>In addition to the above matters, additional requirements may be imposed by the host economy</w:t>
      </w:r>
      <w:r w:rsidR="00087E8B">
        <w:t>, as per section 3 of Annex</w:t>
      </w:r>
      <w:r w:rsidR="00562A39">
        <w:t> </w:t>
      </w:r>
      <w:r w:rsidR="00087E8B">
        <w:t>1,</w:t>
      </w:r>
      <w:r>
        <w:t xml:space="preserve"> so long as</w:t>
      </w:r>
      <w:r w:rsidRPr="00FE628D">
        <w:t xml:space="preserve"> </w:t>
      </w:r>
      <w:r>
        <w:t>the requirements are:</w:t>
      </w:r>
    </w:p>
    <w:p w:rsidR="00AC6B03" w:rsidRDefault="00AC6B03" w:rsidP="008D51C1">
      <w:pPr>
        <w:pStyle w:val="dotpoint"/>
      </w:pPr>
      <w:r>
        <w:t>not unduly burdensome for the foreign passport fund in comparison to the requirements applying to CISs in the host jurisdiction; and</w:t>
      </w:r>
    </w:p>
    <w:p w:rsidR="00AC6B03" w:rsidRDefault="00AC6B03" w:rsidP="008D51C1">
      <w:pPr>
        <w:pStyle w:val="dotpoint"/>
      </w:pPr>
      <w:r>
        <w:t>are reasonable to promote retail investors’ confidence in the funds.</w:t>
      </w:r>
    </w:p>
    <w:p w:rsidR="0041503C" w:rsidRDefault="0041503C" w:rsidP="008D51C1">
      <w:pPr>
        <w:pStyle w:val="Heading2"/>
      </w:pPr>
      <w:r>
        <w:t>Summary of new law</w:t>
      </w:r>
    </w:p>
    <w:p w:rsidR="00B12A36" w:rsidRPr="00602A57" w:rsidRDefault="00B12A36" w:rsidP="008D51C1">
      <w:pPr>
        <w:pStyle w:val="base-text-paragraph"/>
        <w:numPr>
          <w:ilvl w:val="1"/>
          <w:numId w:val="48"/>
        </w:numPr>
      </w:pPr>
      <w:r w:rsidRPr="005B6E29">
        <w:rPr>
          <w:lang w:val="en-US" w:eastAsia="en-US"/>
        </w:rPr>
        <w:t>An offer of interests</w:t>
      </w:r>
      <w:r w:rsidR="00E50448">
        <w:rPr>
          <w:lang w:val="en-US" w:eastAsia="en-US"/>
        </w:rPr>
        <w:t>,</w:t>
      </w:r>
      <w:r w:rsidRPr="005B6E29">
        <w:rPr>
          <w:lang w:val="en-US" w:eastAsia="en-US"/>
        </w:rPr>
        <w:t xml:space="preserve"> </w:t>
      </w:r>
      <w:r w:rsidR="0069312C">
        <w:rPr>
          <w:lang w:val="en-US" w:eastAsia="en-US"/>
        </w:rPr>
        <w:t>or an option to acquire an interest</w:t>
      </w:r>
      <w:r w:rsidR="00E50448">
        <w:rPr>
          <w:lang w:val="en-US" w:eastAsia="en-US"/>
        </w:rPr>
        <w:t>,</w:t>
      </w:r>
      <w:r w:rsidR="0069312C">
        <w:rPr>
          <w:lang w:val="en-US" w:eastAsia="en-US"/>
        </w:rPr>
        <w:t xml:space="preserve"> </w:t>
      </w:r>
      <w:r w:rsidRPr="005B6E29">
        <w:rPr>
          <w:lang w:val="en-US" w:eastAsia="en-US"/>
        </w:rPr>
        <w:t xml:space="preserve">in a notified foreign passport funds </w:t>
      </w:r>
      <w:r w:rsidR="0069312C">
        <w:rPr>
          <w:lang w:val="en-US" w:eastAsia="en-US"/>
        </w:rPr>
        <w:t>(</w:t>
      </w:r>
      <w:r w:rsidR="0069312C" w:rsidRPr="00275D6F">
        <w:rPr>
          <w:lang w:val="en-US" w:eastAsia="en-US"/>
        </w:rPr>
        <w:t xml:space="preserve">a </w:t>
      </w:r>
      <w:r w:rsidR="0069312C">
        <w:rPr>
          <w:b/>
          <w:i/>
          <w:lang w:val="en-US" w:eastAsia="en-US"/>
        </w:rPr>
        <w:t xml:space="preserve">foreign passport fund </w:t>
      </w:r>
      <w:r w:rsidR="0069312C" w:rsidRPr="0069312C">
        <w:rPr>
          <w:b/>
          <w:i/>
          <w:lang w:val="en-US" w:eastAsia="en-US"/>
        </w:rPr>
        <w:t>product</w:t>
      </w:r>
      <w:r w:rsidR="0069312C">
        <w:rPr>
          <w:b/>
          <w:lang w:val="en-US" w:eastAsia="en-US"/>
        </w:rPr>
        <w:t xml:space="preserve">) </w:t>
      </w:r>
      <w:r w:rsidRPr="005B6E29">
        <w:rPr>
          <w:lang w:val="en-US" w:eastAsia="en-US"/>
        </w:rPr>
        <w:t xml:space="preserve">requires a </w:t>
      </w:r>
      <w:r w:rsidR="00665C69">
        <w:rPr>
          <w:lang w:val="en-US" w:eastAsia="en-US"/>
        </w:rPr>
        <w:t>PDS</w:t>
      </w:r>
      <w:r>
        <w:rPr>
          <w:lang w:val="en-US" w:eastAsia="en-US"/>
        </w:rPr>
        <w:t xml:space="preserve">. </w:t>
      </w:r>
      <w:r w:rsidR="0069312C">
        <w:rPr>
          <w:lang w:val="en-US" w:eastAsia="en-US"/>
        </w:rPr>
        <w:t>In</w:t>
      </w:r>
      <w:r w:rsidR="007D04DF">
        <w:rPr>
          <w:lang w:val="en-US" w:eastAsia="en-US"/>
        </w:rPr>
        <w:t> </w:t>
      </w:r>
      <w:r w:rsidR="0069312C">
        <w:rPr>
          <w:lang w:val="en-US" w:eastAsia="en-US"/>
        </w:rPr>
        <w:t>addition to the standard requirements, the PDS must include key information about the fund including its home economy and members’ main rights and remedies under the home economy’s laws.</w:t>
      </w:r>
    </w:p>
    <w:p w:rsidR="0069312C" w:rsidRPr="001A75D3" w:rsidRDefault="0069312C" w:rsidP="008D51C1">
      <w:pPr>
        <w:pStyle w:val="base-text-paragraph"/>
        <w:numPr>
          <w:ilvl w:val="1"/>
          <w:numId w:val="48"/>
        </w:numPr>
      </w:pPr>
      <w:r>
        <w:rPr>
          <w:lang w:val="en-US" w:eastAsia="en-US"/>
        </w:rPr>
        <w:t>Retail clients must also be provided with a Statement of Advice if they receive personal advice on a foreign passport fund product. There is no requirement to provide retail clients with a Financial Services Guide if the financial service relates only to the operation of the fund.</w:t>
      </w:r>
    </w:p>
    <w:p w:rsidR="005D336B" w:rsidRDefault="002524EB" w:rsidP="008D51C1">
      <w:pPr>
        <w:pStyle w:val="base-text-paragraph"/>
        <w:numPr>
          <w:ilvl w:val="1"/>
          <w:numId w:val="48"/>
        </w:numPr>
      </w:pPr>
      <w:r>
        <w:t>The e</w:t>
      </w:r>
      <w:r w:rsidR="005D336B">
        <w:t>xisting prohibitions on short</w:t>
      </w:r>
      <w:r w:rsidR="008F2594">
        <w:noBreakHyphen/>
      </w:r>
      <w:r w:rsidR="005D336B">
        <w:t>selling</w:t>
      </w:r>
      <w:r w:rsidR="00442C82">
        <w:t xml:space="preserve"> financial products</w:t>
      </w:r>
      <w:r w:rsidR="005D336B">
        <w:t xml:space="preserve"> </w:t>
      </w:r>
      <w:r>
        <w:t xml:space="preserve">and giving conflicted remuneration </w:t>
      </w:r>
      <w:r w:rsidR="005D336B">
        <w:t>have been extended to foreign passport fund products</w:t>
      </w:r>
      <w:r w:rsidR="00442C82">
        <w:t>. These products are also subject to the existing requirements relating to dealing with money received and the cooling</w:t>
      </w:r>
      <w:r w:rsidR="005A4349">
        <w:noBreakHyphen/>
      </w:r>
      <w:r w:rsidR="00442C82">
        <w:t>off period.</w:t>
      </w:r>
    </w:p>
    <w:p w:rsidR="004668EC" w:rsidRDefault="0080146B" w:rsidP="008D51C1">
      <w:pPr>
        <w:pStyle w:val="base-text-paragraph"/>
        <w:numPr>
          <w:ilvl w:val="1"/>
          <w:numId w:val="48"/>
        </w:numPr>
      </w:pPr>
      <w:r>
        <w:t>Operators of notified foreign passport funds must</w:t>
      </w:r>
      <w:r w:rsidRPr="0080146B">
        <w:t xml:space="preserve"> </w:t>
      </w:r>
      <w:r>
        <w:t>provide Australia</w:t>
      </w:r>
      <w:r w:rsidR="0021631B">
        <w:t>n members</w:t>
      </w:r>
      <w:r w:rsidR="0021631B">
        <w:rPr>
          <w:rStyle w:val="FootnoteReference"/>
        </w:rPr>
        <w:footnoteReference w:id="7"/>
      </w:r>
      <w:r>
        <w:t xml:space="preserve"> </w:t>
      </w:r>
      <w:r w:rsidRPr="0080146B">
        <w:t>with a copy of the annual financial report for the fund and the auditor’s report for the financial report</w:t>
      </w:r>
      <w:r>
        <w:t xml:space="preserve"> within three months after the end of the financial report</w:t>
      </w:r>
      <w:r w:rsidRPr="0080146B">
        <w:t>.</w:t>
      </w:r>
      <w:r>
        <w:t xml:space="preserve"> The copies must be in </w:t>
      </w:r>
      <w:r w:rsidRPr="0080146B">
        <w:t xml:space="preserve">English, </w:t>
      </w:r>
      <w:r>
        <w:t xml:space="preserve">unless the member has elected to receive the reports in an </w:t>
      </w:r>
      <w:r w:rsidRPr="0080146B">
        <w:t>official language of the home economy</w:t>
      </w:r>
      <w:r>
        <w:t xml:space="preserve"> of the fund. Members may elect to receive the reports either in hard copy or electronically. If the member makes no election, the member may access the </w:t>
      </w:r>
      <w:r w:rsidR="008548EE">
        <w:t xml:space="preserve">English copies of the </w:t>
      </w:r>
      <w:r>
        <w:t>report</w:t>
      </w:r>
      <w:r w:rsidR="008548EE">
        <w:t>s</w:t>
      </w:r>
      <w:r>
        <w:t xml:space="preserve"> on a specified website</w:t>
      </w:r>
      <w:r w:rsidR="008548EE">
        <w:t xml:space="preserve">. In this case, the </w:t>
      </w:r>
      <w:r w:rsidR="004668EC">
        <w:t xml:space="preserve">operator makes English copies </w:t>
      </w:r>
      <w:r w:rsidR="00B31BEE">
        <w:t>of the reports</w:t>
      </w:r>
      <w:r w:rsidR="004668EC">
        <w:t xml:space="preserve"> available on a website and notifies in writing all </w:t>
      </w:r>
      <w:r w:rsidR="0021631B">
        <w:t xml:space="preserve">Australian </w:t>
      </w:r>
      <w:r w:rsidR="004668EC">
        <w:t xml:space="preserve">members that have not made an election </w:t>
      </w:r>
      <w:r w:rsidR="00B31BEE">
        <w:t>of the availability of the reports and the website address for accessing them</w:t>
      </w:r>
      <w:r w:rsidR="004668EC">
        <w:t>.</w:t>
      </w:r>
    </w:p>
    <w:p w:rsidR="0080146B" w:rsidRDefault="004668EC" w:rsidP="008D51C1">
      <w:pPr>
        <w:pStyle w:val="base-text-paragraph"/>
        <w:numPr>
          <w:ilvl w:val="1"/>
          <w:numId w:val="48"/>
        </w:numPr>
      </w:pPr>
      <w:r>
        <w:t>Operators of notified foreign passport funds must</w:t>
      </w:r>
      <w:r w:rsidRPr="0080146B">
        <w:t xml:space="preserve"> </w:t>
      </w:r>
      <w:r>
        <w:t xml:space="preserve">provide retail members in Australia with a periodic statement </w:t>
      </w:r>
      <w:r w:rsidRPr="004668EC">
        <w:t xml:space="preserve">for each reporting period during which the holder holds </w:t>
      </w:r>
      <w:r>
        <w:t>interests in the fund</w:t>
      </w:r>
      <w:r w:rsidRPr="004668EC">
        <w:t>.</w:t>
      </w:r>
    </w:p>
    <w:p w:rsidR="008C2092" w:rsidRDefault="00B12A36" w:rsidP="008D51C1">
      <w:pPr>
        <w:pStyle w:val="base-text-paragraph"/>
        <w:numPr>
          <w:ilvl w:val="1"/>
          <w:numId w:val="48"/>
        </w:numPr>
      </w:pPr>
      <w:r>
        <w:t>O</w:t>
      </w:r>
      <w:r w:rsidR="008A5CB3">
        <w:t xml:space="preserve">perators of </w:t>
      </w:r>
      <w:r w:rsidR="00B10121">
        <w:t>notified foreign passport funds</w:t>
      </w:r>
      <w:r w:rsidR="008A5CB3">
        <w:t xml:space="preserve"> </w:t>
      </w:r>
      <w:r>
        <w:t>must</w:t>
      </w:r>
      <w:r w:rsidR="00B10121">
        <w:t xml:space="preserve"> provide certain information </w:t>
      </w:r>
      <w:r>
        <w:t xml:space="preserve">in relation to their fund </w:t>
      </w:r>
      <w:r w:rsidR="00B3446B">
        <w:t>in</w:t>
      </w:r>
      <w:r>
        <w:t xml:space="preserve"> </w:t>
      </w:r>
      <w:r w:rsidR="00B10121">
        <w:t xml:space="preserve">response to </w:t>
      </w:r>
      <w:r w:rsidR="009662C0">
        <w:t>request</w:t>
      </w:r>
      <w:r w:rsidR="00B10121">
        <w:t>s</w:t>
      </w:r>
      <w:r w:rsidR="009662C0">
        <w:t xml:space="preserve"> from specified persons</w:t>
      </w:r>
      <w:r w:rsidR="00B3446B">
        <w:t>. These include</w:t>
      </w:r>
      <w:r w:rsidR="009662C0">
        <w:t xml:space="preserve"> prospective, current, and former members of notified foreign passport funds and</w:t>
      </w:r>
      <w:r w:rsidR="00B31BEE">
        <w:t>,</w:t>
      </w:r>
      <w:r w:rsidR="009662C0">
        <w:t xml:space="preserve"> depending on the requirement, to other persons that meet applicable conditions.</w:t>
      </w:r>
    </w:p>
    <w:p w:rsidR="008C2092" w:rsidRDefault="008A5CB3" w:rsidP="008D51C1">
      <w:pPr>
        <w:pStyle w:val="base-text-paragraph"/>
        <w:numPr>
          <w:ilvl w:val="1"/>
          <w:numId w:val="48"/>
        </w:numPr>
      </w:pPr>
      <w:r>
        <w:t>T</w:t>
      </w:r>
      <w:r w:rsidR="008C2092">
        <w:t xml:space="preserve">here are certain circumstances where investors or other parties may request other information </w:t>
      </w:r>
      <w:r w:rsidR="00B12A36">
        <w:t xml:space="preserve">in relation to a notified foreign passport fund </w:t>
      </w:r>
      <w:r w:rsidR="008C2092">
        <w:t xml:space="preserve">from </w:t>
      </w:r>
      <w:r w:rsidR="00B12A36">
        <w:t>the operator of the fund</w:t>
      </w:r>
      <w:r w:rsidR="008C2092">
        <w:t>. Fees may apply and the use of the information received may be subject to limitations. For example, a party may request a copy of the register of members or additional information more generally.</w:t>
      </w:r>
    </w:p>
    <w:p w:rsidR="00D31C84" w:rsidRDefault="004D7BC6" w:rsidP="008D51C1">
      <w:pPr>
        <w:pStyle w:val="base-text-paragraph"/>
        <w:numPr>
          <w:ilvl w:val="1"/>
          <w:numId w:val="48"/>
        </w:numPr>
      </w:pPr>
      <w:r>
        <w:t>T</w:t>
      </w:r>
      <w:r w:rsidR="003D7C89">
        <w:t xml:space="preserve">he new law provides </w:t>
      </w:r>
      <w:r w:rsidR="003D7C89" w:rsidDel="00B12A36">
        <w:t xml:space="preserve">certain persons with the right to obtain a copy of the register of members </w:t>
      </w:r>
      <w:r w:rsidR="00B31BEE">
        <w:t>and</w:t>
      </w:r>
      <w:r w:rsidR="003D7C89" w:rsidDel="00B12A36">
        <w:t xml:space="preserve"> the constitution</w:t>
      </w:r>
      <w:r w:rsidR="00B31BEE">
        <w:t xml:space="preserve"> of a notified foreign passport fund</w:t>
      </w:r>
      <w:r w:rsidR="003D7C89" w:rsidDel="00B12A36">
        <w:t>. It also restricts the purposes for which the register of members may be used.</w:t>
      </w:r>
    </w:p>
    <w:p w:rsidR="0041503C" w:rsidRDefault="0041503C" w:rsidP="008D51C1">
      <w:pPr>
        <w:pStyle w:val="base-text-paragraph"/>
        <w:numPr>
          <w:ilvl w:val="1"/>
          <w:numId w:val="48"/>
        </w:numPr>
      </w:pPr>
      <w:r>
        <w:t>A</w:t>
      </w:r>
      <w:r w:rsidR="0021631B">
        <w:t>n Australian</w:t>
      </w:r>
      <w:r>
        <w:t xml:space="preserve"> member or former member </w:t>
      </w:r>
      <w:r w:rsidR="0021631B" w:rsidRPr="0021631B">
        <w:t xml:space="preserve">of the fund who acquired an interest in the fund in </w:t>
      </w:r>
      <w:r w:rsidR="0021631B">
        <w:t>Australia</w:t>
      </w:r>
      <w:r w:rsidR="0021631B" w:rsidRPr="0021631B">
        <w:t xml:space="preserve">, or is ordinarily resident in this </w:t>
      </w:r>
      <w:r w:rsidR="0021631B">
        <w:t>Australia</w:t>
      </w:r>
      <w:r>
        <w:t xml:space="preserve"> may request a copy of the constitution</w:t>
      </w:r>
      <w:r w:rsidR="0021631B">
        <w:t>. Furthermore,</w:t>
      </w:r>
      <w:r>
        <w:t xml:space="preserve"> any person</w:t>
      </w:r>
      <w:r w:rsidR="0021631B">
        <w:t xml:space="preserve"> meeting these criteria, as well as any person</w:t>
      </w:r>
      <w:r>
        <w:t xml:space="preserve"> </w:t>
      </w:r>
      <w:r w:rsidR="0021631B">
        <w:t xml:space="preserve">in Australia, </w:t>
      </w:r>
      <w:r>
        <w:t>may request a copy of the register of members from the operator of a notified foreign passport fund. The operator must provide a copy in English or in an official language of the home economy of the fund within seven days after receiving the application. The applicant must pay the reasonable costs of providing the copy.</w:t>
      </w:r>
    </w:p>
    <w:p w:rsidR="0041503C" w:rsidRPr="008F726E" w:rsidRDefault="0041503C" w:rsidP="008D51C1">
      <w:pPr>
        <w:pStyle w:val="base-text-paragraph"/>
        <w:numPr>
          <w:ilvl w:val="1"/>
          <w:numId w:val="48"/>
        </w:numPr>
      </w:pPr>
      <w:r>
        <w:t>Information obtained from a register of members cannot be used to contact, or send material to members, other than in accordance with the law.</w:t>
      </w:r>
    </w:p>
    <w:p w:rsidR="00AB24D0" w:rsidRDefault="00AB24D0" w:rsidP="008D51C1">
      <w:pPr>
        <w:pStyle w:val="base-text-paragraph"/>
        <w:numPr>
          <w:ilvl w:val="1"/>
          <w:numId w:val="48"/>
        </w:numPr>
      </w:pPr>
      <w:r>
        <w:t xml:space="preserve">ASIC </w:t>
      </w:r>
      <w:r w:rsidR="003E55F5">
        <w:t>may</w:t>
      </w:r>
      <w:r>
        <w:t xml:space="preserve"> require the operator of a notified foreign passport fund to lo</w:t>
      </w:r>
      <w:r w:rsidRPr="00AB24D0">
        <w:t>dge a copy of the whole or a specified part of the register of members of the fund</w:t>
      </w:r>
      <w:r>
        <w:t>.</w:t>
      </w:r>
    </w:p>
    <w:p w:rsidR="00AB24D0" w:rsidRDefault="00B73C87" w:rsidP="008D51C1">
      <w:pPr>
        <w:pStyle w:val="base-text-paragraph"/>
        <w:numPr>
          <w:ilvl w:val="1"/>
          <w:numId w:val="48"/>
        </w:numPr>
      </w:pPr>
      <w:r>
        <w:t>The operator</w:t>
      </w:r>
      <w:r w:rsidR="00D96C35">
        <w:t xml:space="preserve"> of </w:t>
      </w:r>
      <w:r>
        <w:t xml:space="preserve">a </w:t>
      </w:r>
      <w:r w:rsidR="00D96C35">
        <w:t>n</w:t>
      </w:r>
      <w:r w:rsidR="00AB24D0">
        <w:t xml:space="preserve">otified foreign passport </w:t>
      </w:r>
      <w:r>
        <w:t>fund</w:t>
      </w:r>
      <w:r w:rsidR="00AB24D0">
        <w:t xml:space="preserve"> must </w:t>
      </w:r>
      <w:r w:rsidR="00AB24D0" w:rsidRPr="00AB24D0">
        <w:t xml:space="preserve">provide </w:t>
      </w:r>
      <w:r w:rsidR="0021631B">
        <w:t xml:space="preserve">Australian </w:t>
      </w:r>
      <w:r w:rsidR="00AB24D0" w:rsidRPr="00AB24D0">
        <w:t xml:space="preserve">members of the fund </w:t>
      </w:r>
      <w:r w:rsidR="005A4349">
        <w:t xml:space="preserve">with </w:t>
      </w:r>
      <w:r w:rsidR="00344ECD">
        <w:t xml:space="preserve">a copy of </w:t>
      </w:r>
      <w:r w:rsidR="00AB24D0" w:rsidRPr="00AB24D0">
        <w:t>any reports that it makes available to members in the home economy without charge</w:t>
      </w:r>
      <w:r w:rsidR="00344ECD">
        <w:t>, as well as a summary in English where the language is not English.</w:t>
      </w:r>
    </w:p>
    <w:p w:rsidR="0049748A" w:rsidRDefault="0049748A" w:rsidP="008D51C1">
      <w:pPr>
        <w:pStyle w:val="base-text-paragraph"/>
        <w:numPr>
          <w:ilvl w:val="1"/>
          <w:numId w:val="48"/>
        </w:numPr>
      </w:pPr>
      <w:r>
        <w:t>Where notified foreign passport funds meet specified requirements, such as number of members in Australia, they will be subject to the existing enhanced disclosure requirements that apply to certain body corporates and schemes.</w:t>
      </w:r>
    </w:p>
    <w:p w:rsidR="00AB24D0" w:rsidRPr="008F726E" w:rsidRDefault="00AB24D0" w:rsidP="008D51C1">
      <w:pPr>
        <w:pStyle w:val="base-text-paragraph"/>
        <w:numPr>
          <w:ilvl w:val="1"/>
          <w:numId w:val="48"/>
        </w:numPr>
      </w:pPr>
      <w:r>
        <w:t xml:space="preserve">ASIC </w:t>
      </w:r>
      <w:r w:rsidRPr="00AB24D0">
        <w:t>may destroy document</w:t>
      </w:r>
      <w:r>
        <w:t>s</w:t>
      </w:r>
      <w:r w:rsidRPr="00AB24D0">
        <w:t xml:space="preserve"> lodged in relation to a notified foreign passport fund</w:t>
      </w:r>
      <w:r>
        <w:t xml:space="preserve"> that it is no longer required to retain </w:t>
      </w:r>
      <w:r w:rsidR="00E740F0">
        <w:t>and</w:t>
      </w:r>
      <w:r>
        <w:t xml:space="preserve"> no longer deems necessary to retain.</w:t>
      </w:r>
    </w:p>
    <w:p w:rsidR="0041503C" w:rsidRDefault="0041503C" w:rsidP="008D51C1">
      <w:pPr>
        <w:pStyle w:val="Heading2with18pointafter"/>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41503C" w:rsidRPr="004666B8" w:rsidTr="00B3755F">
        <w:trPr>
          <w:cantSplit/>
          <w:tblHeader/>
        </w:trPr>
        <w:tc>
          <w:tcPr>
            <w:tcW w:w="3275" w:type="dxa"/>
          </w:tcPr>
          <w:p w:rsidR="0041503C" w:rsidRPr="00D541C5" w:rsidRDefault="0041503C" w:rsidP="008D51C1">
            <w:pPr>
              <w:pStyle w:val="tableheaderwithintable"/>
              <w:rPr>
                <w:lang w:eastAsia="en-US"/>
              </w:rPr>
            </w:pPr>
            <w:r w:rsidRPr="00D541C5">
              <w:rPr>
                <w:lang w:eastAsia="en-US"/>
              </w:rPr>
              <w:t>New law</w:t>
            </w:r>
          </w:p>
        </w:tc>
        <w:tc>
          <w:tcPr>
            <w:tcW w:w="3276" w:type="dxa"/>
          </w:tcPr>
          <w:p w:rsidR="0041503C" w:rsidRPr="00D541C5" w:rsidRDefault="0041503C" w:rsidP="008D51C1">
            <w:pPr>
              <w:pStyle w:val="tableheaderwithintable"/>
              <w:rPr>
                <w:lang w:eastAsia="en-US"/>
              </w:rPr>
            </w:pPr>
            <w:r w:rsidRPr="00D541C5">
              <w:rPr>
                <w:lang w:eastAsia="en-US"/>
              </w:rPr>
              <w:t>Current law</w:t>
            </w:r>
          </w:p>
        </w:tc>
      </w:tr>
      <w:tr w:rsidR="008A5CB3" w:rsidRPr="004666B8" w:rsidTr="00B3755F">
        <w:trPr>
          <w:cantSplit/>
        </w:trPr>
        <w:tc>
          <w:tcPr>
            <w:tcW w:w="3275" w:type="dxa"/>
          </w:tcPr>
          <w:p w:rsidR="008A5CB3" w:rsidRPr="00D541C5" w:rsidRDefault="00B12A36" w:rsidP="008D51C1">
            <w:pPr>
              <w:pStyle w:val="tabletext"/>
              <w:rPr>
                <w:lang w:eastAsia="en-US"/>
              </w:rPr>
            </w:pPr>
            <w:r w:rsidRPr="00D541C5">
              <w:rPr>
                <w:lang w:eastAsia="en-US"/>
              </w:rPr>
              <w:t xml:space="preserve">An offer of </w:t>
            </w:r>
            <w:r w:rsidR="005A4349">
              <w:rPr>
                <w:lang w:eastAsia="en-US"/>
              </w:rPr>
              <w:t xml:space="preserve">a </w:t>
            </w:r>
            <w:r w:rsidR="008A5CB3" w:rsidRPr="00D541C5">
              <w:rPr>
                <w:lang w:eastAsia="en-US"/>
              </w:rPr>
              <w:t>foreign passport fund</w:t>
            </w:r>
            <w:r w:rsidR="00765E71">
              <w:rPr>
                <w:lang w:eastAsia="en-US"/>
              </w:rPr>
              <w:t xml:space="preserve"> product</w:t>
            </w:r>
            <w:r w:rsidR="008A5CB3" w:rsidRPr="00D541C5">
              <w:rPr>
                <w:lang w:eastAsia="en-US"/>
              </w:rPr>
              <w:t xml:space="preserve"> </w:t>
            </w:r>
            <w:r w:rsidR="00765E71">
              <w:rPr>
                <w:lang w:eastAsia="en-US"/>
              </w:rPr>
              <w:t>generally</w:t>
            </w:r>
            <w:r w:rsidR="008A5CB3" w:rsidRPr="00D541C5">
              <w:rPr>
                <w:lang w:eastAsia="en-US"/>
              </w:rPr>
              <w:t xml:space="preserve"> </w:t>
            </w:r>
            <w:r w:rsidRPr="00D541C5">
              <w:rPr>
                <w:lang w:eastAsia="en-US"/>
              </w:rPr>
              <w:t>require</w:t>
            </w:r>
            <w:r w:rsidR="007A4018">
              <w:rPr>
                <w:lang w:eastAsia="en-US"/>
              </w:rPr>
              <w:t>s</w:t>
            </w:r>
            <w:r w:rsidRPr="00D541C5">
              <w:rPr>
                <w:lang w:eastAsia="en-US"/>
              </w:rPr>
              <w:t xml:space="preserve"> a </w:t>
            </w:r>
            <w:r w:rsidR="002524EB">
              <w:rPr>
                <w:lang w:eastAsia="en-US"/>
              </w:rPr>
              <w:t>PDS</w:t>
            </w:r>
            <w:r w:rsidRPr="00D541C5">
              <w:rPr>
                <w:lang w:eastAsia="en-US"/>
              </w:rPr>
              <w:t>.</w:t>
            </w:r>
          </w:p>
        </w:tc>
        <w:tc>
          <w:tcPr>
            <w:tcW w:w="3276" w:type="dxa"/>
          </w:tcPr>
          <w:p w:rsidR="008A5CB3" w:rsidRPr="00D541C5" w:rsidRDefault="00765E71" w:rsidP="008D51C1">
            <w:pPr>
              <w:pStyle w:val="tabletext"/>
              <w:rPr>
                <w:lang w:eastAsia="en-US"/>
              </w:rPr>
            </w:pPr>
            <w:r>
              <w:rPr>
                <w:lang w:eastAsia="en-US"/>
              </w:rPr>
              <w:t>An offer of a managed investment product generally requires a PDS.</w:t>
            </w:r>
          </w:p>
        </w:tc>
      </w:tr>
      <w:tr w:rsidR="007A4018" w:rsidRPr="004666B8" w:rsidTr="00B3755F">
        <w:trPr>
          <w:cantSplit/>
        </w:trPr>
        <w:tc>
          <w:tcPr>
            <w:tcW w:w="3275" w:type="dxa"/>
          </w:tcPr>
          <w:p w:rsidR="007A4018" w:rsidRDefault="007A4018" w:rsidP="008D51C1">
            <w:pPr>
              <w:pStyle w:val="tabletext"/>
              <w:rPr>
                <w:lang w:eastAsia="en-US"/>
              </w:rPr>
            </w:pPr>
            <w:r>
              <w:rPr>
                <w:lang w:eastAsia="en-US"/>
              </w:rPr>
              <w:t xml:space="preserve">A Statement of Advice must be provided </w:t>
            </w:r>
            <w:r w:rsidR="00765E71">
              <w:rPr>
                <w:lang w:eastAsia="en-US"/>
              </w:rPr>
              <w:t xml:space="preserve">to </w:t>
            </w:r>
            <w:r w:rsidR="005A4349">
              <w:rPr>
                <w:lang w:eastAsia="en-US"/>
              </w:rPr>
              <w:t xml:space="preserve">a </w:t>
            </w:r>
            <w:r w:rsidR="00765E71">
              <w:rPr>
                <w:lang w:eastAsia="en-US"/>
              </w:rPr>
              <w:t xml:space="preserve">retail client </w:t>
            </w:r>
            <w:r>
              <w:rPr>
                <w:lang w:eastAsia="en-US"/>
              </w:rPr>
              <w:t>for a foreign passport fund product.</w:t>
            </w:r>
          </w:p>
        </w:tc>
        <w:tc>
          <w:tcPr>
            <w:tcW w:w="3276" w:type="dxa"/>
          </w:tcPr>
          <w:p w:rsidR="007A4018" w:rsidRPr="00D541C5" w:rsidRDefault="00765E71" w:rsidP="008D51C1">
            <w:pPr>
              <w:pStyle w:val="tabletext"/>
              <w:rPr>
                <w:lang w:eastAsia="en-US"/>
              </w:rPr>
            </w:pPr>
            <w:r>
              <w:rPr>
                <w:lang w:eastAsia="en-US"/>
              </w:rPr>
              <w:t>A Statement of Advice must be provided for most financial products, including managed investment products.</w:t>
            </w:r>
          </w:p>
        </w:tc>
      </w:tr>
      <w:tr w:rsidR="00765E71" w:rsidRPr="004666B8" w:rsidTr="00B3755F">
        <w:trPr>
          <w:cantSplit/>
        </w:trPr>
        <w:tc>
          <w:tcPr>
            <w:tcW w:w="3275" w:type="dxa"/>
          </w:tcPr>
          <w:p w:rsidR="00765E71" w:rsidRDefault="00765E71" w:rsidP="008D51C1">
            <w:pPr>
              <w:pStyle w:val="tabletext"/>
              <w:rPr>
                <w:lang w:eastAsia="en-US"/>
              </w:rPr>
            </w:pPr>
            <w:r>
              <w:rPr>
                <w:lang w:eastAsia="en-US"/>
              </w:rPr>
              <w:t>The operator of a notified foreign passport fund does not need to provide a retail client with a Financial</w:t>
            </w:r>
            <w:r w:rsidR="00293D7C">
              <w:rPr>
                <w:lang w:eastAsia="en-US"/>
              </w:rPr>
              <w:t> </w:t>
            </w:r>
            <w:r>
              <w:rPr>
                <w:lang w:eastAsia="en-US"/>
              </w:rPr>
              <w:t>Services Guide to merely operate the fund.</w:t>
            </w:r>
          </w:p>
        </w:tc>
        <w:tc>
          <w:tcPr>
            <w:tcW w:w="3276" w:type="dxa"/>
          </w:tcPr>
          <w:p w:rsidR="00765E71" w:rsidRDefault="00765E71" w:rsidP="008D51C1">
            <w:pPr>
              <w:pStyle w:val="tabletext"/>
              <w:rPr>
                <w:lang w:eastAsia="en-US"/>
              </w:rPr>
            </w:pPr>
            <w:r>
              <w:rPr>
                <w:lang w:eastAsia="en-US"/>
              </w:rPr>
              <w:t xml:space="preserve">A </w:t>
            </w:r>
            <w:r w:rsidR="00FA4328">
              <w:rPr>
                <w:lang w:eastAsia="en-US"/>
              </w:rPr>
              <w:t>responsible entity does not need to provide a Financial Services Guide if the financial service merely relates to operating the fund.</w:t>
            </w:r>
          </w:p>
        </w:tc>
      </w:tr>
      <w:tr w:rsidR="009814EF" w:rsidRPr="004666B8" w:rsidTr="00B3755F">
        <w:trPr>
          <w:cantSplit/>
        </w:trPr>
        <w:tc>
          <w:tcPr>
            <w:tcW w:w="3275" w:type="dxa"/>
          </w:tcPr>
          <w:p w:rsidR="009814EF" w:rsidRDefault="009814EF" w:rsidP="008D51C1">
            <w:pPr>
              <w:pStyle w:val="tabletext"/>
              <w:rPr>
                <w:lang w:eastAsia="en-US"/>
              </w:rPr>
            </w:pPr>
            <w:r>
              <w:rPr>
                <w:lang w:eastAsia="en-US"/>
              </w:rPr>
              <w:t xml:space="preserve">A person is prohibited from recommending or offering an interest in a foreign passport fund which is not a </w:t>
            </w:r>
            <w:r w:rsidDel="00580243">
              <w:rPr>
                <w:lang w:eastAsia="en-US"/>
              </w:rPr>
              <w:t xml:space="preserve">notified </w:t>
            </w:r>
            <w:r>
              <w:rPr>
                <w:lang w:eastAsia="en-US"/>
              </w:rPr>
              <w:t>foreign passport fund. Short sales are only permitted where the person has a right to vest the product in the buyer.</w:t>
            </w:r>
          </w:p>
        </w:tc>
        <w:tc>
          <w:tcPr>
            <w:tcW w:w="3276" w:type="dxa"/>
          </w:tcPr>
          <w:p w:rsidR="009814EF" w:rsidRDefault="009814EF" w:rsidP="008D51C1">
            <w:pPr>
              <w:pStyle w:val="tabletext"/>
              <w:rPr>
                <w:lang w:eastAsia="en-US"/>
              </w:rPr>
            </w:pPr>
            <w:r>
              <w:rPr>
                <w:lang w:eastAsia="en-US"/>
              </w:rPr>
              <w:t>A person is prohibited from recommending o</w:t>
            </w:r>
            <w:r w:rsidR="00B31BEE">
              <w:rPr>
                <w:lang w:eastAsia="en-US"/>
              </w:rPr>
              <w:t>r</w:t>
            </w:r>
            <w:r>
              <w:rPr>
                <w:lang w:eastAsia="en-US"/>
              </w:rPr>
              <w:t xml:space="preserve"> offering an interest in an unregistered scheme which is required to be registered. Short sales of managed investment products are only permitted where the person has a right to vest the product in the buyer.</w:t>
            </w:r>
          </w:p>
        </w:tc>
      </w:tr>
      <w:tr w:rsidR="009814EF" w:rsidRPr="004666B8" w:rsidTr="00B3755F">
        <w:trPr>
          <w:cantSplit/>
        </w:trPr>
        <w:tc>
          <w:tcPr>
            <w:tcW w:w="3275" w:type="dxa"/>
          </w:tcPr>
          <w:p w:rsidR="009814EF" w:rsidRDefault="009814EF" w:rsidP="008D51C1">
            <w:pPr>
              <w:pStyle w:val="tabletext"/>
              <w:rPr>
                <w:lang w:eastAsia="en-US"/>
              </w:rPr>
            </w:pPr>
            <w:r>
              <w:rPr>
                <w:lang w:eastAsia="en-US"/>
              </w:rPr>
              <w:t xml:space="preserve">New members </w:t>
            </w:r>
            <w:r w:rsidR="00C550B3">
              <w:rPr>
                <w:lang w:eastAsia="en-US"/>
              </w:rPr>
              <w:t>of notified foreign passport funds have</w:t>
            </w:r>
            <w:r>
              <w:rPr>
                <w:lang w:eastAsia="en-US"/>
              </w:rPr>
              <w:t xml:space="preserve"> a 14</w:t>
            </w:r>
            <w:r w:rsidR="00FC6114">
              <w:rPr>
                <w:lang w:eastAsia="en-US"/>
              </w:rPr>
              <w:t> </w:t>
            </w:r>
            <w:r>
              <w:rPr>
                <w:lang w:eastAsia="en-US"/>
              </w:rPr>
              <w:t>day cooling</w:t>
            </w:r>
            <w:r w:rsidR="005A4349">
              <w:rPr>
                <w:lang w:eastAsia="en-US"/>
              </w:rPr>
              <w:noBreakHyphen/>
            </w:r>
            <w:r>
              <w:rPr>
                <w:lang w:eastAsia="en-US"/>
              </w:rPr>
              <w:t>off period.</w:t>
            </w:r>
          </w:p>
        </w:tc>
        <w:tc>
          <w:tcPr>
            <w:tcW w:w="3276" w:type="dxa"/>
          </w:tcPr>
          <w:p w:rsidR="009814EF" w:rsidRDefault="00C550B3" w:rsidP="008D51C1">
            <w:pPr>
              <w:pStyle w:val="tabletext"/>
              <w:rPr>
                <w:lang w:eastAsia="en-US"/>
              </w:rPr>
            </w:pPr>
            <w:r>
              <w:rPr>
                <w:lang w:eastAsia="en-US"/>
              </w:rPr>
              <w:t>New members of registered schemes have a 14</w:t>
            </w:r>
            <w:r w:rsidR="00FC6114">
              <w:rPr>
                <w:lang w:eastAsia="en-US"/>
              </w:rPr>
              <w:t> </w:t>
            </w:r>
            <w:r>
              <w:rPr>
                <w:lang w:eastAsia="en-US"/>
              </w:rPr>
              <w:t>day cooling</w:t>
            </w:r>
            <w:r w:rsidR="00761B1F">
              <w:rPr>
                <w:lang w:eastAsia="en-US"/>
              </w:rPr>
              <w:noBreakHyphen/>
            </w:r>
            <w:r>
              <w:rPr>
                <w:lang w:eastAsia="en-US"/>
              </w:rPr>
              <w:t>off</w:t>
            </w:r>
            <w:r w:rsidR="00761B1F">
              <w:rPr>
                <w:lang w:eastAsia="en-US"/>
              </w:rPr>
              <w:t xml:space="preserve"> </w:t>
            </w:r>
            <w:r>
              <w:rPr>
                <w:lang w:eastAsia="en-US"/>
              </w:rPr>
              <w:t>period and their money must be held in designated accounts before they receive their interest.</w:t>
            </w:r>
          </w:p>
        </w:tc>
      </w:tr>
      <w:tr w:rsidR="00001D0E" w:rsidRPr="004666B8" w:rsidTr="00B3755F">
        <w:trPr>
          <w:cantSplit/>
        </w:trPr>
        <w:tc>
          <w:tcPr>
            <w:tcW w:w="3275" w:type="dxa"/>
          </w:tcPr>
          <w:p w:rsidR="00A25805" w:rsidRDefault="00001D0E" w:rsidP="008D51C1">
            <w:pPr>
              <w:pStyle w:val="tabletext"/>
              <w:rPr>
                <w:lang w:eastAsia="en-US"/>
              </w:rPr>
            </w:pPr>
            <w:r>
              <w:rPr>
                <w:lang w:eastAsia="en-US"/>
              </w:rPr>
              <w:t xml:space="preserve">The operator of a notified foreign passport must provide </w:t>
            </w:r>
            <w:r w:rsidR="0021631B">
              <w:rPr>
                <w:lang w:eastAsia="en-US"/>
              </w:rPr>
              <w:t xml:space="preserve">Australian </w:t>
            </w:r>
            <w:r>
              <w:rPr>
                <w:lang w:eastAsia="en-US"/>
              </w:rPr>
              <w:t>members</w:t>
            </w:r>
            <w:r w:rsidR="006A7666">
              <w:rPr>
                <w:lang w:eastAsia="en-US"/>
              </w:rPr>
              <w:t>, free of charge,</w:t>
            </w:r>
            <w:r>
              <w:rPr>
                <w:lang w:eastAsia="en-US"/>
              </w:rPr>
              <w:t xml:space="preserve"> with a copy of the annual financial report for the fund and the auditor’s report for the financial report.</w:t>
            </w:r>
          </w:p>
          <w:p w:rsidR="006A7666" w:rsidRDefault="006A7666" w:rsidP="008D51C1">
            <w:pPr>
              <w:pStyle w:val="tabletext"/>
              <w:rPr>
                <w:lang w:eastAsia="en-US"/>
              </w:rPr>
            </w:pPr>
            <w:r>
              <w:rPr>
                <w:lang w:eastAsia="en-US"/>
              </w:rPr>
              <w:t>There is no option for this to be provided as a concise financial report.</w:t>
            </w:r>
          </w:p>
          <w:p w:rsidR="006A7666" w:rsidRDefault="006A7666" w:rsidP="008D51C1">
            <w:pPr>
              <w:pStyle w:val="tabletext"/>
              <w:rPr>
                <w:lang w:eastAsia="en-US"/>
              </w:rPr>
            </w:pPr>
          </w:p>
          <w:p w:rsidR="006A7666" w:rsidRDefault="006A7666" w:rsidP="008D51C1">
            <w:pPr>
              <w:pStyle w:val="tabletext"/>
              <w:rPr>
                <w:lang w:eastAsia="en-US"/>
              </w:rPr>
            </w:pPr>
            <w:r w:rsidRPr="006A7666">
              <w:rPr>
                <w:lang w:eastAsia="en-US"/>
              </w:rPr>
              <w:t>Subject to any member election to either not receive a report or receive the report in a particular manner, reports may be provided in hard copy or electronically, or if a member has not elected to receive a hard copy, then by accessing the report on a specified website.</w:t>
            </w:r>
          </w:p>
          <w:p w:rsidR="001131C1" w:rsidRDefault="001131C1" w:rsidP="008D51C1">
            <w:pPr>
              <w:pStyle w:val="tabletext"/>
              <w:rPr>
                <w:lang w:eastAsia="en-US"/>
              </w:rPr>
            </w:pPr>
            <w:r>
              <w:rPr>
                <w:lang w:eastAsia="en-US"/>
              </w:rPr>
              <w:t xml:space="preserve">The report is to be provided within </w:t>
            </w:r>
            <w:r w:rsidR="00545CDB">
              <w:rPr>
                <w:lang w:eastAsia="en-US"/>
              </w:rPr>
              <w:t>three</w:t>
            </w:r>
            <w:r>
              <w:rPr>
                <w:lang w:eastAsia="en-US"/>
              </w:rPr>
              <w:t> months of the end of the financial year.</w:t>
            </w:r>
          </w:p>
          <w:p w:rsidR="001131C1" w:rsidRPr="004668EC" w:rsidRDefault="001131C1" w:rsidP="008D51C1">
            <w:pPr>
              <w:pStyle w:val="tabletext"/>
              <w:rPr>
                <w:sz w:val="22"/>
                <w:lang w:eastAsia="en-US"/>
              </w:rPr>
            </w:pPr>
            <w:r>
              <w:rPr>
                <w:lang w:eastAsia="en-US"/>
              </w:rPr>
              <w:t>Reports are provided in English unless a member has elected to receive a report in an official language of the fund’s home economy other than English.</w:t>
            </w:r>
          </w:p>
        </w:tc>
        <w:tc>
          <w:tcPr>
            <w:tcW w:w="3276" w:type="dxa"/>
          </w:tcPr>
          <w:p w:rsidR="00A25805" w:rsidRDefault="00001D0E" w:rsidP="008D51C1">
            <w:pPr>
              <w:pStyle w:val="tabletext"/>
              <w:rPr>
                <w:lang w:eastAsia="en-US"/>
              </w:rPr>
            </w:pPr>
            <w:r>
              <w:rPr>
                <w:lang w:eastAsia="en-US"/>
              </w:rPr>
              <w:t>Companies, registered schemes and disclosing entities must provide to members</w:t>
            </w:r>
            <w:r w:rsidR="006A7666">
              <w:rPr>
                <w:lang w:eastAsia="en-US"/>
              </w:rPr>
              <w:t>,</w:t>
            </w:r>
            <w:r>
              <w:rPr>
                <w:lang w:eastAsia="en-US"/>
              </w:rPr>
              <w:t xml:space="preserve"> </w:t>
            </w:r>
            <w:r w:rsidR="006A7666">
              <w:rPr>
                <w:lang w:eastAsia="en-US"/>
              </w:rPr>
              <w:t xml:space="preserve">free of charge, </w:t>
            </w:r>
            <w:r>
              <w:rPr>
                <w:lang w:eastAsia="en-US"/>
              </w:rPr>
              <w:t xml:space="preserve">specified reports including the annual financial report and the auditor’s report for the financial report. </w:t>
            </w:r>
          </w:p>
          <w:p w:rsidR="002C0206" w:rsidRDefault="00A25805" w:rsidP="008D51C1">
            <w:pPr>
              <w:pStyle w:val="tabletext"/>
              <w:rPr>
                <w:lang w:eastAsia="en-US"/>
              </w:rPr>
            </w:pPr>
            <w:r>
              <w:rPr>
                <w:lang w:eastAsia="en-US"/>
              </w:rPr>
              <w:t xml:space="preserve">If conditions are met, they can provide a </w:t>
            </w:r>
            <w:r w:rsidR="00001D0E">
              <w:rPr>
                <w:lang w:eastAsia="en-US"/>
              </w:rPr>
              <w:t>concise financial report</w:t>
            </w:r>
            <w:r>
              <w:rPr>
                <w:lang w:eastAsia="en-US"/>
              </w:rPr>
              <w:t xml:space="preserve"> in lieu of a full financial report.</w:t>
            </w:r>
          </w:p>
          <w:p w:rsidR="001131C1" w:rsidRDefault="0061370C" w:rsidP="008D51C1">
            <w:pPr>
              <w:pStyle w:val="tabletext"/>
              <w:rPr>
                <w:lang w:eastAsia="en-US"/>
              </w:rPr>
            </w:pPr>
            <w:r>
              <w:rPr>
                <w:lang w:eastAsia="en-US"/>
              </w:rPr>
              <w:t xml:space="preserve">Subject to any member election to either not receive a report or receive the report in a particular manner, reports may be provided in hard copy or electronically, or if a member has not elected to receive a hard copy, then by accessing </w:t>
            </w:r>
            <w:r w:rsidR="006A7666">
              <w:rPr>
                <w:lang w:eastAsia="en-US"/>
              </w:rPr>
              <w:t>the report on a specified website.</w:t>
            </w:r>
          </w:p>
          <w:p w:rsidR="001131C1" w:rsidRDefault="001131C1" w:rsidP="008D51C1">
            <w:pPr>
              <w:pStyle w:val="tabletext"/>
              <w:rPr>
                <w:sz w:val="22"/>
                <w:lang w:eastAsia="en-US"/>
              </w:rPr>
            </w:pPr>
            <w:r>
              <w:rPr>
                <w:lang w:eastAsia="en-US"/>
              </w:rPr>
              <w:t>For registered schemes, t</w:t>
            </w:r>
            <w:r w:rsidRPr="006A7666">
              <w:rPr>
                <w:lang w:eastAsia="en-US"/>
              </w:rPr>
              <w:t xml:space="preserve">he report is to be provided within </w:t>
            </w:r>
            <w:r w:rsidR="00545CDB">
              <w:rPr>
                <w:lang w:eastAsia="en-US"/>
              </w:rPr>
              <w:t>three</w:t>
            </w:r>
            <w:r w:rsidRPr="006A7666">
              <w:rPr>
                <w:lang w:eastAsia="en-US"/>
              </w:rPr>
              <w:t xml:space="preserve"> months of the end of the financial year. </w:t>
            </w:r>
          </w:p>
          <w:p w:rsidR="006A7666" w:rsidRPr="00D541C5" w:rsidRDefault="001131C1" w:rsidP="008D51C1">
            <w:pPr>
              <w:pStyle w:val="tabletext"/>
              <w:rPr>
                <w:lang w:eastAsia="en-US"/>
              </w:rPr>
            </w:pPr>
            <w:r>
              <w:rPr>
                <w:lang w:eastAsia="en-US"/>
              </w:rPr>
              <w:t>Reports are provided in English.</w:t>
            </w:r>
          </w:p>
        </w:tc>
      </w:tr>
      <w:tr w:rsidR="0061370C" w:rsidRPr="004666B8" w:rsidTr="00B3755F">
        <w:trPr>
          <w:cantSplit/>
        </w:trPr>
        <w:tc>
          <w:tcPr>
            <w:tcW w:w="3275" w:type="dxa"/>
          </w:tcPr>
          <w:p w:rsidR="0061370C" w:rsidRPr="00D541C5" w:rsidRDefault="00FC0FAC" w:rsidP="008D51C1">
            <w:pPr>
              <w:pStyle w:val="tabletext"/>
              <w:rPr>
                <w:lang w:eastAsia="en-US"/>
              </w:rPr>
            </w:pPr>
            <w:r>
              <w:rPr>
                <w:lang w:eastAsia="en-US"/>
              </w:rPr>
              <w:t>Retail members of a n</w:t>
            </w:r>
            <w:r w:rsidR="00812047">
              <w:rPr>
                <w:lang w:eastAsia="en-US"/>
              </w:rPr>
              <w:t>otified foreign passport fund who are in Australia are provided by the operator of a fund with periodic statement in relation to their investment in the fund.</w:t>
            </w:r>
          </w:p>
        </w:tc>
        <w:tc>
          <w:tcPr>
            <w:tcW w:w="3276" w:type="dxa"/>
          </w:tcPr>
          <w:p w:rsidR="0061370C" w:rsidRPr="00D541C5" w:rsidRDefault="004D7BC6" w:rsidP="008D51C1">
            <w:pPr>
              <w:pStyle w:val="tabletext"/>
              <w:rPr>
                <w:lang w:eastAsia="en-US"/>
              </w:rPr>
            </w:pPr>
            <w:r>
              <w:rPr>
                <w:lang w:eastAsia="en-US"/>
              </w:rPr>
              <w:t>Issuers of financial products with an investment component must provide retail investors with a periodic statement in relation to their investment.</w:t>
            </w:r>
          </w:p>
        </w:tc>
      </w:tr>
      <w:tr w:rsidR="0041503C" w:rsidRPr="004666B8" w:rsidTr="00B3755F">
        <w:trPr>
          <w:cantSplit/>
        </w:trPr>
        <w:tc>
          <w:tcPr>
            <w:tcW w:w="3275" w:type="dxa"/>
          </w:tcPr>
          <w:p w:rsidR="002C0206" w:rsidRPr="00D541C5" w:rsidRDefault="000B4D74" w:rsidP="008D51C1">
            <w:pPr>
              <w:pStyle w:val="tabletext"/>
              <w:rPr>
                <w:lang w:eastAsia="en-US"/>
              </w:rPr>
            </w:pPr>
            <w:r w:rsidRPr="000B4D74">
              <w:rPr>
                <w:lang w:eastAsia="en-US"/>
              </w:rPr>
              <w:t>An Australian member or former member of the fund who acquired an interest in the fund in Australia, or is ordinarily resident in this Australia may request a copy of the constitution</w:t>
            </w:r>
            <w:r w:rsidR="005653E5" w:rsidRPr="00D541C5">
              <w:rPr>
                <w:lang w:eastAsia="en-US"/>
              </w:rPr>
              <w:t xml:space="preserve">. </w:t>
            </w:r>
            <w:r w:rsidR="005A291A" w:rsidRPr="00D541C5">
              <w:rPr>
                <w:lang w:eastAsia="en-US"/>
              </w:rPr>
              <w:t>They</w:t>
            </w:r>
            <w:r w:rsidR="0041503C" w:rsidRPr="00D541C5">
              <w:rPr>
                <w:lang w:eastAsia="en-US"/>
              </w:rPr>
              <w:t xml:space="preserve"> must pay the required fee.</w:t>
            </w:r>
          </w:p>
        </w:tc>
        <w:tc>
          <w:tcPr>
            <w:tcW w:w="3276" w:type="dxa"/>
          </w:tcPr>
          <w:p w:rsidR="0041503C" w:rsidRPr="00D541C5" w:rsidRDefault="0041503C" w:rsidP="008D51C1">
            <w:pPr>
              <w:pStyle w:val="tabletext"/>
              <w:rPr>
                <w:lang w:eastAsia="en-US"/>
              </w:rPr>
            </w:pPr>
            <w:r w:rsidRPr="00D541C5">
              <w:rPr>
                <w:lang w:eastAsia="en-US"/>
              </w:rPr>
              <w:t xml:space="preserve">A member of an Australian registered scheme may request a copy of the constitution. </w:t>
            </w:r>
            <w:r w:rsidR="005A291A" w:rsidRPr="00D541C5">
              <w:rPr>
                <w:lang w:eastAsia="en-US"/>
              </w:rPr>
              <w:t xml:space="preserve">They </w:t>
            </w:r>
            <w:r w:rsidRPr="00D541C5">
              <w:rPr>
                <w:lang w:eastAsia="en-US"/>
              </w:rPr>
              <w:t>must pay the required fee.</w:t>
            </w:r>
          </w:p>
        </w:tc>
      </w:tr>
      <w:tr w:rsidR="005653E5" w:rsidRPr="004666B8" w:rsidTr="00B3755F">
        <w:trPr>
          <w:cantSplit/>
        </w:trPr>
        <w:tc>
          <w:tcPr>
            <w:tcW w:w="3275" w:type="dxa"/>
          </w:tcPr>
          <w:p w:rsidR="005653E5" w:rsidRPr="00D541C5" w:rsidRDefault="000B4D74" w:rsidP="008D51C1">
            <w:pPr>
              <w:pStyle w:val="tabletext"/>
              <w:rPr>
                <w:lang w:eastAsia="en-US"/>
              </w:rPr>
            </w:pPr>
            <w:r w:rsidRPr="000B4D74">
              <w:rPr>
                <w:lang w:eastAsia="en-US"/>
              </w:rPr>
              <w:t>An Australian member or former member of the fund who acquired an interest in the fund in Australia, or is ordinarily resident in this Australia</w:t>
            </w:r>
            <w:r>
              <w:rPr>
                <w:lang w:eastAsia="en-US"/>
              </w:rPr>
              <w:t>,</w:t>
            </w:r>
            <w:r w:rsidRPr="000B4D74">
              <w:rPr>
                <w:lang w:eastAsia="en-US"/>
              </w:rPr>
              <w:t xml:space="preserve"> </w:t>
            </w:r>
            <w:r w:rsidR="005653E5" w:rsidRPr="00D541C5">
              <w:rPr>
                <w:lang w:eastAsia="en-US"/>
              </w:rPr>
              <w:t>, as well as anyone in Australia, may request a copy of the register of members.</w:t>
            </w:r>
            <w:r w:rsidR="005A291A" w:rsidRPr="00D541C5">
              <w:rPr>
                <w:lang w:eastAsia="en-US"/>
              </w:rPr>
              <w:t xml:space="preserve"> They must pay the required fee.</w:t>
            </w:r>
          </w:p>
        </w:tc>
        <w:tc>
          <w:tcPr>
            <w:tcW w:w="3276" w:type="dxa"/>
          </w:tcPr>
          <w:p w:rsidR="005653E5" w:rsidRPr="00D541C5" w:rsidRDefault="005653E5" w:rsidP="008D51C1">
            <w:pPr>
              <w:pStyle w:val="tabletext"/>
              <w:rPr>
                <w:lang w:eastAsia="en-US"/>
              </w:rPr>
            </w:pPr>
            <w:r w:rsidRPr="00D541C5">
              <w:rPr>
                <w:lang w:eastAsia="en-US"/>
              </w:rPr>
              <w:t>Anyone may request a copy of the register of members</w:t>
            </w:r>
            <w:r>
              <w:t xml:space="preserve"> </w:t>
            </w:r>
            <w:r w:rsidRPr="00D541C5">
              <w:rPr>
                <w:lang w:eastAsia="en-US"/>
              </w:rPr>
              <w:t>of an Australian registered scheme.</w:t>
            </w:r>
            <w:r>
              <w:t xml:space="preserve"> </w:t>
            </w:r>
            <w:r w:rsidR="005A291A">
              <w:t>They</w:t>
            </w:r>
            <w:r>
              <w:t xml:space="preserve"> </w:t>
            </w:r>
            <w:r w:rsidRPr="00D541C5">
              <w:rPr>
                <w:lang w:eastAsia="en-US"/>
              </w:rPr>
              <w:t>must pay the required fee.</w:t>
            </w:r>
          </w:p>
        </w:tc>
      </w:tr>
      <w:tr w:rsidR="0041503C" w:rsidRPr="004666B8" w:rsidTr="00B3755F">
        <w:trPr>
          <w:cantSplit/>
        </w:trPr>
        <w:tc>
          <w:tcPr>
            <w:tcW w:w="3275" w:type="dxa"/>
          </w:tcPr>
          <w:p w:rsidR="0041503C" w:rsidRPr="00D541C5" w:rsidRDefault="0041503C" w:rsidP="008D51C1">
            <w:pPr>
              <w:pStyle w:val="tabletext"/>
              <w:rPr>
                <w:lang w:eastAsia="en-US"/>
              </w:rPr>
            </w:pPr>
            <w:r w:rsidRPr="00D541C5">
              <w:rPr>
                <w:lang w:eastAsia="en-US"/>
              </w:rPr>
              <w:t xml:space="preserve">Copies </w:t>
            </w:r>
            <w:r w:rsidR="00106D55" w:rsidRPr="00D541C5">
              <w:rPr>
                <w:lang w:eastAsia="en-US"/>
              </w:rPr>
              <w:t xml:space="preserve">of the constitution or register of members </w:t>
            </w:r>
            <w:r w:rsidRPr="00D541C5">
              <w:rPr>
                <w:lang w:eastAsia="en-US"/>
              </w:rPr>
              <w:t>must be sent (but not necessarily received) within seven</w:t>
            </w:r>
            <w:r w:rsidR="002B51CA">
              <w:rPr>
                <w:lang w:eastAsia="en-US"/>
              </w:rPr>
              <w:t> </w:t>
            </w:r>
            <w:r w:rsidRPr="00D541C5">
              <w:rPr>
                <w:lang w:eastAsia="en-US"/>
              </w:rPr>
              <w:t>days unless ASIC allows a longer period</w:t>
            </w:r>
            <w:r w:rsidR="00275D6F">
              <w:rPr>
                <w:lang w:eastAsia="en-US"/>
              </w:rPr>
              <w:t>.</w:t>
            </w:r>
          </w:p>
        </w:tc>
        <w:tc>
          <w:tcPr>
            <w:tcW w:w="3276" w:type="dxa"/>
          </w:tcPr>
          <w:p w:rsidR="0041503C" w:rsidRPr="00D541C5" w:rsidRDefault="0041503C" w:rsidP="008D51C1">
            <w:pPr>
              <w:pStyle w:val="tabletext"/>
              <w:rPr>
                <w:sz w:val="22"/>
                <w:lang w:eastAsia="en-US"/>
              </w:rPr>
            </w:pPr>
            <w:r w:rsidRPr="00D541C5">
              <w:rPr>
                <w:lang w:eastAsia="en-US"/>
              </w:rPr>
              <w:t>Copies of the register of members must be provided within seven</w:t>
            </w:r>
            <w:r w:rsidR="002B51CA">
              <w:rPr>
                <w:lang w:eastAsia="en-US"/>
              </w:rPr>
              <w:t> </w:t>
            </w:r>
            <w:r w:rsidRPr="00D541C5">
              <w:rPr>
                <w:lang w:eastAsia="en-US"/>
              </w:rPr>
              <w:t>days. ASIC may allow a longer period for requests for copies of the register.</w:t>
            </w:r>
          </w:p>
        </w:tc>
      </w:tr>
      <w:tr w:rsidR="0041503C" w:rsidRPr="004666B8" w:rsidTr="00B3755F">
        <w:trPr>
          <w:cantSplit/>
        </w:trPr>
        <w:tc>
          <w:tcPr>
            <w:tcW w:w="3275" w:type="dxa"/>
          </w:tcPr>
          <w:p w:rsidR="0041503C" w:rsidRPr="00D541C5" w:rsidRDefault="0041503C" w:rsidP="008D51C1">
            <w:pPr>
              <w:pStyle w:val="tabletext"/>
              <w:rPr>
                <w:lang w:eastAsia="en-US"/>
              </w:rPr>
            </w:pPr>
            <w:r w:rsidRPr="00D541C5">
              <w:rPr>
                <w:lang w:eastAsia="en-US"/>
              </w:rPr>
              <w:t>The information in the register of members of a notified foreign passport fund or Australian scheme must not be used, or disclosed for the purpose of using, it to:</w:t>
            </w:r>
          </w:p>
          <w:p w:rsidR="0041503C" w:rsidRPr="00D541C5" w:rsidRDefault="0041503C" w:rsidP="008D51C1">
            <w:pPr>
              <w:pStyle w:val="tabledotpoint"/>
              <w:numPr>
                <w:ilvl w:val="0"/>
                <w:numId w:val="19"/>
              </w:numPr>
              <w:rPr>
                <w:lang w:eastAsia="en-US"/>
              </w:rPr>
            </w:pPr>
            <w:r w:rsidRPr="00D541C5">
              <w:rPr>
                <w:lang w:eastAsia="en-US"/>
              </w:rPr>
              <w:t>contact or send material to members, unless the material relates to the member’s interest or has been approved by the fund; or</w:t>
            </w:r>
          </w:p>
          <w:p w:rsidR="0041503C" w:rsidRPr="00D541C5" w:rsidRDefault="0041503C" w:rsidP="008D51C1">
            <w:pPr>
              <w:pStyle w:val="tabledotpoint"/>
              <w:numPr>
                <w:ilvl w:val="0"/>
                <w:numId w:val="19"/>
              </w:numPr>
              <w:rPr>
                <w:lang w:eastAsia="en-US"/>
              </w:rPr>
            </w:pPr>
            <w:r w:rsidRPr="00D541C5">
              <w:rPr>
                <w:lang w:eastAsia="en-US"/>
              </w:rPr>
              <w:t>any other purpose specified in regulations.</w:t>
            </w:r>
          </w:p>
        </w:tc>
        <w:tc>
          <w:tcPr>
            <w:tcW w:w="3276" w:type="dxa"/>
          </w:tcPr>
          <w:p w:rsidR="0041503C" w:rsidRPr="00D541C5" w:rsidRDefault="0041503C" w:rsidP="008D51C1">
            <w:pPr>
              <w:pStyle w:val="tabletext"/>
              <w:rPr>
                <w:lang w:eastAsia="en-US"/>
              </w:rPr>
            </w:pPr>
            <w:r w:rsidRPr="00D541C5">
              <w:rPr>
                <w:lang w:eastAsia="en-US"/>
              </w:rPr>
              <w:t>The information in a register of members for an Australian scheme must not be used or disclosed for the purpose of using it to:</w:t>
            </w:r>
          </w:p>
          <w:p w:rsidR="0041503C" w:rsidRPr="00D541C5" w:rsidRDefault="0041503C" w:rsidP="008D51C1">
            <w:pPr>
              <w:pStyle w:val="tabledotpoint"/>
              <w:numPr>
                <w:ilvl w:val="0"/>
                <w:numId w:val="19"/>
              </w:numPr>
              <w:rPr>
                <w:lang w:eastAsia="en-US"/>
              </w:rPr>
            </w:pPr>
            <w:r w:rsidRPr="00D541C5">
              <w:rPr>
                <w:lang w:eastAsia="en-US"/>
              </w:rPr>
              <w:t>contact or send material to members, unless the material relates to the member’s interest or has been approved by the fund; or</w:t>
            </w:r>
          </w:p>
          <w:p w:rsidR="0041503C" w:rsidRPr="00D541C5" w:rsidRDefault="0041503C" w:rsidP="008D51C1">
            <w:pPr>
              <w:pStyle w:val="tabledotpoint"/>
              <w:numPr>
                <w:ilvl w:val="0"/>
                <w:numId w:val="19"/>
              </w:numPr>
              <w:rPr>
                <w:lang w:eastAsia="en-US"/>
              </w:rPr>
            </w:pPr>
            <w:r w:rsidRPr="00D541C5">
              <w:rPr>
                <w:lang w:eastAsia="en-US"/>
              </w:rPr>
              <w:t>any other purpose specified in regulations.</w:t>
            </w:r>
          </w:p>
        </w:tc>
      </w:tr>
      <w:tr w:rsidR="00D96C35" w:rsidRPr="004666B8" w:rsidTr="00B3755F">
        <w:trPr>
          <w:cantSplit/>
        </w:trPr>
        <w:tc>
          <w:tcPr>
            <w:tcW w:w="3275" w:type="dxa"/>
          </w:tcPr>
          <w:p w:rsidR="00D96C35" w:rsidRDefault="00D96C35" w:rsidP="008D51C1">
            <w:pPr>
              <w:pStyle w:val="tabletext"/>
              <w:rPr>
                <w:lang w:eastAsia="en-US"/>
              </w:rPr>
            </w:pPr>
            <w:r w:rsidRPr="00D96C35">
              <w:rPr>
                <w:lang w:eastAsia="en-US"/>
              </w:rPr>
              <w:t xml:space="preserve">ASIC </w:t>
            </w:r>
            <w:r w:rsidR="003E55F5">
              <w:rPr>
                <w:lang w:eastAsia="en-US"/>
              </w:rPr>
              <w:t>may</w:t>
            </w:r>
            <w:r w:rsidRPr="00D96C35">
              <w:rPr>
                <w:lang w:eastAsia="en-US"/>
              </w:rPr>
              <w:t xml:space="preserve"> require the operator of a notified foreign passport fund to lodge a copy of the whole or a specified part of the register of members of the fund</w:t>
            </w:r>
            <w:r>
              <w:rPr>
                <w:lang w:eastAsia="en-US"/>
              </w:rPr>
              <w:t>.</w:t>
            </w:r>
          </w:p>
        </w:tc>
        <w:tc>
          <w:tcPr>
            <w:tcW w:w="3276" w:type="dxa"/>
          </w:tcPr>
          <w:p w:rsidR="00D96C35" w:rsidRDefault="00977936" w:rsidP="008D51C1">
            <w:pPr>
              <w:pStyle w:val="tabletext"/>
              <w:rPr>
                <w:lang w:eastAsia="en-US"/>
              </w:rPr>
            </w:pPr>
            <w:r>
              <w:rPr>
                <w:lang w:eastAsia="en-US"/>
              </w:rPr>
              <w:t>A company or registered scheme must set up an</w:t>
            </w:r>
            <w:r w:rsidR="00261B51">
              <w:rPr>
                <w:lang w:eastAsia="en-US"/>
              </w:rPr>
              <w:t>d</w:t>
            </w:r>
            <w:r>
              <w:rPr>
                <w:lang w:eastAsia="en-US"/>
              </w:rPr>
              <w:t xml:space="preserve"> maintain a register of members. A company or registered scheme must allow anyone to inspect the register.</w:t>
            </w:r>
          </w:p>
        </w:tc>
      </w:tr>
      <w:tr w:rsidR="00D96C35" w:rsidRPr="004666B8" w:rsidTr="00B3755F">
        <w:trPr>
          <w:cantSplit/>
        </w:trPr>
        <w:tc>
          <w:tcPr>
            <w:tcW w:w="3275" w:type="dxa"/>
          </w:tcPr>
          <w:p w:rsidR="00D96C35" w:rsidRDefault="00344ECD" w:rsidP="008D51C1">
            <w:pPr>
              <w:pStyle w:val="tabletext"/>
              <w:rPr>
                <w:lang w:eastAsia="en-US"/>
              </w:rPr>
            </w:pPr>
            <w:r>
              <w:t xml:space="preserve">The operator of a notified foreign passport fund must </w:t>
            </w:r>
            <w:r w:rsidRPr="00AB24D0">
              <w:t xml:space="preserve">provide </w:t>
            </w:r>
            <w:r w:rsidR="000B4D74">
              <w:t xml:space="preserve">Australian </w:t>
            </w:r>
            <w:r w:rsidRPr="00AB24D0">
              <w:t xml:space="preserve">members of the fund </w:t>
            </w:r>
            <w:r>
              <w:t xml:space="preserve">with a copy of </w:t>
            </w:r>
            <w:r w:rsidRPr="00AB24D0">
              <w:t>any reports that it makes available to members in the home economy without charge</w:t>
            </w:r>
            <w:r>
              <w:t>, as well as a summary in English where the language is not English</w:t>
            </w:r>
            <w:r w:rsidR="00D96C35">
              <w:rPr>
                <w:lang w:eastAsia="en-US"/>
              </w:rPr>
              <w:t>.</w:t>
            </w:r>
          </w:p>
        </w:tc>
        <w:tc>
          <w:tcPr>
            <w:tcW w:w="3276" w:type="dxa"/>
          </w:tcPr>
          <w:p w:rsidR="00D96C35" w:rsidRDefault="0011684F" w:rsidP="008D51C1">
            <w:pPr>
              <w:pStyle w:val="tabletext"/>
              <w:rPr>
                <w:lang w:eastAsia="en-US"/>
              </w:rPr>
            </w:pPr>
            <w:r>
              <w:rPr>
                <w:lang w:eastAsia="en-US"/>
              </w:rPr>
              <w:t>No equivalent.</w:t>
            </w:r>
          </w:p>
        </w:tc>
      </w:tr>
      <w:tr w:rsidR="0049748A" w:rsidRPr="004666B8" w:rsidTr="00B3755F">
        <w:trPr>
          <w:cantSplit/>
        </w:trPr>
        <w:tc>
          <w:tcPr>
            <w:tcW w:w="3275" w:type="dxa"/>
          </w:tcPr>
          <w:p w:rsidR="0049748A" w:rsidRPr="00D96C35" w:rsidRDefault="00525624" w:rsidP="008D51C1">
            <w:pPr>
              <w:pStyle w:val="tabletext"/>
              <w:rPr>
                <w:lang w:eastAsia="en-US"/>
              </w:rPr>
            </w:pPr>
            <w:r>
              <w:rPr>
                <w:lang w:eastAsia="en-US"/>
              </w:rPr>
              <w:t xml:space="preserve">Notified foreign passport funds meeting with 100 or more members </w:t>
            </w:r>
            <w:r w:rsidR="004C225C">
              <w:rPr>
                <w:lang w:eastAsia="en-US"/>
              </w:rPr>
              <w:t xml:space="preserve">holding interests of a class </w:t>
            </w:r>
            <w:r>
              <w:rPr>
                <w:lang w:eastAsia="en-US"/>
              </w:rPr>
              <w:t>in Australia may be subject to enhanced disclosure.</w:t>
            </w:r>
          </w:p>
        </w:tc>
        <w:tc>
          <w:tcPr>
            <w:tcW w:w="3276" w:type="dxa"/>
          </w:tcPr>
          <w:p w:rsidR="0049748A" w:rsidRDefault="00525624" w:rsidP="008D51C1">
            <w:pPr>
              <w:pStyle w:val="tabletext"/>
              <w:rPr>
                <w:lang w:eastAsia="en-US"/>
              </w:rPr>
            </w:pPr>
            <w:r>
              <w:rPr>
                <w:lang w:eastAsia="en-US"/>
              </w:rPr>
              <w:t xml:space="preserve">Bodies or </w:t>
            </w:r>
            <w:r w:rsidR="00A356E2">
              <w:rPr>
                <w:lang w:eastAsia="en-US"/>
              </w:rPr>
              <w:t>MISs</w:t>
            </w:r>
            <w:r>
              <w:rPr>
                <w:lang w:eastAsia="en-US"/>
              </w:rPr>
              <w:t xml:space="preserve"> with 100 or more members may be subject to enhanced disclosure.</w:t>
            </w:r>
          </w:p>
        </w:tc>
      </w:tr>
      <w:tr w:rsidR="00D96C35" w:rsidRPr="004666B8" w:rsidTr="00B3755F">
        <w:trPr>
          <w:cantSplit/>
        </w:trPr>
        <w:tc>
          <w:tcPr>
            <w:tcW w:w="3275" w:type="dxa"/>
          </w:tcPr>
          <w:p w:rsidR="00D96C35" w:rsidRDefault="00D96C35" w:rsidP="008D51C1">
            <w:pPr>
              <w:pStyle w:val="tabletext"/>
              <w:rPr>
                <w:lang w:eastAsia="en-US"/>
              </w:rPr>
            </w:pPr>
            <w:r w:rsidRPr="00D96C35">
              <w:rPr>
                <w:lang w:eastAsia="en-US"/>
              </w:rPr>
              <w:t xml:space="preserve">ASIC may destroy </w:t>
            </w:r>
            <w:r w:rsidR="00261B51">
              <w:rPr>
                <w:lang w:eastAsia="en-US"/>
              </w:rPr>
              <w:t xml:space="preserve">or otherwise dispose of </w:t>
            </w:r>
            <w:r w:rsidRPr="00D96C35">
              <w:rPr>
                <w:lang w:eastAsia="en-US"/>
              </w:rPr>
              <w:t xml:space="preserve">documents lodged in relation to a notified foreign passport fund that it is no longer required to retain </w:t>
            </w:r>
            <w:r w:rsidR="00261B51">
              <w:rPr>
                <w:lang w:eastAsia="en-US"/>
              </w:rPr>
              <w:t>and</w:t>
            </w:r>
            <w:r w:rsidRPr="00D96C35">
              <w:rPr>
                <w:lang w:eastAsia="en-US"/>
              </w:rPr>
              <w:t xml:space="preserve"> no longer deems necessary to retain</w:t>
            </w:r>
            <w:r>
              <w:rPr>
                <w:lang w:eastAsia="en-US"/>
              </w:rPr>
              <w:t>.</w:t>
            </w:r>
          </w:p>
        </w:tc>
        <w:tc>
          <w:tcPr>
            <w:tcW w:w="3276" w:type="dxa"/>
          </w:tcPr>
          <w:p w:rsidR="00D96C35" w:rsidRDefault="00977936" w:rsidP="008D51C1">
            <w:pPr>
              <w:pStyle w:val="tabletext"/>
              <w:rPr>
                <w:lang w:eastAsia="en-US"/>
              </w:rPr>
            </w:pPr>
            <w:r>
              <w:rPr>
                <w:lang w:eastAsia="en-US"/>
              </w:rPr>
              <w:t xml:space="preserve">ASIC may destroy </w:t>
            </w:r>
            <w:r w:rsidR="00261B51">
              <w:rPr>
                <w:lang w:eastAsia="en-US"/>
              </w:rPr>
              <w:t xml:space="preserve">or otherwise dispose of </w:t>
            </w:r>
            <w:r>
              <w:rPr>
                <w:lang w:eastAsia="en-US"/>
              </w:rPr>
              <w:t>documents</w:t>
            </w:r>
            <w:r w:rsidRPr="00D96C35">
              <w:rPr>
                <w:lang w:eastAsia="en-US"/>
              </w:rPr>
              <w:t xml:space="preserve"> that it is no longer required to retain </w:t>
            </w:r>
            <w:r w:rsidR="00261B51">
              <w:rPr>
                <w:lang w:eastAsia="en-US"/>
              </w:rPr>
              <w:t xml:space="preserve">and </w:t>
            </w:r>
            <w:r w:rsidRPr="00D96C35">
              <w:rPr>
                <w:lang w:eastAsia="en-US"/>
              </w:rPr>
              <w:t>no longer deems necessary to retain</w:t>
            </w:r>
            <w:r w:rsidR="00261B51">
              <w:rPr>
                <w:lang w:eastAsia="en-US"/>
              </w:rPr>
              <w:t xml:space="preserve"> that were lodged under or for the purposes of a provision of Chapter</w:t>
            </w:r>
            <w:r w:rsidR="00A356E2">
              <w:rPr>
                <w:lang w:eastAsia="en-US"/>
              </w:rPr>
              <w:t> </w:t>
            </w:r>
            <w:r w:rsidR="00261B51">
              <w:rPr>
                <w:lang w:eastAsia="en-US"/>
              </w:rPr>
              <w:t>7.</w:t>
            </w:r>
          </w:p>
        </w:tc>
      </w:tr>
      <w:tr w:rsidR="008A5CB3" w:rsidRPr="004666B8" w:rsidTr="00B3755F">
        <w:trPr>
          <w:cantSplit/>
        </w:trPr>
        <w:tc>
          <w:tcPr>
            <w:tcW w:w="3275" w:type="dxa"/>
          </w:tcPr>
          <w:p w:rsidR="008A5CB3" w:rsidRPr="00D541C5" w:rsidRDefault="00E1348B" w:rsidP="008D51C1">
            <w:pPr>
              <w:pStyle w:val="tabletext"/>
              <w:rPr>
                <w:lang w:eastAsia="en-US"/>
              </w:rPr>
            </w:pPr>
            <w:r>
              <w:rPr>
                <w:lang w:eastAsia="en-US"/>
              </w:rPr>
              <w:t>The operator of a notified foreign passport fund may be required to compensate the fund if the operator breaches the prohibition on paying conflicted remuneration to a financial services licensee.</w:t>
            </w:r>
          </w:p>
        </w:tc>
        <w:tc>
          <w:tcPr>
            <w:tcW w:w="3276" w:type="dxa"/>
          </w:tcPr>
          <w:p w:rsidR="008A5CB3" w:rsidRPr="00D541C5" w:rsidRDefault="00E1348B" w:rsidP="008D51C1">
            <w:pPr>
              <w:pStyle w:val="tabletext"/>
              <w:rPr>
                <w:lang w:eastAsia="en-US"/>
              </w:rPr>
            </w:pPr>
            <w:r>
              <w:rPr>
                <w:lang w:eastAsia="en-US"/>
              </w:rPr>
              <w:t>A person may be required to compensate another person or registered scheme if the first person breaches a financial services civil penalty provision and damage results.</w:t>
            </w:r>
          </w:p>
        </w:tc>
      </w:tr>
      <w:tr w:rsidR="00245064" w:rsidRPr="00245064" w:rsidTr="00B3755F">
        <w:trPr>
          <w:cantSplit/>
        </w:trPr>
        <w:tc>
          <w:tcPr>
            <w:tcW w:w="3275" w:type="dxa"/>
          </w:tcPr>
          <w:p w:rsidR="00245064" w:rsidRDefault="00245064" w:rsidP="008D51C1">
            <w:pPr>
              <w:pStyle w:val="tabletext"/>
              <w:rPr>
                <w:lang w:eastAsia="en-US"/>
              </w:rPr>
            </w:pPr>
            <w:r>
              <w:rPr>
                <w:lang w:eastAsia="en-US"/>
              </w:rPr>
              <w:t>A platform operator is prohibited from accepting volume</w:t>
            </w:r>
            <w:r>
              <w:rPr>
                <w:lang w:eastAsia="en-US"/>
              </w:rPr>
              <w:noBreakHyphen/>
              <w:t>based shelf</w:t>
            </w:r>
            <w:r>
              <w:rPr>
                <w:lang w:eastAsia="en-US"/>
              </w:rPr>
              <w:noBreakHyphen/>
              <w:t>space fees from a notified foreign passport fund.</w:t>
            </w:r>
          </w:p>
        </w:tc>
        <w:tc>
          <w:tcPr>
            <w:tcW w:w="3276" w:type="dxa"/>
          </w:tcPr>
          <w:p w:rsidR="00245064" w:rsidRPr="00245064" w:rsidRDefault="00245064" w:rsidP="008D51C1">
            <w:pPr>
              <w:pStyle w:val="tabletext"/>
              <w:rPr>
                <w:lang w:eastAsia="en-US"/>
              </w:rPr>
            </w:pPr>
            <w:r>
              <w:rPr>
                <w:lang w:eastAsia="en-US"/>
              </w:rPr>
              <w:t>A platform operator is prohibited from accepting volume</w:t>
            </w:r>
            <w:r>
              <w:rPr>
                <w:lang w:eastAsia="en-US"/>
              </w:rPr>
              <w:noBreakHyphen/>
              <w:t>based shelf</w:t>
            </w:r>
            <w:r>
              <w:rPr>
                <w:lang w:eastAsia="en-US"/>
              </w:rPr>
              <w:noBreakHyphen/>
              <w:t xml:space="preserve">space fees from a financial services licensee or a </w:t>
            </w:r>
            <w:r w:rsidR="00941B99" w:rsidRPr="00941B99">
              <w:rPr>
                <w:lang w:eastAsia="en-US"/>
              </w:rPr>
              <w:t>Reg</w:t>
            </w:r>
            <w:r w:rsidR="00941B99">
              <w:rPr>
                <w:lang w:eastAsia="en-US"/>
              </w:rPr>
              <w:t>istrable Superannuation Entity</w:t>
            </w:r>
            <w:r w:rsidR="00941B99" w:rsidRPr="00941B99">
              <w:rPr>
                <w:lang w:eastAsia="en-US"/>
              </w:rPr>
              <w:t xml:space="preserve"> </w:t>
            </w:r>
            <w:r w:rsidR="00941B99">
              <w:rPr>
                <w:lang w:eastAsia="en-US"/>
              </w:rPr>
              <w:t>(</w:t>
            </w:r>
            <w:r>
              <w:rPr>
                <w:lang w:eastAsia="en-US"/>
              </w:rPr>
              <w:t>RSE</w:t>
            </w:r>
            <w:r w:rsidR="00941B99">
              <w:rPr>
                <w:lang w:eastAsia="en-US"/>
              </w:rPr>
              <w:t>)</w:t>
            </w:r>
            <w:r>
              <w:rPr>
                <w:lang w:eastAsia="en-US"/>
              </w:rPr>
              <w:t xml:space="preserve"> licensee.</w:t>
            </w:r>
          </w:p>
        </w:tc>
      </w:tr>
    </w:tbl>
    <w:p w:rsidR="0041503C" w:rsidRDefault="0041503C" w:rsidP="008D51C1">
      <w:pPr>
        <w:pStyle w:val="Heading3"/>
      </w:pPr>
      <w:r>
        <w:t>Detailed explanation of new law</w:t>
      </w:r>
    </w:p>
    <w:p w:rsidR="000D683A" w:rsidRPr="00865AF4" w:rsidRDefault="000D683A" w:rsidP="008D51C1">
      <w:pPr>
        <w:pStyle w:val="base-text-paragraph"/>
        <w:numPr>
          <w:ilvl w:val="1"/>
          <w:numId w:val="48"/>
        </w:numPr>
      </w:pPr>
      <w:r w:rsidRPr="00865AF4">
        <w:t xml:space="preserve">A notified foreign passport fund is to be treated as a </w:t>
      </w:r>
      <w:r w:rsidRPr="00AA17B0">
        <w:t>MIS</w:t>
      </w:r>
      <w:r w:rsidRPr="0047291C">
        <w:t xml:space="preserve"> </w:t>
      </w:r>
      <w:r w:rsidRPr="00865AF4">
        <w:t xml:space="preserve">for the purposes of </w:t>
      </w:r>
      <w:r w:rsidRPr="00865AF4" w:rsidDel="00D76F64">
        <w:t xml:space="preserve">the </w:t>
      </w:r>
      <w:r w:rsidR="00D76F64">
        <w:t>Corporations</w:t>
      </w:r>
      <w:r w:rsidR="00090F3C">
        <w:t> </w:t>
      </w:r>
      <w:r w:rsidR="00D76F64">
        <w:t>Act</w:t>
      </w:r>
      <w:r>
        <w:t xml:space="preserve">. However, this </w:t>
      </w:r>
      <w:r w:rsidRPr="00865AF4">
        <w:t>does not affect the other legal characteristics of a notified foreign passport fund</w:t>
      </w:r>
      <w:r>
        <w:t xml:space="preserve"> (see treatment of notified foreign passport funds </w:t>
      </w:r>
      <w:r w:rsidR="00BA0684">
        <w:t xml:space="preserve">in </w:t>
      </w:r>
      <w:r w:rsidR="00090F3C">
        <w:t>Chapter </w:t>
      </w:r>
      <w:r w:rsidR="00BA0684">
        <w:t>3</w:t>
      </w:r>
      <w:r w:rsidR="00F25F6E">
        <w:t xml:space="preserve"> of the explanatory materials</w:t>
      </w:r>
      <w:r>
        <w:t>).</w:t>
      </w:r>
    </w:p>
    <w:p w:rsidR="00934810" w:rsidRDefault="00A719AB" w:rsidP="008D51C1">
      <w:pPr>
        <w:pStyle w:val="Heading3"/>
      </w:pPr>
      <w:r>
        <w:t>Foreign p</w:t>
      </w:r>
      <w:r w:rsidR="00934810">
        <w:t xml:space="preserve">assport </w:t>
      </w:r>
      <w:r>
        <w:t>f</w:t>
      </w:r>
      <w:r w:rsidR="00934810">
        <w:t xml:space="preserve">und </w:t>
      </w:r>
      <w:r>
        <w:t>p</w:t>
      </w:r>
      <w:r w:rsidR="00934810">
        <w:t>roduct</w:t>
      </w:r>
      <w:r w:rsidR="00347E88">
        <w:t>s</w:t>
      </w:r>
      <w:r w:rsidR="00A26FD1">
        <w:t xml:space="preserve"> and investments in notified foreign passport funds</w:t>
      </w:r>
    </w:p>
    <w:p w:rsidR="00934810" w:rsidRPr="001540BB" w:rsidRDefault="00934810" w:rsidP="008D51C1">
      <w:pPr>
        <w:pStyle w:val="base-text-paragraph"/>
        <w:numPr>
          <w:ilvl w:val="1"/>
          <w:numId w:val="48"/>
        </w:numPr>
        <w:rPr>
          <w:rStyle w:val="Referencingstyle"/>
          <w:b w:val="0"/>
          <w:i w:val="0"/>
          <w:sz w:val="22"/>
        </w:rPr>
      </w:pPr>
      <w:r>
        <w:t xml:space="preserve">A </w:t>
      </w:r>
      <w:r w:rsidRPr="00C513FC">
        <w:rPr>
          <w:b/>
          <w:i/>
        </w:rPr>
        <w:t>foreign passport fund product</w:t>
      </w:r>
      <w:r>
        <w:t xml:space="preserve"> is an interest, legal or equitable right in an interest</w:t>
      </w:r>
      <w:r w:rsidR="00BE4559">
        <w:t>,</w:t>
      </w:r>
      <w:r>
        <w:t xml:space="preserve"> or </w:t>
      </w:r>
      <w:r w:rsidR="006B1B61">
        <w:t>an</w:t>
      </w:r>
      <w:r>
        <w:t xml:space="preserve"> option to acquire an interest in a notified foreign passport fund. </w:t>
      </w:r>
      <w:r>
        <w:rPr>
          <w:rStyle w:val="Referencingstyle"/>
        </w:rPr>
        <w:t>[Schedule</w:t>
      </w:r>
      <w:r w:rsidR="005B6E29">
        <w:rPr>
          <w:rStyle w:val="Referencingstyle"/>
        </w:rPr>
        <w:t> </w:t>
      </w:r>
      <w:r w:rsidR="00AF63B0">
        <w:rPr>
          <w:rStyle w:val="Referencingstyle"/>
        </w:rPr>
        <w:t>2</w:t>
      </w:r>
      <w:r>
        <w:rPr>
          <w:rStyle w:val="Referencingstyle"/>
        </w:rPr>
        <w:t>, item</w:t>
      </w:r>
      <w:r w:rsidR="005B6E29">
        <w:rPr>
          <w:rStyle w:val="Referencingstyle"/>
        </w:rPr>
        <w:t> </w:t>
      </w:r>
      <w:r w:rsidR="00AF63B0">
        <w:rPr>
          <w:rStyle w:val="Referencingstyle"/>
        </w:rPr>
        <w:t>18</w:t>
      </w:r>
      <w:r w:rsidR="00F27CB4">
        <w:rPr>
          <w:rStyle w:val="Referencingstyle"/>
        </w:rPr>
        <w:t>4</w:t>
      </w:r>
      <w:r>
        <w:rPr>
          <w:rStyle w:val="Referencingstyle"/>
        </w:rPr>
        <w:t>, section</w:t>
      </w:r>
      <w:r w:rsidR="005B6E29">
        <w:rPr>
          <w:rStyle w:val="Referencingstyle"/>
        </w:rPr>
        <w:t> </w:t>
      </w:r>
      <w:r>
        <w:rPr>
          <w:rStyle w:val="Referencingstyle"/>
        </w:rPr>
        <w:t>761A]</w:t>
      </w:r>
    </w:p>
    <w:p w:rsidR="00D50239" w:rsidRDefault="00D50239" w:rsidP="008D51C1">
      <w:pPr>
        <w:pStyle w:val="base-text-paragraph"/>
        <w:numPr>
          <w:ilvl w:val="1"/>
          <w:numId w:val="48"/>
        </w:numPr>
      </w:pPr>
      <w:r>
        <w:t xml:space="preserve">This definition is based on the existing definition of managed investment products (which covers interests, rights in interests and options in registered schemes). An additional definition for foreign passport fund product is required because notified foreign passport funds are </w:t>
      </w:r>
      <w:r w:rsidR="00D03A91">
        <w:t>MIS</w:t>
      </w:r>
      <w:r>
        <w:t>s, but not necessarily registered schemes.</w:t>
      </w:r>
    </w:p>
    <w:p w:rsidR="00A05AA7" w:rsidRDefault="00A05AA7" w:rsidP="008D51C1">
      <w:pPr>
        <w:pStyle w:val="base-text-paragraph"/>
        <w:numPr>
          <w:ilvl w:val="1"/>
          <w:numId w:val="48"/>
        </w:numPr>
      </w:pPr>
      <w:r>
        <w:t xml:space="preserve">For all parts of the Corporations Act except Chapters 6 to 6D and 7, the definition of </w:t>
      </w:r>
      <w:r>
        <w:rPr>
          <w:b/>
          <w:i/>
        </w:rPr>
        <w:t>securities</w:t>
      </w:r>
      <w:r>
        <w:t xml:space="preserve"> include</w:t>
      </w:r>
      <w:r w:rsidR="009807DE">
        <w:t>s</w:t>
      </w:r>
      <w:r>
        <w:t xml:space="preserve"> interests in a notified foreign passport fund, a legal or equitable right in an interest in notified foreign passport fund or an option to acquire an interest in a notified foreign passport fund. </w:t>
      </w:r>
      <w:r>
        <w:rPr>
          <w:rStyle w:val="Referencingstyle"/>
        </w:rPr>
        <w:t>[Schedule 2, item 39, subsection 92(2A)</w:t>
      </w:r>
      <w:r w:rsidRPr="00375F1D">
        <w:rPr>
          <w:rStyle w:val="Referencingstyle"/>
        </w:rPr>
        <w:t>]</w:t>
      </w:r>
    </w:p>
    <w:p w:rsidR="00BE4559" w:rsidRDefault="00BE4559" w:rsidP="008D51C1">
      <w:pPr>
        <w:pStyle w:val="base-text-paragraph"/>
        <w:numPr>
          <w:ilvl w:val="1"/>
          <w:numId w:val="48"/>
        </w:numPr>
      </w:pPr>
      <w:r>
        <w:t>Foreign passport fund products are financial products for the purposes of Chapter</w:t>
      </w:r>
      <w:r w:rsidR="00D55C23">
        <w:t> </w:t>
      </w:r>
      <w:r>
        <w:t xml:space="preserve">7. </w:t>
      </w:r>
      <w:r>
        <w:rPr>
          <w:rStyle w:val="Referencingstyle"/>
        </w:rPr>
        <w:t>[Schedule 2, item 18</w:t>
      </w:r>
      <w:r w:rsidR="00F27CB4">
        <w:rPr>
          <w:rStyle w:val="Referencingstyle"/>
        </w:rPr>
        <w:t>7</w:t>
      </w:r>
      <w:r>
        <w:rPr>
          <w:rStyle w:val="Referencingstyle"/>
        </w:rPr>
        <w:t>, paragraph 764A(1)(bb)</w:t>
      </w:r>
      <w:r w:rsidRPr="00375F1D">
        <w:rPr>
          <w:rStyle w:val="Referencingstyle"/>
        </w:rPr>
        <w:t>]</w:t>
      </w:r>
    </w:p>
    <w:p w:rsidR="00AF63B0" w:rsidRPr="001540BB" w:rsidRDefault="006A5C48" w:rsidP="008D51C1">
      <w:pPr>
        <w:pStyle w:val="base-text-paragraph"/>
        <w:numPr>
          <w:ilvl w:val="1"/>
          <w:numId w:val="48"/>
        </w:numPr>
        <w:rPr>
          <w:rStyle w:val="Referencingstyle"/>
          <w:b w:val="0"/>
          <w:i w:val="0"/>
          <w:sz w:val="22"/>
        </w:rPr>
      </w:pPr>
      <w:r>
        <w:t>Rights to acquire f</w:t>
      </w:r>
      <w:r w:rsidR="00AF63B0">
        <w:t xml:space="preserve">oreign passport fund products </w:t>
      </w:r>
      <w:r w:rsidR="00A15486">
        <w:t xml:space="preserve">by way of issue under a rights issue </w:t>
      </w:r>
      <w:r>
        <w:t>are</w:t>
      </w:r>
      <w:r w:rsidR="00A15486">
        <w:t xml:space="preserve"> securities</w:t>
      </w:r>
      <w:r w:rsidR="00AF63B0">
        <w:t xml:space="preserve"> for the purposes of Chapter</w:t>
      </w:r>
      <w:r w:rsidR="00AB4DD2">
        <w:t> </w:t>
      </w:r>
      <w:r w:rsidR="00AF63B0">
        <w:t>7.</w:t>
      </w:r>
      <w:r w:rsidR="00A15486">
        <w:t xml:space="preserve"> </w:t>
      </w:r>
      <w:r w:rsidR="00180619">
        <w:t>Other f</w:t>
      </w:r>
      <w:r w:rsidR="00A15486">
        <w:t>oreign passport fund products are only included in the definition of security for the purposes of Part</w:t>
      </w:r>
      <w:r w:rsidR="00AB4DD2">
        <w:t> </w:t>
      </w:r>
      <w:r w:rsidR="00A15486">
        <w:t xml:space="preserve">7.11. </w:t>
      </w:r>
      <w:r w:rsidR="00AF63B0">
        <w:rPr>
          <w:rStyle w:val="Referencingstyle"/>
        </w:rPr>
        <w:t>[Schedule</w:t>
      </w:r>
      <w:r w:rsidR="00AB4DD2">
        <w:rPr>
          <w:rStyle w:val="Referencingstyle"/>
        </w:rPr>
        <w:t> </w:t>
      </w:r>
      <w:r w:rsidR="00AF63B0">
        <w:rPr>
          <w:rStyle w:val="Referencingstyle"/>
        </w:rPr>
        <w:t>2, item</w:t>
      </w:r>
      <w:r w:rsidR="00A15486">
        <w:rPr>
          <w:rStyle w:val="Referencingstyle"/>
        </w:rPr>
        <w:t>s</w:t>
      </w:r>
      <w:r w:rsidR="00AB4DD2">
        <w:rPr>
          <w:rStyle w:val="Referencingstyle"/>
        </w:rPr>
        <w:t> </w:t>
      </w:r>
      <w:r w:rsidR="00AF63B0">
        <w:rPr>
          <w:rStyle w:val="Referencingstyle"/>
        </w:rPr>
        <w:t>18</w:t>
      </w:r>
      <w:r w:rsidR="00F27CB4">
        <w:rPr>
          <w:rStyle w:val="Referencingstyle"/>
        </w:rPr>
        <w:t>5</w:t>
      </w:r>
      <w:r w:rsidR="00A15486">
        <w:rPr>
          <w:rStyle w:val="Referencingstyle"/>
        </w:rPr>
        <w:t xml:space="preserve"> and 18</w:t>
      </w:r>
      <w:r w:rsidR="00F27CB4">
        <w:rPr>
          <w:rStyle w:val="Referencingstyle"/>
        </w:rPr>
        <w:t>6</w:t>
      </w:r>
      <w:r w:rsidR="00AF63B0">
        <w:rPr>
          <w:rStyle w:val="Referencingstyle"/>
        </w:rPr>
        <w:t xml:space="preserve">, </w:t>
      </w:r>
      <w:r w:rsidR="00594AD7">
        <w:rPr>
          <w:rStyle w:val="Referencingstyle"/>
        </w:rPr>
        <w:t>section 761A definition of ‘security’</w:t>
      </w:r>
      <w:r w:rsidR="00AF63B0">
        <w:rPr>
          <w:rStyle w:val="Referencingstyle"/>
        </w:rPr>
        <w:t>]</w:t>
      </w:r>
    </w:p>
    <w:p w:rsidR="00BE4559" w:rsidRPr="00E12BA7" w:rsidRDefault="00BE4559" w:rsidP="008D51C1">
      <w:pPr>
        <w:pStyle w:val="ExampleHeading"/>
        <w:numPr>
          <w:ilvl w:val="3"/>
          <w:numId w:val="48"/>
        </w:numPr>
      </w:pPr>
      <w:r w:rsidRPr="00E12BA7">
        <w:t>: Circumstances whe</w:t>
      </w:r>
      <w:r w:rsidR="006B1B61" w:rsidRPr="00E12BA7">
        <w:t>re foreign passport fund p</w:t>
      </w:r>
      <w:r w:rsidRPr="00E12BA7">
        <w:t xml:space="preserve">roducts are </w:t>
      </w:r>
      <w:r w:rsidR="006B1B61" w:rsidRPr="00E12BA7">
        <w:t>s</w:t>
      </w:r>
      <w:r w:rsidRPr="00E12BA7">
        <w:t>ecurities</w:t>
      </w:r>
      <w:r w:rsidR="00A05AA7">
        <w:t xml:space="preserve"> for the purposes of Chapter 7</w:t>
      </w:r>
    </w:p>
    <w:p w:rsidR="00BE4559" w:rsidRDefault="00BE4559" w:rsidP="008D51C1">
      <w:pPr>
        <w:pStyle w:val="exampletext"/>
      </w:pPr>
      <w:r>
        <w:t>Amanda has an interest in The Foreign Fund. Bob has a right to acquire an interest in The Foreign Fund by way of issue under a rights issue.</w:t>
      </w:r>
    </w:p>
    <w:p w:rsidR="00BE4559" w:rsidRDefault="00BE4559" w:rsidP="008D51C1">
      <w:pPr>
        <w:pStyle w:val="exampletext"/>
      </w:pPr>
      <w:r>
        <w:t>Both Amanda and Bob hold a foreign passport fund product and this is a type of ‘financial product’.</w:t>
      </w:r>
    </w:p>
    <w:p w:rsidR="00BE4559" w:rsidRDefault="00BE4559" w:rsidP="008D51C1">
      <w:pPr>
        <w:pStyle w:val="exampletext"/>
      </w:pPr>
      <w:r>
        <w:t>Amanda’s interest is only a security for the purposes of Part</w:t>
      </w:r>
      <w:r w:rsidR="00D55C23">
        <w:t> </w:t>
      </w:r>
      <w:r>
        <w:t>7.11. Bob’s right is a security for all parts of Chapter</w:t>
      </w:r>
      <w:r w:rsidR="00D55C23">
        <w:t> </w:t>
      </w:r>
      <w:r>
        <w:t>7.</w:t>
      </w:r>
    </w:p>
    <w:p w:rsidR="00A26FD1" w:rsidRPr="00E12BA7" w:rsidRDefault="00A26FD1" w:rsidP="008D51C1">
      <w:pPr>
        <w:pStyle w:val="base-text-paragraph"/>
        <w:numPr>
          <w:ilvl w:val="1"/>
          <w:numId w:val="48"/>
        </w:numPr>
      </w:pPr>
      <w:r>
        <w:t xml:space="preserve">An </w:t>
      </w:r>
      <w:r>
        <w:rPr>
          <w:b/>
          <w:i/>
        </w:rPr>
        <w:t xml:space="preserve">investment </w:t>
      </w:r>
      <w:r>
        <w:t xml:space="preserve">in a notified foreign passport fund </w:t>
      </w:r>
      <w:r w:rsidR="005D1229">
        <w:t>is</w:t>
      </w:r>
      <w:r>
        <w:t xml:space="preserve"> an interest in </w:t>
      </w:r>
      <w:r w:rsidR="005D1229">
        <w:t>a notified foreign passport</w:t>
      </w:r>
      <w:r>
        <w:t xml:space="preserve"> fund, a legal or equitable interest in an interest in </w:t>
      </w:r>
      <w:r w:rsidR="005D1229">
        <w:t>the</w:t>
      </w:r>
      <w:r>
        <w:t xml:space="preserve"> fund (</w:t>
      </w:r>
      <w:proofErr w:type="spellStart"/>
      <w:r>
        <w:t>eg</w:t>
      </w:r>
      <w:proofErr w:type="spellEnd"/>
      <w:r>
        <w:t xml:space="preserve"> a beneficial interest in a share of a corporate fund), a derivative wh</w:t>
      </w:r>
      <w:r w:rsidR="00A57E75">
        <w:t>ich derives</w:t>
      </w:r>
      <w:r>
        <w:t xml:space="preserve"> its value from an interest in the fund, or an option to dispose or acquire an interest in the fund. Investments in the operator of a notified foreign passport fund are also treated as investments in the fund. This mirrors the definition of an investment in a registered scheme in the existing law. </w:t>
      </w:r>
      <w:r>
        <w:rPr>
          <w:rStyle w:val="Referencingstyle"/>
        </w:rPr>
        <w:t>[Schedule 2, item </w:t>
      </w:r>
      <w:r w:rsidR="00364FC1">
        <w:rPr>
          <w:rStyle w:val="Referencingstyle"/>
        </w:rPr>
        <w:t>19</w:t>
      </w:r>
      <w:r>
        <w:rPr>
          <w:rStyle w:val="Referencingstyle"/>
        </w:rPr>
        <w:t xml:space="preserve">, </w:t>
      </w:r>
      <w:r w:rsidR="00364FC1">
        <w:rPr>
          <w:rStyle w:val="Referencingstyle"/>
        </w:rPr>
        <w:t>section 9, definition of ‘investment’</w:t>
      </w:r>
      <w:r w:rsidRPr="00375F1D">
        <w:rPr>
          <w:rStyle w:val="Referencingstyle"/>
        </w:rPr>
        <w:t>]</w:t>
      </w:r>
    </w:p>
    <w:p w:rsidR="005D336B" w:rsidRDefault="005D336B" w:rsidP="008D51C1">
      <w:pPr>
        <w:pStyle w:val="Heading3"/>
      </w:pPr>
      <w:r>
        <w:t xml:space="preserve">Disclosure </w:t>
      </w:r>
      <w:r w:rsidR="00EB5B46">
        <w:t>o</w:t>
      </w:r>
      <w:r>
        <w:t>bligations</w:t>
      </w:r>
    </w:p>
    <w:p w:rsidR="00F535BA" w:rsidRDefault="001D4F99" w:rsidP="008D51C1">
      <w:pPr>
        <w:pStyle w:val="Heading4"/>
      </w:pPr>
      <w:r>
        <w:t>PDS</w:t>
      </w:r>
      <w:r w:rsidR="00282279">
        <w:t>s</w:t>
      </w:r>
    </w:p>
    <w:p w:rsidR="00282279" w:rsidRDefault="00282279" w:rsidP="008D51C1">
      <w:pPr>
        <w:pStyle w:val="Heading5"/>
      </w:pPr>
      <w:r>
        <w:t xml:space="preserve">When </w:t>
      </w:r>
      <w:r w:rsidR="00C96EDE">
        <w:t xml:space="preserve">a </w:t>
      </w:r>
      <w:r>
        <w:t xml:space="preserve">PDS </w:t>
      </w:r>
      <w:r w:rsidR="00C96EDE">
        <w:t>is</w:t>
      </w:r>
      <w:r>
        <w:t xml:space="preserve"> required</w:t>
      </w:r>
    </w:p>
    <w:p w:rsidR="007A519E" w:rsidRDefault="007A519E" w:rsidP="008D51C1">
      <w:pPr>
        <w:pStyle w:val="base-text-paragraph"/>
        <w:numPr>
          <w:ilvl w:val="1"/>
          <w:numId w:val="48"/>
        </w:numPr>
        <w:rPr>
          <w:rStyle w:val="Referencingstyle"/>
          <w:b w:val="0"/>
          <w:i w:val="0"/>
          <w:sz w:val="22"/>
        </w:rPr>
      </w:pPr>
      <w:r>
        <w:rPr>
          <w:rStyle w:val="Referencingstyle"/>
          <w:b w:val="0"/>
          <w:i w:val="0"/>
          <w:sz w:val="22"/>
        </w:rPr>
        <w:t xml:space="preserve">The operator of a foreign passport fund must </w:t>
      </w:r>
      <w:r w:rsidR="005A4D07">
        <w:rPr>
          <w:rStyle w:val="Referencingstyle"/>
          <w:b w:val="0"/>
          <w:i w:val="0"/>
          <w:sz w:val="22"/>
        </w:rPr>
        <w:t>provide</w:t>
      </w:r>
      <w:r>
        <w:rPr>
          <w:rStyle w:val="Referencingstyle"/>
          <w:b w:val="0"/>
          <w:i w:val="0"/>
          <w:sz w:val="22"/>
        </w:rPr>
        <w:t xml:space="preserve"> a copy of the PDS</w:t>
      </w:r>
      <w:r w:rsidR="005A4D07">
        <w:rPr>
          <w:rStyle w:val="Referencingstyle"/>
          <w:b w:val="0"/>
          <w:i w:val="0"/>
          <w:sz w:val="22"/>
        </w:rPr>
        <w:t xml:space="preserve"> for the fund</w:t>
      </w:r>
      <w:r>
        <w:rPr>
          <w:rStyle w:val="Referencingstyle"/>
          <w:b w:val="0"/>
          <w:i w:val="0"/>
          <w:sz w:val="22"/>
        </w:rPr>
        <w:t xml:space="preserve"> when notifying ASIC of its intention to offer interests in Australia.</w:t>
      </w:r>
    </w:p>
    <w:p w:rsidR="002D2E5C" w:rsidRDefault="007A519E" w:rsidP="008D51C1">
      <w:pPr>
        <w:pStyle w:val="base-text-paragraph"/>
        <w:numPr>
          <w:ilvl w:val="1"/>
          <w:numId w:val="48"/>
        </w:numPr>
      </w:pPr>
      <w:r>
        <w:t xml:space="preserve"> </w:t>
      </w:r>
      <w:r w:rsidR="001D4F99">
        <w:t xml:space="preserve">The </w:t>
      </w:r>
      <w:r w:rsidR="006B1B61">
        <w:t xml:space="preserve">PDS </w:t>
      </w:r>
      <w:r w:rsidR="001D4F99">
        <w:t xml:space="preserve">requirements </w:t>
      </w:r>
      <w:r w:rsidR="006B1B61">
        <w:t xml:space="preserve">in </w:t>
      </w:r>
      <w:r w:rsidR="001D4F99">
        <w:t xml:space="preserve">existing </w:t>
      </w:r>
      <w:r w:rsidR="006B1B61">
        <w:t>Part</w:t>
      </w:r>
      <w:r w:rsidR="00AA17B0">
        <w:t> </w:t>
      </w:r>
      <w:r w:rsidR="006B1B61">
        <w:t>7.9</w:t>
      </w:r>
      <w:r w:rsidR="001D4F99">
        <w:t xml:space="preserve"> automatically apply to </w:t>
      </w:r>
      <w:r w:rsidR="002D2E5C">
        <w:t xml:space="preserve">most </w:t>
      </w:r>
      <w:r w:rsidR="00D77733">
        <w:t>offers and recommendations that are received in this jurisdiction</w:t>
      </w:r>
      <w:r w:rsidR="006B1B61">
        <w:t xml:space="preserve"> and </w:t>
      </w:r>
      <w:r w:rsidR="00D77733">
        <w:t>relat</w:t>
      </w:r>
      <w:r w:rsidR="006B1B61">
        <w:t>e</w:t>
      </w:r>
      <w:r w:rsidR="00D77733">
        <w:t xml:space="preserve"> to </w:t>
      </w:r>
      <w:r w:rsidR="001D4F99">
        <w:t>foreign passport fund products</w:t>
      </w:r>
      <w:r w:rsidR="002D2E5C">
        <w:t>.</w:t>
      </w:r>
    </w:p>
    <w:p w:rsidR="00F535BA" w:rsidRDefault="002D2E5C" w:rsidP="008D51C1">
      <w:pPr>
        <w:pStyle w:val="base-text-paragraph"/>
        <w:numPr>
          <w:ilvl w:val="1"/>
          <w:numId w:val="48"/>
        </w:numPr>
      </w:pPr>
      <w:r>
        <w:t>The only exception is for r</w:t>
      </w:r>
      <w:r w:rsidR="006B1B61">
        <w:t>ights to acquire an interest in a foreign passport fund product under a rights issue</w:t>
      </w:r>
      <w:r>
        <w:t>. These rights</w:t>
      </w:r>
      <w:r w:rsidR="006B1B61">
        <w:t xml:space="preserve"> are </w:t>
      </w:r>
      <w:r>
        <w:t xml:space="preserve">exempt from the PDS requirements because they are </w:t>
      </w:r>
      <w:r w:rsidR="006B1B61">
        <w:t xml:space="preserve">securities for the purposes of </w:t>
      </w:r>
      <w:r w:rsidR="007D04DF">
        <w:t>Chapter</w:t>
      </w:r>
      <w:r w:rsidR="008C14EA">
        <w:t> </w:t>
      </w:r>
      <w:r w:rsidR="007D04DF">
        <w:t>7</w:t>
      </w:r>
      <w:r w:rsidR="006B1B61">
        <w:t xml:space="preserve"> and </w:t>
      </w:r>
      <w:r>
        <w:t xml:space="preserve">the PDS requirements do not apply to </w:t>
      </w:r>
      <w:r w:rsidR="006B1B61">
        <w:t>securities</w:t>
      </w:r>
      <w:r>
        <w:t>.</w:t>
      </w:r>
    </w:p>
    <w:p w:rsidR="001D4F99" w:rsidRPr="001540BB" w:rsidRDefault="001D4F99" w:rsidP="008D51C1">
      <w:pPr>
        <w:pStyle w:val="base-text-paragraph"/>
        <w:numPr>
          <w:ilvl w:val="1"/>
          <w:numId w:val="48"/>
        </w:numPr>
        <w:rPr>
          <w:rStyle w:val="Referencingstyle"/>
          <w:b w:val="0"/>
          <w:i w:val="0"/>
          <w:sz w:val="22"/>
        </w:rPr>
      </w:pPr>
      <w:r>
        <w:t>The issue of all foreign passport fund product</w:t>
      </w:r>
      <w:r w:rsidR="00235405">
        <w:t>s</w:t>
      </w:r>
      <w:r>
        <w:t xml:space="preserve"> is taken to occur in the course of a business</w:t>
      </w:r>
      <w:r w:rsidR="00D77733">
        <w:t xml:space="preserve"> of issuing financial products</w:t>
      </w:r>
      <w:r>
        <w:t xml:space="preserve">. This ensures that </w:t>
      </w:r>
      <w:r w:rsidR="00D77733">
        <w:t xml:space="preserve">regulated persons cannot take advantage of the exemption from the PDS requirements which apply to financial products not issued in the course of a business of issuing financial products. It </w:t>
      </w:r>
      <w:r>
        <w:t xml:space="preserve">parallels the </w:t>
      </w:r>
      <w:r w:rsidR="00D77733">
        <w:t>existing requirements for</w:t>
      </w:r>
      <w:r>
        <w:t xml:space="preserve"> managed investment products. </w:t>
      </w:r>
      <w:r>
        <w:rPr>
          <w:rStyle w:val="Referencingstyle"/>
        </w:rPr>
        <w:t>[Schedule</w:t>
      </w:r>
      <w:r w:rsidR="00AB4DD2">
        <w:rPr>
          <w:rStyle w:val="Referencingstyle"/>
        </w:rPr>
        <w:t> </w:t>
      </w:r>
      <w:r w:rsidR="00050451">
        <w:rPr>
          <w:rStyle w:val="Referencingstyle"/>
        </w:rPr>
        <w:t>2,</w:t>
      </w:r>
      <w:r>
        <w:rPr>
          <w:rStyle w:val="Referencingstyle"/>
        </w:rPr>
        <w:t xml:space="preserve"> item</w:t>
      </w:r>
      <w:r w:rsidR="00AB4DD2">
        <w:rPr>
          <w:rStyle w:val="Referencingstyle"/>
        </w:rPr>
        <w:t> </w:t>
      </w:r>
      <w:r w:rsidR="00050451">
        <w:rPr>
          <w:rStyle w:val="Referencingstyle"/>
        </w:rPr>
        <w:t>22</w:t>
      </w:r>
      <w:r w:rsidR="002275FD">
        <w:rPr>
          <w:rStyle w:val="Referencingstyle"/>
        </w:rPr>
        <w:t>2</w:t>
      </w:r>
      <w:r>
        <w:rPr>
          <w:rStyle w:val="Referencingstyle"/>
        </w:rPr>
        <w:t>, paragraph</w:t>
      </w:r>
      <w:r w:rsidR="00D541C5">
        <w:rPr>
          <w:rStyle w:val="Referencingstyle"/>
        </w:rPr>
        <w:t> </w:t>
      </w:r>
      <w:r>
        <w:rPr>
          <w:rStyle w:val="Referencingstyle"/>
        </w:rPr>
        <w:t>1</w:t>
      </w:r>
      <w:r w:rsidR="00D77733">
        <w:rPr>
          <w:rStyle w:val="Referencingstyle"/>
        </w:rPr>
        <w:t>010B(2)(aa)</w:t>
      </w:r>
      <w:r>
        <w:rPr>
          <w:rStyle w:val="Referencingstyle"/>
        </w:rPr>
        <w:t>]</w:t>
      </w:r>
    </w:p>
    <w:p w:rsidR="007B1E17" w:rsidRPr="00A522EF" w:rsidRDefault="00D77733" w:rsidP="008D51C1">
      <w:pPr>
        <w:pStyle w:val="base-text-paragraph"/>
        <w:numPr>
          <w:ilvl w:val="1"/>
          <w:numId w:val="48"/>
        </w:numPr>
        <w:rPr>
          <w:rStyle w:val="Referencingstyle"/>
          <w:b w:val="0"/>
          <w:i w:val="0"/>
          <w:sz w:val="22"/>
        </w:rPr>
      </w:pPr>
      <w:r>
        <w:t>Existing exemptions from the requirement to provide a PDS that apply to managed investment products are extended to foreign passport fund products.</w:t>
      </w:r>
      <w:r w:rsidR="007B1E17" w:rsidRPr="00086F70">
        <w:rPr>
          <w:rStyle w:val="Referencingstyle"/>
          <w:b w:val="0"/>
          <w:i w:val="0"/>
          <w:sz w:val="22"/>
        </w:rPr>
        <w:t xml:space="preserve"> </w:t>
      </w:r>
      <w:r w:rsidR="007B1E17">
        <w:rPr>
          <w:rStyle w:val="Referencingstyle"/>
        </w:rPr>
        <w:t>[Schedule</w:t>
      </w:r>
      <w:r w:rsidR="00AB4DD2">
        <w:rPr>
          <w:rStyle w:val="Referencingstyle"/>
        </w:rPr>
        <w:t> </w:t>
      </w:r>
      <w:r w:rsidR="008D41A8">
        <w:rPr>
          <w:rStyle w:val="Referencingstyle"/>
        </w:rPr>
        <w:t>2</w:t>
      </w:r>
      <w:r w:rsidR="007B1E17">
        <w:rPr>
          <w:rStyle w:val="Referencingstyle"/>
        </w:rPr>
        <w:t xml:space="preserve">, </w:t>
      </w:r>
      <w:r w:rsidR="007B1E17" w:rsidRPr="00086F70">
        <w:rPr>
          <w:rStyle w:val="Referencingstyle"/>
        </w:rPr>
        <w:t>item</w:t>
      </w:r>
      <w:r w:rsidR="008D41A8" w:rsidRPr="00086F70">
        <w:rPr>
          <w:rStyle w:val="Referencingstyle"/>
        </w:rPr>
        <w:t>s</w:t>
      </w:r>
      <w:r w:rsidR="00AB4DD2" w:rsidRPr="00086F70">
        <w:rPr>
          <w:rStyle w:val="Referencingstyle"/>
        </w:rPr>
        <w:t> </w:t>
      </w:r>
      <w:r w:rsidR="008D41A8" w:rsidRPr="00086F70">
        <w:rPr>
          <w:rStyle w:val="Referencingstyle"/>
        </w:rPr>
        <w:t>22</w:t>
      </w:r>
      <w:r w:rsidR="002275FD">
        <w:rPr>
          <w:rStyle w:val="Referencingstyle"/>
        </w:rPr>
        <w:t>3</w:t>
      </w:r>
      <w:r w:rsidR="008D41A8" w:rsidRPr="00086F70">
        <w:rPr>
          <w:rStyle w:val="Referencingstyle"/>
        </w:rPr>
        <w:t xml:space="preserve"> to 22</w:t>
      </w:r>
      <w:r w:rsidR="002275FD">
        <w:rPr>
          <w:rStyle w:val="Referencingstyle"/>
        </w:rPr>
        <w:t>7</w:t>
      </w:r>
      <w:r w:rsidR="007B1E17" w:rsidRPr="00086F70">
        <w:rPr>
          <w:rStyle w:val="Referencingstyle"/>
        </w:rPr>
        <w:t xml:space="preserve">, </w:t>
      </w:r>
      <w:r w:rsidR="00AA17B0" w:rsidRPr="00086F70">
        <w:rPr>
          <w:rStyle w:val="Referencingstyle"/>
        </w:rPr>
        <w:t>subparagraph</w:t>
      </w:r>
      <w:r w:rsidR="00FC2DDF">
        <w:rPr>
          <w:rStyle w:val="Referencingstyle"/>
        </w:rPr>
        <w:t>s</w:t>
      </w:r>
      <w:r w:rsidR="00AB4DD2" w:rsidRPr="00086F70">
        <w:rPr>
          <w:rStyle w:val="Referencingstyle"/>
        </w:rPr>
        <w:t> </w:t>
      </w:r>
      <w:r w:rsidR="007B1E17" w:rsidRPr="00086F70">
        <w:rPr>
          <w:rStyle w:val="Referencingstyle"/>
        </w:rPr>
        <w:t>1012D(5)(b)(</w:t>
      </w:r>
      <w:proofErr w:type="spellStart"/>
      <w:r w:rsidR="007B1E17" w:rsidRPr="00086F70">
        <w:rPr>
          <w:rStyle w:val="Referencingstyle"/>
        </w:rPr>
        <w:t>ia</w:t>
      </w:r>
      <w:proofErr w:type="spellEnd"/>
      <w:r w:rsidR="007B1E17" w:rsidRPr="00086F70">
        <w:rPr>
          <w:rStyle w:val="Referencingstyle"/>
        </w:rPr>
        <w:t>)</w:t>
      </w:r>
      <w:r w:rsidR="00FC2DDF">
        <w:rPr>
          <w:rStyle w:val="Referencingstyle"/>
        </w:rPr>
        <w:t xml:space="preserve"> and</w:t>
      </w:r>
      <w:r w:rsidR="00086F70" w:rsidRPr="00086F70">
        <w:rPr>
          <w:rStyle w:val="Referencingstyle"/>
        </w:rPr>
        <w:t> 1012D</w:t>
      </w:r>
      <w:r w:rsidR="007B1E17" w:rsidRPr="00086F70">
        <w:rPr>
          <w:rStyle w:val="Referencingstyle"/>
        </w:rPr>
        <w:t>(7)(</w:t>
      </w:r>
      <w:proofErr w:type="spellStart"/>
      <w:r w:rsidR="007B1E17" w:rsidRPr="00086F70">
        <w:rPr>
          <w:rStyle w:val="Referencingstyle"/>
        </w:rPr>
        <w:t>i</w:t>
      </w:r>
      <w:r w:rsidR="007D04DF">
        <w:rPr>
          <w:rStyle w:val="Referencingstyle"/>
        </w:rPr>
        <w:t>a</w:t>
      </w:r>
      <w:proofErr w:type="spellEnd"/>
      <w:r w:rsidR="007B1E17" w:rsidRPr="00086F70">
        <w:rPr>
          <w:rStyle w:val="Referencingstyle"/>
        </w:rPr>
        <w:t>)</w:t>
      </w:r>
      <w:r w:rsidR="00841E2E" w:rsidRPr="00086F70">
        <w:rPr>
          <w:rStyle w:val="Referencingstyle"/>
        </w:rPr>
        <w:t>, subsections</w:t>
      </w:r>
      <w:r w:rsidR="00AB4DD2" w:rsidRPr="00086F70">
        <w:rPr>
          <w:rStyle w:val="Referencingstyle"/>
        </w:rPr>
        <w:t> </w:t>
      </w:r>
      <w:r w:rsidR="007B1E17" w:rsidRPr="00086F70">
        <w:rPr>
          <w:rStyle w:val="Referencingstyle"/>
        </w:rPr>
        <w:t>1012D(9BA)</w:t>
      </w:r>
      <w:r w:rsidR="00AB4DD2" w:rsidRPr="00086F70">
        <w:rPr>
          <w:rStyle w:val="Referencingstyle"/>
        </w:rPr>
        <w:t xml:space="preserve"> and</w:t>
      </w:r>
      <w:r w:rsidR="007B1E17" w:rsidRPr="00086F70">
        <w:rPr>
          <w:rStyle w:val="Referencingstyle"/>
        </w:rPr>
        <w:t xml:space="preserve"> (</w:t>
      </w:r>
      <w:r w:rsidR="00841E2E" w:rsidRPr="00086F70">
        <w:rPr>
          <w:rStyle w:val="Referencingstyle"/>
        </w:rPr>
        <w:t xml:space="preserve">9BB), </w:t>
      </w:r>
      <w:r w:rsidR="00086F70" w:rsidRPr="00086F70">
        <w:rPr>
          <w:rStyle w:val="Referencingstyle"/>
        </w:rPr>
        <w:t xml:space="preserve">and </w:t>
      </w:r>
      <w:r w:rsidR="00AB4DD2" w:rsidRPr="00086F70">
        <w:rPr>
          <w:rStyle w:val="Referencingstyle"/>
        </w:rPr>
        <w:t>paragraphs </w:t>
      </w:r>
      <w:r w:rsidR="00841E2E" w:rsidRPr="00086F70">
        <w:rPr>
          <w:rStyle w:val="Referencingstyle"/>
        </w:rPr>
        <w:t>1012D(10)(a) and</w:t>
      </w:r>
      <w:r w:rsidR="00275D6F">
        <w:rPr>
          <w:rStyle w:val="Referencingstyle"/>
        </w:rPr>
        <w:t> </w:t>
      </w:r>
      <w:r w:rsidR="00841E2E" w:rsidRPr="00086F70">
        <w:rPr>
          <w:rStyle w:val="Referencingstyle"/>
        </w:rPr>
        <w:t>(b)</w:t>
      </w:r>
      <w:r w:rsidR="007B1E17" w:rsidRPr="00086F70">
        <w:rPr>
          <w:rStyle w:val="Referencingstyle"/>
        </w:rPr>
        <w:t>]</w:t>
      </w:r>
    </w:p>
    <w:p w:rsidR="006D3E7E" w:rsidRPr="006D3E7E" w:rsidRDefault="00356903" w:rsidP="008D51C1">
      <w:pPr>
        <w:pStyle w:val="base-text-paragraph"/>
        <w:numPr>
          <w:ilvl w:val="1"/>
          <w:numId w:val="48"/>
        </w:numPr>
        <w:rPr>
          <w:rStyle w:val="Referencingstyle"/>
          <w:b w:val="0"/>
          <w:i w:val="0"/>
          <w:sz w:val="22"/>
        </w:rPr>
      </w:pPr>
      <w:r>
        <w:t>Section</w:t>
      </w:r>
      <w:r w:rsidR="006D3E7E">
        <w:t>s</w:t>
      </w:r>
      <w:r w:rsidR="00530376">
        <w:t> </w:t>
      </w:r>
      <w:r>
        <w:t xml:space="preserve">1012DAA </w:t>
      </w:r>
      <w:r w:rsidR="006D3E7E">
        <w:t xml:space="preserve">and 1012DA </w:t>
      </w:r>
      <w:r>
        <w:t>of the</w:t>
      </w:r>
      <w:r w:rsidR="00841E2E">
        <w:t xml:space="preserve"> existing law exempt issuers from the PDS requirement</w:t>
      </w:r>
      <w:r w:rsidR="00287323">
        <w:t>s</w:t>
      </w:r>
      <w:r w:rsidR="00841E2E">
        <w:t xml:space="preserve"> for certain </w:t>
      </w:r>
      <w:r w:rsidR="00287323">
        <w:t xml:space="preserve">indirect issues and </w:t>
      </w:r>
      <w:r w:rsidR="00841E2E">
        <w:t xml:space="preserve">rights </w:t>
      </w:r>
      <w:r w:rsidR="001201CA">
        <w:t xml:space="preserve">issues of quoted securities </w:t>
      </w:r>
      <w:r>
        <w:t>if they provide a notice</w:t>
      </w:r>
      <w:r w:rsidR="00287323">
        <w:t xml:space="preserve"> with certain disclosures</w:t>
      </w:r>
      <w:r>
        <w:t xml:space="preserve">. </w:t>
      </w:r>
      <w:r w:rsidR="006D3E7E">
        <w:t xml:space="preserve">For foreign passport fund products, the notice must state that the issuer has complied with the new financial reporting requirements and continuous disclosure requirements for notified foreign passport funds. </w:t>
      </w:r>
      <w:r w:rsidR="006D3E7E">
        <w:rPr>
          <w:rStyle w:val="Referencingstyle"/>
        </w:rPr>
        <w:t>[Schedule</w:t>
      </w:r>
      <w:r w:rsidR="004440A4">
        <w:rPr>
          <w:rStyle w:val="Referencingstyle"/>
        </w:rPr>
        <w:t> </w:t>
      </w:r>
      <w:r w:rsidR="008D41A8">
        <w:rPr>
          <w:rStyle w:val="Referencingstyle"/>
        </w:rPr>
        <w:t>2,</w:t>
      </w:r>
      <w:r w:rsidR="006D3E7E">
        <w:rPr>
          <w:rStyle w:val="Referencingstyle"/>
        </w:rPr>
        <w:t xml:space="preserve"> </w:t>
      </w:r>
      <w:r w:rsidR="008D41A8">
        <w:rPr>
          <w:rStyle w:val="Referencingstyle"/>
        </w:rPr>
        <w:t>item</w:t>
      </w:r>
      <w:r w:rsidR="002D2E5C">
        <w:rPr>
          <w:rStyle w:val="Referencingstyle"/>
        </w:rPr>
        <w:t>s</w:t>
      </w:r>
      <w:r w:rsidR="004440A4">
        <w:rPr>
          <w:rStyle w:val="Referencingstyle"/>
        </w:rPr>
        <w:t> </w:t>
      </w:r>
      <w:r w:rsidR="008D41A8">
        <w:rPr>
          <w:rStyle w:val="Referencingstyle"/>
        </w:rPr>
        <w:t>23</w:t>
      </w:r>
      <w:r w:rsidR="002275FD">
        <w:rPr>
          <w:rStyle w:val="Referencingstyle"/>
        </w:rPr>
        <w:t>0</w:t>
      </w:r>
      <w:r w:rsidR="008D41A8">
        <w:rPr>
          <w:rStyle w:val="Referencingstyle"/>
        </w:rPr>
        <w:t xml:space="preserve"> to 23</w:t>
      </w:r>
      <w:r w:rsidR="002275FD">
        <w:rPr>
          <w:rStyle w:val="Referencingstyle"/>
        </w:rPr>
        <w:t>4</w:t>
      </w:r>
      <w:r w:rsidR="006D3E7E">
        <w:rPr>
          <w:rStyle w:val="Referencingstyle"/>
        </w:rPr>
        <w:t>, paragraphs</w:t>
      </w:r>
      <w:r w:rsidR="00D541C5">
        <w:rPr>
          <w:rStyle w:val="Referencingstyle"/>
        </w:rPr>
        <w:t> </w:t>
      </w:r>
      <w:r w:rsidR="006D3E7E">
        <w:rPr>
          <w:rStyle w:val="Referencingstyle"/>
        </w:rPr>
        <w:t>1012DAA(7)(da) and 1012DA(2)(a), (2)(b) and</w:t>
      </w:r>
      <w:r w:rsidR="001130B2">
        <w:rPr>
          <w:rStyle w:val="Referencingstyle"/>
        </w:rPr>
        <w:t> </w:t>
      </w:r>
      <w:r w:rsidR="006D3E7E">
        <w:rPr>
          <w:rStyle w:val="Referencingstyle"/>
        </w:rPr>
        <w:t>(6)(e)]</w:t>
      </w:r>
    </w:p>
    <w:p w:rsidR="001201CA" w:rsidRPr="006677FF" w:rsidRDefault="00356903" w:rsidP="008D51C1">
      <w:pPr>
        <w:pStyle w:val="base-text-paragraph"/>
        <w:numPr>
          <w:ilvl w:val="1"/>
          <w:numId w:val="48"/>
        </w:numPr>
        <w:rPr>
          <w:rStyle w:val="Referencingstyle"/>
          <w:b w:val="0"/>
          <w:i w:val="0"/>
          <w:sz w:val="22"/>
        </w:rPr>
      </w:pPr>
      <w:r>
        <w:t xml:space="preserve">The existing law grants </w:t>
      </w:r>
      <w:r w:rsidR="001201CA">
        <w:t xml:space="preserve">ASIC the power to require </w:t>
      </w:r>
      <w:r w:rsidR="00287323">
        <w:t xml:space="preserve">exempt </w:t>
      </w:r>
      <w:r w:rsidR="001201CA">
        <w:t>issuers</w:t>
      </w:r>
      <w:r>
        <w:t xml:space="preserve"> to prepare a PDS </w:t>
      </w:r>
      <w:r w:rsidR="001201CA">
        <w:t xml:space="preserve">if they </w:t>
      </w:r>
      <w:r w:rsidR="00287323">
        <w:t>contravene</w:t>
      </w:r>
      <w:r w:rsidR="001201CA">
        <w:t xml:space="preserve"> certain sections in </w:t>
      </w:r>
      <w:r w:rsidR="001201CA" w:rsidDel="00D76F64">
        <w:t xml:space="preserve">the </w:t>
      </w:r>
      <w:r w:rsidR="00D76F64">
        <w:t>Corporations</w:t>
      </w:r>
      <w:r w:rsidR="00090F3C">
        <w:t> </w:t>
      </w:r>
      <w:r w:rsidR="00D76F64">
        <w:t>Act</w:t>
      </w:r>
      <w:r w:rsidR="001201CA">
        <w:t xml:space="preserve">. These sections are expanded to include the new financial reporting requirements and continuous disclosure requirements for notified foreign passport funds. </w:t>
      </w:r>
      <w:r w:rsidR="008D41A8">
        <w:rPr>
          <w:rStyle w:val="Referencingstyle"/>
        </w:rPr>
        <w:t>[Schedule</w:t>
      </w:r>
      <w:r w:rsidR="004440A4">
        <w:rPr>
          <w:rStyle w:val="Referencingstyle"/>
        </w:rPr>
        <w:t> </w:t>
      </w:r>
      <w:r w:rsidR="008D41A8">
        <w:rPr>
          <w:rStyle w:val="Referencingstyle"/>
        </w:rPr>
        <w:t>2</w:t>
      </w:r>
      <w:r w:rsidR="001201CA">
        <w:rPr>
          <w:rStyle w:val="Referencingstyle"/>
        </w:rPr>
        <w:t>, item</w:t>
      </w:r>
      <w:r w:rsidR="008D41A8">
        <w:rPr>
          <w:rStyle w:val="Referencingstyle"/>
        </w:rPr>
        <w:t>s</w:t>
      </w:r>
      <w:r w:rsidR="004440A4">
        <w:rPr>
          <w:rStyle w:val="Referencingstyle"/>
        </w:rPr>
        <w:t> </w:t>
      </w:r>
      <w:r w:rsidR="008D41A8">
        <w:rPr>
          <w:rStyle w:val="Referencingstyle"/>
        </w:rPr>
        <w:t>22</w:t>
      </w:r>
      <w:r w:rsidR="002275FD">
        <w:rPr>
          <w:rStyle w:val="Referencingstyle"/>
        </w:rPr>
        <w:t>8</w:t>
      </w:r>
      <w:r w:rsidR="008D41A8">
        <w:rPr>
          <w:rStyle w:val="Referencingstyle"/>
        </w:rPr>
        <w:t xml:space="preserve"> </w:t>
      </w:r>
      <w:r w:rsidR="00086F70">
        <w:rPr>
          <w:rStyle w:val="Referencingstyle"/>
        </w:rPr>
        <w:t>and</w:t>
      </w:r>
      <w:r w:rsidR="008D41A8">
        <w:rPr>
          <w:rStyle w:val="Referencingstyle"/>
        </w:rPr>
        <w:t xml:space="preserve"> </w:t>
      </w:r>
      <w:r w:rsidR="002275FD">
        <w:rPr>
          <w:rStyle w:val="Referencingstyle"/>
        </w:rPr>
        <w:t>229</w:t>
      </w:r>
      <w:r w:rsidR="001201CA">
        <w:rPr>
          <w:rStyle w:val="Referencingstyle"/>
        </w:rPr>
        <w:t>, paragraph</w:t>
      </w:r>
      <w:r>
        <w:rPr>
          <w:rStyle w:val="Referencingstyle"/>
        </w:rPr>
        <w:t>s</w:t>
      </w:r>
      <w:r w:rsidR="004440A4">
        <w:rPr>
          <w:rStyle w:val="Referencingstyle"/>
        </w:rPr>
        <w:t> </w:t>
      </w:r>
      <w:r w:rsidR="001201CA">
        <w:rPr>
          <w:rStyle w:val="Referencingstyle"/>
        </w:rPr>
        <w:t>1012DAA(3)(aa)</w:t>
      </w:r>
      <w:r>
        <w:rPr>
          <w:rStyle w:val="Referencingstyle"/>
        </w:rPr>
        <w:t xml:space="preserve"> and </w:t>
      </w:r>
      <w:r w:rsidR="001201CA">
        <w:rPr>
          <w:rStyle w:val="Referencingstyle"/>
        </w:rPr>
        <w:t>(</w:t>
      </w:r>
      <w:proofErr w:type="spellStart"/>
      <w:r w:rsidR="001201CA">
        <w:rPr>
          <w:rStyle w:val="Referencingstyle"/>
        </w:rPr>
        <w:t>b</w:t>
      </w:r>
      <w:r w:rsidR="006D3E7E">
        <w:rPr>
          <w:rStyle w:val="Referencingstyle"/>
        </w:rPr>
        <w:t>a</w:t>
      </w:r>
      <w:proofErr w:type="spellEnd"/>
      <w:r w:rsidR="006D3E7E">
        <w:rPr>
          <w:rStyle w:val="Referencingstyle"/>
        </w:rPr>
        <w:t>)</w:t>
      </w:r>
      <w:r w:rsidR="001201CA">
        <w:rPr>
          <w:rStyle w:val="Referencingstyle"/>
        </w:rPr>
        <w:t>]</w:t>
      </w:r>
    </w:p>
    <w:p w:rsidR="00282279" w:rsidRPr="006D3E7E" w:rsidRDefault="00282279" w:rsidP="008D51C1">
      <w:pPr>
        <w:pStyle w:val="base-text-paragraph"/>
        <w:numPr>
          <w:ilvl w:val="1"/>
          <w:numId w:val="48"/>
        </w:numPr>
        <w:rPr>
          <w:rStyle w:val="Referencingstyle"/>
          <w:b w:val="0"/>
          <w:i w:val="0"/>
          <w:sz w:val="22"/>
        </w:rPr>
      </w:pPr>
      <w:r>
        <w:t xml:space="preserve">A technical correction has been made </w:t>
      </w:r>
      <w:r w:rsidR="004E79AE">
        <w:t>to</w:t>
      </w:r>
      <w:r w:rsidR="00BB13ED">
        <w:t xml:space="preserve"> fix a grammatical error </w:t>
      </w:r>
      <w:r>
        <w:t xml:space="preserve">in the </w:t>
      </w:r>
      <w:r w:rsidR="00BB13ED">
        <w:t xml:space="preserve">definition of </w:t>
      </w:r>
      <w:r w:rsidR="00E5148B">
        <w:t>‘</w:t>
      </w:r>
      <w:r w:rsidR="00BB13ED">
        <w:t>responsible person</w:t>
      </w:r>
      <w:r w:rsidR="00E5148B">
        <w:t>’</w:t>
      </w:r>
      <w:r>
        <w:t xml:space="preserve">. </w:t>
      </w:r>
      <w:r>
        <w:rPr>
          <w:rStyle w:val="Referencingstyle"/>
        </w:rPr>
        <w:t>[Schedule</w:t>
      </w:r>
      <w:r w:rsidR="00A47915">
        <w:rPr>
          <w:rStyle w:val="Referencingstyle"/>
        </w:rPr>
        <w:t> </w:t>
      </w:r>
      <w:r w:rsidR="00C65C47">
        <w:rPr>
          <w:rStyle w:val="Referencingstyle"/>
        </w:rPr>
        <w:t>2</w:t>
      </w:r>
      <w:r>
        <w:rPr>
          <w:rStyle w:val="Referencingstyle"/>
        </w:rPr>
        <w:t>, item</w:t>
      </w:r>
      <w:r w:rsidR="00A47915">
        <w:rPr>
          <w:rStyle w:val="Referencingstyle"/>
        </w:rPr>
        <w:t> </w:t>
      </w:r>
      <w:r w:rsidR="00C65C47">
        <w:rPr>
          <w:rStyle w:val="Referencingstyle"/>
        </w:rPr>
        <w:t>23</w:t>
      </w:r>
      <w:r w:rsidR="002275FD">
        <w:rPr>
          <w:rStyle w:val="Referencingstyle"/>
        </w:rPr>
        <w:t>5</w:t>
      </w:r>
      <w:r>
        <w:rPr>
          <w:rStyle w:val="Referencingstyle"/>
        </w:rPr>
        <w:t xml:space="preserve">, </w:t>
      </w:r>
      <w:r w:rsidR="00942143">
        <w:rPr>
          <w:rStyle w:val="Referencingstyle"/>
        </w:rPr>
        <w:t>subsection</w:t>
      </w:r>
      <w:r w:rsidR="008B6E49">
        <w:rPr>
          <w:rStyle w:val="Referencingstyle"/>
        </w:rPr>
        <w:t> </w:t>
      </w:r>
      <w:r>
        <w:rPr>
          <w:rStyle w:val="Referencingstyle"/>
        </w:rPr>
        <w:t>1013A(3)]</w:t>
      </w:r>
    </w:p>
    <w:p w:rsidR="00282279" w:rsidRDefault="00F4117A" w:rsidP="008D51C1">
      <w:pPr>
        <w:pStyle w:val="Heading5"/>
      </w:pPr>
      <w:r>
        <w:t xml:space="preserve">Content </w:t>
      </w:r>
      <w:r w:rsidR="002C3151">
        <w:t>r</w:t>
      </w:r>
      <w:r>
        <w:t>equirements for PDSs</w:t>
      </w:r>
    </w:p>
    <w:p w:rsidR="00D77733" w:rsidRPr="00F4117A" w:rsidRDefault="00F4117A" w:rsidP="008D51C1">
      <w:pPr>
        <w:pStyle w:val="base-text-paragraph"/>
        <w:numPr>
          <w:ilvl w:val="1"/>
          <w:numId w:val="48"/>
        </w:numPr>
        <w:rPr>
          <w:rStyle w:val="Referencingstyle"/>
          <w:b w:val="0"/>
          <w:i w:val="0"/>
          <w:sz w:val="22"/>
        </w:rPr>
      </w:pPr>
      <w:r>
        <w:t>PDSs for foreign passport fund products</w:t>
      </w:r>
      <w:r w:rsidR="004A4089">
        <w:t xml:space="preserve"> must include the same content as </w:t>
      </w:r>
      <w:r w:rsidR="00D927B5">
        <w:t>for</w:t>
      </w:r>
      <w:r w:rsidR="004A4089">
        <w:t xml:space="preserve"> other financial products</w:t>
      </w:r>
      <w:r>
        <w:t>. Foreign passport fund products are taken to have an investment component and</w:t>
      </w:r>
      <w:r w:rsidR="007E4B43">
        <w:t>,</w:t>
      </w:r>
      <w:r>
        <w:t xml:space="preserve"> accordingly</w:t>
      </w:r>
      <w:r w:rsidR="007E4B43">
        <w:t>,</w:t>
      </w:r>
      <w:r>
        <w:t xml:space="preserve"> the PDS must </w:t>
      </w:r>
      <w:r w:rsidR="004A4089">
        <w:t xml:space="preserve">also </w:t>
      </w:r>
      <w:r>
        <w:t xml:space="preserve">state whether </w:t>
      </w:r>
      <w:r w:rsidR="00D927B5">
        <w:t>the fund</w:t>
      </w:r>
      <w:r>
        <w:t xml:space="preserve"> consider</w:t>
      </w:r>
      <w:r w:rsidR="002D2E5C">
        <w:t>s</w:t>
      </w:r>
      <w:r>
        <w:t xml:space="preserve"> any labour standards or environmental, social or ethical considerations</w:t>
      </w:r>
      <w:r w:rsidR="00D927B5">
        <w:t xml:space="preserve"> when making investment decisions</w:t>
      </w:r>
      <w:r>
        <w:t>.</w:t>
      </w:r>
      <w:r w:rsidRPr="00F4117A">
        <w:rPr>
          <w:rStyle w:val="Referencingstyle"/>
        </w:rPr>
        <w:t xml:space="preserve"> </w:t>
      </w:r>
      <w:r>
        <w:rPr>
          <w:rStyle w:val="Referencingstyle"/>
        </w:rPr>
        <w:t>[Schedule</w:t>
      </w:r>
      <w:r w:rsidR="004440A4">
        <w:rPr>
          <w:rStyle w:val="Referencingstyle"/>
        </w:rPr>
        <w:t> </w:t>
      </w:r>
      <w:r w:rsidR="008D41A8">
        <w:rPr>
          <w:rStyle w:val="Referencingstyle"/>
        </w:rPr>
        <w:t>2</w:t>
      </w:r>
      <w:r>
        <w:rPr>
          <w:rStyle w:val="Referencingstyle"/>
        </w:rPr>
        <w:t>, item</w:t>
      </w:r>
      <w:r w:rsidR="004440A4">
        <w:rPr>
          <w:rStyle w:val="Referencingstyle"/>
        </w:rPr>
        <w:t> </w:t>
      </w:r>
      <w:r w:rsidR="008D41A8">
        <w:rPr>
          <w:rStyle w:val="Referencingstyle"/>
        </w:rPr>
        <w:t>23</w:t>
      </w:r>
      <w:r w:rsidR="002275FD">
        <w:rPr>
          <w:rStyle w:val="Referencingstyle"/>
        </w:rPr>
        <w:t>6</w:t>
      </w:r>
      <w:r>
        <w:rPr>
          <w:rStyle w:val="Referencingstyle"/>
        </w:rPr>
        <w:t xml:space="preserve">, </w:t>
      </w:r>
      <w:r w:rsidR="00942143">
        <w:rPr>
          <w:rStyle w:val="Referencingstyle"/>
        </w:rPr>
        <w:t>subsection</w:t>
      </w:r>
      <w:r w:rsidR="004440A4">
        <w:rPr>
          <w:rStyle w:val="Referencingstyle"/>
        </w:rPr>
        <w:t> </w:t>
      </w:r>
      <w:r>
        <w:rPr>
          <w:rStyle w:val="Referencingstyle"/>
        </w:rPr>
        <w:t>1013D(2A)]</w:t>
      </w:r>
    </w:p>
    <w:p w:rsidR="00AC1DCA" w:rsidRPr="00D541C5" w:rsidRDefault="00AC1DCA" w:rsidP="008D51C1">
      <w:pPr>
        <w:pStyle w:val="base-text-paragraph"/>
        <w:numPr>
          <w:ilvl w:val="1"/>
          <w:numId w:val="48"/>
        </w:numPr>
        <w:rPr>
          <w:rStyle w:val="Referencingstyle"/>
          <w:b w:val="0"/>
          <w:i w:val="0"/>
          <w:sz w:val="22"/>
        </w:rPr>
      </w:pPr>
      <w:r>
        <w:rPr>
          <w:rStyle w:val="Referencingstyle"/>
          <w:b w:val="0"/>
          <w:i w:val="0"/>
          <w:sz w:val="22"/>
        </w:rPr>
        <w:t>The PDS does not need to include any of the general information required under existing sections</w:t>
      </w:r>
      <w:r w:rsidR="00530376">
        <w:rPr>
          <w:rStyle w:val="Referencingstyle"/>
          <w:b w:val="0"/>
          <w:i w:val="0"/>
          <w:sz w:val="22"/>
        </w:rPr>
        <w:t> </w:t>
      </w:r>
      <w:r>
        <w:rPr>
          <w:rStyle w:val="Referencingstyle"/>
          <w:b w:val="0"/>
          <w:i w:val="0"/>
          <w:sz w:val="22"/>
        </w:rPr>
        <w:t>1013D, 1013E or 1013F if the right to acquire the foreign passport fund interest is a continuously quoted security and the information is included in the most recent financial report</w:t>
      </w:r>
      <w:r w:rsidR="00390936">
        <w:rPr>
          <w:rStyle w:val="Referencingstyle"/>
          <w:b w:val="0"/>
          <w:i w:val="0"/>
          <w:sz w:val="22"/>
        </w:rPr>
        <w:t xml:space="preserve"> (prepared in accordance with the home economy’s reporting requirements)</w:t>
      </w:r>
      <w:r>
        <w:rPr>
          <w:rStyle w:val="Referencingstyle"/>
          <w:b w:val="0"/>
          <w:i w:val="0"/>
          <w:sz w:val="22"/>
        </w:rPr>
        <w:t>, the accompanying auditor’s report or a continuous disclosure notice lodged before the date of the PDS.</w:t>
      </w:r>
      <w:r w:rsidR="006B0EA7">
        <w:rPr>
          <w:rStyle w:val="Referencingstyle"/>
          <w:b w:val="0"/>
          <w:i w:val="0"/>
          <w:sz w:val="22"/>
        </w:rPr>
        <w:t xml:space="preserve"> </w:t>
      </w:r>
      <w:r w:rsidR="00390936">
        <w:rPr>
          <w:rStyle w:val="Referencingstyle"/>
          <w:b w:val="0"/>
          <w:i w:val="0"/>
          <w:sz w:val="22"/>
        </w:rPr>
        <w:t xml:space="preserve">If the preparer of the PDS seeks to rely on this exemption, the PDS must state that regular reporting requirements apply to the fund and inform people of their right to request a copy of the relevant document free of charge. </w:t>
      </w:r>
      <w:r w:rsidR="006B0EA7">
        <w:rPr>
          <w:rStyle w:val="Referencingstyle"/>
        </w:rPr>
        <w:t>[Schedule 2, item</w:t>
      </w:r>
      <w:r w:rsidR="00390936">
        <w:rPr>
          <w:rStyle w:val="Referencingstyle"/>
        </w:rPr>
        <w:t>s</w:t>
      </w:r>
      <w:r w:rsidR="006B0EA7">
        <w:rPr>
          <w:rStyle w:val="Referencingstyle"/>
        </w:rPr>
        <w:t> 23</w:t>
      </w:r>
      <w:r w:rsidR="002275FD">
        <w:rPr>
          <w:rStyle w:val="Referencingstyle"/>
        </w:rPr>
        <w:t>7</w:t>
      </w:r>
      <w:r w:rsidR="00390936">
        <w:rPr>
          <w:rStyle w:val="Referencingstyle"/>
        </w:rPr>
        <w:t xml:space="preserve"> to 2</w:t>
      </w:r>
      <w:r w:rsidR="002275FD">
        <w:rPr>
          <w:rStyle w:val="Referencingstyle"/>
        </w:rPr>
        <w:t>39</w:t>
      </w:r>
      <w:r w:rsidR="006B0EA7">
        <w:rPr>
          <w:rStyle w:val="Referencingstyle"/>
        </w:rPr>
        <w:t xml:space="preserve">, </w:t>
      </w:r>
      <w:r w:rsidR="00390936">
        <w:rPr>
          <w:rStyle w:val="Referencingstyle"/>
        </w:rPr>
        <w:t>paragraph</w:t>
      </w:r>
      <w:r w:rsidR="001130B2">
        <w:rPr>
          <w:rStyle w:val="Referencingstyle"/>
        </w:rPr>
        <w:t>s</w:t>
      </w:r>
      <w:r w:rsidR="006B0EA7">
        <w:rPr>
          <w:rStyle w:val="Referencingstyle"/>
        </w:rPr>
        <w:t> 1013</w:t>
      </w:r>
      <w:r w:rsidR="00390936">
        <w:rPr>
          <w:rStyle w:val="Referencingstyle"/>
        </w:rPr>
        <w:t>F</w:t>
      </w:r>
      <w:r w:rsidR="007D04DF">
        <w:rPr>
          <w:rStyle w:val="Referencingstyle"/>
        </w:rPr>
        <w:t>A</w:t>
      </w:r>
      <w:r w:rsidR="006B0EA7">
        <w:rPr>
          <w:rStyle w:val="Referencingstyle"/>
        </w:rPr>
        <w:t>(2)</w:t>
      </w:r>
      <w:r w:rsidR="00390936">
        <w:rPr>
          <w:rStyle w:val="Referencingstyle"/>
        </w:rPr>
        <w:t xml:space="preserve">(a) and </w:t>
      </w:r>
      <w:r w:rsidR="001130B2">
        <w:rPr>
          <w:rStyle w:val="Referencingstyle"/>
        </w:rPr>
        <w:t xml:space="preserve">(aa) and </w:t>
      </w:r>
      <w:r w:rsidR="00390936">
        <w:rPr>
          <w:rStyle w:val="Referencingstyle"/>
        </w:rPr>
        <w:t>subparagraph</w:t>
      </w:r>
      <w:r w:rsidR="001A32D8">
        <w:rPr>
          <w:rStyle w:val="Referencingstyle"/>
        </w:rPr>
        <w:t> </w:t>
      </w:r>
      <w:r w:rsidR="00390936">
        <w:rPr>
          <w:rStyle w:val="Referencingstyle"/>
        </w:rPr>
        <w:t>1013FA(2)(b)(ii)</w:t>
      </w:r>
      <w:r w:rsidR="006B0EA7">
        <w:rPr>
          <w:rStyle w:val="Referencingstyle"/>
        </w:rPr>
        <w:t>]</w:t>
      </w:r>
    </w:p>
    <w:p w:rsidR="004A4089" w:rsidRDefault="00F4117A" w:rsidP="008D51C1">
      <w:pPr>
        <w:pStyle w:val="base-text-paragraph"/>
        <w:numPr>
          <w:ilvl w:val="1"/>
          <w:numId w:val="48"/>
        </w:numPr>
      </w:pPr>
      <w:r>
        <w:t xml:space="preserve">In </w:t>
      </w:r>
      <w:r w:rsidR="004A4089">
        <w:t>addition to the general</w:t>
      </w:r>
      <w:r>
        <w:t xml:space="preserve"> content requirements</w:t>
      </w:r>
      <w:r w:rsidR="004A4089">
        <w:t xml:space="preserve"> applying to other financial products</w:t>
      </w:r>
      <w:r>
        <w:t>, PDSs for foreign passport fund products must also</w:t>
      </w:r>
      <w:r w:rsidR="004A4089">
        <w:t xml:space="preserve"> </w:t>
      </w:r>
      <w:r w:rsidR="00CC6BDC">
        <w:t>state</w:t>
      </w:r>
      <w:r w:rsidR="004A4089">
        <w:t>:</w:t>
      </w:r>
    </w:p>
    <w:p w:rsidR="004A4089" w:rsidRDefault="00F4117A" w:rsidP="008D51C1">
      <w:pPr>
        <w:pStyle w:val="dotpoint"/>
      </w:pPr>
      <w:r>
        <w:t>the fund’</w:t>
      </w:r>
      <w:r w:rsidR="004A4089">
        <w:t>s home economy;</w:t>
      </w:r>
    </w:p>
    <w:p w:rsidR="00F4117A" w:rsidRDefault="004A4089" w:rsidP="008D51C1">
      <w:pPr>
        <w:pStyle w:val="dotpoint"/>
      </w:pPr>
      <w:r>
        <w:t xml:space="preserve">that the fund, </w:t>
      </w:r>
      <w:r w:rsidR="0007317A">
        <w:t xml:space="preserve">the </w:t>
      </w:r>
      <w:r>
        <w:t xml:space="preserve">operator </w:t>
      </w:r>
      <w:r w:rsidR="003E4C47">
        <w:t xml:space="preserve">of the fund </w:t>
      </w:r>
      <w:r>
        <w:t xml:space="preserve">and </w:t>
      </w:r>
      <w:r w:rsidR="0007317A">
        <w:t>the fund</w:t>
      </w:r>
      <w:r>
        <w:t xml:space="preserve"> custodian are regulated by </w:t>
      </w:r>
      <w:r w:rsidR="003E4C47">
        <w:t xml:space="preserve">the fund’s </w:t>
      </w:r>
      <w:r>
        <w:t xml:space="preserve">home economy laws </w:t>
      </w:r>
      <w:r w:rsidR="00CC6BDC">
        <w:t xml:space="preserve">and </w:t>
      </w:r>
      <w:r w:rsidR="007D04DF">
        <w:t>that</w:t>
      </w:r>
      <w:r w:rsidR="00CC6BDC">
        <w:t xml:space="preserve"> members’ rights and remedies may differ </w:t>
      </w:r>
      <w:r w:rsidR="002874FF">
        <w:t>from</w:t>
      </w:r>
      <w:r w:rsidR="00CC6BDC">
        <w:t xml:space="preserve"> those available to members of registered schemes;</w:t>
      </w:r>
    </w:p>
    <w:p w:rsidR="00AA690B" w:rsidRDefault="00AA690B" w:rsidP="008D51C1">
      <w:pPr>
        <w:pStyle w:val="dotpoint"/>
      </w:pPr>
      <w:r>
        <w:t xml:space="preserve">that information may </w:t>
      </w:r>
      <w:r w:rsidR="007D04DF">
        <w:t xml:space="preserve">be </w:t>
      </w:r>
      <w:r>
        <w:t>posted on the fund’s website and details about how this information can be accessed by members;</w:t>
      </w:r>
      <w:r w:rsidR="004C6F82" w:rsidRPr="004C6F82">
        <w:t xml:space="preserve"> </w:t>
      </w:r>
    </w:p>
    <w:p w:rsidR="002A6ABC" w:rsidRDefault="00CC6BDC" w:rsidP="008D51C1">
      <w:pPr>
        <w:pStyle w:val="dotpoint"/>
      </w:pPr>
      <w:r>
        <w:t>members’ main rights and remedies under the fund’s home economy laws</w:t>
      </w:r>
      <w:r w:rsidR="004C6F82">
        <w:t>.</w:t>
      </w:r>
    </w:p>
    <w:p w:rsidR="00CC6BDC" w:rsidRDefault="00CC6BDC" w:rsidP="008D51C1">
      <w:pPr>
        <w:pStyle w:val="base-text-paragraphnonumbers"/>
        <w:rPr>
          <w:rStyle w:val="Referencingstyle"/>
        </w:rPr>
      </w:pPr>
      <w:r>
        <w:rPr>
          <w:rStyle w:val="Referencingstyle"/>
        </w:rPr>
        <w:t>[Schedule</w:t>
      </w:r>
      <w:r w:rsidR="0065553B">
        <w:rPr>
          <w:rStyle w:val="Referencingstyle"/>
        </w:rPr>
        <w:t> </w:t>
      </w:r>
      <w:r w:rsidR="008D41A8">
        <w:rPr>
          <w:rStyle w:val="Referencingstyle"/>
        </w:rPr>
        <w:t>2</w:t>
      </w:r>
      <w:r>
        <w:rPr>
          <w:rStyle w:val="Referencingstyle"/>
        </w:rPr>
        <w:t>, item</w:t>
      </w:r>
      <w:r w:rsidR="0065553B">
        <w:rPr>
          <w:rStyle w:val="Referencingstyle"/>
        </w:rPr>
        <w:t> </w:t>
      </w:r>
      <w:r w:rsidR="008D41A8">
        <w:rPr>
          <w:rStyle w:val="Referencingstyle"/>
        </w:rPr>
        <w:t>24</w:t>
      </w:r>
      <w:r w:rsidR="002275FD">
        <w:rPr>
          <w:rStyle w:val="Referencingstyle"/>
        </w:rPr>
        <w:t>0</w:t>
      </w:r>
      <w:r>
        <w:rPr>
          <w:rStyle w:val="Referencingstyle"/>
        </w:rPr>
        <w:t>, section</w:t>
      </w:r>
      <w:r w:rsidR="0065553B">
        <w:rPr>
          <w:rStyle w:val="Referencingstyle"/>
        </w:rPr>
        <w:t> </w:t>
      </w:r>
      <w:r>
        <w:rPr>
          <w:rStyle w:val="Referencingstyle"/>
        </w:rPr>
        <w:t>1013GA]</w:t>
      </w:r>
    </w:p>
    <w:p w:rsidR="00C461CF" w:rsidRPr="00323820" w:rsidRDefault="004C225C" w:rsidP="008D51C1">
      <w:pPr>
        <w:pStyle w:val="base-text-paragraph"/>
        <w:numPr>
          <w:ilvl w:val="1"/>
          <w:numId w:val="48"/>
        </w:numPr>
        <w:rPr>
          <w:rStyle w:val="Referencingstyle"/>
          <w:b w:val="0"/>
          <w:i w:val="0"/>
          <w:sz w:val="22"/>
        </w:rPr>
      </w:pPr>
      <w:r>
        <w:rPr>
          <w:rStyle w:val="Referencingstyle"/>
          <w:b w:val="0"/>
          <w:i w:val="0"/>
          <w:sz w:val="22"/>
        </w:rPr>
        <w:t>An issue may only be made on the basis of an application form that is accompanied by a PDS.</w:t>
      </w:r>
      <w:r w:rsidR="00C461CF">
        <w:rPr>
          <w:rStyle w:val="Referencingstyle"/>
          <w:b w:val="0"/>
          <w:i w:val="0"/>
          <w:sz w:val="22"/>
        </w:rPr>
        <w:t xml:space="preserve">. This is achieved by amending the definition of ‘relevant financial product’ so that it includes foreign passport fund products. </w:t>
      </w:r>
      <w:r w:rsidR="00C461CF">
        <w:rPr>
          <w:rStyle w:val="Referencingstyle"/>
        </w:rPr>
        <w:t>[Schedule</w:t>
      </w:r>
      <w:r w:rsidR="0065553B">
        <w:rPr>
          <w:rStyle w:val="Referencingstyle"/>
        </w:rPr>
        <w:t> 2</w:t>
      </w:r>
      <w:r w:rsidR="00C461CF">
        <w:rPr>
          <w:rStyle w:val="Referencingstyle"/>
        </w:rPr>
        <w:t>, item</w:t>
      </w:r>
      <w:r w:rsidR="0065553B">
        <w:rPr>
          <w:rStyle w:val="Referencingstyle"/>
        </w:rPr>
        <w:t> </w:t>
      </w:r>
      <w:r w:rsidR="001D0CF9">
        <w:rPr>
          <w:rStyle w:val="Referencingstyle"/>
        </w:rPr>
        <w:t>24</w:t>
      </w:r>
      <w:r w:rsidR="00766489">
        <w:rPr>
          <w:rStyle w:val="Referencingstyle"/>
        </w:rPr>
        <w:t>6</w:t>
      </w:r>
      <w:r w:rsidR="00C461CF">
        <w:rPr>
          <w:rStyle w:val="Referencingstyle"/>
        </w:rPr>
        <w:t xml:space="preserve">, </w:t>
      </w:r>
      <w:r w:rsidR="002D2E5C">
        <w:rPr>
          <w:rStyle w:val="Referencingstyle"/>
        </w:rPr>
        <w:t>paragraph</w:t>
      </w:r>
      <w:r w:rsidR="0065553B">
        <w:rPr>
          <w:rStyle w:val="Referencingstyle"/>
        </w:rPr>
        <w:t> </w:t>
      </w:r>
      <w:r w:rsidR="00C461CF">
        <w:rPr>
          <w:rStyle w:val="Referencingstyle"/>
        </w:rPr>
        <w:t>1016A(1)(aa)]</w:t>
      </w:r>
    </w:p>
    <w:p w:rsidR="00942143" w:rsidRPr="006D3E7E" w:rsidRDefault="00CC6BDC" w:rsidP="008D51C1">
      <w:pPr>
        <w:pStyle w:val="base-text-paragraph"/>
        <w:numPr>
          <w:ilvl w:val="1"/>
          <w:numId w:val="48"/>
        </w:numPr>
        <w:rPr>
          <w:rStyle w:val="Referencingstyle"/>
          <w:b w:val="0"/>
          <w:i w:val="0"/>
          <w:sz w:val="22"/>
        </w:rPr>
      </w:pPr>
      <w:r w:rsidRPr="00942143">
        <w:rPr>
          <w:rStyle w:val="Referencingstyle"/>
          <w:b w:val="0"/>
          <w:i w:val="0"/>
          <w:sz w:val="22"/>
        </w:rPr>
        <w:t xml:space="preserve">If the </w:t>
      </w:r>
      <w:r w:rsidR="00AC1DCA">
        <w:rPr>
          <w:rStyle w:val="Referencingstyle"/>
          <w:b w:val="0"/>
          <w:i w:val="0"/>
          <w:sz w:val="22"/>
        </w:rPr>
        <w:t>right to acquire the foreign passport fund product</w:t>
      </w:r>
      <w:r w:rsidR="00C65C47">
        <w:rPr>
          <w:rStyle w:val="Referencingstyle"/>
          <w:b w:val="0"/>
          <w:i w:val="0"/>
          <w:sz w:val="22"/>
        </w:rPr>
        <w:t xml:space="preserve"> is an</w:t>
      </w:r>
      <w:r w:rsidRPr="00942143">
        <w:rPr>
          <w:rStyle w:val="Referencingstyle"/>
          <w:b w:val="0"/>
          <w:i w:val="0"/>
          <w:sz w:val="22"/>
        </w:rPr>
        <w:t xml:space="preserve"> </w:t>
      </w:r>
      <w:r w:rsidR="00FF73EE" w:rsidRPr="00942143">
        <w:rPr>
          <w:rStyle w:val="Referencingstyle"/>
          <w:b w:val="0"/>
          <w:i w:val="0"/>
          <w:sz w:val="22"/>
        </w:rPr>
        <w:t>ED</w:t>
      </w:r>
      <w:r w:rsidR="00FF73EE">
        <w:rPr>
          <w:rStyle w:val="Referencingstyle"/>
          <w:b w:val="0"/>
          <w:i w:val="0"/>
          <w:sz w:val="22"/>
        </w:rPr>
        <w:t> </w:t>
      </w:r>
      <w:r w:rsidR="00C65C47">
        <w:rPr>
          <w:rStyle w:val="Referencingstyle"/>
          <w:b w:val="0"/>
          <w:i w:val="0"/>
          <w:sz w:val="22"/>
        </w:rPr>
        <w:t>security</w:t>
      </w:r>
      <w:r w:rsidRPr="00942143">
        <w:rPr>
          <w:rStyle w:val="Referencingstyle"/>
          <w:b w:val="0"/>
          <w:i w:val="0"/>
          <w:sz w:val="22"/>
        </w:rPr>
        <w:t xml:space="preserve">, the PDS must also state that the fund is subject to regular reporting and disclosure obligations and </w:t>
      </w:r>
      <w:r w:rsidR="00942143" w:rsidRPr="00942143">
        <w:rPr>
          <w:rStyle w:val="Referencingstyle"/>
          <w:b w:val="0"/>
          <w:i w:val="0"/>
          <w:sz w:val="22"/>
        </w:rPr>
        <w:t xml:space="preserve">that documents lodged with </w:t>
      </w:r>
      <w:r w:rsidRPr="00942143">
        <w:rPr>
          <w:rStyle w:val="Referencingstyle"/>
          <w:b w:val="0"/>
          <w:i w:val="0"/>
          <w:sz w:val="22"/>
        </w:rPr>
        <w:t>ASIC</w:t>
      </w:r>
      <w:r w:rsidR="00942143" w:rsidRPr="00942143">
        <w:rPr>
          <w:rStyle w:val="Referencingstyle"/>
          <w:b w:val="0"/>
          <w:i w:val="0"/>
          <w:sz w:val="22"/>
        </w:rPr>
        <w:t xml:space="preserve"> are available from ASIC</w:t>
      </w:r>
      <w:r w:rsidRPr="00942143">
        <w:rPr>
          <w:rStyle w:val="Referencingstyle"/>
          <w:b w:val="0"/>
          <w:i w:val="0"/>
          <w:sz w:val="22"/>
        </w:rPr>
        <w:t>.</w:t>
      </w:r>
      <w:r w:rsidR="00942143" w:rsidRPr="00942143">
        <w:rPr>
          <w:rStyle w:val="Referencingstyle"/>
          <w:b w:val="0"/>
          <w:i w:val="0"/>
          <w:sz w:val="22"/>
        </w:rPr>
        <w:t xml:space="preserve"> The PDS must either include copies of the financial statement and auditor’s report for the most recent financial year, or inform people of their right to obtain a copy of the</w:t>
      </w:r>
      <w:r w:rsidR="00FB3A7F">
        <w:rPr>
          <w:rStyle w:val="Referencingstyle"/>
          <w:b w:val="0"/>
          <w:i w:val="0"/>
          <w:sz w:val="22"/>
        </w:rPr>
        <w:t>se</w:t>
      </w:r>
      <w:r w:rsidR="00942143" w:rsidRPr="00942143">
        <w:rPr>
          <w:rStyle w:val="Referencingstyle"/>
          <w:b w:val="0"/>
          <w:i w:val="0"/>
          <w:sz w:val="22"/>
        </w:rPr>
        <w:t xml:space="preserve"> document</w:t>
      </w:r>
      <w:r w:rsidR="00FB3A7F">
        <w:rPr>
          <w:rStyle w:val="Referencingstyle"/>
          <w:b w:val="0"/>
          <w:i w:val="0"/>
          <w:sz w:val="22"/>
        </w:rPr>
        <w:t>s</w:t>
      </w:r>
      <w:r w:rsidR="00942143" w:rsidRPr="00942143">
        <w:rPr>
          <w:rStyle w:val="Referencingstyle"/>
          <w:b w:val="0"/>
          <w:i w:val="0"/>
          <w:sz w:val="22"/>
        </w:rPr>
        <w:t xml:space="preserve"> from the issuer </w:t>
      </w:r>
      <w:r w:rsidR="00FB3A7F">
        <w:rPr>
          <w:rStyle w:val="Referencingstyle"/>
          <w:b w:val="0"/>
          <w:i w:val="0"/>
          <w:sz w:val="22"/>
        </w:rPr>
        <w:t>or</w:t>
      </w:r>
      <w:r w:rsidR="00942143" w:rsidRPr="00942143">
        <w:rPr>
          <w:rStyle w:val="Referencingstyle"/>
          <w:b w:val="0"/>
          <w:i w:val="0"/>
          <w:sz w:val="22"/>
        </w:rPr>
        <w:t xml:space="preserve"> the seller.</w:t>
      </w:r>
      <w:r w:rsidR="00942143">
        <w:rPr>
          <w:rStyle w:val="Referencingstyle"/>
          <w:b w:val="0"/>
          <w:i w:val="0"/>
          <w:sz w:val="22"/>
        </w:rPr>
        <w:t xml:space="preserve"> </w:t>
      </w:r>
      <w:r w:rsidR="00942143">
        <w:rPr>
          <w:rStyle w:val="Referencingstyle"/>
        </w:rPr>
        <w:t>[Schedule</w:t>
      </w:r>
      <w:r w:rsidR="001A32D8">
        <w:rPr>
          <w:rStyle w:val="Referencingstyle"/>
        </w:rPr>
        <w:t> </w:t>
      </w:r>
      <w:r w:rsidR="008D41A8">
        <w:rPr>
          <w:rStyle w:val="Referencingstyle"/>
        </w:rPr>
        <w:t>2</w:t>
      </w:r>
      <w:r w:rsidR="00942143">
        <w:rPr>
          <w:rStyle w:val="Referencingstyle"/>
        </w:rPr>
        <w:t>, item</w:t>
      </w:r>
      <w:r w:rsidR="001A32D8">
        <w:rPr>
          <w:rStyle w:val="Referencingstyle"/>
        </w:rPr>
        <w:t> </w:t>
      </w:r>
      <w:r w:rsidR="008D41A8">
        <w:rPr>
          <w:rStyle w:val="Referencingstyle"/>
        </w:rPr>
        <w:t>24</w:t>
      </w:r>
      <w:r w:rsidR="002275FD">
        <w:rPr>
          <w:rStyle w:val="Referencingstyle"/>
        </w:rPr>
        <w:t>1</w:t>
      </w:r>
      <w:r w:rsidR="00942143">
        <w:rPr>
          <w:rStyle w:val="Referencingstyle"/>
        </w:rPr>
        <w:t>, s</w:t>
      </w:r>
      <w:r w:rsidR="00A72750">
        <w:rPr>
          <w:rStyle w:val="Referencingstyle"/>
        </w:rPr>
        <w:t>ubs</w:t>
      </w:r>
      <w:r w:rsidR="00942143">
        <w:rPr>
          <w:rStyle w:val="Referencingstyle"/>
        </w:rPr>
        <w:t>ections</w:t>
      </w:r>
      <w:r w:rsidR="001A32D8">
        <w:rPr>
          <w:rStyle w:val="Referencingstyle"/>
        </w:rPr>
        <w:t> </w:t>
      </w:r>
      <w:r w:rsidR="00942143">
        <w:rPr>
          <w:rStyle w:val="Referencingstyle"/>
        </w:rPr>
        <w:t>1013</w:t>
      </w:r>
      <w:r w:rsidR="00A72750">
        <w:rPr>
          <w:rStyle w:val="Referencingstyle"/>
        </w:rPr>
        <w:t>I</w:t>
      </w:r>
      <w:r w:rsidR="00942143">
        <w:rPr>
          <w:rStyle w:val="Referencingstyle"/>
        </w:rPr>
        <w:t>A</w:t>
      </w:r>
      <w:r w:rsidR="00A72750">
        <w:rPr>
          <w:rStyle w:val="Referencingstyle"/>
        </w:rPr>
        <w:t>(1) to</w:t>
      </w:r>
      <w:r w:rsidR="001130B2">
        <w:rPr>
          <w:rStyle w:val="Referencingstyle"/>
        </w:rPr>
        <w:t> </w:t>
      </w:r>
      <w:r w:rsidR="00942143">
        <w:rPr>
          <w:rStyle w:val="Referencingstyle"/>
        </w:rPr>
        <w:t>(3)]</w:t>
      </w:r>
    </w:p>
    <w:p w:rsidR="00942143" w:rsidRPr="00D541C5" w:rsidRDefault="00942143" w:rsidP="008D51C1">
      <w:pPr>
        <w:pStyle w:val="base-text-paragraph"/>
        <w:numPr>
          <w:ilvl w:val="1"/>
          <w:numId w:val="48"/>
        </w:numPr>
        <w:rPr>
          <w:rStyle w:val="Referencingstyle"/>
          <w:b w:val="0"/>
          <w:i w:val="0"/>
          <w:sz w:val="22"/>
        </w:rPr>
      </w:pPr>
      <w:r>
        <w:rPr>
          <w:rStyle w:val="Referencingstyle"/>
          <w:b w:val="0"/>
          <w:i w:val="0"/>
          <w:sz w:val="22"/>
        </w:rPr>
        <w:t>If the PDS</w:t>
      </w:r>
      <w:r w:rsidR="00C461CF">
        <w:rPr>
          <w:rStyle w:val="Referencingstyle"/>
          <w:b w:val="0"/>
          <w:i w:val="0"/>
          <w:sz w:val="22"/>
        </w:rPr>
        <w:t xml:space="preserve"> </w:t>
      </w:r>
      <w:r>
        <w:rPr>
          <w:rStyle w:val="Referencingstyle"/>
          <w:b w:val="0"/>
          <w:i w:val="0"/>
          <w:sz w:val="22"/>
        </w:rPr>
        <w:t xml:space="preserve">does not include copies of the most recent financial statement and auditor’s report, </w:t>
      </w:r>
      <w:r w:rsidRPr="00942143">
        <w:rPr>
          <w:rStyle w:val="Referencingstyle"/>
          <w:b w:val="0"/>
          <w:i w:val="0"/>
          <w:sz w:val="22"/>
        </w:rPr>
        <w:t xml:space="preserve">a person </w:t>
      </w:r>
      <w:r>
        <w:rPr>
          <w:rStyle w:val="Referencingstyle"/>
          <w:b w:val="0"/>
          <w:i w:val="0"/>
          <w:sz w:val="22"/>
        </w:rPr>
        <w:t xml:space="preserve">may </w:t>
      </w:r>
      <w:r w:rsidRPr="00942143">
        <w:rPr>
          <w:rStyle w:val="Referencingstyle"/>
          <w:b w:val="0"/>
          <w:i w:val="0"/>
          <w:sz w:val="22"/>
        </w:rPr>
        <w:t>request a copy</w:t>
      </w:r>
      <w:r>
        <w:rPr>
          <w:rStyle w:val="Referencingstyle"/>
          <w:b w:val="0"/>
          <w:i w:val="0"/>
          <w:sz w:val="22"/>
        </w:rPr>
        <w:t xml:space="preserve"> in English</w:t>
      </w:r>
      <w:r w:rsidR="00581A4D">
        <w:rPr>
          <w:rStyle w:val="Referencingstyle"/>
          <w:b w:val="0"/>
          <w:i w:val="0"/>
          <w:sz w:val="22"/>
        </w:rPr>
        <w:t>.</w:t>
      </w:r>
      <w:r>
        <w:rPr>
          <w:rStyle w:val="Referencingstyle"/>
        </w:rPr>
        <w:t xml:space="preserve"> </w:t>
      </w:r>
      <w:r>
        <w:rPr>
          <w:rStyle w:val="Referencingstyle"/>
          <w:b w:val="0"/>
          <w:i w:val="0"/>
          <w:sz w:val="22"/>
        </w:rPr>
        <w:t xml:space="preserve">The copy must be </w:t>
      </w:r>
      <w:r w:rsidR="00BD4782">
        <w:rPr>
          <w:rStyle w:val="Referencingstyle"/>
          <w:b w:val="0"/>
          <w:i w:val="0"/>
          <w:sz w:val="22"/>
        </w:rPr>
        <w:t>handed</w:t>
      </w:r>
      <w:r w:rsidR="00C461CF">
        <w:rPr>
          <w:rStyle w:val="Referencingstyle"/>
          <w:b w:val="0"/>
          <w:i w:val="0"/>
          <w:sz w:val="22"/>
        </w:rPr>
        <w:t>,</w:t>
      </w:r>
      <w:r>
        <w:rPr>
          <w:rStyle w:val="Referencingstyle"/>
          <w:b w:val="0"/>
          <w:i w:val="0"/>
          <w:sz w:val="22"/>
        </w:rPr>
        <w:t xml:space="preserve"> </w:t>
      </w:r>
      <w:r w:rsidR="00BD4782">
        <w:rPr>
          <w:rStyle w:val="Referencingstyle"/>
          <w:b w:val="0"/>
          <w:i w:val="0"/>
          <w:sz w:val="22"/>
        </w:rPr>
        <w:t>m</w:t>
      </w:r>
      <w:r w:rsidR="00C461CF">
        <w:rPr>
          <w:rStyle w:val="Referencingstyle"/>
          <w:b w:val="0"/>
          <w:i w:val="0"/>
          <w:sz w:val="22"/>
        </w:rPr>
        <w:t>ailed, emailed or faxed to the person or their agent</w:t>
      </w:r>
      <w:r w:rsidR="00BD4782">
        <w:rPr>
          <w:rStyle w:val="Referencingstyle"/>
          <w:b w:val="0"/>
          <w:i w:val="0"/>
          <w:sz w:val="22"/>
        </w:rPr>
        <w:t xml:space="preserve"> </w:t>
      </w:r>
      <w:r>
        <w:rPr>
          <w:rStyle w:val="Referencingstyle"/>
          <w:b w:val="0"/>
          <w:i w:val="0"/>
          <w:sz w:val="22"/>
        </w:rPr>
        <w:t>free of charge</w:t>
      </w:r>
      <w:r w:rsidR="002D2E5C">
        <w:rPr>
          <w:rStyle w:val="Referencingstyle"/>
          <w:b w:val="0"/>
          <w:i w:val="0"/>
          <w:sz w:val="22"/>
        </w:rPr>
        <w:t xml:space="preserve"> and </w:t>
      </w:r>
      <w:r>
        <w:rPr>
          <w:rStyle w:val="Referencingstyle"/>
          <w:b w:val="0"/>
          <w:i w:val="0"/>
          <w:sz w:val="22"/>
        </w:rPr>
        <w:t xml:space="preserve">within </w:t>
      </w:r>
      <w:r w:rsidR="00376606" w:rsidRPr="00376606">
        <w:rPr>
          <w:rStyle w:val="Referencingstyle"/>
          <w:b w:val="0"/>
          <w:i w:val="0"/>
          <w:sz w:val="22"/>
        </w:rPr>
        <w:t>five</w:t>
      </w:r>
      <w:r w:rsidR="0065553B">
        <w:rPr>
          <w:rStyle w:val="Referencingstyle"/>
          <w:b w:val="0"/>
          <w:i w:val="0"/>
          <w:sz w:val="22"/>
        </w:rPr>
        <w:t> </w:t>
      </w:r>
      <w:r>
        <w:rPr>
          <w:rStyle w:val="Referencingstyle"/>
          <w:b w:val="0"/>
          <w:i w:val="0"/>
          <w:sz w:val="22"/>
        </w:rPr>
        <w:t>days after the request is received</w:t>
      </w:r>
      <w:r w:rsidR="0094744F" w:rsidRPr="00244084">
        <w:rPr>
          <w:rStyle w:val="Referencingstyle"/>
          <w:b w:val="0"/>
          <w:i w:val="0"/>
        </w:rPr>
        <w:t>.</w:t>
      </w:r>
      <w:r w:rsidR="0094744F">
        <w:rPr>
          <w:rStyle w:val="Referencingstyle"/>
          <w:b w:val="0"/>
          <w:i w:val="0"/>
        </w:rPr>
        <w:t xml:space="preserve"> </w:t>
      </w:r>
      <w:r w:rsidR="0094744F" w:rsidRPr="00244084">
        <w:rPr>
          <w:rStyle w:val="Referencingstyle"/>
          <w:b w:val="0"/>
          <w:i w:val="0"/>
          <w:sz w:val="22"/>
        </w:rPr>
        <w:t>The</w:t>
      </w:r>
      <w:r w:rsidR="0094744F">
        <w:rPr>
          <w:rStyle w:val="Referencingstyle"/>
          <w:b w:val="0"/>
          <w:i w:val="0"/>
          <w:sz w:val="22"/>
        </w:rPr>
        <w:t xml:space="preserve"> penalty for contravening this requirement is 100</w:t>
      </w:r>
      <w:r w:rsidR="00295975">
        <w:rPr>
          <w:rStyle w:val="Referencingstyle"/>
          <w:b w:val="0"/>
          <w:i w:val="0"/>
          <w:sz w:val="22"/>
        </w:rPr>
        <w:t> </w:t>
      </w:r>
      <w:r w:rsidR="0094744F">
        <w:rPr>
          <w:rStyle w:val="Referencingstyle"/>
          <w:b w:val="0"/>
          <w:i w:val="0"/>
          <w:sz w:val="22"/>
        </w:rPr>
        <w:t xml:space="preserve">penalty units or imprisonment for </w:t>
      </w:r>
      <w:r w:rsidR="005E5577">
        <w:rPr>
          <w:rStyle w:val="Referencingstyle"/>
          <w:b w:val="0"/>
          <w:i w:val="0"/>
          <w:sz w:val="22"/>
        </w:rPr>
        <w:t>two </w:t>
      </w:r>
      <w:r w:rsidR="0094744F">
        <w:rPr>
          <w:rStyle w:val="Referencingstyle"/>
          <w:b w:val="0"/>
          <w:i w:val="0"/>
          <w:sz w:val="22"/>
        </w:rPr>
        <w:t>years or both</w:t>
      </w:r>
      <w:r w:rsidR="00753B58">
        <w:rPr>
          <w:rStyle w:val="Referencingstyle"/>
          <w:b w:val="0"/>
          <w:i w:val="0"/>
          <w:sz w:val="22"/>
        </w:rPr>
        <w:t>.</w:t>
      </w:r>
      <w:r w:rsidR="0094744F">
        <w:rPr>
          <w:rStyle w:val="Referencingstyle"/>
          <w:b w:val="0"/>
          <w:i w:val="0"/>
          <w:sz w:val="22"/>
        </w:rPr>
        <w:t xml:space="preserve"> </w:t>
      </w:r>
      <w:r w:rsidR="0094744F">
        <w:rPr>
          <w:rStyle w:val="Referencingstyle"/>
        </w:rPr>
        <w:t>[Schedule 2, item</w:t>
      </w:r>
      <w:r w:rsidR="00581A4D">
        <w:rPr>
          <w:rStyle w:val="Referencingstyle"/>
        </w:rPr>
        <w:t>s</w:t>
      </w:r>
      <w:r w:rsidR="0094744F">
        <w:rPr>
          <w:rStyle w:val="Referencingstyle"/>
        </w:rPr>
        <w:t> 2</w:t>
      </w:r>
      <w:r w:rsidR="00581A4D">
        <w:rPr>
          <w:rStyle w:val="Referencingstyle"/>
        </w:rPr>
        <w:t>4</w:t>
      </w:r>
      <w:r w:rsidR="002275FD">
        <w:rPr>
          <w:rStyle w:val="Referencingstyle"/>
        </w:rPr>
        <w:t>1</w:t>
      </w:r>
      <w:r w:rsidR="00581A4D">
        <w:rPr>
          <w:rStyle w:val="Referencingstyle"/>
        </w:rPr>
        <w:t xml:space="preserve"> and </w:t>
      </w:r>
      <w:r w:rsidR="000E0347">
        <w:rPr>
          <w:rStyle w:val="Referencingstyle"/>
        </w:rPr>
        <w:t>295</w:t>
      </w:r>
      <w:r w:rsidR="0094744F">
        <w:rPr>
          <w:rStyle w:val="Referencingstyle"/>
        </w:rPr>
        <w:t xml:space="preserve">, </w:t>
      </w:r>
      <w:r w:rsidR="00581A4D">
        <w:rPr>
          <w:rStyle w:val="Referencingstyle"/>
        </w:rPr>
        <w:t>subsections</w:t>
      </w:r>
      <w:r w:rsidR="00FF73EE">
        <w:rPr>
          <w:rStyle w:val="Referencingstyle"/>
        </w:rPr>
        <w:t> </w:t>
      </w:r>
      <w:r w:rsidR="00581A4D">
        <w:rPr>
          <w:rStyle w:val="Referencingstyle"/>
        </w:rPr>
        <w:t xml:space="preserve">1013IA(5) </w:t>
      </w:r>
      <w:r w:rsidR="001130B2">
        <w:rPr>
          <w:rStyle w:val="Referencingstyle"/>
        </w:rPr>
        <w:t>and</w:t>
      </w:r>
      <w:r w:rsidR="00581A4D">
        <w:rPr>
          <w:rStyle w:val="Referencingstyle"/>
        </w:rPr>
        <w:t xml:space="preserve"> (6) and</w:t>
      </w:r>
      <w:r w:rsidR="0094744F">
        <w:rPr>
          <w:rStyle w:val="Referencingstyle"/>
        </w:rPr>
        <w:t xml:space="preserve"> schedule</w:t>
      </w:r>
      <w:r w:rsidR="005E5577">
        <w:rPr>
          <w:rStyle w:val="Referencingstyle"/>
        </w:rPr>
        <w:t> </w:t>
      </w:r>
      <w:r w:rsidR="0094744F">
        <w:rPr>
          <w:rStyle w:val="Referencingstyle"/>
        </w:rPr>
        <w:t>3 table</w:t>
      </w:r>
      <w:r w:rsidR="005E5577">
        <w:rPr>
          <w:rStyle w:val="Referencingstyle"/>
        </w:rPr>
        <w:t> </w:t>
      </w:r>
      <w:r w:rsidR="0094744F">
        <w:rPr>
          <w:rStyle w:val="Referencingstyle"/>
        </w:rPr>
        <w:t>item</w:t>
      </w:r>
      <w:r w:rsidR="005E5577">
        <w:rPr>
          <w:rStyle w:val="Referencingstyle"/>
        </w:rPr>
        <w:t> </w:t>
      </w:r>
      <w:r w:rsidR="0094744F">
        <w:rPr>
          <w:rStyle w:val="Referencingstyle"/>
        </w:rPr>
        <w:t>291BA]</w:t>
      </w:r>
    </w:p>
    <w:p w:rsidR="007C7B41" w:rsidRDefault="007C7B41" w:rsidP="008D51C1">
      <w:pPr>
        <w:pStyle w:val="Heading5"/>
      </w:pPr>
      <w:proofErr w:type="spellStart"/>
      <w:r>
        <w:t>Lodgment</w:t>
      </w:r>
      <w:proofErr w:type="spellEnd"/>
      <w:r>
        <w:t xml:space="preserve"> with ASIC</w:t>
      </w:r>
    </w:p>
    <w:p w:rsidR="00BD4782" w:rsidRPr="00FF73EE" w:rsidRDefault="007C7B41" w:rsidP="008D51C1">
      <w:pPr>
        <w:pStyle w:val="base-text-paragraph"/>
        <w:numPr>
          <w:ilvl w:val="1"/>
          <w:numId w:val="48"/>
        </w:numPr>
        <w:rPr>
          <w:rStyle w:val="Referencingstyle"/>
          <w:b w:val="0"/>
          <w:i w:val="0"/>
          <w:sz w:val="22"/>
        </w:rPr>
      </w:pPr>
      <w:r>
        <w:t xml:space="preserve">PDSs and supplementary PDSs for foreign passport fund products must be lodged with ASIC if </w:t>
      </w:r>
      <w:r w:rsidR="007E4B43">
        <w:t>the product</w:t>
      </w:r>
      <w:r>
        <w:t xml:space="preserve"> can be traded on a financial market or the PDS states that </w:t>
      </w:r>
      <w:r w:rsidR="007E4B43">
        <w:t>the product</w:t>
      </w:r>
      <w:r>
        <w:t xml:space="preserve"> can be traded on a financial market.</w:t>
      </w:r>
      <w:r w:rsidR="007A519E">
        <w:t xml:space="preserve"> The copy of the PDS accompanying a notice of intention to offer in Australia </w:t>
      </w:r>
      <w:r w:rsidR="000E7A1D">
        <w:rPr>
          <w:rStyle w:val="Referencingstyle"/>
          <w:b w:val="0"/>
          <w:i w:val="0"/>
          <w:sz w:val="22"/>
        </w:rPr>
        <w:t>is to</w:t>
      </w:r>
      <w:r w:rsidR="007A519E">
        <w:rPr>
          <w:rStyle w:val="Referencingstyle"/>
          <w:b w:val="0"/>
          <w:i w:val="0"/>
          <w:sz w:val="22"/>
        </w:rPr>
        <w:t xml:space="preserve"> be treated as having been lodged with ASIC even if that copy did not include the final Australian Passport Fund Registration Number (which is not issued until after notification).  </w:t>
      </w:r>
      <w:r>
        <w:t xml:space="preserve"> The operator of the fund or the responsible person must consent to the </w:t>
      </w:r>
      <w:proofErr w:type="spellStart"/>
      <w:r>
        <w:t>lodgment</w:t>
      </w:r>
      <w:proofErr w:type="spellEnd"/>
      <w:r>
        <w:t>. This mirrors the requirements for managed investment products.</w:t>
      </w:r>
      <w:r w:rsidRPr="007C7B41">
        <w:rPr>
          <w:rStyle w:val="Referencingstyle"/>
        </w:rPr>
        <w:t xml:space="preserve"> </w:t>
      </w:r>
      <w:r w:rsidR="008D41A8">
        <w:rPr>
          <w:rStyle w:val="Referencingstyle"/>
        </w:rPr>
        <w:t>[Schedule</w:t>
      </w:r>
      <w:r w:rsidR="00867758">
        <w:rPr>
          <w:rStyle w:val="Referencingstyle"/>
        </w:rPr>
        <w:t> </w:t>
      </w:r>
      <w:r w:rsidR="008D41A8">
        <w:rPr>
          <w:rStyle w:val="Referencingstyle"/>
        </w:rPr>
        <w:t>2</w:t>
      </w:r>
      <w:r>
        <w:rPr>
          <w:rStyle w:val="Referencingstyle"/>
        </w:rPr>
        <w:t>, item</w:t>
      </w:r>
      <w:r w:rsidR="008D41A8">
        <w:rPr>
          <w:rStyle w:val="Referencingstyle"/>
        </w:rPr>
        <w:t>s</w:t>
      </w:r>
      <w:r w:rsidR="00F36EEE">
        <w:rPr>
          <w:rStyle w:val="Referencingstyle"/>
        </w:rPr>
        <w:t> </w:t>
      </w:r>
      <w:r w:rsidR="008D41A8">
        <w:rPr>
          <w:rStyle w:val="Referencingstyle"/>
        </w:rPr>
        <w:t>24</w:t>
      </w:r>
      <w:r w:rsidR="00766489">
        <w:rPr>
          <w:rStyle w:val="Referencingstyle"/>
        </w:rPr>
        <w:t>2</w:t>
      </w:r>
      <w:r w:rsidR="00010AE1">
        <w:rPr>
          <w:rStyle w:val="Referencingstyle"/>
        </w:rPr>
        <w:t xml:space="preserve"> to </w:t>
      </w:r>
      <w:r w:rsidR="008D41A8">
        <w:rPr>
          <w:rStyle w:val="Referencingstyle"/>
        </w:rPr>
        <w:t>24</w:t>
      </w:r>
      <w:r w:rsidR="00766489">
        <w:rPr>
          <w:rStyle w:val="Referencingstyle"/>
        </w:rPr>
        <w:t>5</w:t>
      </w:r>
      <w:r>
        <w:rPr>
          <w:rStyle w:val="Referencingstyle"/>
        </w:rPr>
        <w:t>, subparagraph</w:t>
      </w:r>
      <w:r w:rsidR="00FF73EE">
        <w:rPr>
          <w:rStyle w:val="Referencingstyle"/>
        </w:rPr>
        <w:t> </w:t>
      </w:r>
      <w:r>
        <w:rPr>
          <w:rStyle w:val="Referencingstyle"/>
        </w:rPr>
        <w:t>1015B(1)(a)(</w:t>
      </w:r>
      <w:proofErr w:type="spellStart"/>
      <w:r>
        <w:rPr>
          <w:rStyle w:val="Referencingstyle"/>
        </w:rPr>
        <w:t>i</w:t>
      </w:r>
      <w:proofErr w:type="spellEnd"/>
      <w:r>
        <w:rPr>
          <w:rStyle w:val="Referencingstyle"/>
        </w:rPr>
        <w:t xml:space="preserve">), </w:t>
      </w:r>
      <w:r w:rsidR="00FF73EE">
        <w:rPr>
          <w:rStyle w:val="Referencingstyle"/>
        </w:rPr>
        <w:t>paragraph </w:t>
      </w:r>
      <w:r w:rsidR="00FF73EE" w:rsidRPr="00FF73EE">
        <w:rPr>
          <w:rStyle w:val="Referencingstyle"/>
        </w:rPr>
        <w:t>1015B</w:t>
      </w:r>
      <w:r>
        <w:rPr>
          <w:rStyle w:val="Referencingstyle"/>
        </w:rPr>
        <w:t xml:space="preserve">(1)(b) and </w:t>
      </w:r>
      <w:r w:rsidR="00FF73EE">
        <w:rPr>
          <w:rStyle w:val="Referencingstyle"/>
        </w:rPr>
        <w:t>subsections 1015B</w:t>
      </w:r>
      <w:r>
        <w:rPr>
          <w:rStyle w:val="Referencingstyle"/>
        </w:rPr>
        <w:t>(2) to</w:t>
      </w:r>
      <w:r w:rsidR="004578B5">
        <w:rPr>
          <w:rStyle w:val="Referencingstyle"/>
        </w:rPr>
        <w:t> </w:t>
      </w:r>
      <w:r>
        <w:rPr>
          <w:rStyle w:val="Referencingstyle"/>
        </w:rPr>
        <w:t>(3)]</w:t>
      </w:r>
    </w:p>
    <w:p w:rsidR="00CF20E4" w:rsidRDefault="00896A25" w:rsidP="008D51C1">
      <w:pPr>
        <w:pStyle w:val="Heading5"/>
      </w:pPr>
      <w:r>
        <w:t xml:space="preserve">Requests for </w:t>
      </w:r>
      <w:r w:rsidR="00767B86">
        <w:t>additional information</w:t>
      </w:r>
    </w:p>
    <w:p w:rsidR="00CF20E4" w:rsidRPr="006677FF" w:rsidRDefault="00CF20E4" w:rsidP="008D51C1">
      <w:pPr>
        <w:pStyle w:val="base-text-paragraph"/>
        <w:numPr>
          <w:ilvl w:val="1"/>
          <w:numId w:val="48"/>
        </w:numPr>
        <w:rPr>
          <w:rStyle w:val="Referencingstyle"/>
          <w:b w:val="0"/>
          <w:i w:val="0"/>
          <w:sz w:val="22"/>
        </w:rPr>
      </w:pPr>
      <w:r>
        <w:rPr>
          <w:rStyle w:val="Referencingstyle"/>
          <w:b w:val="0"/>
          <w:i w:val="0"/>
          <w:sz w:val="22"/>
        </w:rPr>
        <w:t>A person who is entitled to a PDS, a licensee or an authorised representative may request additional information about a foreign passport fund product from the issuer under existing section</w:t>
      </w:r>
      <w:r w:rsidR="003F2BC1">
        <w:rPr>
          <w:rStyle w:val="Referencingstyle"/>
          <w:b w:val="0"/>
          <w:i w:val="0"/>
          <w:sz w:val="22"/>
        </w:rPr>
        <w:t> </w:t>
      </w:r>
      <w:r>
        <w:rPr>
          <w:rStyle w:val="Referencingstyle"/>
          <w:b w:val="0"/>
          <w:i w:val="0"/>
          <w:sz w:val="22"/>
        </w:rPr>
        <w:t xml:space="preserve">1017A. This provision applies to all financial products and the new law includes foreign passport fund products in the definition of </w:t>
      </w:r>
      <w:r w:rsidR="00E5148B">
        <w:rPr>
          <w:rStyle w:val="Referencingstyle"/>
          <w:b w:val="0"/>
          <w:i w:val="0"/>
          <w:sz w:val="22"/>
        </w:rPr>
        <w:t>‘</w:t>
      </w:r>
      <w:r>
        <w:rPr>
          <w:rStyle w:val="Referencingstyle"/>
          <w:b w:val="0"/>
          <w:i w:val="0"/>
          <w:sz w:val="22"/>
        </w:rPr>
        <w:t>financial products</w:t>
      </w:r>
      <w:r w:rsidR="00E5148B">
        <w:rPr>
          <w:rStyle w:val="Referencingstyle"/>
          <w:b w:val="0"/>
          <w:i w:val="0"/>
          <w:sz w:val="22"/>
        </w:rPr>
        <w:t>’</w:t>
      </w:r>
      <w:r w:rsidR="00B05546">
        <w:rPr>
          <w:rStyle w:val="Referencingstyle"/>
          <w:b w:val="0"/>
          <w:i w:val="0"/>
          <w:sz w:val="22"/>
        </w:rPr>
        <w:t xml:space="preserve"> (</w:t>
      </w:r>
      <w:r w:rsidR="00347E88">
        <w:rPr>
          <w:rStyle w:val="Referencingstyle"/>
          <w:b w:val="0"/>
          <w:i w:val="0"/>
          <w:sz w:val="22"/>
        </w:rPr>
        <w:t>see paragraph</w:t>
      </w:r>
      <w:r w:rsidR="0076761D">
        <w:rPr>
          <w:rStyle w:val="Referencingstyle"/>
          <w:b w:val="0"/>
          <w:i w:val="0"/>
          <w:sz w:val="22"/>
        </w:rPr>
        <w:t>s</w:t>
      </w:r>
      <w:r w:rsidR="003F2BC1">
        <w:rPr>
          <w:rStyle w:val="Referencingstyle"/>
          <w:b w:val="0"/>
          <w:i w:val="0"/>
          <w:sz w:val="22"/>
        </w:rPr>
        <w:t> </w:t>
      </w:r>
      <w:r w:rsidR="0076761D">
        <w:rPr>
          <w:rStyle w:val="Referencingstyle"/>
          <w:b w:val="0"/>
          <w:i w:val="0"/>
          <w:sz w:val="22"/>
        </w:rPr>
        <w:t>4.22 to 4.25</w:t>
      </w:r>
      <w:r w:rsidR="00347E88">
        <w:rPr>
          <w:rStyle w:val="Referencingstyle"/>
          <w:b w:val="0"/>
          <w:i w:val="0"/>
          <w:sz w:val="22"/>
        </w:rPr>
        <w:t xml:space="preserve"> of </w:t>
      </w:r>
      <w:r w:rsidR="007E4B43">
        <w:rPr>
          <w:rStyle w:val="Referencingstyle"/>
          <w:b w:val="0"/>
          <w:i w:val="0"/>
          <w:sz w:val="22"/>
        </w:rPr>
        <w:t>the</w:t>
      </w:r>
      <w:r w:rsidR="00347E88">
        <w:rPr>
          <w:rStyle w:val="Referencingstyle"/>
          <w:b w:val="0"/>
          <w:i w:val="0"/>
          <w:sz w:val="22"/>
        </w:rPr>
        <w:t xml:space="preserve"> </w:t>
      </w:r>
      <w:r w:rsidR="00090F3C">
        <w:rPr>
          <w:rStyle w:val="Referencingstyle"/>
          <w:b w:val="0"/>
          <w:i w:val="0"/>
          <w:sz w:val="22"/>
        </w:rPr>
        <w:t>explanatory material</w:t>
      </w:r>
      <w:r w:rsidR="007E4B43">
        <w:rPr>
          <w:rStyle w:val="Referencingstyle"/>
          <w:b w:val="0"/>
          <w:i w:val="0"/>
          <w:sz w:val="22"/>
        </w:rPr>
        <w:t>s</w:t>
      </w:r>
      <w:r w:rsidR="00B05546">
        <w:rPr>
          <w:rStyle w:val="Referencingstyle"/>
          <w:b w:val="0"/>
          <w:i w:val="0"/>
          <w:sz w:val="22"/>
        </w:rPr>
        <w:t>)</w:t>
      </w:r>
      <w:r w:rsidR="00347E88">
        <w:rPr>
          <w:rStyle w:val="Referencingstyle"/>
          <w:b w:val="0"/>
          <w:i w:val="0"/>
          <w:sz w:val="22"/>
        </w:rPr>
        <w:t>.</w:t>
      </w:r>
    </w:p>
    <w:p w:rsidR="00C461CF" w:rsidRPr="00FC6B9A" w:rsidRDefault="00187A68" w:rsidP="008D51C1">
      <w:pPr>
        <w:pStyle w:val="base-text-paragraph"/>
        <w:numPr>
          <w:ilvl w:val="1"/>
          <w:numId w:val="48"/>
        </w:numPr>
        <w:rPr>
          <w:rStyle w:val="Referencingstyle"/>
          <w:b w:val="0"/>
          <w:i w:val="0"/>
          <w:sz w:val="22"/>
        </w:rPr>
      </w:pPr>
      <w:r>
        <w:t xml:space="preserve">The issuer may provide the requested information by making a document available for inspection at a suitable place in this jurisdiction </w:t>
      </w:r>
      <w:r w:rsidR="00896A25">
        <w:t xml:space="preserve">during normal business hours or in any other way agreed by the parties. </w:t>
      </w:r>
      <w:r w:rsidR="00896A25">
        <w:rPr>
          <w:rStyle w:val="Referencingstyle"/>
        </w:rPr>
        <w:t>[Schedule</w:t>
      </w:r>
      <w:r w:rsidR="007856D5">
        <w:rPr>
          <w:rStyle w:val="Referencingstyle"/>
        </w:rPr>
        <w:t> </w:t>
      </w:r>
      <w:r w:rsidR="008D41A8">
        <w:rPr>
          <w:rStyle w:val="Referencingstyle"/>
        </w:rPr>
        <w:t>2</w:t>
      </w:r>
      <w:r w:rsidR="00896A25">
        <w:rPr>
          <w:rStyle w:val="Referencingstyle"/>
        </w:rPr>
        <w:t>, item</w:t>
      </w:r>
      <w:r w:rsidR="007856D5">
        <w:rPr>
          <w:rStyle w:val="Referencingstyle"/>
        </w:rPr>
        <w:t> </w:t>
      </w:r>
      <w:r w:rsidR="008D41A8">
        <w:rPr>
          <w:rStyle w:val="Referencingstyle"/>
        </w:rPr>
        <w:t>24</w:t>
      </w:r>
      <w:r w:rsidR="00766489">
        <w:rPr>
          <w:rStyle w:val="Referencingstyle"/>
        </w:rPr>
        <w:t>7</w:t>
      </w:r>
      <w:r w:rsidR="00896A25">
        <w:rPr>
          <w:rStyle w:val="Referencingstyle"/>
        </w:rPr>
        <w:t>, subparagraph</w:t>
      </w:r>
      <w:r w:rsidR="007856D5">
        <w:rPr>
          <w:rStyle w:val="Referencingstyle"/>
        </w:rPr>
        <w:t> </w:t>
      </w:r>
      <w:r w:rsidR="00896A25">
        <w:rPr>
          <w:rStyle w:val="Referencingstyle"/>
        </w:rPr>
        <w:t>1017A(4)(a)(</w:t>
      </w:r>
      <w:proofErr w:type="spellStart"/>
      <w:r w:rsidR="00896A25">
        <w:rPr>
          <w:rStyle w:val="Referencingstyle"/>
        </w:rPr>
        <w:t>i</w:t>
      </w:r>
      <w:proofErr w:type="spellEnd"/>
      <w:r w:rsidR="00896A25">
        <w:rPr>
          <w:rStyle w:val="Referencingstyle"/>
        </w:rPr>
        <w:t>)]</w:t>
      </w:r>
    </w:p>
    <w:p w:rsidR="007944CF" w:rsidRDefault="007944CF" w:rsidP="008D51C1">
      <w:pPr>
        <w:pStyle w:val="Heading4"/>
      </w:pPr>
      <w:r>
        <w:t>Financial Service Guides and Statements of Advice</w:t>
      </w:r>
    </w:p>
    <w:p w:rsidR="007944CF" w:rsidRPr="00E56ED9" w:rsidRDefault="007944CF" w:rsidP="008D51C1">
      <w:pPr>
        <w:pStyle w:val="base-text-paragraph"/>
        <w:numPr>
          <w:ilvl w:val="1"/>
          <w:numId w:val="48"/>
        </w:numPr>
        <w:rPr>
          <w:rStyle w:val="Referencingstyle"/>
          <w:b w:val="0"/>
          <w:i w:val="0"/>
          <w:sz w:val="22"/>
        </w:rPr>
      </w:pPr>
      <w:r>
        <w:t>The operator of a notified foreign passport fund does not need to provide a retail client with a Financial Services Guide if they issue an interest in the fund or provide any other financial service that relates only to the operation of the fund</w:t>
      </w:r>
      <w:r w:rsidR="00FF73EE">
        <w:t>.</w:t>
      </w:r>
      <w:r w:rsidRPr="00FA4328">
        <w:t xml:space="preserve"> </w:t>
      </w:r>
      <w:r>
        <w:t xml:space="preserve">This exemption mirrors the exemption for responsible entities of </w:t>
      </w:r>
      <w:r w:rsidR="00D03A91">
        <w:t>MIS</w:t>
      </w:r>
      <w:r>
        <w:t xml:space="preserve">s and is appropriate as the relevant information is contained in the PDS. </w:t>
      </w:r>
      <w:r>
        <w:rPr>
          <w:rStyle w:val="Referencingstyle"/>
        </w:rPr>
        <w:t>[Schedule 2, item 21</w:t>
      </w:r>
      <w:r w:rsidR="002275FD">
        <w:rPr>
          <w:rStyle w:val="Referencingstyle"/>
        </w:rPr>
        <w:t>3</w:t>
      </w:r>
      <w:r>
        <w:rPr>
          <w:rStyle w:val="Referencingstyle"/>
        </w:rPr>
        <w:t>, subsection 941C(3A)]</w:t>
      </w:r>
    </w:p>
    <w:p w:rsidR="007944CF" w:rsidRDefault="007944CF" w:rsidP="008D51C1">
      <w:pPr>
        <w:pStyle w:val="base-text-paragraph"/>
        <w:numPr>
          <w:ilvl w:val="1"/>
          <w:numId w:val="48"/>
        </w:numPr>
      </w:pPr>
      <w:r>
        <w:t>The existing law requires licensees or representatives to provide a Statement of Advice to retail client if they provide them with personal advice on a financial product. Financial products include foreign passport fund products (see paragraph</w:t>
      </w:r>
      <w:r w:rsidR="00F52B44">
        <w:t>s</w:t>
      </w:r>
      <w:r w:rsidR="00767B86">
        <w:t> </w:t>
      </w:r>
      <w:r w:rsidR="00F52B44">
        <w:t>4.22 to 4.25</w:t>
      </w:r>
      <w:r>
        <w:t xml:space="preserve"> of the </w:t>
      </w:r>
      <w:r w:rsidR="00090F3C">
        <w:t>explanatory material</w:t>
      </w:r>
      <w:r w:rsidR="00550FE7">
        <w:t>s</w:t>
      </w:r>
      <w:r>
        <w:t>).</w:t>
      </w:r>
    </w:p>
    <w:p w:rsidR="007944CF" w:rsidRDefault="007944CF" w:rsidP="008D51C1">
      <w:pPr>
        <w:pStyle w:val="base-text-paragraph"/>
        <w:numPr>
          <w:ilvl w:val="1"/>
          <w:numId w:val="48"/>
        </w:numPr>
      </w:pPr>
      <w:r>
        <w:t xml:space="preserve">Existing exemptions from the requirements to provide a Statement of Advice that apply to managed investment products are extended to foreign passport fund products. </w:t>
      </w:r>
      <w:r>
        <w:rPr>
          <w:rStyle w:val="Referencingstyle"/>
        </w:rPr>
        <w:t>[Schedule 2, items </w:t>
      </w:r>
      <w:r w:rsidR="002D699C">
        <w:rPr>
          <w:rStyle w:val="Referencingstyle"/>
        </w:rPr>
        <w:t xml:space="preserve">8, </w:t>
      </w:r>
      <w:r>
        <w:rPr>
          <w:rStyle w:val="Referencingstyle"/>
        </w:rPr>
        <w:t>21</w:t>
      </w:r>
      <w:r w:rsidR="002275FD">
        <w:rPr>
          <w:rStyle w:val="Referencingstyle"/>
        </w:rPr>
        <w:t>4</w:t>
      </w:r>
      <w:r>
        <w:rPr>
          <w:rStyle w:val="Referencingstyle"/>
        </w:rPr>
        <w:t xml:space="preserve"> to 21</w:t>
      </w:r>
      <w:r w:rsidR="002275FD">
        <w:rPr>
          <w:rStyle w:val="Referencingstyle"/>
        </w:rPr>
        <w:t>7</w:t>
      </w:r>
      <w:r>
        <w:rPr>
          <w:rStyle w:val="Referencingstyle"/>
        </w:rPr>
        <w:t>,</w:t>
      </w:r>
      <w:r w:rsidR="002D699C">
        <w:rPr>
          <w:rStyle w:val="Referencingstyle"/>
        </w:rPr>
        <w:t xml:space="preserve"> section 9, definition of ‘cash management trust interest’,</w:t>
      </w:r>
      <w:r>
        <w:rPr>
          <w:rStyle w:val="Referencingstyle"/>
        </w:rPr>
        <w:t xml:space="preserve"> paragraph 946B(1)(c) and subsection 946B(2) definitions of ‘able to be traded on a licensed market’, ‘cash management facility</w:t>
      </w:r>
      <w:r w:rsidR="00275D6F">
        <w:rPr>
          <w:rStyle w:val="Referencingstyle"/>
        </w:rPr>
        <w:t>’</w:t>
      </w:r>
      <w:r>
        <w:rPr>
          <w:rStyle w:val="Referencingstyle"/>
        </w:rPr>
        <w:t xml:space="preserve"> and ‘cash management facility advice’]</w:t>
      </w:r>
    </w:p>
    <w:p w:rsidR="00896A25" w:rsidRDefault="00896A25" w:rsidP="008D51C1">
      <w:pPr>
        <w:pStyle w:val="Heading4"/>
      </w:pPr>
      <w:r>
        <w:t xml:space="preserve">Ongoing </w:t>
      </w:r>
      <w:r w:rsidR="00DB142B">
        <w:t>d</w:t>
      </w:r>
      <w:r>
        <w:t xml:space="preserve">isclosure </w:t>
      </w:r>
      <w:r w:rsidR="00DB142B">
        <w:t>r</w:t>
      </w:r>
      <w:r>
        <w:t>equirements</w:t>
      </w:r>
    </w:p>
    <w:p w:rsidR="00896A25" w:rsidRPr="00964914" w:rsidRDefault="00896A25" w:rsidP="008D51C1">
      <w:pPr>
        <w:pStyle w:val="base-text-paragraph"/>
        <w:numPr>
          <w:ilvl w:val="1"/>
          <w:numId w:val="48"/>
        </w:numPr>
        <w:rPr>
          <w:rStyle w:val="Referencingstyle"/>
          <w:b w:val="0"/>
          <w:i w:val="0"/>
          <w:sz w:val="22"/>
        </w:rPr>
      </w:pPr>
      <w:r>
        <w:rPr>
          <w:rStyle w:val="Referencingstyle"/>
          <w:b w:val="0"/>
          <w:i w:val="0"/>
          <w:sz w:val="22"/>
        </w:rPr>
        <w:t>The ongoing disclosure requirements for ED securities in Division</w:t>
      </w:r>
      <w:r w:rsidR="007856D5">
        <w:rPr>
          <w:rStyle w:val="Referencingstyle"/>
          <w:b w:val="0"/>
          <w:i w:val="0"/>
          <w:sz w:val="22"/>
        </w:rPr>
        <w:t> </w:t>
      </w:r>
      <w:r>
        <w:rPr>
          <w:rStyle w:val="Referencingstyle"/>
          <w:b w:val="0"/>
          <w:i w:val="0"/>
          <w:sz w:val="22"/>
        </w:rPr>
        <w:t>3 of Part</w:t>
      </w:r>
      <w:r w:rsidR="007856D5">
        <w:rPr>
          <w:rStyle w:val="Referencingstyle"/>
          <w:b w:val="0"/>
          <w:i w:val="0"/>
          <w:sz w:val="22"/>
        </w:rPr>
        <w:t> </w:t>
      </w:r>
      <w:r>
        <w:rPr>
          <w:rStyle w:val="Referencingstyle"/>
          <w:b w:val="0"/>
          <w:i w:val="0"/>
          <w:sz w:val="22"/>
        </w:rPr>
        <w:t>7.9 of the existing law do not apply to foreign passport fund products</w:t>
      </w:r>
      <w:r w:rsidR="00FD3B11">
        <w:rPr>
          <w:rStyle w:val="Referencingstyle"/>
          <w:b w:val="0"/>
          <w:i w:val="0"/>
          <w:sz w:val="22"/>
        </w:rPr>
        <w:t xml:space="preserve"> that are </w:t>
      </w:r>
      <w:r>
        <w:rPr>
          <w:rStyle w:val="Referencingstyle"/>
          <w:b w:val="0"/>
          <w:i w:val="0"/>
          <w:sz w:val="22"/>
        </w:rPr>
        <w:t>subject to the continuous disclosure obligations in Chapter</w:t>
      </w:r>
      <w:r w:rsidR="007856D5">
        <w:rPr>
          <w:rStyle w:val="Referencingstyle"/>
          <w:b w:val="0"/>
          <w:i w:val="0"/>
          <w:sz w:val="22"/>
        </w:rPr>
        <w:t> </w:t>
      </w:r>
      <w:r>
        <w:rPr>
          <w:rStyle w:val="Referencingstyle"/>
          <w:b w:val="0"/>
          <w:i w:val="0"/>
          <w:sz w:val="22"/>
        </w:rPr>
        <w:t xml:space="preserve">6CA. This replicates the exemption for managed investment products. </w:t>
      </w:r>
      <w:r w:rsidR="008D41A8">
        <w:rPr>
          <w:rStyle w:val="Referencingstyle"/>
        </w:rPr>
        <w:t>[Schedule</w:t>
      </w:r>
      <w:r w:rsidR="007856D5">
        <w:rPr>
          <w:rStyle w:val="Referencingstyle"/>
        </w:rPr>
        <w:t> </w:t>
      </w:r>
      <w:r w:rsidR="008D41A8">
        <w:rPr>
          <w:rStyle w:val="Referencingstyle"/>
        </w:rPr>
        <w:t>2</w:t>
      </w:r>
      <w:r>
        <w:rPr>
          <w:rStyle w:val="Referencingstyle"/>
        </w:rPr>
        <w:t>, item</w:t>
      </w:r>
      <w:r w:rsidR="008D41A8">
        <w:rPr>
          <w:rStyle w:val="Referencingstyle"/>
        </w:rPr>
        <w:t>s</w:t>
      </w:r>
      <w:r w:rsidR="007856D5">
        <w:rPr>
          <w:rStyle w:val="Referencingstyle"/>
        </w:rPr>
        <w:t> </w:t>
      </w:r>
      <w:r w:rsidR="008D41A8">
        <w:rPr>
          <w:rStyle w:val="Referencingstyle"/>
        </w:rPr>
        <w:t>24</w:t>
      </w:r>
      <w:r w:rsidR="00766489">
        <w:rPr>
          <w:rStyle w:val="Referencingstyle"/>
        </w:rPr>
        <w:t>8</w:t>
      </w:r>
      <w:r w:rsidR="008D41A8">
        <w:rPr>
          <w:rStyle w:val="Referencingstyle"/>
        </w:rPr>
        <w:t xml:space="preserve"> </w:t>
      </w:r>
      <w:r w:rsidR="00FF73EE">
        <w:rPr>
          <w:rStyle w:val="Referencingstyle"/>
        </w:rPr>
        <w:t xml:space="preserve">and </w:t>
      </w:r>
      <w:r w:rsidR="008D41A8">
        <w:rPr>
          <w:rStyle w:val="Referencingstyle"/>
        </w:rPr>
        <w:t>2</w:t>
      </w:r>
      <w:r w:rsidR="00766489">
        <w:rPr>
          <w:rStyle w:val="Referencingstyle"/>
        </w:rPr>
        <w:t>49</w:t>
      </w:r>
      <w:r>
        <w:rPr>
          <w:rStyle w:val="Referencingstyle"/>
        </w:rPr>
        <w:t xml:space="preserve">, </w:t>
      </w:r>
      <w:r w:rsidR="00B10F88">
        <w:rPr>
          <w:rStyle w:val="Referencingstyle"/>
        </w:rPr>
        <w:t>subsection</w:t>
      </w:r>
      <w:r w:rsidR="007856D5">
        <w:rPr>
          <w:rStyle w:val="Referencingstyle"/>
        </w:rPr>
        <w:t> </w:t>
      </w:r>
      <w:r w:rsidR="00B10F88">
        <w:rPr>
          <w:rStyle w:val="Referencingstyle"/>
        </w:rPr>
        <w:t>1017B(2) and note to subsection</w:t>
      </w:r>
      <w:r w:rsidR="007856D5">
        <w:rPr>
          <w:rStyle w:val="Referencingstyle"/>
        </w:rPr>
        <w:t> </w:t>
      </w:r>
      <w:r w:rsidR="00B10F88">
        <w:rPr>
          <w:rStyle w:val="Referencingstyle"/>
        </w:rPr>
        <w:t>1017B(2)</w:t>
      </w:r>
      <w:r>
        <w:rPr>
          <w:rStyle w:val="Referencingstyle"/>
        </w:rPr>
        <w:t>]</w:t>
      </w:r>
    </w:p>
    <w:p w:rsidR="00555CAD" w:rsidRPr="00555CAD" w:rsidRDefault="00555CAD" w:rsidP="008D51C1">
      <w:pPr>
        <w:pStyle w:val="Heading4"/>
        <w:rPr>
          <w:rStyle w:val="Referencingstyle"/>
          <w:sz w:val="22"/>
        </w:rPr>
      </w:pPr>
      <w:r>
        <w:rPr>
          <w:rStyle w:val="Referencingstyle"/>
          <w:b/>
          <w:i/>
          <w:sz w:val="22"/>
        </w:rPr>
        <w:t xml:space="preserve">Dispute </w:t>
      </w:r>
      <w:r w:rsidR="00DB142B">
        <w:rPr>
          <w:rStyle w:val="Referencingstyle"/>
          <w:b/>
          <w:i/>
          <w:sz w:val="22"/>
        </w:rPr>
        <w:t>r</w:t>
      </w:r>
      <w:r>
        <w:rPr>
          <w:rStyle w:val="Referencingstyle"/>
          <w:b/>
          <w:i/>
          <w:sz w:val="22"/>
        </w:rPr>
        <w:t xml:space="preserve">esolution </w:t>
      </w:r>
      <w:r w:rsidR="00DB142B">
        <w:rPr>
          <w:rStyle w:val="Referencingstyle"/>
          <w:b/>
          <w:i/>
          <w:sz w:val="22"/>
        </w:rPr>
        <w:t>s</w:t>
      </w:r>
      <w:r>
        <w:rPr>
          <w:rStyle w:val="Referencingstyle"/>
          <w:b/>
          <w:i/>
          <w:sz w:val="22"/>
        </w:rPr>
        <w:t>ystems</w:t>
      </w:r>
    </w:p>
    <w:p w:rsidR="00555CAD" w:rsidRDefault="00555CAD" w:rsidP="008D51C1">
      <w:pPr>
        <w:pStyle w:val="base-text-paragraph"/>
        <w:numPr>
          <w:ilvl w:val="1"/>
          <w:numId w:val="48"/>
        </w:numPr>
      </w:pPr>
      <w:r>
        <w:t xml:space="preserve">Issuers of foreign passport fund products that are not financial services licensees must have an internal and external dispute resolution system to handle complaints relating to alleged contraventions of Part 7.9. This </w:t>
      </w:r>
      <w:r w:rsidR="007759D9">
        <w:t>extends</w:t>
      </w:r>
      <w:r>
        <w:t xml:space="preserve"> the existing requirements in </w:t>
      </w:r>
      <w:r w:rsidR="007759D9">
        <w:t>section</w:t>
      </w:r>
      <w:r w:rsidR="00E205D1">
        <w:t> </w:t>
      </w:r>
      <w:r w:rsidR="007759D9">
        <w:t>1017G to foreign passport fund products</w:t>
      </w:r>
      <w:r>
        <w:t xml:space="preserve">. </w:t>
      </w:r>
      <w:r w:rsidR="007759D9">
        <w:rPr>
          <w:rStyle w:val="Referencingstyle"/>
        </w:rPr>
        <w:t>[Schedule 2, item 25</w:t>
      </w:r>
      <w:r w:rsidR="0072120B">
        <w:rPr>
          <w:rStyle w:val="Referencingstyle"/>
        </w:rPr>
        <w:t>2</w:t>
      </w:r>
      <w:r w:rsidR="007759D9">
        <w:rPr>
          <w:rStyle w:val="Referencingstyle"/>
        </w:rPr>
        <w:t>, subparagraphs 1017G(2)(a)(ii) and</w:t>
      </w:r>
      <w:r w:rsidR="006E097B">
        <w:rPr>
          <w:rStyle w:val="Referencingstyle"/>
        </w:rPr>
        <w:t> </w:t>
      </w:r>
      <w:r w:rsidR="007759D9">
        <w:rPr>
          <w:rStyle w:val="Referencingstyle"/>
        </w:rPr>
        <w:t>(b)(ii)]</w:t>
      </w:r>
    </w:p>
    <w:p w:rsidR="009D7C51" w:rsidRPr="0049748A" w:rsidRDefault="009D7C51" w:rsidP="008D51C1">
      <w:pPr>
        <w:pStyle w:val="Heading3"/>
      </w:pPr>
      <w:r w:rsidRPr="0049748A">
        <w:t>Enhanced disclosure for specified notified foreign passport funds</w:t>
      </w:r>
    </w:p>
    <w:p w:rsidR="009D7C51" w:rsidRPr="000B11BE" w:rsidRDefault="009D7C51" w:rsidP="008D51C1">
      <w:pPr>
        <w:pStyle w:val="base-text-paragraph"/>
        <w:numPr>
          <w:ilvl w:val="1"/>
          <w:numId w:val="48"/>
        </w:numPr>
        <w:rPr>
          <w:rStyle w:val="Referencingstyle"/>
          <w:b w:val="0"/>
          <w:i w:val="0"/>
          <w:sz w:val="22"/>
        </w:rPr>
      </w:pPr>
      <w:r w:rsidRPr="000B11BE">
        <w:rPr>
          <w:rStyle w:val="Referencingstyle"/>
          <w:b w:val="0"/>
          <w:i w:val="0"/>
          <w:sz w:val="22"/>
        </w:rPr>
        <w:t xml:space="preserve">Notified foreign passport funds are disclosing entities for the purposes of </w:t>
      </w:r>
      <w:r>
        <w:rPr>
          <w:rStyle w:val="Referencingstyle"/>
          <w:b w:val="0"/>
          <w:i w:val="0"/>
          <w:sz w:val="22"/>
        </w:rPr>
        <w:t>the Corporations</w:t>
      </w:r>
      <w:r w:rsidR="00275D6F">
        <w:rPr>
          <w:rStyle w:val="Referencingstyle"/>
          <w:b w:val="0"/>
          <w:i w:val="0"/>
          <w:sz w:val="22"/>
        </w:rPr>
        <w:t> </w:t>
      </w:r>
      <w:r>
        <w:rPr>
          <w:rStyle w:val="Referencingstyle"/>
          <w:b w:val="0"/>
          <w:i w:val="0"/>
          <w:sz w:val="22"/>
        </w:rPr>
        <w:t>Act</w:t>
      </w:r>
      <w:r w:rsidRPr="000B11BE">
        <w:rPr>
          <w:rStyle w:val="Referencingstyle"/>
          <w:b w:val="0"/>
          <w:i w:val="0"/>
          <w:sz w:val="22"/>
        </w:rPr>
        <w:t>, when the interests in notified foreign passport funds are ED</w:t>
      </w:r>
      <w:r>
        <w:rPr>
          <w:rStyle w:val="Referencingstyle"/>
          <w:b w:val="0"/>
          <w:i w:val="0"/>
          <w:sz w:val="22"/>
        </w:rPr>
        <w:t> </w:t>
      </w:r>
      <w:r w:rsidR="003E4C47" w:rsidRPr="000B11BE">
        <w:rPr>
          <w:rStyle w:val="Referencingstyle"/>
          <w:b w:val="0"/>
          <w:i w:val="0"/>
          <w:sz w:val="22"/>
        </w:rPr>
        <w:t>(enhanced disclosure)</w:t>
      </w:r>
      <w:r w:rsidR="003E4C47">
        <w:rPr>
          <w:rStyle w:val="Referencingstyle"/>
          <w:b w:val="0"/>
          <w:i w:val="0"/>
          <w:sz w:val="22"/>
        </w:rPr>
        <w:t xml:space="preserve"> </w:t>
      </w:r>
      <w:r w:rsidRPr="000B11BE">
        <w:rPr>
          <w:rStyle w:val="Referencingstyle"/>
          <w:b w:val="0"/>
          <w:i w:val="0"/>
          <w:sz w:val="22"/>
        </w:rPr>
        <w:t>securities.</w:t>
      </w:r>
      <w:r w:rsidRPr="000B11BE" w:rsidDel="003E4C47">
        <w:rPr>
          <w:rStyle w:val="Referencingstyle"/>
          <w:b w:val="0"/>
          <w:i w:val="0"/>
          <w:sz w:val="22"/>
        </w:rPr>
        <w:t xml:space="preserve"> </w:t>
      </w:r>
      <w:r w:rsidRPr="000B11BE">
        <w:rPr>
          <w:rStyle w:val="Referencingstyle"/>
          <w:b w:val="0"/>
          <w:i w:val="0"/>
          <w:sz w:val="22"/>
        </w:rPr>
        <w:t xml:space="preserve">This occurs in the following circumstances and in such situations enhanced disclosure requirements </w:t>
      </w:r>
      <w:r>
        <w:rPr>
          <w:rStyle w:val="Referencingstyle"/>
          <w:b w:val="0"/>
          <w:i w:val="0"/>
          <w:sz w:val="22"/>
        </w:rPr>
        <w:t>will</w:t>
      </w:r>
      <w:r w:rsidRPr="000B11BE">
        <w:rPr>
          <w:rStyle w:val="Referencingstyle"/>
          <w:b w:val="0"/>
          <w:i w:val="0"/>
          <w:sz w:val="22"/>
        </w:rPr>
        <w:t xml:space="preserve"> apply, such as the continuous disclosure requirements under Chapter</w:t>
      </w:r>
      <w:r>
        <w:rPr>
          <w:rStyle w:val="Referencingstyle"/>
          <w:b w:val="0"/>
          <w:i w:val="0"/>
          <w:sz w:val="22"/>
        </w:rPr>
        <w:t> </w:t>
      </w:r>
      <w:r w:rsidRPr="000B11BE">
        <w:rPr>
          <w:rStyle w:val="Referencingstyle"/>
          <w:b w:val="0"/>
          <w:i w:val="0"/>
          <w:sz w:val="22"/>
        </w:rPr>
        <w:t>6CA</w:t>
      </w:r>
      <w:r>
        <w:rPr>
          <w:rStyle w:val="Referencingstyle"/>
          <w:b w:val="0"/>
          <w:i w:val="0"/>
          <w:sz w:val="22"/>
        </w:rPr>
        <w:t xml:space="preserve"> (see ongoing disclosure requirements at paragraph </w:t>
      </w:r>
      <w:r w:rsidR="00331D92">
        <w:rPr>
          <w:rStyle w:val="Referencingstyle"/>
          <w:b w:val="0"/>
          <w:i w:val="0"/>
          <w:sz w:val="22"/>
        </w:rPr>
        <w:t>4.45</w:t>
      </w:r>
      <w:r>
        <w:rPr>
          <w:rStyle w:val="Referencingstyle"/>
          <w:b w:val="0"/>
          <w:i w:val="0"/>
          <w:sz w:val="22"/>
        </w:rPr>
        <w:t>)</w:t>
      </w:r>
      <w:r w:rsidRPr="000B11BE">
        <w:rPr>
          <w:rStyle w:val="Referencingstyle"/>
          <w:b w:val="0"/>
          <w:i w:val="0"/>
          <w:sz w:val="22"/>
        </w:rPr>
        <w:t>:</w:t>
      </w:r>
    </w:p>
    <w:p w:rsidR="009D7C51" w:rsidRDefault="009D7C51" w:rsidP="008D51C1">
      <w:pPr>
        <w:pStyle w:val="dotpoint"/>
        <w:rPr>
          <w:rStyle w:val="Referencingstyle"/>
          <w:b w:val="0"/>
          <w:i w:val="0"/>
          <w:sz w:val="22"/>
        </w:rPr>
      </w:pPr>
      <w:r>
        <w:rPr>
          <w:rStyle w:val="Referencingstyle"/>
          <w:b w:val="0"/>
          <w:i w:val="0"/>
          <w:sz w:val="22"/>
        </w:rPr>
        <w:t xml:space="preserve">when </w:t>
      </w:r>
      <w:r w:rsidRPr="00643BE7">
        <w:rPr>
          <w:rStyle w:val="Referencingstyle"/>
          <w:b w:val="0"/>
          <w:i w:val="0"/>
          <w:sz w:val="22"/>
        </w:rPr>
        <w:t>included in the official list of a prescribed financial market and subject to that market’s listing rules</w:t>
      </w:r>
      <w:r>
        <w:rPr>
          <w:rStyle w:val="Referencingstyle"/>
          <w:b w:val="0"/>
          <w:i w:val="0"/>
          <w:sz w:val="22"/>
        </w:rPr>
        <w:t>; or</w:t>
      </w:r>
    </w:p>
    <w:p w:rsidR="009D7C51" w:rsidRPr="009F79A4" w:rsidRDefault="009D7C51" w:rsidP="008D51C1">
      <w:pPr>
        <w:pStyle w:val="dotpoint"/>
        <w:rPr>
          <w:rStyle w:val="Referencingstyle"/>
          <w:b w:val="0"/>
          <w:i w:val="0"/>
          <w:sz w:val="22"/>
        </w:rPr>
      </w:pPr>
      <w:r w:rsidRPr="009F79A4">
        <w:rPr>
          <w:rStyle w:val="Referencingstyle"/>
          <w:b w:val="0"/>
          <w:i w:val="0"/>
          <w:sz w:val="22"/>
        </w:rPr>
        <w:t>when the interests were made available pursuant to a PDS and remain widely</w:t>
      </w:r>
      <w:r w:rsidRPr="009F79A4">
        <w:rPr>
          <w:rStyle w:val="Referencingstyle"/>
          <w:b w:val="0"/>
          <w:i w:val="0"/>
          <w:sz w:val="22"/>
        </w:rPr>
        <w:noBreakHyphen/>
        <w:t>held.</w:t>
      </w:r>
    </w:p>
    <w:p w:rsidR="009D7C51" w:rsidRPr="00643BE7" w:rsidRDefault="009D7C51" w:rsidP="008D51C1">
      <w:pPr>
        <w:pStyle w:val="base-text-paragraphnonumbers"/>
        <w:rPr>
          <w:rStyle w:val="Referencingstyle"/>
        </w:rPr>
      </w:pPr>
      <w:r w:rsidRPr="00643BE7">
        <w:rPr>
          <w:rStyle w:val="Referencingstyle"/>
        </w:rPr>
        <w:t>[Schedule</w:t>
      </w:r>
      <w:r>
        <w:rPr>
          <w:rStyle w:val="Referencingstyle"/>
        </w:rPr>
        <w:t> 2</w:t>
      </w:r>
      <w:r w:rsidRPr="00643BE7">
        <w:rPr>
          <w:rStyle w:val="Referencingstyle"/>
        </w:rPr>
        <w:t>, item</w:t>
      </w:r>
      <w:r w:rsidR="00DD63BA">
        <w:rPr>
          <w:rStyle w:val="Referencingstyle"/>
        </w:rPr>
        <w:t>s</w:t>
      </w:r>
      <w:r>
        <w:rPr>
          <w:rStyle w:val="Referencingstyle"/>
        </w:rPr>
        <w:t> 41 to 49</w:t>
      </w:r>
      <w:r w:rsidRPr="00643BE7">
        <w:rPr>
          <w:rStyle w:val="Referencingstyle"/>
        </w:rPr>
        <w:t xml:space="preserve">, </w:t>
      </w:r>
      <w:r>
        <w:rPr>
          <w:rStyle w:val="Referencingstyle"/>
        </w:rPr>
        <w:t>paragraph 111AD(1)(a), heading to section 111AE, paragraph 111AE(1)(a), subsection 111AE(1B), section 111AFB, heading to section 111AH, subsections 111AH(1A) and (2) and note 1A to subsection 168(1A)</w:t>
      </w:r>
      <w:r w:rsidRPr="00643BE7">
        <w:rPr>
          <w:rStyle w:val="Referencingstyle"/>
        </w:rPr>
        <w:t>]</w:t>
      </w:r>
    </w:p>
    <w:p w:rsidR="009D7C51" w:rsidRPr="002C530F" w:rsidRDefault="009D7C51" w:rsidP="008D51C1">
      <w:pPr>
        <w:pStyle w:val="base-text-paragraph"/>
        <w:numPr>
          <w:ilvl w:val="1"/>
          <w:numId w:val="48"/>
        </w:numPr>
        <w:rPr>
          <w:rStyle w:val="Referencingstyle"/>
          <w:b w:val="0"/>
          <w:i w:val="0"/>
          <w:sz w:val="22"/>
        </w:rPr>
      </w:pPr>
      <w:r w:rsidRPr="002C530F">
        <w:rPr>
          <w:rStyle w:val="Referencingstyle"/>
          <w:b w:val="0"/>
          <w:i w:val="0"/>
          <w:sz w:val="22"/>
        </w:rPr>
        <w:t xml:space="preserve">Foreign passport fund products in a class of </w:t>
      </w:r>
      <w:r>
        <w:rPr>
          <w:rStyle w:val="Referencingstyle"/>
          <w:b w:val="0"/>
          <w:i w:val="0"/>
          <w:sz w:val="22"/>
        </w:rPr>
        <w:t>f</w:t>
      </w:r>
      <w:r w:rsidRPr="002C530F">
        <w:rPr>
          <w:rStyle w:val="Referencingstyle"/>
          <w:b w:val="0"/>
          <w:i w:val="0"/>
          <w:sz w:val="22"/>
        </w:rPr>
        <w:t>oreign passport fund products are ED</w:t>
      </w:r>
      <w:r>
        <w:rPr>
          <w:rStyle w:val="Referencingstyle"/>
          <w:b w:val="0"/>
          <w:i w:val="0"/>
          <w:sz w:val="22"/>
        </w:rPr>
        <w:t> </w:t>
      </w:r>
      <w:r w:rsidRPr="002C530F">
        <w:rPr>
          <w:rStyle w:val="Referencingstyle"/>
          <w:b w:val="0"/>
          <w:i w:val="0"/>
          <w:sz w:val="22"/>
        </w:rPr>
        <w:t xml:space="preserve">securities, </w:t>
      </w:r>
      <w:r>
        <w:rPr>
          <w:rStyle w:val="Referencingstyle"/>
          <w:b w:val="0"/>
          <w:i w:val="0"/>
          <w:sz w:val="22"/>
        </w:rPr>
        <w:t>if 100 or more people who reside in this jurisdiction hold foreign passport fund products in that class.</w:t>
      </w:r>
      <w:r w:rsidRPr="002C530F">
        <w:rPr>
          <w:rStyle w:val="Referencingstyle"/>
          <w:b w:val="0"/>
          <w:i w:val="0"/>
          <w:sz w:val="22"/>
        </w:rPr>
        <w:t xml:space="preserve"> </w:t>
      </w:r>
      <w:r w:rsidRPr="00E762BA">
        <w:rPr>
          <w:rStyle w:val="Referencingstyle"/>
        </w:rPr>
        <w:t>[Schedule</w:t>
      </w:r>
      <w:r>
        <w:rPr>
          <w:rStyle w:val="Referencingstyle"/>
        </w:rPr>
        <w:t> 2</w:t>
      </w:r>
      <w:r w:rsidRPr="00E762BA">
        <w:rPr>
          <w:rStyle w:val="Referencingstyle"/>
        </w:rPr>
        <w:t>, item</w:t>
      </w:r>
      <w:r>
        <w:rPr>
          <w:rStyle w:val="Referencingstyle"/>
        </w:rPr>
        <w:t> 45</w:t>
      </w:r>
      <w:r w:rsidRPr="00E762BA">
        <w:rPr>
          <w:rStyle w:val="Referencingstyle"/>
        </w:rPr>
        <w:t>, section</w:t>
      </w:r>
      <w:r>
        <w:rPr>
          <w:rStyle w:val="Referencingstyle"/>
        </w:rPr>
        <w:t> 111AFB</w:t>
      </w:r>
      <w:r w:rsidRPr="00E762BA">
        <w:rPr>
          <w:rStyle w:val="Referencingstyle"/>
        </w:rPr>
        <w:t>]</w:t>
      </w:r>
    </w:p>
    <w:p w:rsidR="009D7C51" w:rsidRDefault="009D7C51" w:rsidP="008D51C1">
      <w:pPr>
        <w:pStyle w:val="base-text-paragraph"/>
        <w:numPr>
          <w:ilvl w:val="1"/>
          <w:numId w:val="48"/>
        </w:numPr>
        <w:rPr>
          <w:rStyle w:val="Referencingstyle"/>
          <w:b w:val="0"/>
          <w:i w:val="0"/>
          <w:sz w:val="22"/>
        </w:rPr>
      </w:pPr>
      <w:r>
        <w:rPr>
          <w:rStyle w:val="Referencingstyle"/>
          <w:b w:val="0"/>
          <w:i w:val="0"/>
          <w:sz w:val="22"/>
        </w:rPr>
        <w:t xml:space="preserve">A person holds securities in a notified foreign passport fund if they are registered as the holder of the securities in a register maintained by the operator of the fund or entitled to be registered in the register. </w:t>
      </w:r>
      <w:r w:rsidRPr="00E762BA">
        <w:rPr>
          <w:rStyle w:val="Referencingstyle"/>
        </w:rPr>
        <w:t>[Schedule</w:t>
      </w:r>
      <w:r>
        <w:rPr>
          <w:rStyle w:val="Referencingstyle"/>
        </w:rPr>
        <w:t> 2</w:t>
      </w:r>
      <w:r w:rsidRPr="00E762BA">
        <w:rPr>
          <w:rStyle w:val="Referencingstyle"/>
        </w:rPr>
        <w:t>, item</w:t>
      </w:r>
      <w:r>
        <w:rPr>
          <w:rStyle w:val="Referencingstyle"/>
        </w:rPr>
        <w:t> 47</w:t>
      </w:r>
      <w:r w:rsidRPr="00E762BA">
        <w:rPr>
          <w:rStyle w:val="Referencingstyle"/>
        </w:rPr>
        <w:t xml:space="preserve">, </w:t>
      </w:r>
      <w:r>
        <w:rPr>
          <w:rStyle w:val="Referencingstyle"/>
        </w:rPr>
        <w:t>sub</w:t>
      </w:r>
      <w:r w:rsidRPr="00E762BA">
        <w:rPr>
          <w:rStyle w:val="Referencingstyle"/>
        </w:rPr>
        <w:t>section</w:t>
      </w:r>
      <w:r>
        <w:rPr>
          <w:rStyle w:val="Referencingstyle"/>
        </w:rPr>
        <w:t> 111AH(1A)</w:t>
      </w:r>
      <w:r w:rsidRPr="00E762BA">
        <w:rPr>
          <w:rStyle w:val="Referencingstyle"/>
        </w:rPr>
        <w:t>]</w:t>
      </w:r>
    </w:p>
    <w:p w:rsidR="009D7C51" w:rsidRDefault="009D7C51" w:rsidP="008D51C1">
      <w:pPr>
        <w:pStyle w:val="base-text-paragraph"/>
        <w:numPr>
          <w:ilvl w:val="1"/>
          <w:numId w:val="48"/>
        </w:numPr>
        <w:rPr>
          <w:rStyle w:val="Referencingstyle"/>
          <w:b w:val="0"/>
          <w:i w:val="0"/>
          <w:sz w:val="22"/>
        </w:rPr>
      </w:pPr>
      <w:r>
        <w:rPr>
          <w:rStyle w:val="Referencingstyle"/>
          <w:b w:val="0"/>
          <w:i w:val="0"/>
          <w:sz w:val="22"/>
        </w:rPr>
        <w:t xml:space="preserve">The first requirement replicates that for the securities of listed companies and listed registered schemes. </w:t>
      </w:r>
      <w:r w:rsidRPr="009F79A4">
        <w:rPr>
          <w:rStyle w:val="Referencingstyle"/>
          <w:b w:val="0"/>
          <w:i w:val="0"/>
          <w:sz w:val="22"/>
        </w:rPr>
        <w:t>The second requirement replicates that for widely held managed investment products (that is, interests in registered schemes)</w:t>
      </w:r>
      <w:r>
        <w:rPr>
          <w:rStyle w:val="Referencingstyle"/>
          <w:b w:val="0"/>
          <w:i w:val="0"/>
          <w:sz w:val="22"/>
        </w:rPr>
        <w:t>.</w:t>
      </w:r>
    </w:p>
    <w:p w:rsidR="009D7C51" w:rsidRDefault="009D7C51" w:rsidP="008D51C1">
      <w:pPr>
        <w:pStyle w:val="base-text-paragraph"/>
        <w:numPr>
          <w:ilvl w:val="1"/>
          <w:numId w:val="48"/>
        </w:numPr>
        <w:rPr>
          <w:rStyle w:val="Referencingstyle"/>
          <w:b w:val="0"/>
          <w:i w:val="0"/>
          <w:sz w:val="22"/>
        </w:rPr>
      </w:pPr>
      <w:r>
        <w:rPr>
          <w:rStyle w:val="Referencingstyle"/>
          <w:b w:val="0"/>
          <w:i w:val="0"/>
          <w:sz w:val="22"/>
        </w:rPr>
        <w:t>To be included in the official list of a prescribed market the operator of the notified foreign passport fund must have agreed, consented or acquiesced to this and the market rules apply to some or all of the foreign passport fund products related to the fund.</w:t>
      </w:r>
      <w:r w:rsidR="004D442C">
        <w:rPr>
          <w:rStyle w:val="Referencingstyle"/>
          <w:b w:val="0"/>
          <w:i w:val="0"/>
          <w:sz w:val="22"/>
        </w:rPr>
        <w:t xml:space="preserve"> The operator must also comply with the Passport Rules, including subsection 48(2)</w:t>
      </w:r>
      <w:r w:rsidR="000E7A1D">
        <w:rPr>
          <w:rStyle w:val="Referencingstyle"/>
          <w:b w:val="0"/>
          <w:i w:val="0"/>
          <w:sz w:val="22"/>
        </w:rPr>
        <w:t xml:space="preserve"> of Annex 3 of the MOC,</w:t>
      </w:r>
      <w:r w:rsidR="004D442C">
        <w:rPr>
          <w:rStyle w:val="Referencingstyle"/>
          <w:b w:val="0"/>
          <w:i w:val="0"/>
          <w:sz w:val="22"/>
        </w:rPr>
        <w:t xml:space="preserve"> which requires that each member must be able to sell their interest at a price not materially different from the net asset value price.</w:t>
      </w:r>
      <w:r w:rsidRPr="002C530F">
        <w:rPr>
          <w:rStyle w:val="Referencingstyle"/>
        </w:rPr>
        <w:t>[Schedule</w:t>
      </w:r>
      <w:r>
        <w:rPr>
          <w:rStyle w:val="Referencingstyle"/>
        </w:rPr>
        <w:t> 2</w:t>
      </w:r>
      <w:r w:rsidRPr="002C530F">
        <w:rPr>
          <w:rStyle w:val="Referencingstyle"/>
        </w:rPr>
        <w:t>, item</w:t>
      </w:r>
      <w:r>
        <w:rPr>
          <w:rStyle w:val="Referencingstyle"/>
        </w:rPr>
        <w:t> 44</w:t>
      </w:r>
      <w:r w:rsidRPr="002C530F">
        <w:rPr>
          <w:rStyle w:val="Referencingstyle"/>
        </w:rPr>
        <w:t xml:space="preserve">, </w:t>
      </w:r>
      <w:r>
        <w:rPr>
          <w:rStyle w:val="Referencingstyle"/>
        </w:rPr>
        <w:t>sub</w:t>
      </w:r>
      <w:r w:rsidRPr="002C530F">
        <w:rPr>
          <w:rStyle w:val="Referencingstyle"/>
        </w:rPr>
        <w:t>section</w:t>
      </w:r>
      <w:r>
        <w:rPr>
          <w:rStyle w:val="Referencingstyle"/>
        </w:rPr>
        <w:t> 111AE(1B)</w:t>
      </w:r>
      <w:r w:rsidRPr="002C530F">
        <w:rPr>
          <w:rStyle w:val="Referencingstyle"/>
        </w:rPr>
        <w:t>]</w:t>
      </w:r>
    </w:p>
    <w:p w:rsidR="009D7C51" w:rsidRDefault="009D7C51" w:rsidP="008D51C1">
      <w:pPr>
        <w:pStyle w:val="base-text-paragraph"/>
        <w:numPr>
          <w:ilvl w:val="1"/>
          <w:numId w:val="48"/>
        </w:numPr>
        <w:rPr>
          <w:rStyle w:val="Referencingstyle"/>
          <w:b w:val="0"/>
          <w:i w:val="0"/>
          <w:sz w:val="22"/>
        </w:rPr>
      </w:pPr>
      <w:r w:rsidRPr="0053339C">
        <w:rPr>
          <w:rStyle w:val="Referencingstyle"/>
          <w:b w:val="0"/>
          <w:i w:val="0"/>
          <w:sz w:val="22"/>
        </w:rPr>
        <w:t>A prescribed financial market is a financial market or financial market operator listed in the Corporations</w:t>
      </w:r>
      <w:r w:rsidR="00275D6F">
        <w:rPr>
          <w:rStyle w:val="Referencingstyle"/>
          <w:b w:val="0"/>
          <w:i w:val="0"/>
          <w:sz w:val="22"/>
        </w:rPr>
        <w:t> </w:t>
      </w:r>
      <w:r w:rsidRPr="0053339C">
        <w:rPr>
          <w:rStyle w:val="Referencingstyle"/>
          <w:b w:val="0"/>
          <w:i w:val="0"/>
          <w:sz w:val="22"/>
        </w:rPr>
        <w:t>Regulations</w:t>
      </w:r>
      <w:r>
        <w:rPr>
          <w:rStyle w:val="Referencingstyle"/>
          <w:b w:val="0"/>
          <w:i w:val="0"/>
          <w:sz w:val="22"/>
        </w:rPr>
        <w:t>.</w:t>
      </w:r>
    </w:p>
    <w:p w:rsidR="00DE1568" w:rsidRDefault="00442C82" w:rsidP="008D51C1">
      <w:pPr>
        <w:pStyle w:val="Heading3"/>
      </w:pPr>
      <w:r>
        <w:t>Restrictions on o</w:t>
      </w:r>
      <w:r w:rsidR="00DE1568">
        <w:t>ffering foreign passport fund products</w:t>
      </w:r>
    </w:p>
    <w:p w:rsidR="00B325FF" w:rsidRDefault="00B325FF" w:rsidP="008D51C1">
      <w:pPr>
        <w:pStyle w:val="base-text-paragraph"/>
        <w:numPr>
          <w:ilvl w:val="1"/>
          <w:numId w:val="48"/>
        </w:numPr>
      </w:pPr>
      <w:r>
        <w:t>A person is prohibited from recommending or offering an interest in a foreign passport fund product which is not a notified foreign passport fund.</w:t>
      </w:r>
      <w:r w:rsidR="00DD0BE4">
        <w:t xml:space="preserve"> </w:t>
      </w:r>
      <w:r>
        <w:t xml:space="preserve">This mirrors the prohibition on recommending or offering an interest in a managed investment product which is required to be registered under Chapter 5C but has not been registered. </w:t>
      </w:r>
      <w:r w:rsidR="00581A4D">
        <w:rPr>
          <w:rStyle w:val="Referencingstyle"/>
        </w:rPr>
        <w:t>[Schedule 2, item 25</w:t>
      </w:r>
      <w:r w:rsidR="0072120B">
        <w:rPr>
          <w:rStyle w:val="Referencingstyle"/>
        </w:rPr>
        <w:t>5</w:t>
      </w:r>
      <w:r w:rsidR="00581A4D">
        <w:rPr>
          <w:rStyle w:val="Referencingstyle"/>
        </w:rPr>
        <w:t>, section 1020BAA]</w:t>
      </w:r>
    </w:p>
    <w:p w:rsidR="00581A4D" w:rsidRDefault="00581A4D" w:rsidP="008D51C1">
      <w:pPr>
        <w:pStyle w:val="base-text-paragraph"/>
        <w:numPr>
          <w:ilvl w:val="1"/>
          <w:numId w:val="48"/>
        </w:numPr>
      </w:pPr>
      <w:r>
        <w:t xml:space="preserve">The maximum penalty for contravening this prohibition is </w:t>
      </w:r>
      <w:r w:rsidR="007D04DF">
        <w:t>2</w:t>
      </w:r>
      <w:r>
        <w:t>00</w:t>
      </w:r>
      <w:r w:rsidR="004D7BC6">
        <w:t> </w:t>
      </w:r>
      <w:r>
        <w:t xml:space="preserve">penalty units or imprisonment for </w:t>
      </w:r>
      <w:r w:rsidR="007D04DF">
        <w:t>five </w:t>
      </w:r>
      <w:r>
        <w:t xml:space="preserve">years or both. </w:t>
      </w:r>
      <w:r>
        <w:rPr>
          <w:rStyle w:val="Referencingstyle"/>
        </w:rPr>
        <w:t>[Schedule 2, item </w:t>
      </w:r>
      <w:r w:rsidR="000E0347">
        <w:rPr>
          <w:rStyle w:val="Referencingstyle"/>
        </w:rPr>
        <w:t>296</w:t>
      </w:r>
      <w:r>
        <w:rPr>
          <w:rStyle w:val="Referencingstyle"/>
        </w:rPr>
        <w:t>, schedule</w:t>
      </w:r>
      <w:r w:rsidR="00E01A57">
        <w:rPr>
          <w:rStyle w:val="Referencingstyle"/>
        </w:rPr>
        <w:t> </w:t>
      </w:r>
      <w:r>
        <w:rPr>
          <w:rStyle w:val="Referencingstyle"/>
        </w:rPr>
        <w:t>3 table item</w:t>
      </w:r>
      <w:r w:rsidR="00E01A57">
        <w:rPr>
          <w:rStyle w:val="Referencingstyle"/>
        </w:rPr>
        <w:t> </w:t>
      </w:r>
      <w:r>
        <w:rPr>
          <w:rStyle w:val="Referencingstyle"/>
        </w:rPr>
        <w:t>300BA]</w:t>
      </w:r>
    </w:p>
    <w:p w:rsidR="003626C0" w:rsidRDefault="003A6EA1" w:rsidP="008D51C1">
      <w:pPr>
        <w:pStyle w:val="base-text-paragraph"/>
        <w:numPr>
          <w:ilvl w:val="1"/>
          <w:numId w:val="48"/>
        </w:numPr>
      </w:pPr>
      <w:r>
        <w:t xml:space="preserve">The Passport Rules prohibit </w:t>
      </w:r>
      <w:r w:rsidR="00E1670F">
        <w:t>notified foreign passport funds from short</w:t>
      </w:r>
      <w:r w:rsidR="003F2BC1">
        <w:noBreakHyphen/>
      </w:r>
      <w:r w:rsidR="00E1670F">
        <w:t>selling foreign passport fund products.</w:t>
      </w:r>
    </w:p>
    <w:p w:rsidR="003626C0" w:rsidRPr="00EC5547" w:rsidRDefault="00E1670F" w:rsidP="008D51C1">
      <w:pPr>
        <w:pStyle w:val="base-text-paragraph"/>
        <w:numPr>
          <w:ilvl w:val="1"/>
          <w:numId w:val="48"/>
        </w:numPr>
        <w:rPr>
          <w:rStyle w:val="Referencingstyle"/>
          <w:b w:val="0"/>
          <w:i w:val="0"/>
          <w:sz w:val="22"/>
        </w:rPr>
      </w:pPr>
      <w:r>
        <w:t>Other parties may short</w:t>
      </w:r>
      <w:r w:rsidR="00320D89">
        <w:noBreakHyphen/>
      </w:r>
      <w:r w:rsidR="003626C0">
        <w:t>sell</w:t>
      </w:r>
      <w:r>
        <w:t xml:space="preserve"> </w:t>
      </w:r>
      <w:r w:rsidR="00A15486">
        <w:t>foreign passport fund products</w:t>
      </w:r>
      <w:r w:rsidR="003626C0">
        <w:t xml:space="preserve"> but only if the person has</w:t>
      </w:r>
      <w:r w:rsidR="00776766">
        <w:t>,</w:t>
      </w:r>
      <w:r w:rsidR="003626C0">
        <w:t xml:space="preserve"> or believes on reasonable grounds</w:t>
      </w:r>
      <w:r w:rsidR="00776766">
        <w:t>,</w:t>
      </w:r>
      <w:r w:rsidR="003626C0">
        <w:t xml:space="preserve"> that the person has a presently exercisable and unconditional right to vest the products in the buyer</w:t>
      </w:r>
      <w:r w:rsidR="00A15486">
        <w:t xml:space="preserve">. </w:t>
      </w:r>
      <w:r w:rsidR="003626C0">
        <w:t>This replicates the restrictions on short</w:t>
      </w:r>
      <w:r w:rsidR="00651410">
        <w:noBreakHyphen/>
      </w:r>
      <w:r w:rsidR="003626C0">
        <w:t>selling managed investment products.</w:t>
      </w:r>
      <w:r w:rsidR="003626C0" w:rsidRPr="001F3EF3">
        <w:rPr>
          <w:rStyle w:val="Referencingstyle"/>
          <w:b w:val="0"/>
          <w:i w:val="0"/>
          <w:sz w:val="22"/>
        </w:rPr>
        <w:t xml:space="preserve"> </w:t>
      </w:r>
      <w:r w:rsidR="003626C0">
        <w:rPr>
          <w:rStyle w:val="Referencingstyle"/>
        </w:rPr>
        <w:t>[Schedule</w:t>
      </w:r>
      <w:r w:rsidR="007856D5">
        <w:rPr>
          <w:rStyle w:val="Referencingstyle"/>
        </w:rPr>
        <w:t> </w:t>
      </w:r>
      <w:r w:rsidR="003626C0">
        <w:rPr>
          <w:rStyle w:val="Referencingstyle"/>
        </w:rPr>
        <w:t>2, items</w:t>
      </w:r>
      <w:r w:rsidR="007856D5">
        <w:rPr>
          <w:rStyle w:val="Referencingstyle"/>
        </w:rPr>
        <w:t> </w:t>
      </w:r>
      <w:r w:rsidR="003626C0">
        <w:rPr>
          <w:rStyle w:val="Referencingstyle"/>
        </w:rPr>
        <w:t>25</w:t>
      </w:r>
      <w:r w:rsidR="0072120B">
        <w:rPr>
          <w:rStyle w:val="Referencingstyle"/>
        </w:rPr>
        <w:t>6</w:t>
      </w:r>
      <w:r w:rsidR="003626C0">
        <w:rPr>
          <w:rStyle w:val="Referencingstyle"/>
        </w:rPr>
        <w:t xml:space="preserve"> </w:t>
      </w:r>
      <w:r w:rsidR="00E01A57">
        <w:rPr>
          <w:rStyle w:val="Referencingstyle"/>
        </w:rPr>
        <w:t>and</w:t>
      </w:r>
      <w:r w:rsidR="003626C0">
        <w:rPr>
          <w:rStyle w:val="Referencingstyle"/>
        </w:rPr>
        <w:t xml:space="preserve"> 25</w:t>
      </w:r>
      <w:r w:rsidR="0072120B">
        <w:rPr>
          <w:rStyle w:val="Referencingstyle"/>
        </w:rPr>
        <w:t>7</w:t>
      </w:r>
      <w:r w:rsidR="003626C0">
        <w:rPr>
          <w:rStyle w:val="Referencingstyle"/>
        </w:rPr>
        <w:t>, heading to section</w:t>
      </w:r>
      <w:r w:rsidR="007856D5">
        <w:rPr>
          <w:rStyle w:val="Referencingstyle"/>
        </w:rPr>
        <w:t> </w:t>
      </w:r>
      <w:r w:rsidR="003626C0">
        <w:rPr>
          <w:rStyle w:val="Referencingstyle"/>
        </w:rPr>
        <w:t>1020B</w:t>
      </w:r>
      <w:r w:rsidR="00E01A57">
        <w:rPr>
          <w:rStyle w:val="Referencingstyle"/>
        </w:rPr>
        <w:t xml:space="preserve"> and</w:t>
      </w:r>
      <w:r w:rsidR="003626C0">
        <w:rPr>
          <w:rStyle w:val="Referencingstyle"/>
        </w:rPr>
        <w:t xml:space="preserve"> </w:t>
      </w:r>
      <w:r w:rsidR="007856D5">
        <w:rPr>
          <w:rStyle w:val="Referencingstyle"/>
        </w:rPr>
        <w:t>paragraph </w:t>
      </w:r>
      <w:r w:rsidR="003626C0">
        <w:rPr>
          <w:rStyle w:val="Referencingstyle"/>
        </w:rPr>
        <w:t>1020B(1)(</w:t>
      </w:r>
      <w:proofErr w:type="spellStart"/>
      <w:r w:rsidR="003626C0">
        <w:rPr>
          <w:rStyle w:val="Referencingstyle"/>
        </w:rPr>
        <w:t>ba</w:t>
      </w:r>
      <w:proofErr w:type="spellEnd"/>
      <w:r w:rsidR="003626C0">
        <w:rPr>
          <w:rStyle w:val="Referencingstyle"/>
        </w:rPr>
        <w:t>)]</w:t>
      </w:r>
    </w:p>
    <w:p w:rsidR="00DC4263" w:rsidRDefault="00A15486" w:rsidP="008D51C1">
      <w:pPr>
        <w:pStyle w:val="base-text-paragraph"/>
        <w:numPr>
          <w:ilvl w:val="1"/>
          <w:numId w:val="48"/>
        </w:numPr>
      </w:pPr>
      <w:r w:rsidRPr="001A32D8">
        <w:t>If the</w:t>
      </w:r>
      <w:r w:rsidR="003A6EA1" w:rsidRPr="001A32D8">
        <w:t xml:space="preserve"> short sale </w:t>
      </w:r>
      <w:r w:rsidRPr="001A32D8">
        <w:t xml:space="preserve">is </w:t>
      </w:r>
      <w:r w:rsidR="003A6EA1" w:rsidRPr="001A32D8">
        <w:t>supported by a securities lending arrangement, the seller of the foreign passport fund product and the AFS licensee must make the disclosures in existing Division</w:t>
      </w:r>
      <w:r w:rsidR="00320D89">
        <w:t> </w:t>
      </w:r>
      <w:r w:rsidR="003A6EA1" w:rsidRPr="001A32D8">
        <w:t>5B.</w:t>
      </w:r>
      <w:r w:rsidR="003A6EA1" w:rsidRPr="001A32D8">
        <w:rPr>
          <w:rStyle w:val="Referencingstyle"/>
        </w:rPr>
        <w:t xml:space="preserve"> [Schedule</w:t>
      </w:r>
      <w:r w:rsidR="00A47915" w:rsidRPr="001A32D8">
        <w:rPr>
          <w:rStyle w:val="Referencingstyle"/>
        </w:rPr>
        <w:t> </w:t>
      </w:r>
      <w:r w:rsidR="003A6EA1" w:rsidRPr="001A32D8">
        <w:rPr>
          <w:rStyle w:val="Referencingstyle"/>
        </w:rPr>
        <w:t>2, item</w:t>
      </w:r>
      <w:r w:rsidR="00A47915" w:rsidRPr="001A32D8">
        <w:rPr>
          <w:rStyle w:val="Referencingstyle"/>
        </w:rPr>
        <w:t> </w:t>
      </w:r>
      <w:r w:rsidR="003A6EA1" w:rsidRPr="001A32D8">
        <w:rPr>
          <w:rStyle w:val="Referencingstyle"/>
        </w:rPr>
        <w:t>25</w:t>
      </w:r>
      <w:r w:rsidR="0072120B">
        <w:rPr>
          <w:rStyle w:val="Referencingstyle"/>
        </w:rPr>
        <w:t>4</w:t>
      </w:r>
      <w:r w:rsidR="003A6EA1" w:rsidRPr="001A32D8">
        <w:rPr>
          <w:rStyle w:val="Referencingstyle"/>
        </w:rPr>
        <w:t>, subsection</w:t>
      </w:r>
      <w:r w:rsidR="00A47915" w:rsidRPr="001A32D8">
        <w:rPr>
          <w:rStyle w:val="Referencingstyle"/>
        </w:rPr>
        <w:t> </w:t>
      </w:r>
      <w:r w:rsidR="003A6EA1" w:rsidRPr="001A32D8">
        <w:rPr>
          <w:rStyle w:val="Referencingstyle"/>
        </w:rPr>
        <w:t>1020AA(1)]</w:t>
      </w:r>
    </w:p>
    <w:p w:rsidR="00442C82" w:rsidRPr="00524DB8" w:rsidRDefault="00442C82" w:rsidP="008D51C1">
      <w:pPr>
        <w:pStyle w:val="Heading3"/>
      </w:pPr>
      <w:r>
        <w:t>Conflicted remuneration</w:t>
      </w:r>
    </w:p>
    <w:p w:rsidR="00442C82" w:rsidRPr="002F72C4" w:rsidRDefault="00442C82" w:rsidP="008D51C1">
      <w:pPr>
        <w:pStyle w:val="base-text-paragraph"/>
        <w:numPr>
          <w:ilvl w:val="1"/>
          <w:numId w:val="48"/>
        </w:numPr>
      </w:pPr>
      <w:r>
        <w:t>A notified foreign passport fund will be prohibited from giving a</w:t>
      </w:r>
      <w:r w:rsidR="004D442C">
        <w:t>n Australian</w:t>
      </w:r>
      <w:r>
        <w:t xml:space="preserve"> financial services licensee conflicted remuneration</w:t>
      </w:r>
      <w:r w:rsidR="00FD124C">
        <w:t xml:space="preserve"> (that is, remuneration that could reasonably be expected to influence what financial products are recommended or the financial product advice that is given to a consumer)</w:t>
      </w:r>
      <w:r>
        <w:t>. This will be achieved by the operation of the existing prohibition on conflicted remuneration at section 963K.</w:t>
      </w:r>
    </w:p>
    <w:p w:rsidR="00442C82" w:rsidRDefault="00442C82" w:rsidP="008D51C1">
      <w:pPr>
        <w:pStyle w:val="base-text-paragraph"/>
        <w:numPr>
          <w:ilvl w:val="1"/>
          <w:numId w:val="48"/>
        </w:numPr>
        <w:rPr>
          <w:rStyle w:val="Referencingstyle"/>
          <w:b w:val="0"/>
          <w:i w:val="0"/>
          <w:sz w:val="22"/>
        </w:rPr>
      </w:pPr>
      <w:r>
        <w:t>A person may be ordered by a Court to compensate a notified foreign passport fund if the person breached a financial services civil penalty provision, including the prohibition on an issuer or seller of a financial product giving a financial services licensee conflicted remuneration</w:t>
      </w:r>
      <w:r w:rsidR="001779CC">
        <w:t>.</w:t>
      </w:r>
      <w:r w:rsidR="00B857EA">
        <w:t xml:space="preserve"> </w:t>
      </w:r>
      <w:r>
        <w:rPr>
          <w:rStyle w:val="Referencingstyle"/>
        </w:rPr>
        <w:t xml:space="preserve">[Schedule 2, </w:t>
      </w:r>
      <w:r w:rsidRPr="002E4185">
        <w:rPr>
          <w:rStyle w:val="Referencingstyle"/>
        </w:rPr>
        <w:t>item </w:t>
      </w:r>
      <w:r w:rsidR="0055396C" w:rsidRPr="002E4185">
        <w:rPr>
          <w:rStyle w:val="Referencingstyle"/>
        </w:rPr>
        <w:t>281</w:t>
      </w:r>
      <w:r w:rsidRPr="00375F1D">
        <w:rPr>
          <w:rStyle w:val="Referencingstyle"/>
        </w:rPr>
        <w:t xml:space="preserve">, </w:t>
      </w:r>
      <w:r w:rsidR="00DD63BA">
        <w:rPr>
          <w:rStyle w:val="Referencingstyle"/>
        </w:rPr>
        <w:t>sub</w:t>
      </w:r>
      <w:r w:rsidRPr="00375F1D">
        <w:rPr>
          <w:rStyle w:val="Referencingstyle"/>
        </w:rPr>
        <w:t>section</w:t>
      </w:r>
      <w:r>
        <w:rPr>
          <w:rStyle w:val="Referencingstyle"/>
        </w:rPr>
        <w:t> 1317HA</w:t>
      </w:r>
      <w:r w:rsidR="0055396C">
        <w:rPr>
          <w:rStyle w:val="Referencingstyle"/>
        </w:rPr>
        <w:t>(1)</w:t>
      </w:r>
      <w:r w:rsidRPr="00375F1D">
        <w:rPr>
          <w:rStyle w:val="Referencingstyle"/>
        </w:rPr>
        <w:t>]</w:t>
      </w:r>
    </w:p>
    <w:p w:rsidR="00442C82" w:rsidRDefault="00B857EA" w:rsidP="008D51C1">
      <w:pPr>
        <w:pStyle w:val="base-text-paragraph"/>
        <w:numPr>
          <w:ilvl w:val="1"/>
          <w:numId w:val="48"/>
        </w:numPr>
      </w:pPr>
      <w:r>
        <w:t xml:space="preserve">For further information about compensation orders, see paragraphs </w:t>
      </w:r>
      <w:r w:rsidR="00857EF7">
        <w:t>6.92 to 6.97</w:t>
      </w:r>
      <w:r>
        <w:t xml:space="preserve">. </w:t>
      </w:r>
    </w:p>
    <w:p w:rsidR="00442C82" w:rsidRDefault="00442C82" w:rsidP="008D51C1">
      <w:pPr>
        <w:pStyle w:val="base-text-paragraph"/>
        <w:numPr>
          <w:ilvl w:val="1"/>
          <w:numId w:val="48"/>
        </w:numPr>
      </w:pPr>
      <w:r>
        <w:t>The prohibition on a financial services licensee accepting a volume</w:t>
      </w:r>
      <w:r>
        <w:noBreakHyphen/>
        <w:t>based shelf</w:t>
      </w:r>
      <w:r>
        <w:noBreakHyphen/>
        <w:t>space fee is extended to notified foreign passport funds by applying Subdivision A of Division 5, Part 7.8 to the operator of a notified foreign passport fund. This ensures that a financial services licensee cannot accept a volume</w:t>
      </w:r>
      <w:r>
        <w:noBreakHyphen/>
        <w:t>based shelf</w:t>
      </w:r>
      <w:r>
        <w:noBreakHyphen/>
        <w:t>space fee from the operator of a notified foreign passport fund.</w:t>
      </w:r>
      <w:r w:rsidRPr="005C7C4E">
        <w:rPr>
          <w:rStyle w:val="Referencingstyle"/>
          <w:b w:val="0"/>
          <w:i w:val="0"/>
          <w:sz w:val="22"/>
        </w:rPr>
        <w:t xml:space="preserve"> </w:t>
      </w:r>
      <w:r>
        <w:rPr>
          <w:rStyle w:val="Referencingstyle"/>
        </w:rPr>
        <w:t>[Schedule 2, i</w:t>
      </w:r>
      <w:r w:rsidRPr="00375F1D">
        <w:rPr>
          <w:rStyle w:val="Referencingstyle"/>
        </w:rPr>
        <w:t>tem</w:t>
      </w:r>
      <w:r>
        <w:rPr>
          <w:rStyle w:val="Referencingstyle"/>
        </w:rPr>
        <w:t> 21</w:t>
      </w:r>
      <w:r w:rsidR="002275FD">
        <w:rPr>
          <w:rStyle w:val="Referencingstyle"/>
        </w:rPr>
        <w:t>8</w:t>
      </w:r>
      <w:r w:rsidRPr="00375F1D">
        <w:rPr>
          <w:rStyle w:val="Referencingstyle"/>
        </w:rPr>
        <w:t xml:space="preserve">, </w:t>
      </w:r>
      <w:r>
        <w:rPr>
          <w:rStyle w:val="Referencingstyle"/>
        </w:rPr>
        <w:t>paragraph 964(1)(b)]</w:t>
      </w:r>
    </w:p>
    <w:p w:rsidR="007F26F1" w:rsidRDefault="007F26F1" w:rsidP="008D51C1">
      <w:pPr>
        <w:pStyle w:val="Heading3"/>
      </w:pPr>
      <w:r>
        <w:t>Acquiring a foreign passport fund product</w:t>
      </w:r>
    </w:p>
    <w:p w:rsidR="00600885" w:rsidRPr="002B4AFA" w:rsidRDefault="007F26F1" w:rsidP="008D51C1">
      <w:pPr>
        <w:pStyle w:val="base-text-paragraph"/>
        <w:numPr>
          <w:ilvl w:val="1"/>
          <w:numId w:val="48"/>
        </w:numPr>
        <w:rPr>
          <w:rStyle w:val="Referencingstyle"/>
          <w:b w:val="0"/>
          <w:i w:val="0"/>
          <w:sz w:val="22"/>
        </w:rPr>
      </w:pPr>
      <w:r>
        <w:t xml:space="preserve">The existing law requires </w:t>
      </w:r>
      <w:r w:rsidR="00600885">
        <w:t xml:space="preserve">issuers and sellers to hold </w:t>
      </w:r>
      <w:r>
        <w:t>money rec</w:t>
      </w:r>
      <w:r w:rsidR="00600885">
        <w:t xml:space="preserve">eived for financial products </w:t>
      </w:r>
      <w:r>
        <w:t xml:space="preserve">in </w:t>
      </w:r>
      <w:r w:rsidR="00600885">
        <w:t xml:space="preserve">a </w:t>
      </w:r>
      <w:r>
        <w:t>designated account</w:t>
      </w:r>
      <w:r w:rsidR="00600885">
        <w:t xml:space="preserve"> before they issue the product. However, these requirements do not apply to money received to </w:t>
      </w:r>
      <w:r w:rsidR="00D53618">
        <w:t>acquire an interest or</w:t>
      </w:r>
      <w:r w:rsidR="00600885">
        <w:t xml:space="preserve"> increase an existing interest in a foreign passport fund product.</w:t>
      </w:r>
      <w:r w:rsidR="00600885" w:rsidRPr="00600885">
        <w:rPr>
          <w:rStyle w:val="Referencingstyle"/>
        </w:rPr>
        <w:t xml:space="preserve"> </w:t>
      </w:r>
      <w:r w:rsidR="00600885">
        <w:rPr>
          <w:rStyle w:val="Referencingstyle"/>
        </w:rPr>
        <w:t>[Schedule</w:t>
      </w:r>
      <w:r w:rsidR="007856D5">
        <w:rPr>
          <w:rStyle w:val="Referencingstyle"/>
        </w:rPr>
        <w:t> </w:t>
      </w:r>
      <w:r w:rsidR="00AF63B0">
        <w:rPr>
          <w:rStyle w:val="Referencingstyle"/>
        </w:rPr>
        <w:t>2,</w:t>
      </w:r>
      <w:r w:rsidR="00600885">
        <w:rPr>
          <w:rStyle w:val="Referencingstyle"/>
        </w:rPr>
        <w:t xml:space="preserve"> item</w:t>
      </w:r>
      <w:r w:rsidR="007856D5">
        <w:rPr>
          <w:rStyle w:val="Referencingstyle"/>
        </w:rPr>
        <w:t> </w:t>
      </w:r>
      <w:r w:rsidR="00AF63B0">
        <w:rPr>
          <w:rStyle w:val="Referencingstyle"/>
        </w:rPr>
        <w:t>25</w:t>
      </w:r>
      <w:r w:rsidR="00766489">
        <w:rPr>
          <w:rStyle w:val="Referencingstyle"/>
        </w:rPr>
        <w:t>1</w:t>
      </w:r>
      <w:r w:rsidR="00600885">
        <w:rPr>
          <w:rStyle w:val="Referencingstyle"/>
        </w:rPr>
        <w:t>, subsection</w:t>
      </w:r>
      <w:r w:rsidR="007856D5">
        <w:rPr>
          <w:rStyle w:val="Referencingstyle"/>
        </w:rPr>
        <w:t> </w:t>
      </w:r>
      <w:r w:rsidR="00600885">
        <w:rPr>
          <w:rStyle w:val="Referencingstyle"/>
        </w:rPr>
        <w:t>1017E(1A)]</w:t>
      </w:r>
    </w:p>
    <w:p w:rsidR="007F26F1" w:rsidRPr="002B4AFA" w:rsidRDefault="005624C0" w:rsidP="008D51C1">
      <w:pPr>
        <w:pStyle w:val="base-text-paragraph"/>
        <w:numPr>
          <w:ilvl w:val="1"/>
          <w:numId w:val="48"/>
        </w:numPr>
      </w:pPr>
      <w:r>
        <w:t>New retail clients of foreign passport fund products are entitled to a 14</w:t>
      </w:r>
      <w:r w:rsidR="00774BB1">
        <w:t> </w:t>
      </w:r>
      <w:r>
        <w:t>day cooling</w:t>
      </w:r>
      <w:r w:rsidR="0073683B">
        <w:noBreakHyphen/>
      </w:r>
      <w:r>
        <w:t>off period. Th</w:t>
      </w:r>
      <w:r w:rsidR="00B47C96">
        <w:t>e</w:t>
      </w:r>
      <w:r>
        <w:t xml:space="preserve"> cooling</w:t>
      </w:r>
      <w:r w:rsidR="0073683B">
        <w:noBreakHyphen/>
      </w:r>
      <w:r>
        <w:t>off period operates in the same way as for managed investment products</w:t>
      </w:r>
      <w:r w:rsidR="00B47C96">
        <w:t>, even if redemptions are subsequently suspended</w:t>
      </w:r>
      <w:r>
        <w:t>.</w:t>
      </w:r>
      <w:r w:rsidR="00B47C96">
        <w:t xml:space="preserve"> In other words, if redemptions are suspended under section</w:t>
      </w:r>
      <w:r w:rsidR="00A47915">
        <w:t> </w:t>
      </w:r>
      <w:r w:rsidR="00B47C96">
        <w:t>51 of the Passport Rules, new members may still return their product within 14</w:t>
      </w:r>
      <w:r w:rsidR="00774BB1">
        <w:t> </w:t>
      </w:r>
      <w:r w:rsidR="00B47C96">
        <w:t>days.</w:t>
      </w:r>
      <w:r w:rsidR="001779CC">
        <w:t xml:space="preserve"> </w:t>
      </w:r>
      <w:r>
        <w:rPr>
          <w:rStyle w:val="Referencingstyle"/>
        </w:rPr>
        <w:t>[Schedule</w:t>
      </w:r>
      <w:r w:rsidR="001779CC">
        <w:rPr>
          <w:rStyle w:val="Referencingstyle"/>
        </w:rPr>
        <w:t> </w:t>
      </w:r>
      <w:r w:rsidR="00B20A0E">
        <w:rPr>
          <w:rStyle w:val="Referencingstyle"/>
        </w:rPr>
        <w:t>2</w:t>
      </w:r>
      <w:r>
        <w:rPr>
          <w:rStyle w:val="Referencingstyle"/>
        </w:rPr>
        <w:t>, item</w:t>
      </w:r>
      <w:r w:rsidR="00A47915">
        <w:rPr>
          <w:rStyle w:val="Referencingstyle"/>
        </w:rPr>
        <w:t> </w:t>
      </w:r>
      <w:r w:rsidR="00B20A0E">
        <w:rPr>
          <w:rStyle w:val="Referencingstyle"/>
        </w:rPr>
        <w:t>25</w:t>
      </w:r>
      <w:r w:rsidR="0072120B">
        <w:rPr>
          <w:rStyle w:val="Referencingstyle"/>
        </w:rPr>
        <w:t>3</w:t>
      </w:r>
      <w:r>
        <w:rPr>
          <w:rStyle w:val="Referencingstyle"/>
        </w:rPr>
        <w:t>,</w:t>
      </w:r>
      <w:r w:rsidR="00B47C96">
        <w:rPr>
          <w:rStyle w:val="Referencingstyle"/>
        </w:rPr>
        <w:t xml:space="preserve"> </w:t>
      </w:r>
      <w:r w:rsidR="00B20A0E">
        <w:rPr>
          <w:rStyle w:val="Referencingstyle"/>
        </w:rPr>
        <w:t>sub</w:t>
      </w:r>
      <w:r w:rsidR="00B47C96">
        <w:rPr>
          <w:rStyle w:val="Referencingstyle"/>
        </w:rPr>
        <w:t>paragraph</w:t>
      </w:r>
      <w:r w:rsidR="00A47915">
        <w:rPr>
          <w:rStyle w:val="Referencingstyle"/>
        </w:rPr>
        <w:t> </w:t>
      </w:r>
      <w:r w:rsidR="00B20A0E">
        <w:rPr>
          <w:rStyle w:val="Referencingstyle"/>
        </w:rPr>
        <w:t>1019A(1)(a)(</w:t>
      </w:r>
      <w:proofErr w:type="spellStart"/>
      <w:r w:rsidR="00B20A0E">
        <w:rPr>
          <w:rStyle w:val="Referencingstyle"/>
        </w:rPr>
        <w:t>iiia</w:t>
      </w:r>
      <w:proofErr w:type="spellEnd"/>
      <w:r w:rsidR="00B20A0E">
        <w:rPr>
          <w:rStyle w:val="Referencingstyle"/>
        </w:rPr>
        <w:t>)</w:t>
      </w:r>
      <w:r>
        <w:rPr>
          <w:rStyle w:val="Referencingstyle"/>
        </w:rPr>
        <w:t>]</w:t>
      </w:r>
    </w:p>
    <w:p w:rsidR="005624C0" w:rsidRPr="002B4AFA" w:rsidRDefault="005624C0" w:rsidP="008D51C1">
      <w:pPr>
        <w:pStyle w:val="base-text-paragraph"/>
        <w:numPr>
          <w:ilvl w:val="1"/>
          <w:numId w:val="48"/>
        </w:numPr>
      </w:pPr>
      <w:r>
        <w:t>It is appropriate to apply the cooling</w:t>
      </w:r>
      <w:r w:rsidR="00BC5511">
        <w:noBreakHyphen/>
      </w:r>
      <w:r>
        <w:t xml:space="preserve">off provisions to foreign passport fund products </w:t>
      </w:r>
      <w:r w:rsidR="00B47C96">
        <w:t>as this is an aspect of distribution and paragraph</w:t>
      </w:r>
      <w:r w:rsidR="00A47915">
        <w:t> </w:t>
      </w:r>
      <w:r w:rsidR="00B47C96">
        <w:t>2(1)(c) of Annex</w:t>
      </w:r>
      <w:r w:rsidR="00A47915">
        <w:t> </w:t>
      </w:r>
      <w:r w:rsidR="00B47C96">
        <w:t>2 of the MOC allows the host economy to apply its own laws in relation to distribution.</w:t>
      </w:r>
    </w:p>
    <w:p w:rsidR="00B5508F" w:rsidRPr="00524DB8" w:rsidRDefault="000768C5" w:rsidP="008D51C1">
      <w:pPr>
        <w:pStyle w:val="Heading3"/>
      </w:pPr>
      <w:r>
        <w:t>Providing</w:t>
      </w:r>
      <w:r w:rsidR="00B5508F" w:rsidRPr="00524DB8">
        <w:t xml:space="preserve"> </w:t>
      </w:r>
      <w:r w:rsidR="00B5508F" w:rsidRPr="002B2488">
        <w:t xml:space="preserve">reports </w:t>
      </w:r>
      <w:r w:rsidR="00B5508F" w:rsidRPr="00B5508F">
        <w:t xml:space="preserve">and periodic </w:t>
      </w:r>
      <w:r w:rsidR="00B5508F" w:rsidRPr="005C57FD">
        <w:t xml:space="preserve">statements </w:t>
      </w:r>
      <w:r w:rsidR="00B5508F" w:rsidRPr="00524DB8">
        <w:t xml:space="preserve">to </w:t>
      </w:r>
      <w:r w:rsidR="007A210C">
        <w:t xml:space="preserve">Australian </w:t>
      </w:r>
      <w:r w:rsidR="00B5508F" w:rsidRPr="00524DB8">
        <w:t>members</w:t>
      </w:r>
      <w:r w:rsidR="007A210C">
        <w:rPr>
          <w:rStyle w:val="FootnoteReference"/>
        </w:rPr>
        <w:footnoteReference w:id="8"/>
      </w:r>
    </w:p>
    <w:p w:rsidR="00320D89" w:rsidRDefault="003A6D38" w:rsidP="008D51C1">
      <w:pPr>
        <w:pStyle w:val="Heading4"/>
      </w:pPr>
      <w:r>
        <w:t xml:space="preserve">Annual </w:t>
      </w:r>
      <w:r w:rsidR="00320D89" w:rsidRPr="00B5508F">
        <w:t>financial</w:t>
      </w:r>
      <w:r w:rsidR="00320D89">
        <w:t xml:space="preserve"> reports to </w:t>
      </w:r>
      <w:r w:rsidR="009A4345" w:rsidDel="000E7A1D">
        <w:t xml:space="preserve">Australian </w:t>
      </w:r>
      <w:r w:rsidR="00320D89">
        <w:t>members</w:t>
      </w:r>
    </w:p>
    <w:p w:rsidR="00320D89" w:rsidRDefault="00320D89" w:rsidP="008D51C1">
      <w:pPr>
        <w:pStyle w:val="Heading5"/>
      </w:pPr>
      <w:r>
        <w:t>Obligation on the operator</w:t>
      </w:r>
    </w:p>
    <w:p w:rsidR="00320D89" w:rsidRPr="00561B69" w:rsidRDefault="00A16745" w:rsidP="008D51C1">
      <w:pPr>
        <w:pStyle w:val="base-text-paragraph"/>
        <w:numPr>
          <w:ilvl w:val="1"/>
          <w:numId w:val="48"/>
        </w:numPr>
        <w:rPr>
          <w:rStyle w:val="Referencingstyle"/>
          <w:b w:val="0"/>
          <w:i w:val="0"/>
          <w:sz w:val="22"/>
        </w:rPr>
      </w:pPr>
      <w:r>
        <w:t>The operator of a notified foreign passport fund is responsible for the performance of the fund’s obligations under Chapter 2M of the Corporations</w:t>
      </w:r>
      <w:r w:rsidR="001D0CEE">
        <w:t> </w:t>
      </w:r>
      <w:r>
        <w:t xml:space="preserve">Act, including providing copies of the fund’s annual financial report and audit statements to members in this jurisdiction, as well as reporting to ASIC on financial matters. </w:t>
      </w:r>
      <w:r w:rsidR="005275FE">
        <w:rPr>
          <w:rStyle w:val="Referencingstyle"/>
        </w:rPr>
        <w:t>[Schedule 2, i</w:t>
      </w:r>
      <w:r w:rsidR="005275FE" w:rsidRPr="00375F1D">
        <w:rPr>
          <w:rStyle w:val="Referencingstyle"/>
        </w:rPr>
        <w:t>tem</w:t>
      </w:r>
      <w:r w:rsidR="005275FE">
        <w:rPr>
          <w:rStyle w:val="Referencingstyle"/>
        </w:rPr>
        <w:t>s 6</w:t>
      </w:r>
      <w:r w:rsidR="00390C93">
        <w:rPr>
          <w:rStyle w:val="Referencingstyle"/>
        </w:rPr>
        <w:t>5</w:t>
      </w:r>
      <w:r w:rsidR="005275FE">
        <w:rPr>
          <w:rStyle w:val="Referencingstyle"/>
        </w:rPr>
        <w:t xml:space="preserve"> to </w:t>
      </w:r>
      <w:r w:rsidR="00FA1122">
        <w:rPr>
          <w:rStyle w:val="Referencingstyle"/>
        </w:rPr>
        <w:t>68</w:t>
      </w:r>
      <w:r w:rsidR="005275FE" w:rsidRPr="00375F1D">
        <w:rPr>
          <w:rStyle w:val="Referencingstyle"/>
        </w:rPr>
        <w:t>,</w:t>
      </w:r>
      <w:r w:rsidR="00561B69">
        <w:rPr>
          <w:rStyle w:val="Referencingstyle"/>
        </w:rPr>
        <w:t xml:space="preserve"> </w:t>
      </w:r>
      <w:r w:rsidR="00975187">
        <w:rPr>
          <w:rStyle w:val="Referencingstyle"/>
        </w:rPr>
        <w:t xml:space="preserve">heading </w:t>
      </w:r>
      <w:r w:rsidR="00561B69">
        <w:rPr>
          <w:rStyle w:val="Referencingstyle"/>
        </w:rPr>
        <w:t>to subsection 285(1</w:t>
      </w:r>
      <w:r w:rsidR="006173C9">
        <w:rPr>
          <w:rStyle w:val="Referencingstyle"/>
        </w:rPr>
        <w:t>)</w:t>
      </w:r>
      <w:r w:rsidR="00561B69">
        <w:rPr>
          <w:rStyle w:val="Referencingstyle"/>
        </w:rPr>
        <w:t xml:space="preserve"> </w:t>
      </w:r>
      <w:r w:rsidR="006173C9">
        <w:rPr>
          <w:rStyle w:val="Referencingstyle"/>
        </w:rPr>
        <w:t xml:space="preserve">and </w:t>
      </w:r>
      <w:r w:rsidR="00561B69">
        <w:rPr>
          <w:rStyle w:val="Referencingstyle"/>
        </w:rPr>
        <w:t>subsections 285(1A) and (4)</w:t>
      </w:r>
      <w:r w:rsidR="005275FE" w:rsidRPr="00375F1D">
        <w:rPr>
          <w:rStyle w:val="Referencingstyle"/>
        </w:rPr>
        <w:t>]</w:t>
      </w:r>
    </w:p>
    <w:p w:rsidR="001F3EF3" w:rsidRDefault="001F3EF3" w:rsidP="008D51C1">
      <w:pPr>
        <w:pStyle w:val="base-text-paragraph"/>
        <w:numPr>
          <w:ilvl w:val="1"/>
          <w:numId w:val="48"/>
        </w:numPr>
      </w:pPr>
      <w:r w:rsidRPr="001F3EF3">
        <w:t>For the purposes of Chapter</w:t>
      </w:r>
      <w:r>
        <w:t> </w:t>
      </w:r>
      <w:r w:rsidRPr="001F3EF3">
        <w:t xml:space="preserve">2M, debts incurred </w:t>
      </w:r>
      <w:r w:rsidR="00284E98">
        <w:t xml:space="preserve">in operating the </w:t>
      </w:r>
      <w:r w:rsidRPr="001F3EF3">
        <w:t>fund are taken to be debts of the fund.</w:t>
      </w:r>
      <w:r>
        <w:t xml:space="preserve"> </w:t>
      </w:r>
      <w:r>
        <w:rPr>
          <w:rStyle w:val="Referencingstyle"/>
        </w:rPr>
        <w:t>[Schedule 2, i</w:t>
      </w:r>
      <w:r w:rsidRPr="00375F1D">
        <w:rPr>
          <w:rStyle w:val="Referencingstyle"/>
        </w:rPr>
        <w:t>tem</w:t>
      </w:r>
      <w:r>
        <w:rPr>
          <w:rStyle w:val="Referencingstyle"/>
        </w:rPr>
        <w:t> </w:t>
      </w:r>
      <w:r w:rsidR="00FA1122">
        <w:rPr>
          <w:rStyle w:val="Referencingstyle"/>
        </w:rPr>
        <w:t>68</w:t>
      </w:r>
      <w:r w:rsidRPr="00375F1D">
        <w:rPr>
          <w:rStyle w:val="Referencingstyle"/>
        </w:rPr>
        <w:t xml:space="preserve">, </w:t>
      </w:r>
      <w:r>
        <w:rPr>
          <w:rStyle w:val="Referencingstyle"/>
        </w:rPr>
        <w:t>paragraph 285(4)(b)</w:t>
      </w:r>
      <w:r w:rsidRPr="00375F1D">
        <w:rPr>
          <w:rStyle w:val="Referencingstyle"/>
        </w:rPr>
        <w:t>]</w:t>
      </w:r>
    </w:p>
    <w:p w:rsidR="00A16745" w:rsidRDefault="00A16745" w:rsidP="008D51C1">
      <w:pPr>
        <w:pStyle w:val="Heading5"/>
      </w:pPr>
      <w:r>
        <w:t xml:space="preserve">Requirement to provide </w:t>
      </w:r>
      <w:r w:rsidR="00584A0F">
        <w:t>copies of annual financial reports to members</w:t>
      </w:r>
    </w:p>
    <w:p w:rsidR="00584A0F" w:rsidRDefault="008F2594" w:rsidP="008D51C1">
      <w:pPr>
        <w:pStyle w:val="base-text-paragraph"/>
        <w:numPr>
          <w:ilvl w:val="1"/>
          <w:numId w:val="48"/>
        </w:numPr>
      </w:pPr>
      <w:r w:rsidRPr="008F2594">
        <w:t xml:space="preserve">Operators of notified foreign passport funds must provide </w:t>
      </w:r>
      <w:r w:rsidR="005A4DBE" w:rsidDel="000E7A1D">
        <w:t>Australian</w:t>
      </w:r>
      <w:r w:rsidR="00962676">
        <w:t xml:space="preserve"> </w:t>
      </w:r>
      <w:r w:rsidRPr="008F2594">
        <w:t xml:space="preserve">members with a copy of the </w:t>
      </w:r>
      <w:r w:rsidR="000F7C53">
        <w:t>f</w:t>
      </w:r>
      <w:r w:rsidRPr="008F2594">
        <w:t xml:space="preserve">inancial report for the fund </w:t>
      </w:r>
      <w:r w:rsidR="000F7C53">
        <w:t xml:space="preserve">for the financial year </w:t>
      </w:r>
      <w:r w:rsidRPr="008F2594">
        <w:t xml:space="preserve">and </w:t>
      </w:r>
      <w:r w:rsidR="00584A0F">
        <w:t>each</w:t>
      </w:r>
      <w:r w:rsidRPr="008F2594">
        <w:t xml:space="preserve"> auditor’s report </w:t>
      </w:r>
      <w:r w:rsidR="00584A0F">
        <w:t xml:space="preserve">that relates to the </w:t>
      </w:r>
      <w:r w:rsidRPr="008F2594">
        <w:t>financial report</w:t>
      </w:r>
      <w:r w:rsidR="00584A0F">
        <w:t xml:space="preserve">. The copies are to be provided </w:t>
      </w:r>
      <w:r w:rsidR="00584A0F" w:rsidRPr="008F2594">
        <w:t>within three</w:t>
      </w:r>
      <w:r w:rsidR="00584A0F">
        <w:t> </w:t>
      </w:r>
      <w:r w:rsidR="00584A0F" w:rsidRPr="008F2594">
        <w:t xml:space="preserve">months after the end of the financial </w:t>
      </w:r>
      <w:r w:rsidR="00584A0F">
        <w:t>year</w:t>
      </w:r>
      <w:r w:rsidR="00025DC7">
        <w:t xml:space="preserve"> and the operator is taken to have complied with this once they have met all the necessary requirements</w:t>
      </w:r>
      <w:r w:rsidR="00584A0F" w:rsidRPr="008F2594">
        <w:t>.</w:t>
      </w:r>
      <w:r w:rsidR="00584A0F" w:rsidRPr="00584A0F">
        <w:t xml:space="preserve"> </w:t>
      </w:r>
      <w:r w:rsidR="00584A0F">
        <w:t xml:space="preserve">This replicates the existing law in relation to </w:t>
      </w:r>
      <w:proofErr w:type="spellStart"/>
      <w:r w:rsidR="00584A0F">
        <w:t>MISs.</w:t>
      </w:r>
      <w:proofErr w:type="spellEnd"/>
      <w:r w:rsidR="00584A0F">
        <w:t xml:space="preserve"> </w:t>
      </w:r>
      <w:r w:rsidR="00584A0F" w:rsidRPr="00A044BA">
        <w:rPr>
          <w:rStyle w:val="Referencingstyle"/>
        </w:rPr>
        <w:t>[Schedule</w:t>
      </w:r>
      <w:r w:rsidR="00584A0F">
        <w:rPr>
          <w:rStyle w:val="Referencingstyle"/>
        </w:rPr>
        <w:t> 2</w:t>
      </w:r>
      <w:r w:rsidR="00584A0F" w:rsidRPr="00A044BA">
        <w:rPr>
          <w:rStyle w:val="Referencingstyle"/>
        </w:rPr>
        <w:t>, item</w:t>
      </w:r>
      <w:r w:rsidR="00584A0F">
        <w:rPr>
          <w:rStyle w:val="Referencingstyle"/>
        </w:rPr>
        <w:t>s </w:t>
      </w:r>
      <w:r w:rsidR="00FA1122">
        <w:rPr>
          <w:rStyle w:val="Referencingstyle"/>
        </w:rPr>
        <w:t>69</w:t>
      </w:r>
      <w:r w:rsidR="00584A0F">
        <w:rPr>
          <w:rStyle w:val="Referencingstyle"/>
        </w:rPr>
        <w:t xml:space="preserve"> </w:t>
      </w:r>
      <w:r w:rsidR="00025DC7">
        <w:rPr>
          <w:rStyle w:val="Referencingstyle"/>
        </w:rPr>
        <w:t>to </w:t>
      </w:r>
      <w:r w:rsidR="00FA1122">
        <w:rPr>
          <w:rStyle w:val="Referencingstyle"/>
        </w:rPr>
        <w:t>7</w:t>
      </w:r>
      <w:r w:rsidR="00025DC7">
        <w:rPr>
          <w:rStyle w:val="Referencingstyle"/>
        </w:rPr>
        <w:t>3</w:t>
      </w:r>
      <w:r w:rsidR="00584A0F" w:rsidRPr="00A044BA">
        <w:rPr>
          <w:rStyle w:val="Referencingstyle"/>
        </w:rPr>
        <w:t>,</w:t>
      </w:r>
      <w:r w:rsidR="00584A0F">
        <w:rPr>
          <w:rStyle w:val="Referencingstyle"/>
        </w:rPr>
        <w:t xml:space="preserve"> </w:t>
      </w:r>
      <w:r w:rsidR="00237A8F">
        <w:rPr>
          <w:rStyle w:val="Referencingstyle"/>
        </w:rPr>
        <w:t xml:space="preserve">heading </w:t>
      </w:r>
      <w:r w:rsidR="00584A0F">
        <w:rPr>
          <w:rStyle w:val="Referencingstyle"/>
        </w:rPr>
        <w:t xml:space="preserve">to section 314 and </w:t>
      </w:r>
      <w:r w:rsidR="00584A0F" w:rsidRPr="00A044BA">
        <w:rPr>
          <w:rStyle w:val="Referencingstyle"/>
        </w:rPr>
        <w:t>s</w:t>
      </w:r>
      <w:r w:rsidR="00584A0F">
        <w:rPr>
          <w:rStyle w:val="Referencingstyle"/>
        </w:rPr>
        <w:t>ubs</w:t>
      </w:r>
      <w:r w:rsidR="00584A0F" w:rsidRPr="00A044BA">
        <w:rPr>
          <w:rStyle w:val="Referencingstyle"/>
        </w:rPr>
        <w:t>ections</w:t>
      </w:r>
      <w:r w:rsidR="00584A0F">
        <w:rPr>
          <w:rStyle w:val="Referencingstyle"/>
        </w:rPr>
        <w:t> 314A(1) and 315(3</w:t>
      </w:r>
      <w:r w:rsidR="00261A7F">
        <w:rPr>
          <w:rStyle w:val="Referencingstyle"/>
        </w:rPr>
        <w:t>A</w:t>
      </w:r>
      <w:r w:rsidR="00584A0F">
        <w:rPr>
          <w:rStyle w:val="Referencingstyle"/>
        </w:rPr>
        <w:t>)</w:t>
      </w:r>
      <w:r w:rsidR="00025DC7">
        <w:rPr>
          <w:rStyle w:val="Referencingstyle"/>
        </w:rPr>
        <w:t xml:space="preserve"> and (6</w:t>
      </w:r>
      <w:r w:rsidR="00584A0F">
        <w:rPr>
          <w:rStyle w:val="Referencingstyle"/>
        </w:rPr>
        <w:t>)</w:t>
      </w:r>
      <w:r w:rsidR="00584A0F" w:rsidRPr="00A044BA">
        <w:rPr>
          <w:rStyle w:val="Referencingstyle"/>
        </w:rPr>
        <w:t>]</w:t>
      </w:r>
    </w:p>
    <w:p w:rsidR="00584A0F" w:rsidRDefault="00584A0F" w:rsidP="008D51C1">
      <w:pPr>
        <w:pStyle w:val="base-text-paragraph"/>
        <w:numPr>
          <w:ilvl w:val="1"/>
          <w:numId w:val="48"/>
        </w:numPr>
      </w:pPr>
      <w:r>
        <w:t>The financial report is prepared in accordance with the financial reporting requirements that apply to the fund in its home economy under the Passport Rules.</w:t>
      </w:r>
      <w:r w:rsidR="00140E64">
        <w:t xml:space="preserve"> </w:t>
      </w:r>
      <w:r w:rsidR="00140E64">
        <w:rPr>
          <w:rStyle w:val="Referencingstyle"/>
        </w:rPr>
        <w:t>[Schedule 2, i</w:t>
      </w:r>
      <w:r w:rsidR="00140E64" w:rsidRPr="00375F1D">
        <w:rPr>
          <w:rStyle w:val="Referencingstyle"/>
        </w:rPr>
        <w:t>tem</w:t>
      </w:r>
      <w:r w:rsidR="00140E64">
        <w:rPr>
          <w:rStyle w:val="Referencingstyle"/>
        </w:rPr>
        <w:t> 7</w:t>
      </w:r>
      <w:r w:rsidR="00FA1122">
        <w:rPr>
          <w:rStyle w:val="Referencingstyle"/>
        </w:rPr>
        <w:t>1</w:t>
      </w:r>
      <w:r w:rsidR="00140E64" w:rsidRPr="00375F1D">
        <w:rPr>
          <w:rStyle w:val="Referencingstyle"/>
        </w:rPr>
        <w:t xml:space="preserve">, </w:t>
      </w:r>
      <w:r w:rsidR="00140E64">
        <w:rPr>
          <w:rStyle w:val="Referencingstyle"/>
        </w:rPr>
        <w:t>paragraph </w:t>
      </w:r>
      <w:r w:rsidR="00140E64" w:rsidRPr="006173C9">
        <w:rPr>
          <w:rStyle w:val="Referencingstyle"/>
        </w:rPr>
        <w:t>314</w:t>
      </w:r>
      <w:r w:rsidR="00140E64" w:rsidRPr="00FD3A0A">
        <w:rPr>
          <w:rStyle w:val="Referencingstyle"/>
        </w:rPr>
        <w:t>A</w:t>
      </w:r>
      <w:r w:rsidR="00140E64" w:rsidRPr="006173C9">
        <w:rPr>
          <w:rStyle w:val="Referencingstyle"/>
        </w:rPr>
        <w:t>(</w:t>
      </w:r>
      <w:r w:rsidR="00261A7F" w:rsidRPr="006173C9">
        <w:rPr>
          <w:rStyle w:val="Referencingstyle"/>
        </w:rPr>
        <w:t>1)</w:t>
      </w:r>
      <w:r w:rsidR="00140E64" w:rsidRPr="00FD3A0A">
        <w:rPr>
          <w:rStyle w:val="Referencingstyle"/>
        </w:rPr>
        <w:t>(a)</w:t>
      </w:r>
      <w:r w:rsidR="00140E64" w:rsidRPr="00375F1D">
        <w:rPr>
          <w:rStyle w:val="Referencingstyle"/>
        </w:rPr>
        <w:t>]</w:t>
      </w:r>
    </w:p>
    <w:p w:rsidR="00584A0F" w:rsidRPr="00E37928" w:rsidRDefault="00584A0F" w:rsidP="008D51C1">
      <w:pPr>
        <w:pStyle w:val="base-text-paragraph"/>
        <w:numPr>
          <w:ilvl w:val="1"/>
          <w:numId w:val="48"/>
        </w:numPr>
        <w:rPr>
          <w:rStyle w:val="Referencingstyle"/>
          <w:b w:val="0"/>
          <w:i w:val="0"/>
          <w:sz w:val="22"/>
        </w:rPr>
      </w:pPr>
      <w:r>
        <w:t>For a notified foreign passport fund, the financial year is</w:t>
      </w:r>
      <w:r w:rsidR="00140E64">
        <w:t xml:space="preserve"> a 12 month period in relation to which the operator must prepare a report for the fund its home economy under the Passport Rules</w:t>
      </w:r>
      <w:r>
        <w:t>.</w:t>
      </w:r>
      <w:r w:rsidR="00140E64">
        <w:t xml:space="preserve"> This may be</w:t>
      </w:r>
      <w:r w:rsidR="00140E64" w:rsidDel="00901F18">
        <w:t xml:space="preserve"> </w:t>
      </w:r>
      <w:r w:rsidR="00140E64">
        <w:t xml:space="preserve">either a shorter or longer period than 12 months if an exception under the home economy law </w:t>
      </w:r>
      <w:r w:rsidR="00901F18">
        <w:t xml:space="preserve">of the fund </w:t>
      </w:r>
      <w:r w:rsidR="00140E64">
        <w:t>allows for this.</w:t>
      </w:r>
      <w:r w:rsidR="000F3C52">
        <w:t xml:space="preserve"> </w:t>
      </w:r>
      <w:r w:rsidR="00140E64">
        <w:rPr>
          <w:rStyle w:val="Referencingstyle"/>
        </w:rPr>
        <w:t>[Schedule 2, i</w:t>
      </w:r>
      <w:r w:rsidR="00140E64" w:rsidRPr="00375F1D">
        <w:rPr>
          <w:rStyle w:val="Referencingstyle"/>
        </w:rPr>
        <w:t>tem</w:t>
      </w:r>
      <w:r w:rsidR="006F44A8">
        <w:rPr>
          <w:rStyle w:val="Referencingstyle"/>
        </w:rPr>
        <w:t>s 16 and</w:t>
      </w:r>
      <w:r w:rsidR="00140E64">
        <w:rPr>
          <w:rStyle w:val="Referencingstyle"/>
        </w:rPr>
        <w:t> </w:t>
      </w:r>
      <w:r w:rsidR="0073524A">
        <w:rPr>
          <w:rStyle w:val="Referencingstyle"/>
        </w:rPr>
        <w:t>89</w:t>
      </w:r>
      <w:r w:rsidR="00140E64" w:rsidRPr="00375F1D">
        <w:rPr>
          <w:rStyle w:val="Referencingstyle"/>
        </w:rPr>
        <w:t>, section</w:t>
      </w:r>
      <w:r w:rsidR="00140E64">
        <w:rPr>
          <w:rStyle w:val="Referencingstyle"/>
        </w:rPr>
        <w:t> </w:t>
      </w:r>
      <w:r w:rsidR="006F44A8">
        <w:rPr>
          <w:rStyle w:val="Referencingstyle"/>
        </w:rPr>
        <w:t xml:space="preserve">9 definition of ‘financial year’ and section </w:t>
      </w:r>
      <w:r w:rsidR="00140E64">
        <w:rPr>
          <w:rStyle w:val="Referencingstyle"/>
        </w:rPr>
        <w:t>323DAA</w:t>
      </w:r>
      <w:r w:rsidR="00140E64" w:rsidRPr="00375F1D">
        <w:rPr>
          <w:rStyle w:val="Referencingstyle"/>
        </w:rPr>
        <w:t>]</w:t>
      </w:r>
    </w:p>
    <w:p w:rsidR="00E37928" w:rsidRDefault="00E37928" w:rsidP="008D51C1">
      <w:pPr>
        <w:pStyle w:val="base-text-paragraph"/>
        <w:numPr>
          <w:ilvl w:val="1"/>
          <w:numId w:val="48"/>
        </w:numPr>
      </w:pPr>
      <w:r>
        <w:t xml:space="preserve">An example of when a shorter period or longer period may apply is when a fund is established </w:t>
      </w:r>
      <w:r w:rsidR="000768C5">
        <w:t>part</w:t>
      </w:r>
      <w:r w:rsidR="00BC5511">
        <w:noBreakHyphen/>
      </w:r>
      <w:r w:rsidR="000768C5">
        <w:t xml:space="preserve">way through a </w:t>
      </w:r>
      <w:r>
        <w:t>financial year.</w:t>
      </w:r>
    </w:p>
    <w:p w:rsidR="00EA3F71" w:rsidRPr="00E37928" w:rsidRDefault="00EA3F71" w:rsidP="008D51C1">
      <w:pPr>
        <w:pStyle w:val="base-text-paragraph"/>
        <w:numPr>
          <w:ilvl w:val="1"/>
          <w:numId w:val="48"/>
        </w:numPr>
        <w:rPr>
          <w:rStyle w:val="Referencingstyle"/>
          <w:b w:val="0"/>
          <w:i w:val="0"/>
          <w:sz w:val="22"/>
        </w:rPr>
      </w:pPr>
      <w:r>
        <w:rPr>
          <w:rStyle w:val="Referencingstyle"/>
          <w:b w:val="0"/>
          <w:i w:val="0"/>
          <w:sz w:val="22"/>
        </w:rPr>
        <w:t xml:space="preserve">A amendment is made to clarify that </w:t>
      </w:r>
      <w:r w:rsidR="00922706">
        <w:rPr>
          <w:rStyle w:val="Referencingstyle"/>
          <w:b w:val="0"/>
          <w:i w:val="0"/>
          <w:sz w:val="22"/>
        </w:rPr>
        <w:t>section</w:t>
      </w:r>
      <w:r w:rsidR="00F84F7C">
        <w:rPr>
          <w:rStyle w:val="Referencingstyle"/>
          <w:b w:val="0"/>
          <w:i w:val="0"/>
          <w:sz w:val="22"/>
        </w:rPr>
        <w:t> </w:t>
      </w:r>
      <w:r w:rsidR="00922706">
        <w:rPr>
          <w:rStyle w:val="Referencingstyle"/>
          <w:b w:val="0"/>
          <w:i w:val="0"/>
          <w:sz w:val="22"/>
        </w:rPr>
        <w:t>323D, which covers f</w:t>
      </w:r>
      <w:r w:rsidR="00922706" w:rsidRPr="00922706">
        <w:rPr>
          <w:rStyle w:val="Referencingstyle"/>
          <w:b w:val="0"/>
          <w:i w:val="0"/>
          <w:sz w:val="22"/>
        </w:rPr>
        <w:t>inancial years and half</w:t>
      </w:r>
      <w:r w:rsidR="006173C9">
        <w:rPr>
          <w:rStyle w:val="Referencingstyle"/>
          <w:b w:val="0"/>
          <w:i w:val="0"/>
          <w:sz w:val="22"/>
        </w:rPr>
        <w:noBreakHyphen/>
      </w:r>
      <w:r w:rsidR="00922706" w:rsidRPr="00922706">
        <w:rPr>
          <w:rStyle w:val="Referencingstyle"/>
          <w:b w:val="0"/>
          <w:i w:val="0"/>
          <w:sz w:val="22"/>
        </w:rPr>
        <w:t>years</w:t>
      </w:r>
      <w:r w:rsidR="00922706">
        <w:rPr>
          <w:rStyle w:val="Referencingstyle"/>
          <w:b w:val="0"/>
          <w:i w:val="0"/>
          <w:sz w:val="22"/>
        </w:rPr>
        <w:t>, refers to</w:t>
      </w:r>
      <w:r w:rsidR="00922706" w:rsidRPr="00922706">
        <w:rPr>
          <w:rStyle w:val="Referencingstyle"/>
          <w:b w:val="0"/>
          <w:i w:val="0"/>
          <w:sz w:val="22"/>
        </w:rPr>
        <w:t xml:space="preserve"> </w:t>
      </w:r>
      <w:r w:rsidR="00922706">
        <w:rPr>
          <w:rStyle w:val="Referencingstyle"/>
          <w:b w:val="0"/>
          <w:i w:val="0"/>
          <w:sz w:val="22"/>
        </w:rPr>
        <w:t>financial years and half</w:t>
      </w:r>
      <w:r w:rsidR="006173C9">
        <w:rPr>
          <w:rStyle w:val="Referencingstyle"/>
          <w:b w:val="0"/>
          <w:i w:val="0"/>
          <w:sz w:val="22"/>
        </w:rPr>
        <w:noBreakHyphen/>
      </w:r>
      <w:r w:rsidR="00922706">
        <w:rPr>
          <w:rStyle w:val="Referencingstyle"/>
          <w:b w:val="0"/>
          <w:i w:val="0"/>
          <w:sz w:val="22"/>
        </w:rPr>
        <w:t xml:space="preserve">years for </w:t>
      </w:r>
      <w:r w:rsidR="00922706" w:rsidRPr="00922706">
        <w:rPr>
          <w:rStyle w:val="Referencingstyle"/>
          <w:b w:val="0"/>
          <w:i w:val="0"/>
          <w:sz w:val="22"/>
        </w:rPr>
        <w:t>companies, registered schemes and disclosing entities</w:t>
      </w:r>
      <w:r w:rsidR="00922706">
        <w:rPr>
          <w:rStyle w:val="Referencingstyle"/>
          <w:b w:val="0"/>
          <w:i w:val="0"/>
          <w:sz w:val="22"/>
        </w:rPr>
        <w:t xml:space="preserve">. </w:t>
      </w:r>
      <w:r w:rsidR="00922706">
        <w:rPr>
          <w:rStyle w:val="Referencingstyle"/>
        </w:rPr>
        <w:t>[Schedule 2, i</w:t>
      </w:r>
      <w:r w:rsidR="00922706" w:rsidRPr="00375F1D">
        <w:rPr>
          <w:rStyle w:val="Referencingstyle"/>
        </w:rPr>
        <w:t>tem</w:t>
      </w:r>
      <w:r w:rsidR="00922706">
        <w:rPr>
          <w:rStyle w:val="Referencingstyle"/>
        </w:rPr>
        <w:t> 88</w:t>
      </w:r>
      <w:r w:rsidR="00922706" w:rsidRPr="00375F1D">
        <w:rPr>
          <w:rStyle w:val="Referencingstyle"/>
        </w:rPr>
        <w:t xml:space="preserve">, </w:t>
      </w:r>
      <w:r w:rsidR="00922706">
        <w:rPr>
          <w:rStyle w:val="Referencingstyle"/>
        </w:rPr>
        <w:t xml:space="preserve">heading </w:t>
      </w:r>
      <w:r w:rsidR="006173C9">
        <w:rPr>
          <w:rStyle w:val="Referencingstyle"/>
        </w:rPr>
        <w:t>to</w:t>
      </w:r>
      <w:r w:rsidR="00922706">
        <w:rPr>
          <w:rStyle w:val="Referencingstyle"/>
        </w:rPr>
        <w:t xml:space="preserve"> </w:t>
      </w:r>
      <w:r w:rsidR="00922706" w:rsidRPr="00375F1D">
        <w:rPr>
          <w:rStyle w:val="Referencingstyle"/>
        </w:rPr>
        <w:t>section</w:t>
      </w:r>
      <w:r w:rsidR="00922706">
        <w:rPr>
          <w:rStyle w:val="Referencingstyle"/>
        </w:rPr>
        <w:t> 323D</w:t>
      </w:r>
      <w:r w:rsidR="00922706" w:rsidRPr="00375F1D">
        <w:rPr>
          <w:rStyle w:val="Referencingstyle"/>
        </w:rPr>
        <w:t>]</w:t>
      </w:r>
    </w:p>
    <w:p w:rsidR="00147FCC" w:rsidRPr="00175471" w:rsidRDefault="00147FCC" w:rsidP="008D51C1">
      <w:pPr>
        <w:pStyle w:val="Heading5"/>
      </w:pPr>
      <w:r w:rsidRPr="00175471">
        <w:t>How a report may be provided</w:t>
      </w:r>
    </w:p>
    <w:p w:rsidR="00147FCC" w:rsidRPr="00B520DF" w:rsidRDefault="005556EB" w:rsidP="008D51C1">
      <w:pPr>
        <w:pStyle w:val="base-text-paragraph"/>
        <w:numPr>
          <w:ilvl w:val="1"/>
          <w:numId w:val="48"/>
        </w:numPr>
        <w:rPr>
          <w:rStyle w:val="Referencingstyle"/>
          <w:b w:val="0"/>
          <w:i w:val="0"/>
          <w:sz w:val="22"/>
        </w:rPr>
      </w:pPr>
      <w:r w:rsidRPr="00175471">
        <w:t>I</w:t>
      </w:r>
      <w:r w:rsidR="00147FCC" w:rsidRPr="00175471">
        <w:t>f a</w:t>
      </w:r>
      <w:r w:rsidR="00962676">
        <w:t>n</w:t>
      </w:r>
      <w:r w:rsidR="005A4DBE" w:rsidDel="000E7A1D">
        <w:t xml:space="preserve"> Australian</w:t>
      </w:r>
      <w:r w:rsidR="00147FCC" w:rsidRPr="00175471" w:rsidDel="000E7A1D">
        <w:t xml:space="preserve"> </w:t>
      </w:r>
      <w:r w:rsidR="00147FCC" w:rsidRPr="00175471">
        <w:t>member</w:t>
      </w:r>
      <w:r w:rsidR="000E7A1D">
        <w:t xml:space="preserve"> </w:t>
      </w:r>
      <w:r w:rsidR="00147FCC" w:rsidRPr="00175471">
        <w:t xml:space="preserve">has </w:t>
      </w:r>
      <w:r w:rsidRPr="00175471">
        <w:t>made an election to have the reports sent</w:t>
      </w:r>
      <w:r w:rsidR="00147FCC" w:rsidRPr="00175471">
        <w:t xml:space="preserve"> to </w:t>
      </w:r>
      <w:r w:rsidRPr="00175471">
        <w:t>them in a particular</w:t>
      </w:r>
      <w:r w:rsidR="00175471" w:rsidRPr="00175471">
        <w:t xml:space="preserve"> manner</w:t>
      </w:r>
      <w:r w:rsidRPr="00175471">
        <w:t>, that is</w:t>
      </w:r>
      <w:r w:rsidR="00175471">
        <w:t>,</w:t>
      </w:r>
      <w:r w:rsidRPr="00175471">
        <w:t xml:space="preserve"> </w:t>
      </w:r>
      <w:r w:rsidR="000768C5">
        <w:t xml:space="preserve">in </w:t>
      </w:r>
      <w:r w:rsidRPr="00175471">
        <w:t xml:space="preserve">hard copy or </w:t>
      </w:r>
      <w:r w:rsidR="00147FCC" w:rsidRPr="00175471">
        <w:t xml:space="preserve">electronically, </w:t>
      </w:r>
      <w:r w:rsidRPr="00175471">
        <w:t xml:space="preserve">the operator of the fund </w:t>
      </w:r>
      <w:r w:rsidR="000768C5">
        <w:t>must</w:t>
      </w:r>
      <w:r w:rsidRPr="00175471">
        <w:t xml:space="preserve"> provide the report in the manner specified in the election.</w:t>
      </w:r>
      <w:r w:rsidR="00147FCC" w:rsidRPr="00175471">
        <w:t xml:space="preserve"> The operator must at least once directly write to each </w:t>
      </w:r>
      <w:r w:rsidR="005A4DBE" w:rsidDel="000E7A1D">
        <w:t xml:space="preserve">Australian </w:t>
      </w:r>
      <w:r w:rsidR="00147FCC" w:rsidRPr="00175471">
        <w:t>member notifying the member that they may elect to receive free of charge</w:t>
      </w:r>
      <w:r w:rsidR="00175471" w:rsidRPr="00175471">
        <w:t>, either</w:t>
      </w:r>
      <w:r w:rsidR="00147FCC" w:rsidRPr="00175471">
        <w:t xml:space="preserve"> a hard copy </w:t>
      </w:r>
      <w:r w:rsidR="000768C5" w:rsidRPr="00175471">
        <w:t xml:space="preserve">or an electronic copy </w:t>
      </w:r>
      <w:r w:rsidR="00147FCC" w:rsidRPr="00175471">
        <w:t xml:space="preserve">of the reports </w:t>
      </w:r>
      <w:r w:rsidR="00175471" w:rsidRPr="00175471">
        <w:t xml:space="preserve">for each financial year </w:t>
      </w:r>
      <w:r w:rsidR="00147FCC" w:rsidRPr="00175471">
        <w:t>and that</w:t>
      </w:r>
      <w:r w:rsidR="000768C5">
        <w:t xml:space="preserve">, </w:t>
      </w:r>
      <w:r w:rsidR="00147FCC" w:rsidRPr="00175471">
        <w:t xml:space="preserve">if they do not make such an election, </w:t>
      </w:r>
      <w:r w:rsidR="00175471" w:rsidRPr="00175471">
        <w:t xml:space="preserve">the member may access the reports on a specified website. </w:t>
      </w:r>
      <w:r w:rsidR="00175471">
        <w:t>An election will be treated as a standing election for each later financial year until the member changes their election.</w:t>
      </w:r>
      <w:r w:rsidR="00175471" w:rsidRPr="00175471">
        <w:t xml:space="preserve"> </w:t>
      </w:r>
      <w:r w:rsidR="00175471">
        <w:t xml:space="preserve">Where the operator is required to send the reports either in hardcopy or electronically, </w:t>
      </w:r>
      <w:r w:rsidR="00175471" w:rsidDel="000E7A1D">
        <w:t>a</w:t>
      </w:r>
      <w:r w:rsidR="005A4DBE" w:rsidDel="000E7A1D">
        <w:t>n Australian</w:t>
      </w:r>
      <w:r w:rsidR="00175471">
        <w:t xml:space="preserve"> member of the fund</w:t>
      </w:r>
      <w:r w:rsidR="000E7A1D">
        <w:t xml:space="preserve"> </w:t>
      </w:r>
      <w:r w:rsidR="00175471">
        <w:t xml:space="preserve">may request the operator to not send one or more of the required reports either for a particular financial year or on an ongoing basis. </w:t>
      </w:r>
      <w:r w:rsidR="00175471">
        <w:rPr>
          <w:rStyle w:val="Referencingstyle"/>
        </w:rPr>
        <w:t>[Schedule 2, i</w:t>
      </w:r>
      <w:r w:rsidR="00175471" w:rsidRPr="00375F1D">
        <w:rPr>
          <w:rStyle w:val="Referencingstyle"/>
        </w:rPr>
        <w:t>tem</w:t>
      </w:r>
      <w:r w:rsidR="00D81943">
        <w:rPr>
          <w:rStyle w:val="Referencingstyle"/>
        </w:rPr>
        <w:t>s</w:t>
      </w:r>
      <w:r w:rsidR="0062654B">
        <w:rPr>
          <w:rStyle w:val="Referencingstyle"/>
        </w:rPr>
        <w:t> 7</w:t>
      </w:r>
      <w:r w:rsidR="004E066A">
        <w:rPr>
          <w:rStyle w:val="Referencingstyle"/>
        </w:rPr>
        <w:t>1</w:t>
      </w:r>
      <w:r w:rsidR="0062654B">
        <w:rPr>
          <w:rStyle w:val="Referencingstyle"/>
        </w:rPr>
        <w:t xml:space="preserve"> and 7</w:t>
      </w:r>
      <w:r w:rsidR="00D54D5C">
        <w:rPr>
          <w:rStyle w:val="Referencingstyle"/>
        </w:rPr>
        <w:t>4</w:t>
      </w:r>
      <w:r w:rsidR="0062654B">
        <w:rPr>
          <w:rStyle w:val="Referencingstyle"/>
        </w:rPr>
        <w:t xml:space="preserve"> to 7</w:t>
      </w:r>
      <w:r w:rsidR="00D54D5C">
        <w:rPr>
          <w:rStyle w:val="Referencingstyle"/>
        </w:rPr>
        <w:t>6</w:t>
      </w:r>
      <w:r w:rsidR="00175471" w:rsidRPr="00375F1D">
        <w:rPr>
          <w:rStyle w:val="Referencingstyle"/>
        </w:rPr>
        <w:t xml:space="preserve">, </w:t>
      </w:r>
      <w:r w:rsidR="00D81943">
        <w:rPr>
          <w:rStyle w:val="Referencingstyle"/>
        </w:rPr>
        <w:t>sub</w:t>
      </w:r>
      <w:r w:rsidR="00175471" w:rsidRPr="00375F1D">
        <w:rPr>
          <w:rStyle w:val="Referencingstyle"/>
        </w:rPr>
        <w:t>sections</w:t>
      </w:r>
      <w:r w:rsidR="0062654B">
        <w:rPr>
          <w:rStyle w:val="Referencingstyle"/>
        </w:rPr>
        <w:t> 314A(2) to</w:t>
      </w:r>
      <w:r w:rsidR="00D81943">
        <w:rPr>
          <w:rStyle w:val="Referencingstyle"/>
        </w:rPr>
        <w:t> </w:t>
      </w:r>
      <w:r w:rsidR="0062654B">
        <w:rPr>
          <w:rStyle w:val="Referencingstyle"/>
        </w:rPr>
        <w:t xml:space="preserve">(6), </w:t>
      </w:r>
      <w:r w:rsidR="00BC5511">
        <w:rPr>
          <w:rStyle w:val="Referencingstyle"/>
        </w:rPr>
        <w:t>h</w:t>
      </w:r>
      <w:r w:rsidR="0062654B">
        <w:rPr>
          <w:rStyle w:val="Referencingstyle"/>
        </w:rPr>
        <w:t>eading to section 316, and section 316AA</w:t>
      </w:r>
      <w:r w:rsidR="00175471" w:rsidRPr="00375F1D">
        <w:rPr>
          <w:rStyle w:val="Referencingstyle"/>
        </w:rPr>
        <w:t>]</w:t>
      </w:r>
    </w:p>
    <w:p w:rsidR="00B520DF" w:rsidRPr="00175471" w:rsidRDefault="00B520DF" w:rsidP="008D51C1">
      <w:pPr>
        <w:pStyle w:val="base-text-paragraph"/>
        <w:numPr>
          <w:ilvl w:val="1"/>
          <w:numId w:val="48"/>
        </w:numPr>
      </w:pPr>
      <w:r>
        <w:t xml:space="preserve">Note that </w:t>
      </w:r>
      <w:r w:rsidR="004B0CF7">
        <w:t>paragraph 9(1</w:t>
      </w:r>
      <w:r w:rsidR="004B0CF7" w:rsidRPr="004B0CF7">
        <w:t xml:space="preserve">)(d) of the </w:t>
      </w:r>
      <w:r w:rsidR="004B0CF7">
        <w:rPr>
          <w:i/>
        </w:rPr>
        <w:t>Electronic Transactions Act</w:t>
      </w:r>
      <w:r w:rsidR="00CE1F43">
        <w:rPr>
          <w:i/>
        </w:rPr>
        <w:t> </w:t>
      </w:r>
      <w:r w:rsidR="004B0CF7" w:rsidRPr="00CE1F43">
        <w:rPr>
          <w:i/>
        </w:rPr>
        <w:t>1999</w:t>
      </w:r>
      <w:r w:rsidR="004B0CF7" w:rsidRPr="004B0CF7">
        <w:t xml:space="preserve"> </w:t>
      </w:r>
      <w:r w:rsidR="008A1DF4">
        <w:t xml:space="preserve">also </w:t>
      </w:r>
      <w:r w:rsidR="004B0CF7" w:rsidRPr="004B0CF7">
        <w:t xml:space="preserve">provides that information that is </w:t>
      </w:r>
      <w:r w:rsidR="004B0CF7">
        <w:t xml:space="preserve">required to be given to a person </w:t>
      </w:r>
      <w:r w:rsidR="004B0CF7" w:rsidRPr="004B0CF7">
        <w:t xml:space="preserve">who is neither a Commonwealth entity nor a person acting on behalf of a Commonwealth entity may be given by electronic means if the person to whom the information is </w:t>
      </w:r>
      <w:r w:rsidR="004B0CF7">
        <w:t>required</w:t>
      </w:r>
      <w:r w:rsidR="004B0CF7" w:rsidRPr="004B0CF7">
        <w:t xml:space="preserve"> to be given consents to the information being given by way of electronic communication</w:t>
      </w:r>
      <w:r w:rsidR="004B0CF7">
        <w:t xml:space="preserve">. However the </w:t>
      </w:r>
      <w:r w:rsidR="004B0CF7" w:rsidRPr="004B0CF7">
        <w:t xml:space="preserve">detailed and prescriptive nature of section 314A, </w:t>
      </w:r>
      <w:r w:rsidR="004B0CF7">
        <w:t xml:space="preserve">which is modelled on the existing section 314 applicable to managed investment schemes, implies that </w:t>
      </w:r>
      <w:r w:rsidR="004B0CF7" w:rsidRPr="004B0CF7">
        <w:t xml:space="preserve">electronic communication of the annual financial reports is intended to be dealt with only by that section, rather than under the </w:t>
      </w:r>
      <w:r w:rsidR="004B0CF7" w:rsidRPr="00CE1F43">
        <w:rPr>
          <w:i/>
        </w:rPr>
        <w:t>Electronic Transactions Act 1999</w:t>
      </w:r>
      <w:r w:rsidR="004B0CF7">
        <w:t xml:space="preserve">. </w:t>
      </w:r>
    </w:p>
    <w:p w:rsidR="00A16745" w:rsidRPr="0062654B" w:rsidRDefault="0062654B" w:rsidP="008D51C1">
      <w:pPr>
        <w:pStyle w:val="base-text-paragraph"/>
        <w:numPr>
          <w:ilvl w:val="1"/>
          <w:numId w:val="48"/>
        </w:numPr>
        <w:rPr>
          <w:rStyle w:val="Referencingstyle"/>
          <w:b w:val="0"/>
          <w:i w:val="0"/>
          <w:sz w:val="22"/>
        </w:rPr>
      </w:pPr>
      <w:r w:rsidRPr="0062654B">
        <w:t>The default language for copies of reports is English. However, when making an election</w:t>
      </w:r>
      <w:r w:rsidR="00C108F3">
        <w:t>,</w:t>
      </w:r>
      <w:r w:rsidRPr="0062654B">
        <w:t xml:space="preserve"> </w:t>
      </w:r>
      <w:r w:rsidR="00E37928" w:rsidRPr="0062654B">
        <w:t>a member</w:t>
      </w:r>
      <w:r w:rsidR="00C108F3">
        <w:t xml:space="preserve"> </w:t>
      </w:r>
      <w:r w:rsidRPr="0062654B">
        <w:t xml:space="preserve">may elect </w:t>
      </w:r>
      <w:r w:rsidR="000768C5">
        <w:t xml:space="preserve">instead </w:t>
      </w:r>
      <w:r w:rsidRPr="0062654B">
        <w:t>to receive the copies in an official language of the home economy of the fund</w:t>
      </w:r>
      <w:r w:rsidR="008F2594" w:rsidRPr="0062654B">
        <w:t>.</w:t>
      </w:r>
      <w:r w:rsidR="00A044BA" w:rsidRPr="0062654B">
        <w:t xml:space="preserve"> </w:t>
      </w:r>
      <w:r w:rsidR="00A044BA" w:rsidRPr="0062654B">
        <w:rPr>
          <w:rStyle w:val="Referencingstyle"/>
        </w:rPr>
        <w:t>[Schedule 2, item</w:t>
      </w:r>
      <w:r w:rsidR="00691C82">
        <w:rPr>
          <w:rStyle w:val="Referencingstyle"/>
        </w:rPr>
        <w:t> 7</w:t>
      </w:r>
      <w:r w:rsidR="004E066A">
        <w:rPr>
          <w:rStyle w:val="Referencingstyle"/>
        </w:rPr>
        <w:t>1</w:t>
      </w:r>
      <w:r w:rsidR="00A044BA" w:rsidRPr="0062654B">
        <w:rPr>
          <w:rStyle w:val="Referencingstyle"/>
        </w:rPr>
        <w:t xml:space="preserve">, </w:t>
      </w:r>
      <w:r w:rsidR="00691C82">
        <w:rPr>
          <w:rStyle w:val="Referencingstyle"/>
        </w:rPr>
        <w:t>paragraphs 314</w:t>
      </w:r>
      <w:r w:rsidR="00261A7F">
        <w:rPr>
          <w:rStyle w:val="Referencingstyle"/>
        </w:rPr>
        <w:t>A</w:t>
      </w:r>
      <w:r w:rsidR="00691C82">
        <w:rPr>
          <w:rStyle w:val="Referencingstyle"/>
        </w:rPr>
        <w:t xml:space="preserve">(2)(b) and (3)(d) </w:t>
      </w:r>
      <w:r w:rsidR="00BC5511">
        <w:rPr>
          <w:rStyle w:val="Referencingstyle"/>
        </w:rPr>
        <w:t xml:space="preserve">and </w:t>
      </w:r>
      <w:r w:rsidR="00691C82">
        <w:rPr>
          <w:rStyle w:val="Referencingstyle"/>
        </w:rPr>
        <w:t>sub</w:t>
      </w:r>
      <w:r w:rsidR="00A044BA" w:rsidRPr="0062654B">
        <w:rPr>
          <w:rStyle w:val="Referencingstyle"/>
        </w:rPr>
        <w:t>section </w:t>
      </w:r>
      <w:r w:rsidRPr="0062654B">
        <w:rPr>
          <w:rStyle w:val="Referencingstyle"/>
        </w:rPr>
        <w:t>314A(</w:t>
      </w:r>
      <w:r>
        <w:rPr>
          <w:rStyle w:val="Referencingstyle"/>
        </w:rPr>
        <w:t>7)</w:t>
      </w:r>
      <w:r w:rsidR="00A044BA" w:rsidRPr="0062654B">
        <w:rPr>
          <w:rStyle w:val="Referencingstyle"/>
        </w:rPr>
        <w:t>]</w:t>
      </w:r>
    </w:p>
    <w:p w:rsidR="00A479A1" w:rsidRPr="00073DD9" w:rsidRDefault="00A479A1" w:rsidP="008D51C1">
      <w:pPr>
        <w:pStyle w:val="base-text-paragraph"/>
        <w:numPr>
          <w:ilvl w:val="1"/>
          <w:numId w:val="48"/>
        </w:numPr>
        <w:rPr>
          <w:rStyle w:val="Referencingstyle"/>
          <w:b w:val="0"/>
          <w:i w:val="0"/>
          <w:sz w:val="22"/>
        </w:rPr>
      </w:pPr>
      <w:r>
        <w:t>Failure to provide the reports as required is an offence of strict liability</w:t>
      </w:r>
      <w:r w:rsidR="00777988" w:rsidRPr="00777988">
        <w:t xml:space="preserve"> carrying a penalty of</w:t>
      </w:r>
      <w:r w:rsidR="00777988">
        <w:t xml:space="preserve"> </w:t>
      </w:r>
      <w:r w:rsidRPr="00A479A1">
        <w:t>10</w:t>
      </w:r>
      <w:r>
        <w:t> </w:t>
      </w:r>
      <w:r w:rsidRPr="00A479A1">
        <w:t xml:space="preserve">penalty units or imprisonment for </w:t>
      </w:r>
      <w:r w:rsidR="00B77964">
        <w:t>three</w:t>
      </w:r>
      <w:r>
        <w:t> </w:t>
      </w:r>
      <w:r w:rsidRPr="00A479A1">
        <w:t>months, or both.</w:t>
      </w:r>
      <w:r w:rsidR="001E66D7">
        <w:t xml:space="preserve"> This is consistent with the existing offences for reports of companies and </w:t>
      </w:r>
      <w:proofErr w:type="spellStart"/>
      <w:r w:rsidR="001E66D7">
        <w:t>MISs.</w:t>
      </w:r>
      <w:proofErr w:type="spellEnd"/>
      <w:r w:rsidR="00777988">
        <w:t xml:space="preserve"> </w:t>
      </w:r>
      <w:r w:rsidR="00A27531">
        <w:t xml:space="preserve">The existing offence </w:t>
      </w:r>
      <w:r w:rsidR="00830CFA">
        <w:t>for directors of a company, registered scheme or disclosing entity who fails to take all reasonable steps to comply with, or secure compliances with specified sections and Parts of Chapter 2M is extended to directors of operators of notified foreign passport funds. To be an offence the director must also have acted dishonestly. The offence carries a maximum penalty of 2,000 penalty units or imprisonment for five years, or both. Existing section 344</w:t>
      </w:r>
      <w:r w:rsidR="00777988">
        <w:t xml:space="preserve"> </w:t>
      </w:r>
      <w:r w:rsidR="00830CFA">
        <w:t xml:space="preserve">is also a civil penalty provision and the section does not affect the application of Part 2M.2 or 2M.3 to a director as an officer of the operator. </w:t>
      </w:r>
      <w:r w:rsidR="00777988">
        <w:rPr>
          <w:rStyle w:val="Referencingstyle"/>
        </w:rPr>
        <w:t>[Schedule 2, i</w:t>
      </w:r>
      <w:r w:rsidR="00777988" w:rsidRPr="00375F1D">
        <w:rPr>
          <w:rStyle w:val="Referencingstyle"/>
        </w:rPr>
        <w:t>tem</w:t>
      </w:r>
      <w:r w:rsidR="00777988">
        <w:rPr>
          <w:rStyle w:val="Referencingstyle"/>
        </w:rPr>
        <w:t>s 7</w:t>
      </w:r>
      <w:r w:rsidR="004E066A">
        <w:rPr>
          <w:rStyle w:val="Referencingstyle"/>
        </w:rPr>
        <w:t>1</w:t>
      </w:r>
      <w:r w:rsidR="00830CFA">
        <w:rPr>
          <w:rStyle w:val="Referencingstyle"/>
        </w:rPr>
        <w:t xml:space="preserve">, </w:t>
      </w:r>
      <w:r w:rsidR="006F6521">
        <w:rPr>
          <w:rStyle w:val="Referencingstyle"/>
        </w:rPr>
        <w:t>97 to 99</w:t>
      </w:r>
      <w:r w:rsidR="00777988">
        <w:rPr>
          <w:rStyle w:val="Referencingstyle"/>
        </w:rPr>
        <w:t xml:space="preserve"> and </w:t>
      </w:r>
      <w:r w:rsidR="00830CFA">
        <w:rPr>
          <w:rStyle w:val="Referencingstyle"/>
        </w:rPr>
        <w:t>272</w:t>
      </w:r>
      <w:r w:rsidR="00777988" w:rsidRPr="00375F1D">
        <w:rPr>
          <w:rStyle w:val="Referencingstyle"/>
        </w:rPr>
        <w:t xml:space="preserve">, </w:t>
      </w:r>
      <w:r w:rsidR="005F4EE8">
        <w:rPr>
          <w:rStyle w:val="Referencingstyle"/>
        </w:rPr>
        <w:t>sub</w:t>
      </w:r>
      <w:r w:rsidR="00777988" w:rsidRPr="00375F1D">
        <w:rPr>
          <w:rStyle w:val="Referencingstyle"/>
        </w:rPr>
        <w:t>section</w:t>
      </w:r>
      <w:r w:rsidR="00777988">
        <w:rPr>
          <w:rStyle w:val="Referencingstyle"/>
        </w:rPr>
        <w:t> 314A</w:t>
      </w:r>
      <w:r w:rsidR="005F4EE8">
        <w:rPr>
          <w:rStyle w:val="Referencingstyle"/>
        </w:rPr>
        <w:t>(9)</w:t>
      </w:r>
      <w:r w:rsidR="006F6521">
        <w:rPr>
          <w:rStyle w:val="Referencingstyle"/>
        </w:rPr>
        <w:t>, note to subsection 344(1),</w:t>
      </w:r>
      <w:r w:rsidR="00D551AE">
        <w:rPr>
          <w:rStyle w:val="Referencingstyle"/>
        </w:rPr>
        <w:t xml:space="preserve"> </w:t>
      </w:r>
      <w:r w:rsidR="006F6521">
        <w:rPr>
          <w:rStyle w:val="Referencingstyle"/>
        </w:rPr>
        <w:t>subsection</w:t>
      </w:r>
      <w:r w:rsidR="00FD3A0A">
        <w:rPr>
          <w:rStyle w:val="Referencingstyle"/>
        </w:rPr>
        <w:t>s</w:t>
      </w:r>
      <w:r w:rsidR="006F6521">
        <w:rPr>
          <w:rStyle w:val="Referencingstyle"/>
        </w:rPr>
        <w:t> </w:t>
      </w:r>
      <w:r w:rsidR="00D551AE">
        <w:rPr>
          <w:rStyle w:val="Referencingstyle"/>
        </w:rPr>
        <w:t>344(1A)</w:t>
      </w:r>
      <w:r w:rsidR="00FD3A0A">
        <w:rPr>
          <w:rStyle w:val="Referencingstyle"/>
        </w:rPr>
        <w:t xml:space="preserve"> and </w:t>
      </w:r>
      <w:r w:rsidR="006F6521">
        <w:rPr>
          <w:rStyle w:val="Referencingstyle"/>
        </w:rPr>
        <w:t>(2)</w:t>
      </w:r>
      <w:r w:rsidR="00777988">
        <w:rPr>
          <w:rStyle w:val="Referencingstyle"/>
        </w:rPr>
        <w:t xml:space="preserve"> and </w:t>
      </w:r>
      <w:r w:rsidR="00D551AE">
        <w:rPr>
          <w:rStyle w:val="Referencingstyle"/>
        </w:rPr>
        <w:t xml:space="preserve">column 1 </w:t>
      </w:r>
      <w:r w:rsidR="00FD3A0A">
        <w:rPr>
          <w:rStyle w:val="Referencingstyle"/>
        </w:rPr>
        <w:t>of</w:t>
      </w:r>
      <w:r w:rsidR="006F6521">
        <w:rPr>
          <w:rStyle w:val="Referencingstyle"/>
        </w:rPr>
        <w:t xml:space="preserve"> table item 5 </w:t>
      </w:r>
      <w:r w:rsidR="00D551AE">
        <w:rPr>
          <w:rStyle w:val="Referencingstyle"/>
        </w:rPr>
        <w:t>of subsection 1317(1)</w:t>
      </w:r>
      <w:r w:rsidR="00777988" w:rsidRPr="00375F1D">
        <w:rPr>
          <w:rStyle w:val="Referencingstyle"/>
        </w:rPr>
        <w:t>]</w:t>
      </w:r>
    </w:p>
    <w:p w:rsidR="00812047" w:rsidRDefault="00812047" w:rsidP="008D51C1">
      <w:pPr>
        <w:pStyle w:val="Heading4"/>
      </w:pPr>
      <w:r>
        <w:t xml:space="preserve">Periodic </w:t>
      </w:r>
      <w:r w:rsidR="001E7BDA">
        <w:t>statements</w:t>
      </w:r>
    </w:p>
    <w:p w:rsidR="00E37928" w:rsidRDefault="00812047" w:rsidP="008D51C1">
      <w:pPr>
        <w:pStyle w:val="base-text-paragraph"/>
        <w:numPr>
          <w:ilvl w:val="1"/>
          <w:numId w:val="48"/>
        </w:numPr>
      </w:pPr>
      <w:r>
        <w:t xml:space="preserve">The issuer must provide retail clients </w:t>
      </w:r>
      <w:r w:rsidR="009D6E52">
        <w:t xml:space="preserve">in Australia </w:t>
      </w:r>
      <w:r>
        <w:t xml:space="preserve">who hold </w:t>
      </w:r>
      <w:r w:rsidR="000768C5">
        <w:t xml:space="preserve">a </w:t>
      </w:r>
      <w:r>
        <w:t xml:space="preserve">foreign passport fund product with a periodic statement </w:t>
      </w:r>
      <w:r w:rsidR="009D6E52">
        <w:t xml:space="preserve">on their investment </w:t>
      </w:r>
      <w:r w:rsidR="000768C5">
        <w:t>for</w:t>
      </w:r>
      <w:r w:rsidR="009D6E52">
        <w:t xml:space="preserve"> </w:t>
      </w:r>
      <w:r>
        <w:t xml:space="preserve">each reporting period. </w:t>
      </w:r>
      <w:r w:rsidR="00E37928">
        <w:rPr>
          <w:rStyle w:val="Referencingstyle"/>
        </w:rPr>
        <w:t>[Schedule 2, item 25</w:t>
      </w:r>
      <w:r w:rsidR="00766489">
        <w:rPr>
          <w:rStyle w:val="Referencingstyle"/>
        </w:rPr>
        <w:t>0</w:t>
      </w:r>
      <w:r w:rsidR="00E37928">
        <w:rPr>
          <w:rStyle w:val="Referencingstyle"/>
        </w:rPr>
        <w:t>, subparagraph 1017D(1)(b)(</w:t>
      </w:r>
      <w:proofErr w:type="spellStart"/>
      <w:r w:rsidR="00E37928">
        <w:rPr>
          <w:rStyle w:val="Referencingstyle"/>
        </w:rPr>
        <w:t>ia</w:t>
      </w:r>
      <w:proofErr w:type="spellEnd"/>
      <w:r w:rsidR="00E37928">
        <w:rPr>
          <w:rStyle w:val="Referencingstyle"/>
        </w:rPr>
        <w:t>)]</w:t>
      </w:r>
    </w:p>
    <w:p w:rsidR="00E37928" w:rsidRDefault="00812047" w:rsidP="008D51C1">
      <w:pPr>
        <w:pStyle w:val="base-text-paragraph"/>
        <w:numPr>
          <w:ilvl w:val="1"/>
          <w:numId w:val="48"/>
        </w:numPr>
      </w:pPr>
      <w:r>
        <w:t>Th</w:t>
      </w:r>
      <w:r w:rsidR="00E37928">
        <w:t xml:space="preserve">e statement must be given within six months after the end of the period </w:t>
      </w:r>
      <w:r w:rsidR="00261A7F">
        <w:t>to which it relates</w:t>
      </w:r>
      <w:r w:rsidR="00E37928">
        <w:t xml:space="preserve"> and include information that the issuer </w:t>
      </w:r>
      <w:r w:rsidR="0017406D">
        <w:t>has reason to believe</w:t>
      </w:r>
      <w:r w:rsidR="00E37928">
        <w:t xml:space="preserve"> is required for the member to understand their investment in the fund</w:t>
      </w:r>
      <w:r w:rsidR="009D6E52">
        <w:t>, including if applicable, each matter specified in subsection 1017D(5)</w:t>
      </w:r>
      <w:r w:rsidR="00E37928">
        <w:t>.</w:t>
      </w:r>
    </w:p>
    <w:p w:rsidR="00812047" w:rsidRDefault="009D6E52" w:rsidP="008D51C1">
      <w:pPr>
        <w:pStyle w:val="base-text-paragraph"/>
        <w:numPr>
          <w:ilvl w:val="1"/>
          <w:numId w:val="48"/>
        </w:numPr>
      </w:pPr>
      <w:r w:rsidRPr="009D6E52">
        <w:t>Consistent with the existing offence for</w:t>
      </w:r>
      <w:r w:rsidR="00E37928">
        <w:t xml:space="preserve"> </w:t>
      </w:r>
      <w:r>
        <w:t xml:space="preserve">an issuer failing to provide a periodic statement to a retail investor holding a financial product with an investment component, </w:t>
      </w:r>
      <w:r w:rsidRPr="009D6E52">
        <w:t>the offence for operators of notified foreign passport funds carries</w:t>
      </w:r>
      <w:r>
        <w:t xml:space="preserve"> </w:t>
      </w:r>
      <w:r w:rsidR="00B77964" w:rsidRPr="00B77964">
        <w:t>a penalty</w:t>
      </w:r>
      <w:r w:rsidR="00B77964">
        <w:t xml:space="preserve"> of </w:t>
      </w:r>
      <w:r w:rsidR="00B77964" w:rsidRPr="00B77964">
        <w:t>100</w:t>
      </w:r>
      <w:r w:rsidR="00B77964">
        <w:t> </w:t>
      </w:r>
      <w:r w:rsidR="00B77964" w:rsidRPr="00B77964">
        <w:t xml:space="preserve">penalty units or imprisonment for </w:t>
      </w:r>
      <w:r w:rsidR="00B77964">
        <w:t>two </w:t>
      </w:r>
      <w:r w:rsidR="00B77964" w:rsidRPr="00B77964">
        <w:t>years, or both</w:t>
      </w:r>
      <w:r w:rsidR="00261A7F">
        <w:t xml:space="preserve"> (see </w:t>
      </w:r>
      <w:r w:rsidR="003B2D61">
        <w:t>s</w:t>
      </w:r>
      <w:r w:rsidR="00261A7F">
        <w:t>chedule</w:t>
      </w:r>
      <w:r w:rsidR="00FD3A0A">
        <w:t> </w:t>
      </w:r>
      <w:r w:rsidR="00261A7F">
        <w:t>3 table item</w:t>
      </w:r>
      <w:r w:rsidR="00FD3A0A">
        <w:t> </w:t>
      </w:r>
      <w:r w:rsidR="00261A7F">
        <w:t>297C)</w:t>
      </w:r>
      <w:r w:rsidR="00B77964" w:rsidRPr="00B77964">
        <w:t>.</w:t>
      </w:r>
    </w:p>
    <w:p w:rsidR="0041503C" w:rsidRDefault="0041503C" w:rsidP="008D51C1">
      <w:pPr>
        <w:pStyle w:val="Heading3"/>
      </w:pPr>
      <w:r>
        <w:t xml:space="preserve">Obtaining </w:t>
      </w:r>
      <w:r w:rsidR="00C17DE2">
        <w:t xml:space="preserve">a copy </w:t>
      </w:r>
      <w:r>
        <w:t>of the constitution</w:t>
      </w:r>
    </w:p>
    <w:p w:rsidR="0041503C" w:rsidRDefault="0041503C" w:rsidP="008D51C1">
      <w:pPr>
        <w:pStyle w:val="Heading4"/>
      </w:pPr>
      <w:r>
        <w:t>Persons who may request a copy</w:t>
      </w:r>
    </w:p>
    <w:p w:rsidR="0041503C" w:rsidRPr="00BF6DD3" w:rsidRDefault="0041503C" w:rsidP="008D51C1">
      <w:pPr>
        <w:pStyle w:val="base-text-paragraph"/>
        <w:numPr>
          <w:ilvl w:val="1"/>
          <w:numId w:val="48"/>
        </w:numPr>
      </w:pPr>
      <w:r>
        <w:t>A</w:t>
      </w:r>
      <w:r w:rsidR="00D85C68">
        <w:t>n Australian</w:t>
      </w:r>
      <w:r>
        <w:t xml:space="preserve"> </w:t>
      </w:r>
      <w:r w:rsidRPr="005F51AC">
        <w:t>member</w:t>
      </w:r>
      <w:r w:rsidR="00D85C68">
        <w:t>,</w:t>
      </w:r>
      <w:r w:rsidRPr="005F51AC">
        <w:t xml:space="preserve"> or former member </w:t>
      </w:r>
      <w:r w:rsidR="002C634C" w:rsidRPr="005F51AC">
        <w:t xml:space="preserve">of </w:t>
      </w:r>
      <w:r w:rsidR="00D85C68">
        <w:t xml:space="preserve">the </w:t>
      </w:r>
      <w:r w:rsidR="002C634C" w:rsidRPr="005F51AC">
        <w:t>fund</w:t>
      </w:r>
      <w:r w:rsidRPr="005F51AC">
        <w:t xml:space="preserve"> </w:t>
      </w:r>
      <w:r w:rsidR="00D85C68">
        <w:t xml:space="preserve">who either acquired an interest in the fund in Australia or is ordinarily resident in Australia, may </w:t>
      </w:r>
      <w:r w:rsidRPr="005F51AC">
        <w:t xml:space="preserve">request a </w:t>
      </w:r>
      <w:r w:rsidR="007A71C0" w:rsidRPr="006F44A8">
        <w:t xml:space="preserve">consolidated </w:t>
      </w:r>
      <w:r w:rsidRPr="006F44A8">
        <w:t xml:space="preserve">copy of the constitution. </w:t>
      </w:r>
      <w:r w:rsidRPr="006F44A8">
        <w:rPr>
          <w:rStyle w:val="Referencingstyle"/>
        </w:rPr>
        <w:t>[Schedule 1, item 1, subsection 1213F(1</w:t>
      </w:r>
      <w:r w:rsidR="00C17DE2" w:rsidRPr="00BF6DD3">
        <w:rPr>
          <w:rStyle w:val="Referencingstyle"/>
        </w:rPr>
        <w:t>)]</w:t>
      </w:r>
    </w:p>
    <w:p w:rsidR="0041503C" w:rsidRDefault="0041503C" w:rsidP="008D51C1">
      <w:pPr>
        <w:pStyle w:val="base-text-paragraph"/>
        <w:numPr>
          <w:ilvl w:val="1"/>
          <w:numId w:val="48"/>
        </w:numPr>
      </w:pPr>
      <w:r w:rsidRPr="005F51AC">
        <w:t>This new right only applies to notified foreign passport funds, not to Australian passport funds</w:t>
      </w:r>
      <w:r w:rsidR="00B70282">
        <w:t>.</w:t>
      </w:r>
      <w:r>
        <w:t xml:space="preserve"> </w:t>
      </w:r>
      <w:r w:rsidR="00C17DE2">
        <w:t>M</w:t>
      </w:r>
      <w:r>
        <w:t xml:space="preserve">embers </w:t>
      </w:r>
      <w:r w:rsidR="002C634C">
        <w:t xml:space="preserve">of Australian passport funds </w:t>
      </w:r>
      <w:r>
        <w:t>have a right to a copy of the constitution under existing subsection 601GC(4).</w:t>
      </w:r>
    </w:p>
    <w:p w:rsidR="0041503C" w:rsidRPr="00F17FD6" w:rsidRDefault="0041503C" w:rsidP="008D51C1">
      <w:pPr>
        <w:pStyle w:val="base-text-paragraph"/>
        <w:numPr>
          <w:ilvl w:val="1"/>
          <w:numId w:val="48"/>
        </w:numPr>
        <w:rPr>
          <w:rStyle w:val="Referencingstyle"/>
          <w:b w:val="0"/>
          <w:i w:val="0"/>
          <w:sz w:val="22"/>
        </w:rPr>
      </w:pPr>
      <w:r>
        <w:t xml:space="preserve">Failure to provide a </w:t>
      </w:r>
      <w:r w:rsidR="007A71C0" w:rsidRPr="0047291C">
        <w:t>consolidated</w:t>
      </w:r>
      <w:r w:rsidRPr="005F51AC">
        <w:t xml:space="preserve"> copy </w:t>
      </w:r>
      <w:r w:rsidR="00C17DE2" w:rsidRPr="005F51AC">
        <w:t xml:space="preserve">of the constitution </w:t>
      </w:r>
      <w:r w:rsidRPr="005F51AC">
        <w:t xml:space="preserve">as requested is an offence </w:t>
      </w:r>
      <w:r w:rsidR="00FC392A" w:rsidRPr="006F44A8">
        <w:t xml:space="preserve">of strict liability </w:t>
      </w:r>
      <w:r w:rsidRPr="006F44A8">
        <w:t xml:space="preserve">carrying a penalty of 60 penalty units. </w:t>
      </w:r>
      <w:r w:rsidR="00C17DE2" w:rsidRPr="00BF6DD3">
        <w:t xml:space="preserve">This </w:t>
      </w:r>
      <w:r w:rsidRPr="00BF6DD3">
        <w:t xml:space="preserve">offence </w:t>
      </w:r>
      <w:r w:rsidR="00C17DE2" w:rsidRPr="005F51AC">
        <w:t>is</w:t>
      </w:r>
      <w:r>
        <w:t xml:space="preserve"> given extended geographical reach </w:t>
      </w:r>
      <w:r w:rsidR="00CB6FEE">
        <w:t xml:space="preserve">(Category A as set out in section 15.1 of the Criminal Code) </w:t>
      </w:r>
      <w:r>
        <w:t xml:space="preserve">because any breaches would be committed by the operator of a notified foreign passport fund, which will be a foreign entity. </w:t>
      </w:r>
      <w:r w:rsidR="003554B7">
        <w:t>Category </w:t>
      </w:r>
      <w:r w:rsidR="00CB6FEE">
        <w:t xml:space="preserve">A extended geographical reach </w:t>
      </w:r>
      <w:r>
        <w:t xml:space="preserve">will allow the offence to apply to these entities, but it is noted that there is a defence for the operator </w:t>
      </w:r>
      <w:r w:rsidR="00CB6FEE">
        <w:t xml:space="preserve">under this category </w:t>
      </w:r>
      <w:r>
        <w:t xml:space="preserve">if there is no corresponding offence in the home jurisdiction. </w:t>
      </w:r>
      <w:r>
        <w:rPr>
          <w:rStyle w:val="Referencingstyle"/>
        </w:rPr>
        <w:t>[Schedule 1, item 1, subsections 1213F(1) and</w:t>
      </w:r>
      <w:r w:rsidR="006E50F2">
        <w:rPr>
          <w:rStyle w:val="Referencingstyle"/>
        </w:rPr>
        <w:t> </w:t>
      </w:r>
      <w:r>
        <w:rPr>
          <w:rStyle w:val="Referencingstyle"/>
        </w:rPr>
        <w:t>(8)]</w:t>
      </w:r>
    </w:p>
    <w:p w:rsidR="00F92455" w:rsidRDefault="00A005DB" w:rsidP="008D51C1">
      <w:pPr>
        <w:pStyle w:val="base-text-paragraph"/>
        <w:numPr>
          <w:ilvl w:val="1"/>
          <w:numId w:val="48"/>
        </w:numPr>
      </w:pPr>
      <w:r>
        <w:t xml:space="preserve">ASIC may serve </w:t>
      </w:r>
      <w:r w:rsidR="00A311FD">
        <w:t>penalty</w:t>
      </w:r>
      <w:r w:rsidR="00A311FD" w:rsidRPr="005F51AC">
        <w:t xml:space="preserve"> </w:t>
      </w:r>
      <w:r>
        <w:t>notices on operators who fail to provide a consolidated copy of the constitution.</w:t>
      </w:r>
      <w:r w:rsidR="0041503C" w:rsidRPr="005F51AC">
        <w:t xml:space="preserve"> </w:t>
      </w:r>
      <w:r w:rsidR="00A311FD">
        <w:t xml:space="preserve">Using an </w:t>
      </w:r>
      <w:r w:rsidR="0041503C">
        <w:t xml:space="preserve">infringement notice regime is consistent with the </w:t>
      </w:r>
      <w:r w:rsidR="0041503C" w:rsidRPr="00A70474">
        <w:t>Attorney</w:t>
      </w:r>
      <w:r w:rsidR="0041503C">
        <w:noBreakHyphen/>
      </w:r>
      <w:r w:rsidR="0041503C" w:rsidRPr="00A70474">
        <w:t xml:space="preserve">General’s Department, </w:t>
      </w:r>
      <w:r w:rsidR="00293D7C">
        <w:rPr>
          <w:i/>
        </w:rPr>
        <w:t xml:space="preserve">A </w:t>
      </w:r>
      <w:r w:rsidR="0041503C" w:rsidRPr="005705E9">
        <w:rPr>
          <w:i/>
        </w:rPr>
        <w:t>Guide to Framing Commonwealth Offences</w:t>
      </w:r>
      <w:r w:rsidR="00293D7C">
        <w:rPr>
          <w:i/>
        </w:rPr>
        <w:t>, Infringement Notices</w:t>
      </w:r>
      <w:r w:rsidR="0041503C">
        <w:rPr>
          <w:i/>
        </w:rPr>
        <w:t xml:space="preserve"> and </w:t>
      </w:r>
      <w:r w:rsidR="00293D7C">
        <w:rPr>
          <w:i/>
        </w:rPr>
        <w:t>Enforcement Powers</w:t>
      </w:r>
      <w:r w:rsidR="0041503C" w:rsidRPr="005705E9">
        <w:rPr>
          <w:i/>
        </w:rPr>
        <w:t xml:space="preserve"> </w:t>
      </w:r>
      <w:r w:rsidR="0041503C" w:rsidRPr="00A70474">
        <w:t>(the Guide</w:t>
      </w:r>
      <w:r w:rsidR="0041503C">
        <w:t xml:space="preserve"> – see Chapters 2 and 6</w:t>
      </w:r>
      <w:r w:rsidR="0041503C" w:rsidRPr="00A70474">
        <w:t>)</w:t>
      </w:r>
      <w:r w:rsidR="0041503C" w:rsidRPr="005705E9">
        <w:rPr>
          <w:i/>
        </w:rPr>
        <w:t>.</w:t>
      </w:r>
      <w:r w:rsidR="0041503C">
        <w:t xml:space="preserve"> It enhances the effectiveness of enforcement and protects members’ right</w:t>
      </w:r>
      <w:r w:rsidR="00F26B1B">
        <w:t>s</w:t>
      </w:r>
      <w:r w:rsidR="0041503C">
        <w:t xml:space="preserve"> to access information about their fund. The penalty amount is also consistent with the Guide.</w:t>
      </w:r>
      <w:r w:rsidR="00F92455" w:rsidRPr="00F92455">
        <w:rPr>
          <w:rStyle w:val="Referencingstyle"/>
        </w:rPr>
        <w:t xml:space="preserve"> </w:t>
      </w:r>
      <w:r w:rsidR="00F92455">
        <w:rPr>
          <w:rStyle w:val="Referencingstyle"/>
        </w:rPr>
        <w:t>[Schedule 2, item 271AA, subparagraph 1313(8)(aa)(ii)]</w:t>
      </w:r>
    </w:p>
    <w:p w:rsidR="0041503C" w:rsidRDefault="0041503C" w:rsidP="008D51C1">
      <w:pPr>
        <w:pStyle w:val="Heading4"/>
      </w:pPr>
      <w:r>
        <w:t>Process for making a request</w:t>
      </w:r>
    </w:p>
    <w:p w:rsidR="0041503C" w:rsidRDefault="0041503C" w:rsidP="008D51C1">
      <w:pPr>
        <w:pStyle w:val="base-text-paragraph"/>
        <w:numPr>
          <w:ilvl w:val="1"/>
          <w:numId w:val="48"/>
        </w:numPr>
      </w:pPr>
      <w:r>
        <w:t xml:space="preserve">Requests for </w:t>
      </w:r>
      <w:r w:rsidR="0060723D">
        <w:t>a copy of the</w:t>
      </w:r>
      <w:r>
        <w:t xml:space="preserve"> constitution must be provided in writing to the operator of the fund and the </w:t>
      </w:r>
      <w:r w:rsidR="00CB6FEE">
        <w:t>costs to the operator of</w:t>
      </w:r>
      <w:r>
        <w:t xml:space="preserve"> providing the copy must be paid. </w:t>
      </w:r>
      <w:r>
        <w:rPr>
          <w:rStyle w:val="Referencingstyle"/>
        </w:rPr>
        <w:t>[Schedule 1, item 1, paragraph 1213F(1)(c)</w:t>
      </w:r>
      <w:r w:rsidR="0060723D">
        <w:rPr>
          <w:rStyle w:val="Referencingstyle"/>
        </w:rPr>
        <w:t xml:space="preserve"> and</w:t>
      </w:r>
      <w:r>
        <w:rPr>
          <w:rStyle w:val="Referencingstyle"/>
        </w:rPr>
        <w:t xml:space="preserve"> subsection 1213F(2)]</w:t>
      </w:r>
    </w:p>
    <w:p w:rsidR="0041503C" w:rsidRDefault="0041503C" w:rsidP="008D51C1">
      <w:pPr>
        <w:pStyle w:val="base-text-paragraph"/>
        <w:numPr>
          <w:ilvl w:val="1"/>
          <w:numId w:val="48"/>
        </w:numPr>
      </w:pPr>
      <w:r>
        <w:t xml:space="preserve">The amount </w:t>
      </w:r>
      <w:r w:rsidR="00CB6FEE">
        <w:t xml:space="preserve">that can be </w:t>
      </w:r>
      <w:r>
        <w:t>charged</w:t>
      </w:r>
      <w:r w:rsidR="00CB6FEE">
        <w:t xml:space="preserve"> by the operator</w:t>
      </w:r>
      <w:r>
        <w:t xml:space="preserve"> for providing a copy of the constitution is determined by the operator, but it must be reasonable and cannot exceed the </w:t>
      </w:r>
      <w:r w:rsidR="00CB6FEE">
        <w:t xml:space="preserve">prescribed </w:t>
      </w:r>
      <w:r>
        <w:t xml:space="preserve">amount. An amount is reasonable if it reflects the operator’s reasonable costs, for example, of processing the request, making a copy and </w:t>
      </w:r>
      <w:r w:rsidR="00EC046E">
        <w:t xml:space="preserve">any </w:t>
      </w:r>
      <w:r>
        <w:t xml:space="preserve">postage, but not of translating the document into English. The restrictions on the amount that can be charged are designed to ensure that there is no barrier to investors obtaining a copy of the constitution. </w:t>
      </w:r>
      <w:r w:rsidR="0085280A">
        <w:rPr>
          <w:rStyle w:val="Referencingstyle"/>
        </w:rPr>
        <w:t>[Schedule 1, item 1, paragraph 1213F(1)(c)]</w:t>
      </w:r>
    </w:p>
    <w:p w:rsidR="0041503C" w:rsidRPr="00424E5F" w:rsidRDefault="00D72674" w:rsidP="008D51C1">
      <w:pPr>
        <w:pStyle w:val="base-text-paragraph"/>
        <w:numPr>
          <w:ilvl w:val="1"/>
          <w:numId w:val="48"/>
        </w:numPr>
      </w:pPr>
      <w:r>
        <w:t>A copy of the constitution</w:t>
      </w:r>
      <w:r w:rsidR="0041503C" w:rsidRPr="00424E5F">
        <w:t xml:space="preserve"> may be provided electronically or in hard copy. Different amounts may be prescribed depending on whether the copy is provided electronically, or in hard copy. </w:t>
      </w:r>
      <w:r w:rsidR="0085280A" w:rsidRPr="00424E5F">
        <w:rPr>
          <w:rStyle w:val="Referencingstyle"/>
        </w:rPr>
        <w:t xml:space="preserve">[Schedule 1, item 1, subsections 1213F(3) </w:t>
      </w:r>
      <w:r w:rsidR="00261A7F">
        <w:rPr>
          <w:rStyle w:val="Referencingstyle"/>
        </w:rPr>
        <w:t>and</w:t>
      </w:r>
      <w:r w:rsidR="00261A7F" w:rsidRPr="00424E5F">
        <w:rPr>
          <w:rStyle w:val="Referencingstyle"/>
        </w:rPr>
        <w:t xml:space="preserve"> </w:t>
      </w:r>
      <w:r w:rsidR="0085280A" w:rsidRPr="00424E5F">
        <w:rPr>
          <w:rStyle w:val="Referencingstyle"/>
        </w:rPr>
        <w:t>(4)]</w:t>
      </w:r>
    </w:p>
    <w:p w:rsidR="0041503C" w:rsidRDefault="0041503C" w:rsidP="008D51C1">
      <w:pPr>
        <w:pStyle w:val="Heading4"/>
      </w:pPr>
      <w:r>
        <w:t>Processing the request</w:t>
      </w:r>
    </w:p>
    <w:p w:rsidR="0041503C" w:rsidRDefault="0041503C" w:rsidP="008D51C1">
      <w:pPr>
        <w:pStyle w:val="base-text-paragraph"/>
        <w:numPr>
          <w:ilvl w:val="1"/>
          <w:numId w:val="48"/>
        </w:numPr>
      </w:pPr>
      <w:r>
        <w:t xml:space="preserve">The operator must provide the copy of the constitution that has been requested in English, unless the applicant requests a copy in an official language of the fund’s home economy. </w:t>
      </w:r>
      <w:r>
        <w:rPr>
          <w:rStyle w:val="Referencingstyle"/>
        </w:rPr>
        <w:t>[Schedule 1, item 1, subsections 1213F(6) and (7)]</w:t>
      </w:r>
    </w:p>
    <w:p w:rsidR="0041503C" w:rsidRDefault="0041503C" w:rsidP="008D51C1">
      <w:pPr>
        <w:pStyle w:val="base-text-paragraph"/>
        <w:numPr>
          <w:ilvl w:val="1"/>
          <w:numId w:val="48"/>
        </w:numPr>
      </w:pPr>
      <w:r>
        <w:t xml:space="preserve">The copy </w:t>
      </w:r>
      <w:r w:rsidR="00D91CA5">
        <w:t>of the constitution</w:t>
      </w:r>
      <w:r>
        <w:t xml:space="preserve"> should be provided electronically, unless the applicant expressly requests a paper copy. This is designed to reduce the costs for the applicant and is consistent with the general trend towards ‘digital by default’. </w:t>
      </w:r>
      <w:r>
        <w:rPr>
          <w:rStyle w:val="Referencingstyle"/>
        </w:rPr>
        <w:t>[Schedule 1, item 1, subsection</w:t>
      </w:r>
      <w:r w:rsidR="00FD3A0A">
        <w:rPr>
          <w:rStyle w:val="Referencingstyle"/>
        </w:rPr>
        <w:t>s</w:t>
      </w:r>
      <w:r>
        <w:rPr>
          <w:rStyle w:val="Referencingstyle"/>
        </w:rPr>
        <w:t> 1213F(3)</w:t>
      </w:r>
      <w:r w:rsidR="00711E2B">
        <w:rPr>
          <w:rStyle w:val="Referencingstyle"/>
        </w:rPr>
        <w:t xml:space="preserve"> and</w:t>
      </w:r>
      <w:r w:rsidR="00FD3A0A">
        <w:rPr>
          <w:rStyle w:val="Referencingstyle"/>
        </w:rPr>
        <w:t> </w:t>
      </w:r>
      <w:r w:rsidR="00711E2B">
        <w:rPr>
          <w:rStyle w:val="Referencingstyle"/>
        </w:rPr>
        <w:t>(4)</w:t>
      </w:r>
      <w:r>
        <w:rPr>
          <w:rStyle w:val="Referencingstyle"/>
        </w:rPr>
        <w:t>]</w:t>
      </w:r>
    </w:p>
    <w:p w:rsidR="005C236F" w:rsidRPr="00BF6DD3" w:rsidRDefault="0041503C" w:rsidP="008D51C1">
      <w:pPr>
        <w:pStyle w:val="base-text-paragraph"/>
        <w:numPr>
          <w:ilvl w:val="1"/>
          <w:numId w:val="48"/>
        </w:numPr>
      </w:pPr>
      <w:r>
        <w:t xml:space="preserve">Electronic copies </w:t>
      </w:r>
      <w:r w:rsidR="00D91CA5">
        <w:t xml:space="preserve">of the constitution </w:t>
      </w:r>
      <w:r>
        <w:t>must be provided within seven days after the application is made</w:t>
      </w:r>
      <w:r w:rsidR="005C236F">
        <w:t>.</w:t>
      </w:r>
      <w:r>
        <w:t xml:space="preserve"> </w:t>
      </w:r>
      <w:r w:rsidR="00F544A5">
        <w:t xml:space="preserve">There are rules in Part 6 of the </w:t>
      </w:r>
      <w:r w:rsidR="00F544A5" w:rsidRPr="0047291C">
        <w:rPr>
          <w:i/>
        </w:rPr>
        <w:t>Acts Interpretation Act</w:t>
      </w:r>
      <w:r w:rsidR="00F544A5" w:rsidRPr="005F51AC">
        <w:t xml:space="preserve"> </w:t>
      </w:r>
      <w:r w:rsidR="00F544A5" w:rsidRPr="005F51AC">
        <w:rPr>
          <w:i/>
        </w:rPr>
        <w:t>1901</w:t>
      </w:r>
      <w:r w:rsidR="00F544A5" w:rsidRPr="005F51AC">
        <w:t xml:space="preserve"> which govern when applications are taken to be given or made.</w:t>
      </w:r>
      <w:r w:rsidRPr="006F44A8">
        <w:t xml:space="preserve"> </w:t>
      </w:r>
      <w:r w:rsidRPr="006F44A8">
        <w:rPr>
          <w:rStyle w:val="Referencingstyle"/>
        </w:rPr>
        <w:t>[Schedule 1, item 1, subsection 1213F(4)]</w:t>
      </w:r>
    </w:p>
    <w:p w:rsidR="005C236F" w:rsidRDefault="0041503C" w:rsidP="008D51C1">
      <w:pPr>
        <w:pStyle w:val="base-text-paragraph"/>
        <w:numPr>
          <w:ilvl w:val="1"/>
          <w:numId w:val="48"/>
        </w:numPr>
      </w:pPr>
      <w:r w:rsidRPr="005F51AC">
        <w:t>If the person expressly requ</w:t>
      </w:r>
      <w:r>
        <w:t xml:space="preserve">ested a hard copy, the copy </w:t>
      </w:r>
      <w:r w:rsidR="00D91CA5">
        <w:t xml:space="preserve">of the constitution </w:t>
      </w:r>
      <w:r>
        <w:t xml:space="preserve">must be posted within seven days. However, </w:t>
      </w:r>
      <w:r w:rsidR="00D91CA5">
        <w:t>it</w:t>
      </w:r>
      <w:r>
        <w:t xml:space="preserve"> may not be received by the applicant for several days or even weeks after it is posted</w:t>
      </w:r>
      <w:r w:rsidR="005C236F">
        <w:t>.</w:t>
      </w:r>
      <w:r>
        <w:t xml:space="preserve"> </w:t>
      </w:r>
      <w:r>
        <w:rPr>
          <w:rStyle w:val="Referencingstyle"/>
        </w:rPr>
        <w:t>[Schedule 1, item 1, subsection 1213F(3)]</w:t>
      </w:r>
    </w:p>
    <w:p w:rsidR="0041503C" w:rsidRDefault="0041503C" w:rsidP="008D51C1">
      <w:pPr>
        <w:pStyle w:val="base-text-paragraph"/>
        <w:numPr>
          <w:ilvl w:val="1"/>
          <w:numId w:val="48"/>
        </w:numPr>
      </w:pPr>
      <w:r>
        <w:t>ASIC may allow an operator a longer period to provide a copy</w:t>
      </w:r>
      <w:r w:rsidR="00D91CA5">
        <w:t xml:space="preserve"> of the constitution</w:t>
      </w:r>
      <w:r w:rsidR="005C236F">
        <w:t>.</w:t>
      </w:r>
      <w:r>
        <w:t xml:space="preserve"> </w:t>
      </w:r>
      <w:r>
        <w:rPr>
          <w:rStyle w:val="Referencingstyle"/>
        </w:rPr>
        <w:t>[Schedule 1, item 1, subsection 1213F(5)]</w:t>
      </w:r>
    </w:p>
    <w:p w:rsidR="00C17DE2" w:rsidRDefault="00C17DE2" w:rsidP="008D51C1">
      <w:pPr>
        <w:pStyle w:val="Heading3"/>
      </w:pPr>
      <w:r>
        <w:t xml:space="preserve">Obtaining </w:t>
      </w:r>
      <w:r w:rsidR="00AB0822">
        <w:t>a copy</w:t>
      </w:r>
      <w:r>
        <w:t xml:space="preserve"> of the register of members</w:t>
      </w:r>
    </w:p>
    <w:p w:rsidR="00C17DE2" w:rsidRDefault="00C17DE2" w:rsidP="008D51C1">
      <w:pPr>
        <w:pStyle w:val="Heading4"/>
      </w:pPr>
      <w:r>
        <w:t>Persons who may request a copy</w:t>
      </w:r>
    </w:p>
    <w:p w:rsidR="00C17DE2" w:rsidRDefault="00C17DE2" w:rsidP="008D51C1">
      <w:pPr>
        <w:pStyle w:val="base-text-paragraph"/>
        <w:numPr>
          <w:ilvl w:val="1"/>
          <w:numId w:val="48"/>
        </w:numPr>
      </w:pPr>
      <w:r>
        <w:t xml:space="preserve">Anyone in Australia may request a copy of the register of members. </w:t>
      </w:r>
      <w:r w:rsidR="00CC0D35">
        <w:t>A</w:t>
      </w:r>
      <w:r w:rsidR="00414CFE">
        <w:t>n Australian</w:t>
      </w:r>
      <w:r w:rsidR="000C6398">
        <w:t xml:space="preserve"> </w:t>
      </w:r>
      <w:r w:rsidR="00CC0D35">
        <w:t>member</w:t>
      </w:r>
      <w:r w:rsidR="00414CFE">
        <w:t>,</w:t>
      </w:r>
      <w:r w:rsidR="00CC0D35">
        <w:t xml:space="preserve"> or </w:t>
      </w:r>
      <w:r w:rsidR="00414CFE">
        <w:t>a</w:t>
      </w:r>
      <w:r w:rsidR="00CC0D35">
        <w:t xml:space="preserve"> former member of </w:t>
      </w:r>
      <w:r w:rsidR="00B6425F">
        <w:t xml:space="preserve">the fund who </w:t>
      </w:r>
      <w:r w:rsidR="00414CFE">
        <w:t xml:space="preserve">either </w:t>
      </w:r>
      <w:r w:rsidR="00B6425F">
        <w:t>acquired an interest in the fund in Australia or is ordinarily resident in Australia</w:t>
      </w:r>
      <w:r w:rsidR="00414CFE">
        <w:t>,</w:t>
      </w:r>
      <w:r w:rsidR="00B6425F">
        <w:t xml:space="preserve"> may</w:t>
      </w:r>
      <w:r w:rsidR="00CC0D35">
        <w:t xml:space="preserve"> </w:t>
      </w:r>
      <w:r w:rsidR="00B6425F">
        <w:t>also</w:t>
      </w:r>
      <w:r w:rsidR="00CC0D35">
        <w:t xml:space="preserve"> request a copy. </w:t>
      </w:r>
      <w:r>
        <w:rPr>
          <w:rStyle w:val="Referencingstyle"/>
        </w:rPr>
        <w:t>[Schedule 1, item 1, subsection 1213G(1)</w:t>
      </w:r>
      <w:r w:rsidRPr="00B85A5F">
        <w:rPr>
          <w:rStyle w:val="Referencingstyle"/>
        </w:rPr>
        <w:t>]</w:t>
      </w:r>
    </w:p>
    <w:p w:rsidR="00C17DE2" w:rsidRDefault="00C17DE2" w:rsidP="008D51C1">
      <w:pPr>
        <w:pStyle w:val="base-text-paragraph"/>
        <w:numPr>
          <w:ilvl w:val="1"/>
          <w:numId w:val="48"/>
        </w:numPr>
      </w:pPr>
      <w:r>
        <w:t xml:space="preserve">As with </w:t>
      </w:r>
      <w:r w:rsidR="00953D1B">
        <w:t>a copy of</w:t>
      </w:r>
      <w:r>
        <w:t xml:space="preserve"> the constitution, this new right only applies to notified foreign passport funds, not to Australian passport funds. A person may already inspect and obtain copies of registers of members </w:t>
      </w:r>
      <w:r w:rsidR="00711E2B">
        <w:t xml:space="preserve">of registered schemes </w:t>
      </w:r>
      <w:r>
        <w:t xml:space="preserve">under existing section 173 of </w:t>
      </w:r>
      <w:r w:rsidDel="00D76F64">
        <w:t xml:space="preserve">the </w:t>
      </w:r>
      <w:r w:rsidR="00D76F64">
        <w:t>Corporations</w:t>
      </w:r>
      <w:r w:rsidR="00D45308">
        <w:t> </w:t>
      </w:r>
      <w:r w:rsidR="00D76F64">
        <w:t>Act</w:t>
      </w:r>
      <w:r>
        <w:t>.</w:t>
      </w:r>
    </w:p>
    <w:p w:rsidR="00C17DE2" w:rsidRDefault="0060723D" w:rsidP="008D51C1">
      <w:pPr>
        <w:pStyle w:val="base-text-paragraph"/>
        <w:numPr>
          <w:ilvl w:val="1"/>
          <w:numId w:val="48"/>
        </w:numPr>
      </w:pPr>
      <w:r>
        <w:t xml:space="preserve">As </w:t>
      </w:r>
      <w:r w:rsidR="00953D1B">
        <w:t>with</w:t>
      </w:r>
      <w:r>
        <w:t xml:space="preserve"> a copy of the constitution, f</w:t>
      </w:r>
      <w:r w:rsidR="00C17DE2">
        <w:t xml:space="preserve">ailure to provide a copy of the register of members </w:t>
      </w:r>
      <w:r w:rsidR="00A03C5D">
        <w:t>upon request</w:t>
      </w:r>
      <w:r w:rsidR="00C17DE2">
        <w:t xml:space="preserve"> is an offence </w:t>
      </w:r>
      <w:r w:rsidR="00FC392A">
        <w:t xml:space="preserve">of strict liability </w:t>
      </w:r>
      <w:r w:rsidR="00C17DE2">
        <w:t xml:space="preserve">carrying a penalty of 60 penalty units. This offence is given extended geographical reach </w:t>
      </w:r>
      <w:r w:rsidR="00C07745">
        <w:t xml:space="preserve">(Category A as set out in section 15.1 of the </w:t>
      </w:r>
      <w:r w:rsidR="003554B7">
        <w:t>Criminal </w:t>
      </w:r>
      <w:r w:rsidR="00C07745">
        <w:t xml:space="preserve">Code) </w:t>
      </w:r>
      <w:r w:rsidR="00C17DE2">
        <w:t xml:space="preserve">because any breaches would be committed by the operator of a notified foreign passport fund, which will be a foreign entity. </w:t>
      </w:r>
      <w:r w:rsidR="00C07745">
        <w:t>Category</w:t>
      </w:r>
      <w:r w:rsidR="003554B7">
        <w:t> </w:t>
      </w:r>
      <w:r w:rsidR="00C07745">
        <w:t xml:space="preserve">A extended geographical reach </w:t>
      </w:r>
      <w:r w:rsidR="00C17DE2">
        <w:t xml:space="preserve">will allow the offence to apply to these entities, but it is noted that there is a defence for the operator if there is no corresponding offence in the home jurisdiction. </w:t>
      </w:r>
      <w:r w:rsidR="00C17DE2">
        <w:rPr>
          <w:rStyle w:val="Referencingstyle"/>
        </w:rPr>
        <w:t>[Schedule 1, item 1, subsections 1213G(1) and</w:t>
      </w:r>
      <w:r w:rsidR="00FD3A0A">
        <w:rPr>
          <w:rStyle w:val="Referencingstyle"/>
        </w:rPr>
        <w:t> </w:t>
      </w:r>
      <w:r w:rsidR="00C17DE2">
        <w:rPr>
          <w:rStyle w:val="Referencingstyle"/>
        </w:rPr>
        <w:t>(8)]</w:t>
      </w:r>
    </w:p>
    <w:p w:rsidR="0060723D" w:rsidRDefault="00953D1B" w:rsidP="008D51C1">
      <w:pPr>
        <w:pStyle w:val="base-text-paragraph"/>
        <w:numPr>
          <w:ilvl w:val="1"/>
          <w:numId w:val="48"/>
        </w:numPr>
      </w:pPr>
      <w:r>
        <w:t>Similarly</w:t>
      </w:r>
      <w:r w:rsidR="0060723D">
        <w:t xml:space="preserve">, failure to provide a copy of the register of members is also subject to the </w:t>
      </w:r>
      <w:r w:rsidR="00F17FD6">
        <w:t>existing</w:t>
      </w:r>
      <w:r w:rsidR="0060723D">
        <w:t xml:space="preserve"> </w:t>
      </w:r>
      <w:r w:rsidR="00F17FD6">
        <w:t xml:space="preserve">penalty </w:t>
      </w:r>
      <w:r w:rsidR="0060723D">
        <w:t xml:space="preserve">notice </w:t>
      </w:r>
      <w:r w:rsidR="00F17FD6">
        <w:t>regime</w:t>
      </w:r>
      <w:r w:rsidR="0060723D">
        <w:t xml:space="preserve">. </w:t>
      </w:r>
      <w:r w:rsidR="00F17FD6">
        <w:t>For further information, see paragraph</w:t>
      </w:r>
      <w:r w:rsidR="00A65A8B">
        <w:t xml:space="preserve"> </w:t>
      </w:r>
      <w:r w:rsidR="000B2D51">
        <w:t>4</w:t>
      </w:r>
      <w:r w:rsidR="00857EF7">
        <w:t>.80</w:t>
      </w:r>
      <w:r w:rsidR="00F17FD6">
        <w:t>.</w:t>
      </w:r>
      <w:r w:rsidR="0060723D">
        <w:t xml:space="preserve"> </w:t>
      </w:r>
      <w:r w:rsidR="0060723D">
        <w:rPr>
          <w:rStyle w:val="Referencingstyle"/>
        </w:rPr>
        <w:t>[Schedule </w:t>
      </w:r>
      <w:r w:rsidR="00F17FD6">
        <w:rPr>
          <w:rStyle w:val="Referencingstyle"/>
        </w:rPr>
        <w:t>2</w:t>
      </w:r>
      <w:r w:rsidR="0060723D">
        <w:rPr>
          <w:rStyle w:val="Referencingstyle"/>
        </w:rPr>
        <w:t>, item </w:t>
      </w:r>
      <w:r w:rsidR="00A84B5C">
        <w:rPr>
          <w:rStyle w:val="Referencingstyle"/>
        </w:rPr>
        <w:t>271AA</w:t>
      </w:r>
      <w:r w:rsidR="0060723D">
        <w:rPr>
          <w:rStyle w:val="Referencingstyle"/>
        </w:rPr>
        <w:t xml:space="preserve">, </w:t>
      </w:r>
      <w:r w:rsidR="00A84B5C">
        <w:rPr>
          <w:rStyle w:val="Referencingstyle"/>
        </w:rPr>
        <w:t>subparagraph 1313(8)(aa)(iii)</w:t>
      </w:r>
      <w:r w:rsidR="0060723D">
        <w:rPr>
          <w:rStyle w:val="Referencingstyle"/>
        </w:rPr>
        <w:t>]</w:t>
      </w:r>
    </w:p>
    <w:p w:rsidR="0060723D" w:rsidRDefault="0060723D" w:rsidP="008D51C1">
      <w:pPr>
        <w:pStyle w:val="Heading4"/>
      </w:pPr>
      <w:r>
        <w:t>Process for making a request</w:t>
      </w:r>
    </w:p>
    <w:p w:rsidR="0060723D" w:rsidRDefault="00D91CA5" w:rsidP="008D51C1">
      <w:pPr>
        <w:pStyle w:val="base-text-paragraph"/>
        <w:numPr>
          <w:ilvl w:val="1"/>
          <w:numId w:val="48"/>
        </w:numPr>
      </w:pPr>
      <w:r>
        <w:t xml:space="preserve">As </w:t>
      </w:r>
      <w:r w:rsidR="00953D1B">
        <w:t>with</w:t>
      </w:r>
      <w:r>
        <w:t xml:space="preserve"> a copy of the constitution, r</w:t>
      </w:r>
      <w:r w:rsidR="0060723D">
        <w:t xml:space="preserve">equests for a copy of the register of members must be provided in writing to the operator of the fund and the operator’s cost of providing the copy must be paid. </w:t>
      </w:r>
      <w:r w:rsidR="0060723D">
        <w:rPr>
          <w:rStyle w:val="Referencingstyle"/>
        </w:rPr>
        <w:t>[Schedule 1, item 1, paragraph</w:t>
      </w:r>
      <w:r w:rsidR="00680CBE">
        <w:rPr>
          <w:rStyle w:val="Referencingstyle"/>
        </w:rPr>
        <w:t>s </w:t>
      </w:r>
      <w:r w:rsidR="0060723D">
        <w:rPr>
          <w:rStyle w:val="Referencingstyle"/>
        </w:rPr>
        <w:t>1213G(1)(c) and (2)(a)]</w:t>
      </w:r>
    </w:p>
    <w:p w:rsidR="0060723D" w:rsidRDefault="00D91CA5" w:rsidP="008D51C1">
      <w:pPr>
        <w:pStyle w:val="base-text-paragraph"/>
        <w:numPr>
          <w:ilvl w:val="1"/>
          <w:numId w:val="48"/>
        </w:numPr>
      </w:pPr>
      <w:r>
        <w:t>Similarly</w:t>
      </w:r>
      <w:r w:rsidR="00D72674">
        <w:t>, t</w:t>
      </w:r>
      <w:r w:rsidR="0060723D">
        <w:t xml:space="preserve">he amount charged for providing a copy of the </w:t>
      </w:r>
      <w:r w:rsidR="00D72674">
        <w:t>register</w:t>
      </w:r>
      <w:r w:rsidR="0060723D">
        <w:t xml:space="preserve"> is determined by the operator, but it must be reasonable and cannot exceed the amount prescribed. </w:t>
      </w:r>
      <w:r w:rsidR="0060723D">
        <w:rPr>
          <w:rStyle w:val="Referencingstyle"/>
        </w:rPr>
        <w:t xml:space="preserve">[Schedule 1, item 1, </w:t>
      </w:r>
      <w:r w:rsidR="00D72674">
        <w:rPr>
          <w:rStyle w:val="Referencingstyle"/>
        </w:rPr>
        <w:t>paragraph</w:t>
      </w:r>
      <w:r w:rsidR="0060723D">
        <w:rPr>
          <w:rStyle w:val="Referencingstyle"/>
        </w:rPr>
        <w:t> 1213G(1)(c)]</w:t>
      </w:r>
    </w:p>
    <w:p w:rsidR="0060723D" w:rsidRPr="00424E5F" w:rsidRDefault="00D91CA5" w:rsidP="008D51C1">
      <w:pPr>
        <w:pStyle w:val="base-text-paragraph"/>
        <w:numPr>
          <w:ilvl w:val="1"/>
          <w:numId w:val="48"/>
        </w:numPr>
      </w:pPr>
      <w:r>
        <w:t>A</w:t>
      </w:r>
      <w:r w:rsidR="00D72674">
        <w:t xml:space="preserve"> copy of the register </w:t>
      </w:r>
      <w:r w:rsidR="0060723D" w:rsidRPr="00424E5F">
        <w:t xml:space="preserve">may be provided electronically or in hard copy. Different amounts may be prescribed depending on whether the copy is provided electronically, or in hard copy. </w:t>
      </w:r>
      <w:r w:rsidR="0060723D" w:rsidRPr="00424E5F">
        <w:rPr>
          <w:rStyle w:val="Referencingstyle"/>
        </w:rPr>
        <w:t xml:space="preserve">[Schedule 1, item 1, subsections 1213G(3) </w:t>
      </w:r>
      <w:r w:rsidR="003554B7">
        <w:rPr>
          <w:rStyle w:val="Referencingstyle"/>
        </w:rPr>
        <w:t>and</w:t>
      </w:r>
      <w:r w:rsidR="00B85A5F">
        <w:rPr>
          <w:rStyle w:val="Referencingstyle"/>
        </w:rPr>
        <w:t> </w:t>
      </w:r>
      <w:r w:rsidR="0060723D" w:rsidRPr="00424E5F">
        <w:rPr>
          <w:rStyle w:val="Referencingstyle"/>
        </w:rPr>
        <w:t>(4)]</w:t>
      </w:r>
    </w:p>
    <w:p w:rsidR="00C07745" w:rsidRDefault="00C07745" w:rsidP="008D51C1">
      <w:pPr>
        <w:pStyle w:val="base-text-paragraph"/>
        <w:numPr>
          <w:ilvl w:val="1"/>
          <w:numId w:val="48"/>
        </w:numPr>
      </w:pPr>
      <w:r>
        <w:t>These</w:t>
      </w:r>
      <w:r w:rsidRPr="00424E5F">
        <w:t xml:space="preserve"> costs should be minimal </w:t>
      </w:r>
      <w:r>
        <w:t>w</w:t>
      </w:r>
      <w:r w:rsidRPr="00424E5F">
        <w:t>here the copy of the register is provided electronically.</w:t>
      </w:r>
    </w:p>
    <w:p w:rsidR="0060723D" w:rsidRDefault="00C07745" w:rsidP="008D51C1">
      <w:pPr>
        <w:pStyle w:val="base-text-paragraph"/>
        <w:numPr>
          <w:ilvl w:val="1"/>
          <w:numId w:val="48"/>
        </w:numPr>
      </w:pPr>
      <w:r>
        <w:t>R</w:t>
      </w:r>
      <w:r w:rsidR="0060723D">
        <w:t xml:space="preserve">equests for registers of members must also state the purpose for which the information is intended to be used. This purpose must not be a prohibited purpose. The prohibited purposes may be set out in regulations. </w:t>
      </w:r>
      <w:r w:rsidR="0060723D">
        <w:rPr>
          <w:rStyle w:val="Referencingstyle"/>
        </w:rPr>
        <w:t>[Schedule 1, item 1, paragraphs 1213G(2)(b) and (c)]</w:t>
      </w:r>
    </w:p>
    <w:p w:rsidR="00D72674" w:rsidRDefault="00D72674" w:rsidP="008D51C1">
      <w:pPr>
        <w:pStyle w:val="Heading4"/>
      </w:pPr>
      <w:r>
        <w:t>Processing the request</w:t>
      </w:r>
    </w:p>
    <w:p w:rsidR="00D72674" w:rsidRDefault="00D72674" w:rsidP="008D51C1">
      <w:pPr>
        <w:pStyle w:val="base-text-paragraph"/>
        <w:numPr>
          <w:ilvl w:val="1"/>
          <w:numId w:val="48"/>
        </w:numPr>
      </w:pPr>
      <w:r>
        <w:t xml:space="preserve">As </w:t>
      </w:r>
      <w:r w:rsidR="000C0363">
        <w:t>with</w:t>
      </w:r>
      <w:r>
        <w:t xml:space="preserve"> a copy of the constitution, the operator must provide the copy of the register that has been requested in English, unless the applicant requests a copy in an official language of the fund’s home economy. </w:t>
      </w:r>
      <w:r>
        <w:rPr>
          <w:rStyle w:val="Referencingstyle"/>
        </w:rPr>
        <w:t>[Schedule 1, item 1, subsections 1213G(6) and</w:t>
      </w:r>
      <w:r w:rsidR="00FD3A0A">
        <w:rPr>
          <w:rStyle w:val="Referencingstyle"/>
        </w:rPr>
        <w:t> </w:t>
      </w:r>
      <w:r>
        <w:rPr>
          <w:rStyle w:val="Referencingstyle"/>
        </w:rPr>
        <w:t>(7)]</w:t>
      </w:r>
    </w:p>
    <w:p w:rsidR="00D72674" w:rsidRDefault="00D91CA5" w:rsidP="008D51C1">
      <w:pPr>
        <w:pStyle w:val="base-text-paragraph"/>
        <w:numPr>
          <w:ilvl w:val="1"/>
          <w:numId w:val="48"/>
        </w:numPr>
      </w:pPr>
      <w:r>
        <w:t>Similarly, t</w:t>
      </w:r>
      <w:r w:rsidR="00D72674">
        <w:t xml:space="preserve">he copy </w:t>
      </w:r>
      <w:r>
        <w:t>of the register of members</w:t>
      </w:r>
      <w:r w:rsidR="00D72674">
        <w:t xml:space="preserve"> </w:t>
      </w:r>
      <w:r w:rsidR="00C705C4">
        <w:t>may</w:t>
      </w:r>
      <w:r w:rsidR="00D72674">
        <w:t xml:space="preserve"> be provided electronically, unless the applicant expressly requests a paper copy. </w:t>
      </w:r>
      <w:r w:rsidR="00D72674">
        <w:rPr>
          <w:rStyle w:val="Referencingstyle"/>
        </w:rPr>
        <w:t xml:space="preserve">[Schedule 1, item 1, subsections 1213G(3) </w:t>
      </w:r>
      <w:r w:rsidR="008377C8">
        <w:rPr>
          <w:rStyle w:val="Referencingstyle"/>
        </w:rPr>
        <w:t>and</w:t>
      </w:r>
      <w:r w:rsidR="00FD3A0A">
        <w:rPr>
          <w:rStyle w:val="Referencingstyle"/>
        </w:rPr>
        <w:t> </w:t>
      </w:r>
      <w:r w:rsidR="00D72674">
        <w:rPr>
          <w:rStyle w:val="Referencingstyle"/>
        </w:rPr>
        <w:t>(4)]</w:t>
      </w:r>
    </w:p>
    <w:p w:rsidR="00D72674" w:rsidRDefault="00D72674" w:rsidP="008D51C1">
      <w:pPr>
        <w:pStyle w:val="base-text-paragraph"/>
        <w:numPr>
          <w:ilvl w:val="1"/>
          <w:numId w:val="48"/>
        </w:numPr>
      </w:pPr>
      <w:r>
        <w:t xml:space="preserve">Electronic copies </w:t>
      </w:r>
      <w:r w:rsidR="00D91CA5">
        <w:t>of the register of members</w:t>
      </w:r>
      <w:r>
        <w:t xml:space="preserve"> must be provided within seven days after the application is made. </w:t>
      </w:r>
      <w:r>
        <w:rPr>
          <w:rStyle w:val="Referencingstyle"/>
        </w:rPr>
        <w:t>[Schedule 1, item 1, subsection 1213G(4)]</w:t>
      </w:r>
    </w:p>
    <w:p w:rsidR="00D72674" w:rsidRDefault="00D91CA5" w:rsidP="008D51C1">
      <w:pPr>
        <w:pStyle w:val="base-text-paragraph"/>
        <w:numPr>
          <w:ilvl w:val="1"/>
          <w:numId w:val="48"/>
        </w:numPr>
      </w:pPr>
      <w:r>
        <w:t>But i</w:t>
      </w:r>
      <w:r w:rsidR="00D72674">
        <w:t>f the person expressly requested a hard copy</w:t>
      </w:r>
      <w:r>
        <w:t xml:space="preserve"> of</w:t>
      </w:r>
      <w:r w:rsidR="00D72674">
        <w:t xml:space="preserve"> the </w:t>
      </w:r>
      <w:r>
        <w:t>register of members</w:t>
      </w:r>
      <w:r w:rsidR="00D72674">
        <w:t xml:space="preserve">, </w:t>
      </w:r>
      <w:r>
        <w:t>it</w:t>
      </w:r>
      <w:r w:rsidR="00D72674">
        <w:t xml:space="preserve"> must be posted within seven days. </w:t>
      </w:r>
      <w:r w:rsidR="00D72674">
        <w:rPr>
          <w:rStyle w:val="Referencingstyle"/>
        </w:rPr>
        <w:t>[Schedule 1, item 1, subsection 1213G(3)]</w:t>
      </w:r>
    </w:p>
    <w:p w:rsidR="00D72674" w:rsidRDefault="00D72674" w:rsidP="008D51C1">
      <w:pPr>
        <w:pStyle w:val="base-text-paragraph"/>
        <w:numPr>
          <w:ilvl w:val="1"/>
          <w:numId w:val="48"/>
        </w:numPr>
      </w:pPr>
      <w:r>
        <w:t>ASIC may allow an operator a longer period to provide a copy</w:t>
      </w:r>
      <w:r w:rsidR="00D91CA5">
        <w:t xml:space="preserve"> of the register of members</w:t>
      </w:r>
      <w:r>
        <w:t xml:space="preserve">. </w:t>
      </w:r>
      <w:r>
        <w:rPr>
          <w:rStyle w:val="Referencingstyle"/>
        </w:rPr>
        <w:t>[Schedule 1, item 1, subsection 1213G(5)]</w:t>
      </w:r>
    </w:p>
    <w:p w:rsidR="0041503C" w:rsidRDefault="0041503C" w:rsidP="008D51C1">
      <w:pPr>
        <w:pStyle w:val="Heading4"/>
      </w:pPr>
      <w:r>
        <w:t>Restrictions on the use of information from the register of members</w:t>
      </w:r>
    </w:p>
    <w:p w:rsidR="0041503C" w:rsidRDefault="0041503C" w:rsidP="008D51C1">
      <w:pPr>
        <w:pStyle w:val="base-text-paragraph"/>
        <w:numPr>
          <w:ilvl w:val="1"/>
          <w:numId w:val="48"/>
        </w:numPr>
      </w:pPr>
      <w:r>
        <w:t xml:space="preserve">While it is in many circumstances beneficial to members that third parties can access their contact and other information on member registers, there is also the potential of abuse of this access, which gives rise to the need for appropriate restrictions. </w:t>
      </w:r>
      <w:r w:rsidRPr="00500F73">
        <w:t>Generally persons are not permitted to request, or use, copies of the register of members to contact or send material to members. They are also prohibited from disclosing the information to another person if they know that the other person is likely to use the information to contact or send material to members.</w:t>
      </w:r>
      <w:r>
        <w:t xml:space="preserve"> The regulations may prescribe additional prohibited purposes. This power is included as a </w:t>
      </w:r>
      <w:r w:rsidR="000C6398">
        <w:t>precaution;</w:t>
      </w:r>
      <w:r>
        <w:t xml:space="preserve"> in case specific forms of abuse arise in future that need to be addressed urgently and quickly. There is a similar power in the existing member register regime in Part 2C (</w:t>
      </w:r>
      <w:r w:rsidRPr="003C65F0">
        <w:t>subsection 177</w:t>
      </w:r>
      <w:r>
        <w:t>(1AA)), which to date has not been put to use.</w:t>
      </w:r>
      <w:r w:rsidRPr="00500F73">
        <w:t xml:space="preserve"> </w:t>
      </w:r>
      <w:r>
        <w:rPr>
          <w:rStyle w:val="Referencingstyle"/>
        </w:rPr>
        <w:t>[</w:t>
      </w:r>
      <w:r w:rsidR="00B809E2">
        <w:rPr>
          <w:rStyle w:val="Referencingstyle"/>
        </w:rPr>
        <w:t>Schedule </w:t>
      </w:r>
      <w:r>
        <w:rPr>
          <w:rStyle w:val="Referencingstyle"/>
        </w:rPr>
        <w:t xml:space="preserve">1, </w:t>
      </w:r>
      <w:r w:rsidR="00B809E2">
        <w:rPr>
          <w:rStyle w:val="Referencingstyle"/>
        </w:rPr>
        <w:t>item </w:t>
      </w:r>
      <w:r>
        <w:rPr>
          <w:rStyle w:val="Referencingstyle"/>
        </w:rPr>
        <w:t xml:space="preserve">1, </w:t>
      </w:r>
      <w:r w:rsidR="00B809E2">
        <w:rPr>
          <w:rStyle w:val="Referencingstyle"/>
        </w:rPr>
        <w:t>subsections </w:t>
      </w:r>
      <w:r>
        <w:rPr>
          <w:rStyle w:val="Referencingstyle"/>
        </w:rPr>
        <w:t>1213H(1) and</w:t>
      </w:r>
      <w:r w:rsidR="006E097B">
        <w:rPr>
          <w:rStyle w:val="Referencingstyle"/>
        </w:rPr>
        <w:t> </w:t>
      </w:r>
      <w:r>
        <w:rPr>
          <w:rStyle w:val="Referencingstyle"/>
        </w:rPr>
        <w:t>(3)]</w:t>
      </w:r>
    </w:p>
    <w:p w:rsidR="0041503C" w:rsidRPr="008F726E" w:rsidRDefault="0041503C" w:rsidP="008D51C1">
      <w:pPr>
        <w:pStyle w:val="base-text-paragraph"/>
        <w:numPr>
          <w:ilvl w:val="1"/>
          <w:numId w:val="48"/>
        </w:numPr>
      </w:pPr>
      <w:r w:rsidRPr="00500F73">
        <w:t>The restrictions on the use of information in the register of members are designed to protect the privacy of members of the fund and prevent their details being used for soliciting donations, advertising</w:t>
      </w:r>
      <w:r>
        <w:t>,</w:t>
      </w:r>
      <w:r w:rsidRPr="00500F73">
        <w:t xml:space="preserve"> or other improper purposes. </w:t>
      </w:r>
      <w:r>
        <w:t>The same restrictions apply to the use of registers of companies and registered schemes under section 177 of the existing law.</w:t>
      </w:r>
    </w:p>
    <w:p w:rsidR="0041503C" w:rsidRPr="00500F73" w:rsidRDefault="0041503C" w:rsidP="008D51C1">
      <w:pPr>
        <w:pStyle w:val="base-text-paragraph"/>
        <w:numPr>
          <w:ilvl w:val="1"/>
          <w:numId w:val="48"/>
        </w:numPr>
      </w:pPr>
      <w:r w:rsidRPr="00500F73">
        <w:t>There are two</w:t>
      </w:r>
      <w:r>
        <w:t> </w:t>
      </w:r>
      <w:r w:rsidRPr="00500F73">
        <w:t>exceptions where the information in a register may be used to contact fund members. These are:</w:t>
      </w:r>
    </w:p>
    <w:p w:rsidR="0041503C" w:rsidRPr="00500F73" w:rsidRDefault="00A03C5D" w:rsidP="008D51C1">
      <w:pPr>
        <w:pStyle w:val="dotpoint"/>
      </w:pPr>
      <w:r>
        <w:t>i</w:t>
      </w:r>
      <w:r w:rsidR="00711E2B">
        <w:t xml:space="preserve">f </w:t>
      </w:r>
      <w:r w:rsidR="0041503C" w:rsidRPr="00500F73">
        <w:t>the material is relevant to member’s interest in the fund or the rights attaching to the interests; or</w:t>
      </w:r>
    </w:p>
    <w:p w:rsidR="0041503C" w:rsidRDefault="0041503C" w:rsidP="008D51C1">
      <w:pPr>
        <w:pStyle w:val="dotpoint"/>
      </w:pPr>
      <w:r>
        <w:t>the operator of the foreign passport fund has approved the person contacting the members.</w:t>
      </w:r>
    </w:p>
    <w:p w:rsidR="00711E2B" w:rsidRPr="00D25A0F" w:rsidRDefault="00711E2B" w:rsidP="008D51C1">
      <w:pPr>
        <w:pStyle w:val="base-text-paragraphnonumbers"/>
        <w:rPr>
          <w:rStyle w:val="Referencingstyle"/>
        </w:rPr>
      </w:pPr>
      <w:r w:rsidRPr="00711E2B">
        <w:rPr>
          <w:rStyle w:val="Referencingstyle"/>
        </w:rPr>
        <w:t>[Schedule 1, item 1, subsection 1213H(2)]</w:t>
      </w:r>
    </w:p>
    <w:p w:rsidR="0041503C" w:rsidRPr="00424E5F" w:rsidRDefault="0041503C" w:rsidP="008D51C1">
      <w:pPr>
        <w:pStyle w:val="base-text-paragraph"/>
        <w:numPr>
          <w:ilvl w:val="1"/>
          <w:numId w:val="48"/>
        </w:numPr>
      </w:pPr>
      <w:r w:rsidRPr="00424E5F">
        <w:t xml:space="preserve">As discussed above these exceptions would allow actions (including the provision of information) that are in the members’ best interest, such as mailing out of invitations to support </w:t>
      </w:r>
      <w:r w:rsidR="00F26CB2">
        <w:t>convening</w:t>
      </w:r>
      <w:r w:rsidRPr="00424E5F">
        <w:t xml:space="preserve"> a meeting of members. </w:t>
      </w:r>
      <w:r w:rsidRPr="00424E5F">
        <w:rPr>
          <w:rStyle w:val="Referencingstyle"/>
        </w:rPr>
        <w:t>[Schedule 1, item 1, subsection 1213H(2)]</w:t>
      </w:r>
    </w:p>
    <w:p w:rsidR="0041503C" w:rsidRDefault="0041503C" w:rsidP="008D51C1">
      <w:pPr>
        <w:pStyle w:val="base-text-paragraph"/>
        <w:numPr>
          <w:ilvl w:val="1"/>
          <w:numId w:val="48"/>
        </w:numPr>
      </w:pPr>
      <w:r>
        <w:t xml:space="preserve">Under the Criminal Code, a defendant wishing to rely on an exception bears the evidential burden of providing </w:t>
      </w:r>
      <w:r w:rsidRPr="002E55E7">
        <w:t xml:space="preserve">evidence that </w:t>
      </w:r>
      <w:r>
        <w:t>‘</w:t>
      </w:r>
      <w:r w:rsidRPr="002E55E7">
        <w:t>suggests a reasonable possibility</w:t>
      </w:r>
      <w:r>
        <w:t>’ that the exception applies (subsection 13.3(3)</w:t>
      </w:r>
      <w:r w:rsidR="00FD29BD">
        <w:t xml:space="preserve"> of the Criminal Code</w:t>
      </w:r>
      <w:r>
        <w:t>). The new law does not amend the evidential burden of proof and the note is merely included for the avoidance of doubt.</w:t>
      </w:r>
      <w:r w:rsidRPr="00966D79">
        <w:t xml:space="preserve"> </w:t>
      </w:r>
      <w:r>
        <w:t xml:space="preserve">The rationale for the defendant bearing the evidential burden of proof for all exceptions is that the information is peculiarly within the defendant’s knowledge. In this case, the defendant is best placed to show that the material was relevant to the member’s interests, or the fund had approved the person contacting the members. </w:t>
      </w:r>
      <w:r>
        <w:rPr>
          <w:rStyle w:val="Referencingstyle"/>
        </w:rPr>
        <w:t>[Schedule 1, item 1, note to subsection 1213H(2)]</w:t>
      </w:r>
    </w:p>
    <w:p w:rsidR="0041503C" w:rsidRDefault="0041503C" w:rsidP="008D51C1">
      <w:pPr>
        <w:pStyle w:val="base-text-paragraph"/>
        <w:numPr>
          <w:ilvl w:val="1"/>
          <w:numId w:val="48"/>
        </w:numPr>
      </w:pPr>
      <w:r>
        <w:t>B</w:t>
      </w:r>
      <w:r w:rsidRPr="00500F73">
        <w:t>reaches</w:t>
      </w:r>
      <w:r>
        <w:t xml:space="preserve"> of</w:t>
      </w:r>
      <w:r w:rsidRPr="00500F73">
        <w:t xml:space="preserve"> these prohibitions </w:t>
      </w:r>
      <w:r>
        <w:t>are</w:t>
      </w:r>
      <w:r w:rsidRPr="00500F73">
        <w:t xml:space="preserve"> a strict liability offence</w:t>
      </w:r>
      <w:r>
        <w:t xml:space="preserve">, punishable by a fine of 60 penalty units, and are also subject to the </w:t>
      </w:r>
      <w:r w:rsidR="00F01F22">
        <w:t>existing</w:t>
      </w:r>
      <w:r>
        <w:t xml:space="preserve"> </w:t>
      </w:r>
      <w:r w:rsidR="00F01F22">
        <w:t xml:space="preserve">penalty </w:t>
      </w:r>
      <w:r>
        <w:t xml:space="preserve">notice </w:t>
      </w:r>
      <w:r w:rsidR="00F01F22">
        <w:t>regime in the Corporations Act</w:t>
      </w:r>
      <w:r>
        <w:t xml:space="preserve">. </w:t>
      </w:r>
      <w:r w:rsidR="005E1497">
        <w:t>(For further information about the penalty</w:t>
      </w:r>
      <w:r w:rsidR="00A65A8B">
        <w:t xml:space="preserve"> notice regime, see paragraph </w:t>
      </w:r>
      <w:r w:rsidR="000B2D51">
        <w:t>4</w:t>
      </w:r>
      <w:r w:rsidR="00857EF7">
        <w:t>.80</w:t>
      </w:r>
      <w:r w:rsidR="005E1497">
        <w:t xml:space="preserve">.) </w:t>
      </w:r>
      <w:r>
        <w:t xml:space="preserve">The offence carries the same extended geographical reach of Category A as set out in section 15.1 of the Criminal Code which ensures that misuse of the information with respect to Australian members is captured, even if the offence is committed by a person overseas. </w:t>
      </w:r>
      <w:r w:rsidRPr="003E31B4">
        <w:t>The</w:t>
      </w:r>
      <w:r w:rsidRPr="003E31B4">
        <w:rPr>
          <w:b/>
          <w:i/>
        </w:rPr>
        <w:t xml:space="preserve"> </w:t>
      </w:r>
      <w:r w:rsidRPr="003E31B4">
        <w:t xml:space="preserve">imposition of a strict liability offence together with an infringement notice regime is consistent with the Guide </w:t>
      </w:r>
      <w:r>
        <w:t>(</w:t>
      </w:r>
      <w:r w:rsidRPr="003E31B4">
        <w:t>see Chapter</w:t>
      </w:r>
      <w:r>
        <w:t>s </w:t>
      </w:r>
      <w:r w:rsidRPr="003E31B4">
        <w:t>2</w:t>
      </w:r>
      <w:r>
        <w:t xml:space="preserve"> and 6</w:t>
      </w:r>
      <w:r w:rsidRPr="003E31B4">
        <w:t>)</w:t>
      </w:r>
      <w:r w:rsidRPr="003E31B4">
        <w:rPr>
          <w:i/>
        </w:rPr>
        <w:t>.</w:t>
      </w:r>
      <w:r w:rsidRPr="003E31B4">
        <w:t xml:space="preserve"> It enhances the effectiveness of the enforcement regime </w:t>
      </w:r>
      <w:r>
        <w:t>while</w:t>
      </w:r>
      <w:r w:rsidRPr="003E31B4">
        <w:t xml:space="preserve"> protect</w:t>
      </w:r>
      <w:r>
        <w:t>ing</w:t>
      </w:r>
      <w:r w:rsidRPr="003E31B4">
        <w:t xml:space="preserve"> members’ right to </w:t>
      </w:r>
      <w:r>
        <w:t>privacy</w:t>
      </w:r>
      <w:r w:rsidRPr="003E31B4">
        <w:t xml:space="preserve">. Requiring proof of fault would undermine deterrence as the offence is relatively minor and involves funds which are not based in Australia. Finally, as this is a strict liability offence, assessing whether a breach has occurred is straightforward and can be decided on a review of the facts in the case. The penalty amount is also </w:t>
      </w:r>
      <w:r>
        <w:t>consistent</w:t>
      </w:r>
      <w:r w:rsidRPr="003E31B4">
        <w:t xml:space="preserve"> with the </w:t>
      </w:r>
      <w:r>
        <w:t>Guide</w:t>
      </w:r>
      <w:r w:rsidRPr="003E31B4">
        <w:t>.</w:t>
      </w:r>
      <w:r>
        <w:t xml:space="preserve"> </w:t>
      </w:r>
      <w:r>
        <w:rPr>
          <w:rStyle w:val="Referencingstyle"/>
        </w:rPr>
        <w:t>[Schedule 1, item 1, subsections 1213H(1), (4) and</w:t>
      </w:r>
      <w:r w:rsidR="00025586">
        <w:rPr>
          <w:rStyle w:val="Referencingstyle"/>
        </w:rPr>
        <w:t> </w:t>
      </w:r>
      <w:r>
        <w:rPr>
          <w:rStyle w:val="Referencingstyle"/>
        </w:rPr>
        <w:t xml:space="preserve">(5) and </w:t>
      </w:r>
      <w:r w:rsidR="00F01F22">
        <w:rPr>
          <w:rStyle w:val="Referencingstyle"/>
        </w:rPr>
        <w:t>Schedule 2, item 271AA, subparagraph 1313(8)(aa)(iv)</w:t>
      </w:r>
      <w:r>
        <w:rPr>
          <w:rStyle w:val="Referencingstyle"/>
        </w:rPr>
        <w:t>]</w:t>
      </w:r>
    </w:p>
    <w:p w:rsidR="0041503C" w:rsidRPr="00C50530" w:rsidRDefault="0041503C" w:rsidP="008D51C1">
      <w:pPr>
        <w:pStyle w:val="base-text-paragraph"/>
        <w:numPr>
          <w:ilvl w:val="1"/>
          <w:numId w:val="48"/>
        </w:numPr>
        <w:rPr>
          <w:rStyle w:val="Referencingstyle"/>
          <w:b w:val="0"/>
          <w:i w:val="0"/>
          <w:sz w:val="22"/>
        </w:rPr>
      </w:pPr>
      <w:r w:rsidRPr="00424E5F">
        <w:t xml:space="preserve">A person who breaches the prohibition on using the information in a register to contact members may also have to compensate any member who suffers loss or damage because of the breach. Any profits made by the person committing the breach may be recovered by the fund as a debt owed to the fund. These provisions could be used for example against persons making offers to purchase interests from members at below market prices. </w:t>
      </w:r>
      <w:r w:rsidRPr="00424E5F">
        <w:rPr>
          <w:rStyle w:val="Referencingstyle"/>
        </w:rPr>
        <w:t>[Schedule 1, item 1, subsections 1213H(6) to (8)]</w:t>
      </w:r>
    </w:p>
    <w:p w:rsidR="00AB0822" w:rsidRDefault="00AB0822" w:rsidP="008D51C1">
      <w:pPr>
        <w:pStyle w:val="Heading3"/>
      </w:pPr>
      <w:r>
        <w:t>Obtaining a copy of reports required under the law of the home economy</w:t>
      </w:r>
    </w:p>
    <w:p w:rsidR="00AB0822" w:rsidRDefault="00BB2B17" w:rsidP="008D51C1">
      <w:pPr>
        <w:pStyle w:val="Heading4"/>
      </w:pPr>
      <w:r>
        <w:t>Right to a copy of reports</w:t>
      </w:r>
    </w:p>
    <w:p w:rsidR="006E35E0" w:rsidRDefault="00BB2B17" w:rsidP="008D51C1">
      <w:pPr>
        <w:pStyle w:val="base-text-paragraph"/>
        <w:numPr>
          <w:ilvl w:val="1"/>
          <w:numId w:val="48"/>
        </w:numPr>
      </w:pPr>
      <w:r>
        <w:t xml:space="preserve">Unless </w:t>
      </w:r>
      <w:r w:rsidR="009F62D3">
        <w:t xml:space="preserve">the operator of a notified foreign passport fund is </w:t>
      </w:r>
      <w:r>
        <w:t xml:space="preserve">otherwise required under </w:t>
      </w:r>
      <w:r w:rsidDel="00D76F64">
        <w:t xml:space="preserve">the </w:t>
      </w:r>
      <w:r w:rsidR="00D76F64">
        <w:t>Corporations</w:t>
      </w:r>
      <w:r w:rsidR="00832B37">
        <w:t> </w:t>
      </w:r>
      <w:r w:rsidR="00D76F64">
        <w:t>Act</w:t>
      </w:r>
      <w:r w:rsidR="009F62D3">
        <w:t xml:space="preserve"> to lodge a report with ASIC or provide a report to </w:t>
      </w:r>
      <w:r w:rsidR="00B042D6">
        <w:t>Australian members</w:t>
      </w:r>
      <w:r>
        <w:t>, t</w:t>
      </w:r>
      <w:r w:rsidR="006E35E0">
        <w:t xml:space="preserve">he operator must provide </w:t>
      </w:r>
      <w:r w:rsidR="00B042D6">
        <w:t xml:space="preserve">Australian </w:t>
      </w:r>
      <w:r w:rsidR="006E35E0">
        <w:t xml:space="preserve">members </w:t>
      </w:r>
      <w:r w:rsidR="009F2031">
        <w:t xml:space="preserve">of the fund a copy of any reports that it </w:t>
      </w:r>
      <w:r w:rsidR="00C705C4">
        <w:t>makes</w:t>
      </w:r>
      <w:r>
        <w:t xml:space="preserve"> </w:t>
      </w:r>
      <w:r w:rsidR="009F2031">
        <w:t xml:space="preserve">available to members in </w:t>
      </w:r>
      <w:r w:rsidR="00C705C4">
        <w:t>its</w:t>
      </w:r>
      <w:r w:rsidR="009F2031">
        <w:t xml:space="preserve"> home economy without charge.</w:t>
      </w:r>
      <w:r>
        <w:t xml:space="preserve"> </w:t>
      </w:r>
      <w:r>
        <w:rPr>
          <w:rStyle w:val="Referencingstyle"/>
        </w:rPr>
        <w:t>[Schedule 1, item 1, subsections 1213</w:t>
      </w:r>
      <w:r w:rsidR="00711E2B">
        <w:rPr>
          <w:rStyle w:val="Referencingstyle"/>
        </w:rPr>
        <w:t>HA</w:t>
      </w:r>
      <w:r>
        <w:rPr>
          <w:rStyle w:val="Referencingstyle"/>
        </w:rPr>
        <w:t>(1) and (6)]</w:t>
      </w:r>
    </w:p>
    <w:p w:rsidR="00AB0822" w:rsidRDefault="00AB0822" w:rsidP="008D51C1">
      <w:pPr>
        <w:pStyle w:val="base-text-paragraph"/>
        <w:numPr>
          <w:ilvl w:val="1"/>
          <w:numId w:val="48"/>
        </w:numPr>
      </w:pPr>
      <w:r>
        <w:t xml:space="preserve">Failure to provide a copy of the </w:t>
      </w:r>
      <w:r w:rsidR="00A86C0A">
        <w:t>report</w:t>
      </w:r>
      <w:r>
        <w:t xml:space="preserve"> is an offence </w:t>
      </w:r>
      <w:r w:rsidR="004F5A18">
        <w:t>of strict liability</w:t>
      </w:r>
      <w:r>
        <w:t xml:space="preserve"> carrying a penalty of </w:t>
      </w:r>
      <w:r w:rsidR="007A7B17">
        <w:t>60</w:t>
      </w:r>
      <w:r>
        <w:t xml:space="preserve"> penalty units. This offence is given extended geographical reach </w:t>
      </w:r>
      <w:r w:rsidR="00C705C4">
        <w:t>(Category A as set out in section 15.1 of the Criminal</w:t>
      </w:r>
      <w:r w:rsidR="00FD29BD">
        <w:t> </w:t>
      </w:r>
      <w:r w:rsidR="00C705C4">
        <w:t xml:space="preserve">Code) </w:t>
      </w:r>
      <w:r>
        <w:t xml:space="preserve">because any breaches would be committed by the operator of a notified foreign passport fund, which will be a foreign entity. </w:t>
      </w:r>
      <w:r w:rsidR="00C705C4">
        <w:t>Category</w:t>
      </w:r>
      <w:r w:rsidR="008377C8">
        <w:t> </w:t>
      </w:r>
      <w:r w:rsidR="00C705C4">
        <w:t xml:space="preserve">A extended </w:t>
      </w:r>
      <w:r>
        <w:t xml:space="preserve">geographical </w:t>
      </w:r>
      <w:r w:rsidR="000C6398">
        <w:t xml:space="preserve">reach </w:t>
      </w:r>
      <w:r w:rsidR="00C705C4">
        <w:t>enables</w:t>
      </w:r>
      <w:r>
        <w:t xml:space="preserve"> the offence to apply to these entities, but it is noted that there is a defence for the operator if there is no corresponding offence in the home jurisdiction. </w:t>
      </w:r>
      <w:r w:rsidR="00A005DB">
        <w:t>ASIC may issue penalty notices for breaches of this requirement. For further information about the penalt</w:t>
      </w:r>
      <w:r w:rsidR="00A65A8B">
        <w:t xml:space="preserve">y notice regime, see paragraph </w:t>
      </w:r>
      <w:r w:rsidR="000B2D51">
        <w:t>4.8</w:t>
      </w:r>
      <w:r w:rsidR="00857EF7">
        <w:t>0</w:t>
      </w:r>
      <w:r w:rsidR="00A005DB">
        <w:t xml:space="preserve">. </w:t>
      </w:r>
      <w:r>
        <w:rPr>
          <w:rStyle w:val="Referencingstyle"/>
        </w:rPr>
        <w:t>[Schedule 1, item 1, subsections 1213</w:t>
      </w:r>
      <w:r w:rsidR="00711E2B">
        <w:rPr>
          <w:rStyle w:val="Referencingstyle"/>
        </w:rPr>
        <w:t>HA</w:t>
      </w:r>
      <w:r w:rsidR="00A86C0A">
        <w:rPr>
          <w:rStyle w:val="Referencingstyle"/>
        </w:rPr>
        <w:t>(1) and</w:t>
      </w:r>
      <w:r w:rsidR="006E097B">
        <w:rPr>
          <w:rStyle w:val="Referencingstyle"/>
        </w:rPr>
        <w:t> </w:t>
      </w:r>
      <w:r w:rsidR="00A86C0A">
        <w:rPr>
          <w:rStyle w:val="Referencingstyle"/>
        </w:rPr>
        <w:t>(7</w:t>
      </w:r>
      <w:r>
        <w:rPr>
          <w:rStyle w:val="Referencingstyle"/>
        </w:rPr>
        <w:t>)</w:t>
      </w:r>
      <w:r w:rsidR="00406E72">
        <w:rPr>
          <w:rStyle w:val="Referencingstyle"/>
        </w:rPr>
        <w:t xml:space="preserve"> and Schedule 2, item 271AA, subparagraph 1313(8)(aa)(v</w:t>
      </w:r>
      <w:r>
        <w:rPr>
          <w:rStyle w:val="Referencingstyle"/>
        </w:rPr>
        <w:t>)]</w:t>
      </w:r>
    </w:p>
    <w:p w:rsidR="00AB0822" w:rsidRDefault="00AB0822" w:rsidP="008D51C1">
      <w:pPr>
        <w:pStyle w:val="Heading4"/>
      </w:pPr>
      <w:r>
        <w:t xml:space="preserve">Process for </w:t>
      </w:r>
      <w:r w:rsidR="00BB2B17">
        <w:t>obtaining a copy of the report</w:t>
      </w:r>
    </w:p>
    <w:p w:rsidR="00AB0822" w:rsidRPr="00BB2B17" w:rsidRDefault="00BB2B17" w:rsidP="008D51C1">
      <w:pPr>
        <w:pStyle w:val="base-text-paragraph"/>
        <w:numPr>
          <w:ilvl w:val="1"/>
          <w:numId w:val="48"/>
        </w:numPr>
        <w:rPr>
          <w:rStyle w:val="Referencingstyle"/>
          <w:b w:val="0"/>
          <w:i w:val="0"/>
          <w:sz w:val="22"/>
        </w:rPr>
      </w:pPr>
      <w:r>
        <w:t xml:space="preserve">The report must be given to </w:t>
      </w:r>
      <w:r w:rsidR="00B042D6" w:rsidDel="000C6398">
        <w:t xml:space="preserve">Australian </w:t>
      </w:r>
      <w:r>
        <w:t>members of the fund</w:t>
      </w:r>
      <w:r w:rsidR="000C6398">
        <w:t xml:space="preserve"> </w:t>
      </w:r>
      <w:r>
        <w:t xml:space="preserve">within </w:t>
      </w:r>
      <w:r w:rsidR="002B51CA">
        <w:t>seven </w:t>
      </w:r>
      <w:r>
        <w:t xml:space="preserve">days </w:t>
      </w:r>
      <w:r w:rsidR="007A7B17" w:rsidRPr="007A7B17">
        <w:t>after</w:t>
      </w:r>
      <w:r>
        <w:t xml:space="preserve"> the first day on which the report is made available to a member of the fund in the home economy without charge</w:t>
      </w:r>
      <w:r w:rsidR="00AB0822">
        <w:t xml:space="preserve">. </w:t>
      </w:r>
      <w:r w:rsidR="00AB0822">
        <w:rPr>
          <w:rStyle w:val="Referencingstyle"/>
        </w:rPr>
        <w:t xml:space="preserve">[Schedule 1, item 1, </w:t>
      </w:r>
      <w:r>
        <w:rPr>
          <w:rStyle w:val="Referencingstyle"/>
        </w:rPr>
        <w:t>subsection 1213</w:t>
      </w:r>
      <w:r w:rsidR="00711E2B">
        <w:rPr>
          <w:rStyle w:val="Referencingstyle"/>
        </w:rPr>
        <w:t>HA</w:t>
      </w:r>
      <w:r w:rsidR="00AB0822">
        <w:rPr>
          <w:rStyle w:val="Referencingstyle"/>
        </w:rPr>
        <w:t>(</w:t>
      </w:r>
      <w:r>
        <w:rPr>
          <w:rStyle w:val="Referencingstyle"/>
        </w:rPr>
        <w:t>2</w:t>
      </w:r>
      <w:r w:rsidR="00AB0822">
        <w:rPr>
          <w:rStyle w:val="Referencingstyle"/>
        </w:rPr>
        <w:t>)]</w:t>
      </w:r>
    </w:p>
    <w:p w:rsidR="00BB2B17" w:rsidRDefault="00BB2B17" w:rsidP="008D51C1">
      <w:pPr>
        <w:pStyle w:val="base-text-paragraph"/>
        <w:numPr>
          <w:ilvl w:val="1"/>
          <w:numId w:val="48"/>
        </w:numPr>
      </w:pPr>
      <w:r>
        <w:t xml:space="preserve">The </w:t>
      </w:r>
      <w:r w:rsidR="002F2688">
        <w:t>operator gives the report to</w:t>
      </w:r>
      <w:r>
        <w:t xml:space="preserve"> </w:t>
      </w:r>
      <w:r w:rsidR="00B042D6" w:rsidDel="000C6398">
        <w:t xml:space="preserve">Australian </w:t>
      </w:r>
      <w:r>
        <w:t>members of the fund</w:t>
      </w:r>
      <w:r w:rsidR="000C6398">
        <w:t xml:space="preserve"> </w:t>
      </w:r>
      <w:r w:rsidR="00210D8C">
        <w:t xml:space="preserve">by </w:t>
      </w:r>
      <w:r w:rsidR="00C705C4">
        <w:t>making</w:t>
      </w:r>
      <w:r w:rsidR="002F2688">
        <w:t xml:space="preserve"> it </w:t>
      </w:r>
      <w:r w:rsidR="00C705C4">
        <w:t>available</w:t>
      </w:r>
      <w:r w:rsidR="002F2688">
        <w:t xml:space="preserve"> on its website</w:t>
      </w:r>
      <w:r w:rsidR="00C705C4">
        <w:t xml:space="preserve"> for members to access</w:t>
      </w:r>
      <w:r w:rsidR="00210D8C">
        <w:t xml:space="preserve">. If the operator </w:t>
      </w:r>
      <w:r>
        <w:t>notif</w:t>
      </w:r>
      <w:r w:rsidR="002F2688">
        <w:t>ies</w:t>
      </w:r>
      <w:r>
        <w:t xml:space="preserve"> members of the fund in </w:t>
      </w:r>
      <w:r w:rsidR="00FE353B">
        <w:t>the home economy</w:t>
      </w:r>
      <w:r w:rsidR="002F2688">
        <w:t xml:space="preserve"> </w:t>
      </w:r>
      <w:r w:rsidR="00210D8C">
        <w:t xml:space="preserve">that the report </w:t>
      </w:r>
      <w:r w:rsidR="002F2688">
        <w:t xml:space="preserve">is available </w:t>
      </w:r>
      <w:r w:rsidR="00CA2265">
        <w:t xml:space="preserve">or </w:t>
      </w:r>
      <w:r>
        <w:t xml:space="preserve">how </w:t>
      </w:r>
      <w:r w:rsidR="002F2688">
        <w:t>to</w:t>
      </w:r>
      <w:r>
        <w:t xml:space="preserve"> access it</w:t>
      </w:r>
      <w:r w:rsidR="00210D8C">
        <w:t xml:space="preserve">, it must similarly also notify </w:t>
      </w:r>
      <w:r w:rsidR="00B042D6" w:rsidDel="000C6398">
        <w:t>Australian</w:t>
      </w:r>
      <w:r w:rsidR="00B042D6">
        <w:t xml:space="preserve"> </w:t>
      </w:r>
      <w:r w:rsidR="00210D8C">
        <w:t xml:space="preserve">members </w:t>
      </w:r>
      <w:r w:rsidR="00210D8C" w:rsidDel="000C6398">
        <w:t>of the fund</w:t>
      </w:r>
      <w:r w:rsidR="002F2688">
        <w:t xml:space="preserve">. </w:t>
      </w:r>
      <w:r w:rsidR="00FE353B">
        <w:t xml:space="preserve">This ensures that </w:t>
      </w:r>
      <w:r w:rsidR="00B042D6">
        <w:t xml:space="preserve">Australian </w:t>
      </w:r>
      <w:r w:rsidR="00FE353B">
        <w:t>members are given equivalent notice of a report’s availability as members of the fund in the home economy.</w:t>
      </w:r>
      <w:r w:rsidR="002F2688">
        <w:t xml:space="preserve"> </w:t>
      </w:r>
      <w:r w:rsidR="002F2688">
        <w:rPr>
          <w:rStyle w:val="Referencingstyle"/>
        </w:rPr>
        <w:t>[Schedule 1, item 1, subsection 1213</w:t>
      </w:r>
      <w:r w:rsidR="00711E2B">
        <w:rPr>
          <w:rStyle w:val="Referencingstyle"/>
        </w:rPr>
        <w:t>HA</w:t>
      </w:r>
      <w:r w:rsidR="002F2688">
        <w:rPr>
          <w:rStyle w:val="Referencingstyle"/>
        </w:rPr>
        <w:t>(3)]</w:t>
      </w:r>
    </w:p>
    <w:p w:rsidR="00AB0822" w:rsidRDefault="00AB0822" w:rsidP="008D51C1">
      <w:pPr>
        <w:pStyle w:val="base-text-paragraph"/>
        <w:numPr>
          <w:ilvl w:val="1"/>
          <w:numId w:val="48"/>
        </w:numPr>
      </w:pPr>
      <w:r>
        <w:t xml:space="preserve">The </w:t>
      </w:r>
      <w:r w:rsidR="006E35E0">
        <w:t>report must be given without charge</w:t>
      </w:r>
      <w:r>
        <w:t xml:space="preserve">. </w:t>
      </w:r>
      <w:r w:rsidR="006E35E0">
        <w:rPr>
          <w:rStyle w:val="Referencingstyle"/>
        </w:rPr>
        <w:t>[Schedule 1, item 1, subsection 1213</w:t>
      </w:r>
      <w:r w:rsidR="00711E2B">
        <w:rPr>
          <w:rStyle w:val="Referencingstyle"/>
        </w:rPr>
        <w:t>HA</w:t>
      </w:r>
      <w:r w:rsidR="006E35E0">
        <w:rPr>
          <w:rStyle w:val="Referencingstyle"/>
        </w:rPr>
        <w:t>(4</w:t>
      </w:r>
      <w:r>
        <w:rPr>
          <w:rStyle w:val="Referencingstyle"/>
        </w:rPr>
        <w:t>)]</w:t>
      </w:r>
    </w:p>
    <w:p w:rsidR="00A86C0A" w:rsidRDefault="00A86C0A" w:rsidP="008D51C1">
      <w:pPr>
        <w:pStyle w:val="base-text-paragraph"/>
        <w:numPr>
          <w:ilvl w:val="1"/>
          <w:numId w:val="48"/>
        </w:numPr>
      </w:pPr>
      <w:r>
        <w:t xml:space="preserve">If all or part of the report is not in English, the operator must also give </w:t>
      </w:r>
      <w:r w:rsidR="00B042D6" w:rsidDel="000C6398">
        <w:t xml:space="preserve">Australian </w:t>
      </w:r>
      <w:r>
        <w:t>members of the fund</w:t>
      </w:r>
      <w:r w:rsidR="000C6398">
        <w:t xml:space="preserve"> </w:t>
      </w:r>
      <w:r>
        <w:t xml:space="preserve">a summary of the report, or that part of the report, in English. </w:t>
      </w:r>
      <w:r>
        <w:rPr>
          <w:rStyle w:val="Referencingstyle"/>
        </w:rPr>
        <w:t xml:space="preserve">[Schedule 1, item 1, </w:t>
      </w:r>
      <w:r w:rsidR="00FE353B">
        <w:rPr>
          <w:rStyle w:val="Referencingstyle"/>
        </w:rPr>
        <w:t>subparagraph 1213</w:t>
      </w:r>
      <w:r w:rsidR="009D7C51">
        <w:rPr>
          <w:rStyle w:val="Referencingstyle"/>
        </w:rPr>
        <w:t>HA</w:t>
      </w:r>
      <w:r w:rsidR="00FE353B">
        <w:rPr>
          <w:rStyle w:val="Referencingstyle"/>
        </w:rPr>
        <w:t xml:space="preserve">(c)(ii) and </w:t>
      </w:r>
      <w:r>
        <w:rPr>
          <w:rStyle w:val="Referencingstyle"/>
        </w:rPr>
        <w:t>subsection 1213</w:t>
      </w:r>
      <w:r w:rsidR="00711E2B">
        <w:rPr>
          <w:rStyle w:val="Referencingstyle"/>
        </w:rPr>
        <w:t>HA</w:t>
      </w:r>
      <w:r>
        <w:rPr>
          <w:rStyle w:val="Referencingstyle"/>
        </w:rPr>
        <w:t>(5)]</w:t>
      </w:r>
    </w:p>
    <w:p w:rsidR="00F20669" w:rsidRPr="00DF10A2" w:rsidRDefault="00F20669" w:rsidP="008D51C1">
      <w:pPr>
        <w:pStyle w:val="Heading3"/>
      </w:pPr>
      <w:r w:rsidRPr="00DF10A2">
        <w:t>Requests for additional information</w:t>
      </w:r>
    </w:p>
    <w:p w:rsidR="00F20669" w:rsidRPr="00DF10A2" w:rsidRDefault="00F20669" w:rsidP="008D51C1">
      <w:pPr>
        <w:pStyle w:val="base-text-paragraph"/>
        <w:numPr>
          <w:ilvl w:val="1"/>
          <w:numId w:val="48"/>
        </w:numPr>
        <w:rPr>
          <w:rStyle w:val="Referencingstyle"/>
          <w:b w:val="0"/>
          <w:i w:val="0"/>
          <w:sz w:val="22"/>
        </w:rPr>
      </w:pPr>
      <w:r w:rsidRPr="00AB39B4">
        <w:rPr>
          <w:rStyle w:val="Referencingstyle"/>
          <w:b w:val="0"/>
          <w:i w:val="0"/>
          <w:sz w:val="22"/>
        </w:rPr>
        <w:t>Members of a notified foreign passport fund may request additional information.</w:t>
      </w:r>
      <w:r w:rsidRPr="00D10CC3">
        <w:t xml:space="preserve"> </w:t>
      </w:r>
      <w:r w:rsidR="00550FE7">
        <w:rPr>
          <w:rStyle w:val="Referencingstyle"/>
          <w:b w:val="0"/>
          <w:i w:val="0"/>
          <w:sz w:val="22"/>
        </w:rPr>
        <w:t>S</w:t>
      </w:r>
      <w:r w:rsidRPr="00AB39B4">
        <w:rPr>
          <w:rStyle w:val="Referencingstyle"/>
          <w:b w:val="0"/>
          <w:i w:val="0"/>
          <w:sz w:val="22"/>
        </w:rPr>
        <w:t>ee paragraph</w:t>
      </w:r>
      <w:r w:rsidR="00832B37">
        <w:rPr>
          <w:rStyle w:val="Referencingstyle"/>
          <w:b w:val="0"/>
          <w:i w:val="0"/>
          <w:sz w:val="22"/>
        </w:rPr>
        <w:t> </w:t>
      </w:r>
      <w:r w:rsidR="00331D92">
        <w:rPr>
          <w:rStyle w:val="Referencingstyle"/>
          <w:b w:val="0"/>
          <w:i w:val="0"/>
          <w:sz w:val="22"/>
        </w:rPr>
        <w:t xml:space="preserve">4.40 </w:t>
      </w:r>
      <w:r w:rsidRPr="00AB39B4">
        <w:rPr>
          <w:rStyle w:val="Referencingstyle"/>
          <w:b w:val="0"/>
          <w:i w:val="0"/>
          <w:sz w:val="22"/>
        </w:rPr>
        <w:t>of th</w:t>
      </w:r>
      <w:r w:rsidR="00550FE7">
        <w:rPr>
          <w:rStyle w:val="Referencingstyle"/>
          <w:b w:val="0"/>
          <w:i w:val="0"/>
          <w:sz w:val="22"/>
        </w:rPr>
        <w:t>e</w:t>
      </w:r>
      <w:r w:rsidRPr="00AB39B4">
        <w:rPr>
          <w:rStyle w:val="Referencingstyle"/>
          <w:b w:val="0"/>
          <w:i w:val="0"/>
          <w:sz w:val="22"/>
        </w:rPr>
        <w:t xml:space="preserve"> </w:t>
      </w:r>
      <w:r w:rsidR="00090F3C">
        <w:rPr>
          <w:rStyle w:val="Referencingstyle"/>
          <w:b w:val="0"/>
          <w:i w:val="0"/>
          <w:sz w:val="22"/>
        </w:rPr>
        <w:t>explanatory material</w:t>
      </w:r>
      <w:r w:rsidR="00550FE7">
        <w:rPr>
          <w:rStyle w:val="Referencingstyle"/>
          <w:b w:val="0"/>
          <w:i w:val="0"/>
          <w:sz w:val="22"/>
        </w:rPr>
        <w:t>s</w:t>
      </w:r>
      <w:r w:rsidRPr="00AB39B4">
        <w:rPr>
          <w:rStyle w:val="Referencingstyle"/>
          <w:b w:val="0"/>
          <w:i w:val="0"/>
          <w:sz w:val="22"/>
        </w:rPr>
        <w:t xml:space="preserve">. </w:t>
      </w:r>
      <w:r w:rsidRPr="001D11ED">
        <w:rPr>
          <w:rStyle w:val="Referencingstyle"/>
        </w:rPr>
        <w:t>[Schedule</w:t>
      </w:r>
      <w:r>
        <w:rPr>
          <w:rStyle w:val="Referencingstyle"/>
        </w:rPr>
        <w:t> </w:t>
      </w:r>
      <w:r w:rsidRPr="001D11ED">
        <w:rPr>
          <w:rStyle w:val="Referencingstyle"/>
        </w:rPr>
        <w:t>2, item</w:t>
      </w:r>
      <w:r>
        <w:rPr>
          <w:rStyle w:val="Referencingstyle"/>
        </w:rPr>
        <w:t> </w:t>
      </w:r>
      <w:r w:rsidRPr="001D11ED">
        <w:rPr>
          <w:rStyle w:val="Referencingstyle"/>
        </w:rPr>
        <w:t>24</w:t>
      </w:r>
      <w:r w:rsidR="00766489">
        <w:rPr>
          <w:rStyle w:val="Referencingstyle"/>
        </w:rPr>
        <w:t>7</w:t>
      </w:r>
      <w:r w:rsidRPr="001D11ED">
        <w:rPr>
          <w:rStyle w:val="Referencingstyle"/>
        </w:rPr>
        <w:t>, subparagraph</w:t>
      </w:r>
      <w:r>
        <w:rPr>
          <w:rStyle w:val="Referencingstyle"/>
        </w:rPr>
        <w:t> </w:t>
      </w:r>
      <w:r w:rsidRPr="001D11ED">
        <w:rPr>
          <w:rStyle w:val="Referencingstyle"/>
        </w:rPr>
        <w:t>1017A(4)(a)(</w:t>
      </w:r>
      <w:proofErr w:type="spellStart"/>
      <w:r w:rsidRPr="001D11ED">
        <w:rPr>
          <w:rStyle w:val="Referencingstyle"/>
        </w:rPr>
        <w:t>i</w:t>
      </w:r>
      <w:proofErr w:type="spellEnd"/>
      <w:r w:rsidRPr="001D11ED">
        <w:rPr>
          <w:rStyle w:val="Referencingstyle"/>
        </w:rPr>
        <w:t>)]</w:t>
      </w:r>
    </w:p>
    <w:p w:rsidR="00AB0822" w:rsidRPr="00C50530" w:rsidDel="002C367B" w:rsidRDefault="007F258A" w:rsidP="008D51C1">
      <w:pPr>
        <w:pStyle w:val="Heading3"/>
        <w:rPr>
          <w:rStyle w:val="Referencingstyle"/>
          <w:b/>
          <w:i w:val="0"/>
          <w:sz w:val="22"/>
        </w:rPr>
      </w:pPr>
      <w:r>
        <w:rPr>
          <w:rStyle w:val="Referencingstyle"/>
          <w:b/>
          <w:i w:val="0"/>
          <w:sz w:val="22"/>
        </w:rPr>
        <w:t>Destruction of records by ASIC</w:t>
      </w:r>
    </w:p>
    <w:p w:rsidR="007F258A" w:rsidRDefault="007F258A" w:rsidP="008D51C1">
      <w:pPr>
        <w:pStyle w:val="base-text-paragraph"/>
        <w:numPr>
          <w:ilvl w:val="1"/>
          <w:numId w:val="48"/>
        </w:numPr>
      </w:pPr>
      <w:r>
        <w:t>ASIC may destroy or otherwise dispose of any document that is lodged in relation to a notified foreign passport fund</w:t>
      </w:r>
      <w:r w:rsidR="004A2E26">
        <w:t>,</w:t>
      </w:r>
      <w:r>
        <w:t xml:space="preserve"> if it is of the opinion it is no longer necessary or desirable to retain it and it has been in its possession for such period as is specified in the regulations</w:t>
      </w:r>
      <w:r w:rsidR="004A2E26">
        <w:t xml:space="preserve">. </w:t>
      </w:r>
      <w:r w:rsidR="004A2E26">
        <w:rPr>
          <w:rStyle w:val="Referencingstyle"/>
        </w:rPr>
        <w:t>[Schedule 1, item 1, section 1213K]</w:t>
      </w:r>
    </w:p>
    <w:p w:rsidR="0041503C" w:rsidRDefault="0041503C" w:rsidP="008D51C1">
      <w:pPr>
        <w:pStyle w:val="Heading2"/>
      </w:pPr>
      <w:r>
        <w:t>Consequential amendments</w:t>
      </w:r>
    </w:p>
    <w:p w:rsidR="0041503C" w:rsidRDefault="0041503C" w:rsidP="008D51C1">
      <w:pPr>
        <w:pStyle w:val="base-text-paragraph"/>
        <w:numPr>
          <w:ilvl w:val="1"/>
          <w:numId w:val="48"/>
        </w:numPr>
      </w:pPr>
      <w:r>
        <w:t xml:space="preserve">Annex 3 of the MOC uses the term </w:t>
      </w:r>
      <w:r w:rsidRPr="00973D0A">
        <w:rPr>
          <w:b/>
          <w:i/>
        </w:rPr>
        <w:t>constituent documents</w:t>
      </w:r>
      <w:r>
        <w:t>, rather than the term constitution</w:t>
      </w:r>
      <w:r w:rsidR="002C39B6">
        <w:t>,</w:t>
      </w:r>
      <w:r>
        <w:t xml:space="preserve"> </w:t>
      </w:r>
      <w:r w:rsidR="002C39B6">
        <w:t>to identify the</w:t>
      </w:r>
      <w:r>
        <w:t xml:space="preserve"> governing documents establish</w:t>
      </w:r>
      <w:r w:rsidR="002C39B6">
        <w:t>ing</w:t>
      </w:r>
      <w:r>
        <w:t xml:space="preserve"> and </w:t>
      </w:r>
      <w:r w:rsidR="00056A82">
        <w:t>setting</w:t>
      </w:r>
      <w:r>
        <w:t xml:space="preserve"> out the rules for a fund</w:t>
      </w:r>
      <w:r w:rsidR="002C39B6">
        <w:t>. The constituent documents</w:t>
      </w:r>
      <w:r w:rsidR="00056A82">
        <w:t xml:space="preserve"> for each home economy</w:t>
      </w:r>
      <w:r>
        <w:t xml:space="preserve"> are listed in section 4 of Annex 3 of the MOC.</w:t>
      </w:r>
    </w:p>
    <w:p w:rsidR="0041503C" w:rsidRPr="009566AF" w:rsidRDefault="0041503C" w:rsidP="008D51C1">
      <w:pPr>
        <w:pStyle w:val="base-text-paragraph"/>
        <w:numPr>
          <w:ilvl w:val="1"/>
          <w:numId w:val="48"/>
        </w:numPr>
        <w:rPr>
          <w:rStyle w:val="Referencingstyle"/>
          <w:b w:val="0"/>
          <w:i w:val="0"/>
          <w:sz w:val="22"/>
        </w:rPr>
      </w:pPr>
      <w:r w:rsidRPr="00424E5F">
        <w:t xml:space="preserve">For the avoidance of doubt, a note has been added to the definition of </w:t>
      </w:r>
      <w:r w:rsidR="00E5148B">
        <w:t>‘</w:t>
      </w:r>
      <w:r w:rsidRPr="00424E5F">
        <w:t>constitution</w:t>
      </w:r>
      <w:r w:rsidR="00E5148B">
        <w:t>’</w:t>
      </w:r>
      <w:r w:rsidRPr="00424E5F">
        <w:t xml:space="preserve"> in section 9 of </w:t>
      </w:r>
      <w:r w:rsidRPr="00424E5F" w:rsidDel="00D76F64">
        <w:t xml:space="preserve">the </w:t>
      </w:r>
      <w:r w:rsidR="00D76F64">
        <w:t>Corporations</w:t>
      </w:r>
      <w:r w:rsidR="00E5148B">
        <w:t> </w:t>
      </w:r>
      <w:r w:rsidR="00D76F64">
        <w:t>Act</w:t>
      </w:r>
      <w:r w:rsidRPr="00424E5F">
        <w:t xml:space="preserve"> to clarify that the constituent documents of a notified foreign passport fund are taken to be its constitution. </w:t>
      </w:r>
      <w:r w:rsidRPr="00424E5F">
        <w:rPr>
          <w:rStyle w:val="Referencingstyle"/>
        </w:rPr>
        <w:t>[Schedule 2, items </w:t>
      </w:r>
      <w:r w:rsidR="00EC50B7">
        <w:rPr>
          <w:rStyle w:val="Referencingstyle"/>
        </w:rPr>
        <w:t>11</w:t>
      </w:r>
      <w:r w:rsidRPr="00424E5F">
        <w:rPr>
          <w:rStyle w:val="Referencingstyle"/>
        </w:rPr>
        <w:t xml:space="preserve"> and </w:t>
      </w:r>
      <w:r w:rsidR="00EC50B7">
        <w:rPr>
          <w:rStyle w:val="Referencingstyle"/>
        </w:rPr>
        <w:t>12</w:t>
      </w:r>
      <w:r w:rsidRPr="00424E5F">
        <w:rPr>
          <w:rStyle w:val="Referencingstyle"/>
        </w:rPr>
        <w:t>, section 9</w:t>
      </w:r>
      <w:r w:rsidR="00B32B40">
        <w:rPr>
          <w:rStyle w:val="Referencingstyle"/>
        </w:rPr>
        <w:t xml:space="preserve"> and Schedule</w:t>
      </w:r>
      <w:r w:rsidR="00B32B40" w:rsidRPr="00424E5F">
        <w:rPr>
          <w:rStyle w:val="Referencingstyle"/>
        </w:rPr>
        <w:t> </w:t>
      </w:r>
      <w:r w:rsidR="00B32B40">
        <w:rPr>
          <w:rStyle w:val="Referencingstyle"/>
        </w:rPr>
        <w:t>1, item</w:t>
      </w:r>
      <w:r w:rsidR="00B809E2">
        <w:rPr>
          <w:rStyle w:val="Referencingstyle"/>
        </w:rPr>
        <w:t> </w:t>
      </w:r>
      <w:r w:rsidR="00B32B40">
        <w:rPr>
          <w:rStyle w:val="Referencingstyle"/>
        </w:rPr>
        <w:t>1, subsection</w:t>
      </w:r>
      <w:r w:rsidR="00B809E2">
        <w:rPr>
          <w:rStyle w:val="Referencingstyle"/>
        </w:rPr>
        <w:t> </w:t>
      </w:r>
      <w:r w:rsidR="00B32B40">
        <w:rPr>
          <w:rStyle w:val="Referencingstyle"/>
        </w:rPr>
        <w:t>1213E(2)</w:t>
      </w:r>
      <w:r w:rsidRPr="00424E5F">
        <w:rPr>
          <w:rStyle w:val="Referencingstyle"/>
        </w:rPr>
        <w:t>]</w:t>
      </w:r>
    </w:p>
    <w:p w:rsidR="008029FE" w:rsidRPr="008029FE" w:rsidRDefault="008029FE" w:rsidP="008D51C1">
      <w:pPr>
        <w:pStyle w:val="base-text-paragraph"/>
        <w:numPr>
          <w:ilvl w:val="1"/>
          <w:numId w:val="48"/>
        </w:numPr>
        <w:rPr>
          <w:rStyle w:val="Referencingstyle"/>
          <w:b w:val="0"/>
          <w:i w:val="0"/>
          <w:sz w:val="22"/>
        </w:rPr>
      </w:pPr>
      <w:r>
        <w:rPr>
          <w:rStyle w:val="Referencingstyle"/>
          <w:b w:val="0"/>
          <w:i w:val="0"/>
          <w:sz w:val="22"/>
        </w:rPr>
        <w:t>An amendment is also made to allow the court to take into account the effect of a contravention on a notified foreign passport fund’s financial position when determining whether a contravention is significant.</w:t>
      </w:r>
      <w:r w:rsidDel="008029FE">
        <w:rPr>
          <w:rStyle w:val="Referencingstyle"/>
          <w:b w:val="0"/>
          <w:i w:val="0"/>
          <w:sz w:val="22"/>
        </w:rPr>
        <w:t xml:space="preserve"> </w:t>
      </w:r>
      <w:r>
        <w:rPr>
          <w:rStyle w:val="Referencingstyle"/>
        </w:rPr>
        <w:t>[Schedule 2, item</w:t>
      </w:r>
      <w:r w:rsidR="00185BB7">
        <w:rPr>
          <w:rStyle w:val="Referencingstyle"/>
        </w:rPr>
        <w:t> </w:t>
      </w:r>
      <w:r>
        <w:rPr>
          <w:rStyle w:val="Referencingstyle"/>
        </w:rPr>
        <w:t>121</w:t>
      </w:r>
      <w:r w:rsidRPr="00424E5F">
        <w:rPr>
          <w:rStyle w:val="Referencingstyle"/>
        </w:rPr>
        <w:t xml:space="preserve">, </w:t>
      </w:r>
      <w:r>
        <w:rPr>
          <w:rStyle w:val="Referencingstyle"/>
        </w:rPr>
        <w:t>subsection 601HG(10)</w:t>
      </w:r>
      <w:r w:rsidRPr="00424E5F">
        <w:rPr>
          <w:rStyle w:val="Referencingstyle"/>
        </w:rPr>
        <w:t>]</w:t>
      </w:r>
    </w:p>
    <w:p w:rsidR="009566AF" w:rsidRPr="007A3C49" w:rsidRDefault="009566AF" w:rsidP="008D51C1">
      <w:pPr>
        <w:pStyle w:val="base-text-paragraph"/>
        <w:numPr>
          <w:ilvl w:val="1"/>
          <w:numId w:val="48"/>
        </w:numPr>
        <w:rPr>
          <w:rStyle w:val="Referencingstyle"/>
          <w:b w:val="0"/>
          <w:i w:val="0"/>
          <w:sz w:val="22"/>
        </w:rPr>
      </w:pPr>
      <w:r>
        <w:t xml:space="preserve">Record keeping requirements that currently apply to financial licensees in relation to managed investment products will also apply in relation to foreign passport fund products. </w:t>
      </w:r>
      <w:r>
        <w:rPr>
          <w:rStyle w:val="Referencingstyle"/>
        </w:rPr>
        <w:t>[Schedule</w:t>
      </w:r>
      <w:r w:rsidR="006E1FA3">
        <w:rPr>
          <w:rStyle w:val="Referencingstyle"/>
        </w:rPr>
        <w:t> </w:t>
      </w:r>
      <w:r w:rsidR="000502C1">
        <w:rPr>
          <w:rStyle w:val="Referencingstyle"/>
        </w:rPr>
        <w:t>2</w:t>
      </w:r>
      <w:r>
        <w:rPr>
          <w:rStyle w:val="Referencingstyle"/>
        </w:rPr>
        <w:t>, item</w:t>
      </w:r>
      <w:r w:rsidR="006E1FA3">
        <w:rPr>
          <w:rStyle w:val="Referencingstyle"/>
        </w:rPr>
        <w:t> </w:t>
      </w:r>
      <w:r w:rsidR="000502C1">
        <w:rPr>
          <w:rStyle w:val="Referencingstyle"/>
        </w:rPr>
        <w:t>2</w:t>
      </w:r>
      <w:r w:rsidR="00EC50B7">
        <w:rPr>
          <w:rStyle w:val="Referencingstyle"/>
        </w:rPr>
        <w:t>19</w:t>
      </w:r>
      <w:r>
        <w:rPr>
          <w:rStyle w:val="Referencingstyle"/>
        </w:rPr>
        <w:t xml:space="preserve">, </w:t>
      </w:r>
      <w:r w:rsidR="002275FD">
        <w:rPr>
          <w:rStyle w:val="Referencingstyle"/>
        </w:rPr>
        <w:t>paragraphs </w:t>
      </w:r>
      <w:r>
        <w:rPr>
          <w:rStyle w:val="Referencingstyle"/>
        </w:rPr>
        <w:t>988E</w:t>
      </w:r>
      <w:r w:rsidR="002275FD">
        <w:rPr>
          <w:rStyle w:val="Referencingstyle"/>
        </w:rPr>
        <w:t>(e) and (f)</w:t>
      </w:r>
      <w:r w:rsidRPr="00375F1D">
        <w:rPr>
          <w:rStyle w:val="Referencingstyle"/>
        </w:rPr>
        <w:t>]</w:t>
      </w:r>
    </w:p>
    <w:p w:rsidR="007A3C49" w:rsidRPr="001F7F59" w:rsidRDefault="007A3C49" w:rsidP="008D51C1">
      <w:pPr>
        <w:pStyle w:val="base-text-paragraph"/>
        <w:numPr>
          <w:ilvl w:val="1"/>
          <w:numId w:val="48"/>
        </w:numPr>
        <w:rPr>
          <w:rStyle w:val="Referencingstyle"/>
          <w:b w:val="0"/>
          <w:i w:val="0"/>
          <w:sz w:val="22"/>
        </w:rPr>
      </w:pPr>
      <w:r>
        <w:rPr>
          <w:rStyle w:val="Referencingstyle"/>
          <w:b w:val="0"/>
          <w:i w:val="0"/>
          <w:sz w:val="22"/>
        </w:rPr>
        <w:t>The jurisdictional reach of any offence, in the new or existing law, that relate</w:t>
      </w:r>
      <w:r w:rsidR="000C6398">
        <w:rPr>
          <w:rStyle w:val="Referencingstyle"/>
          <w:b w:val="0"/>
          <w:i w:val="0"/>
          <w:sz w:val="22"/>
        </w:rPr>
        <w:t>s</w:t>
      </w:r>
      <w:r>
        <w:rPr>
          <w:rStyle w:val="Referencingstyle"/>
          <w:b w:val="0"/>
          <w:i w:val="0"/>
          <w:sz w:val="22"/>
        </w:rPr>
        <w:t xml:space="preserve"> to the operation of </w:t>
      </w:r>
      <w:r w:rsidR="000C6398">
        <w:rPr>
          <w:rStyle w:val="Referencingstyle"/>
          <w:b w:val="0"/>
          <w:i w:val="0"/>
          <w:sz w:val="22"/>
        </w:rPr>
        <w:t xml:space="preserve">a </w:t>
      </w:r>
      <w:r>
        <w:rPr>
          <w:rStyle w:val="Referencingstyle"/>
          <w:b w:val="0"/>
          <w:i w:val="0"/>
          <w:sz w:val="22"/>
        </w:rPr>
        <w:t>notified foreign passport</w:t>
      </w:r>
      <w:r w:rsidR="000C6398">
        <w:rPr>
          <w:rStyle w:val="Referencingstyle"/>
          <w:b w:val="0"/>
          <w:i w:val="0"/>
          <w:sz w:val="22"/>
        </w:rPr>
        <w:t xml:space="preserve"> fund</w:t>
      </w:r>
      <w:r>
        <w:rPr>
          <w:rStyle w:val="Referencingstyle"/>
          <w:b w:val="0"/>
          <w:i w:val="0"/>
          <w:sz w:val="22"/>
        </w:rPr>
        <w:t xml:space="preserve"> and occurs wholly in a foreign country has also been limited by inserting an extra requirement into the physical element of the offence. This additional element requires the ‘result’ to occur in Australia, that is, a person in Australia must suffer financial or other disadvantage.</w:t>
      </w:r>
      <w:r w:rsidRPr="001F7F59">
        <w:t xml:space="preserve"> </w:t>
      </w:r>
      <w:r>
        <w:rPr>
          <w:rStyle w:val="Referencingstyle"/>
        </w:rPr>
        <w:t>[Schedule </w:t>
      </w:r>
      <w:r w:rsidR="00D95DD8">
        <w:rPr>
          <w:rStyle w:val="Referencingstyle"/>
        </w:rPr>
        <w:t>1</w:t>
      </w:r>
      <w:r>
        <w:rPr>
          <w:rStyle w:val="Referencingstyle"/>
        </w:rPr>
        <w:t>, item 1, section 1213EAA</w:t>
      </w:r>
      <w:r w:rsidRPr="00375F1D">
        <w:rPr>
          <w:rStyle w:val="Referencingstyle"/>
        </w:rPr>
        <w:t>]</w:t>
      </w:r>
    </w:p>
    <w:p w:rsidR="0041503C" w:rsidRDefault="0041503C" w:rsidP="008D51C1">
      <w:pPr>
        <w:pStyle w:val="Heading2"/>
      </w:pPr>
      <w:r>
        <w:t>Application and transitional provisions</w:t>
      </w:r>
    </w:p>
    <w:p w:rsidR="0041503C" w:rsidRDefault="0041503C" w:rsidP="008D51C1">
      <w:pPr>
        <w:pStyle w:val="base-text-paragraph"/>
        <w:numPr>
          <w:ilvl w:val="1"/>
          <w:numId w:val="48"/>
        </w:numPr>
      </w:pPr>
      <w:r w:rsidRPr="00DA2CFE">
        <w:t xml:space="preserve">There are no application and transitional provisions for this </w:t>
      </w:r>
      <w:r>
        <w:t>Division.</w:t>
      </w:r>
    </w:p>
    <w:p w:rsidR="00840FDF" w:rsidRDefault="00840FDF" w:rsidP="008D51C1">
      <w:pPr>
        <w:sectPr w:rsidR="00840FDF" w:rsidSect="00EB465D">
          <w:headerReference w:type="default" r:id="rId45"/>
          <w:footerReference w:type="even" r:id="rId46"/>
          <w:footerReference w:type="default" r:id="rId47"/>
          <w:footerReference w:type="first" r:id="rId48"/>
          <w:type w:val="oddPage"/>
          <w:pgSz w:w="9979" w:h="14175" w:code="9"/>
          <w:pgMar w:top="567" w:right="1134" w:bottom="567" w:left="1134" w:header="709" w:footer="709" w:gutter="0"/>
          <w:cols w:space="708"/>
          <w:titlePg/>
          <w:docGrid w:linePitch="360"/>
        </w:sectPr>
      </w:pPr>
    </w:p>
    <w:p w:rsidR="00840FDF" w:rsidRPr="007C2B20" w:rsidRDefault="00840FDF" w:rsidP="008D51C1">
      <w:pPr>
        <w:pStyle w:val="ChapterHeading"/>
        <w:numPr>
          <w:ilvl w:val="0"/>
          <w:numId w:val="53"/>
        </w:numPr>
      </w:pPr>
      <w:r w:rsidRPr="000C2A9D">
        <w:br/>
      </w:r>
      <w:bookmarkStart w:id="184" w:name="_Toc500425949"/>
      <w:bookmarkStart w:id="185" w:name="_Toc500426346"/>
      <w:bookmarkStart w:id="186" w:name="_Toc500512465"/>
      <w:bookmarkStart w:id="187" w:name="_Toc500779074"/>
      <w:bookmarkStart w:id="188" w:name="_Toc500839076"/>
      <w:bookmarkStart w:id="189" w:name="_Toc500841347"/>
      <w:bookmarkStart w:id="190" w:name="_Toc500842252"/>
      <w:bookmarkStart w:id="191" w:name="_Toc500843190"/>
      <w:bookmarkStart w:id="192" w:name="_Toc500845174"/>
      <w:bookmarkStart w:id="193" w:name="_Toc500847368"/>
      <w:bookmarkStart w:id="194" w:name="_Toc500849875"/>
      <w:bookmarkStart w:id="195" w:name="_Toc500850351"/>
      <w:bookmarkStart w:id="196" w:name="_Toc500850432"/>
      <w:bookmarkStart w:id="197" w:name="_Toc500850611"/>
      <w:bookmarkStart w:id="198" w:name="_Toc500933807"/>
      <w:bookmarkStart w:id="199" w:name="_Toc500942570"/>
      <w:bookmarkStart w:id="200" w:name="_Toc500944275"/>
      <w:bookmarkStart w:id="201" w:name="_Toc500946609"/>
      <w:bookmarkStart w:id="202" w:name="_Toc500948856"/>
      <w:bookmarkStart w:id="203" w:name="_Toc500949870"/>
      <w:bookmarkStart w:id="204" w:name="_Toc500951840"/>
      <w:bookmarkStart w:id="205" w:name="_Toc500957373"/>
      <w:bookmarkStart w:id="206" w:name="_Toc501035908"/>
      <w:bookmarkStart w:id="207" w:name="_Toc501041017"/>
      <w:bookmarkStart w:id="208" w:name="_Toc501043625"/>
      <w:bookmarkStart w:id="209" w:name="_Toc501045845"/>
      <w:bookmarkStart w:id="210" w:name="_Toc501046519"/>
      <w:bookmarkStart w:id="211" w:name="_Toc501048192"/>
      <w:bookmarkStart w:id="212" w:name="_Toc501048330"/>
      <w:bookmarkStart w:id="213" w:name="_Toc506377001"/>
      <w:bookmarkStart w:id="214" w:name="_Toc506378943"/>
      <w:r>
        <w:rPr>
          <w:rStyle w:val="ChapterNameOnly"/>
        </w:rPr>
        <w:t>Notified foreign passport funds: Australian regulation of the fund’s other activities in Australia</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rsidR="00840FDF" w:rsidRDefault="00840FDF" w:rsidP="008D51C1">
      <w:pPr>
        <w:pStyle w:val="Heading2"/>
      </w:pPr>
      <w:r>
        <w:t>Outline of chapter</w:t>
      </w:r>
    </w:p>
    <w:p w:rsidR="00DC399E" w:rsidRDefault="00E8448C" w:rsidP="008D51C1">
      <w:pPr>
        <w:pStyle w:val="base-text-paragraph"/>
      </w:pPr>
      <w:r>
        <w:t>In addition to the regulation by Australia of the investor</w:t>
      </w:r>
      <w:r w:rsidR="00351935">
        <w:noBreakHyphen/>
      </w:r>
      <w:r>
        <w:t>facing interactions of a notified foreign passport fund</w:t>
      </w:r>
      <w:r w:rsidR="009A57A9">
        <w:t xml:space="preserve"> dealt with in Chapter </w:t>
      </w:r>
      <w:r w:rsidR="001E7ACD">
        <w:t xml:space="preserve">4, </w:t>
      </w:r>
      <w:r w:rsidR="009A57A9">
        <w:t xml:space="preserve">where other aspects of Australia’s </w:t>
      </w:r>
      <w:r w:rsidR="0023170E">
        <w:t>c</w:t>
      </w:r>
      <w:r w:rsidR="009A57A9">
        <w:t xml:space="preserve">orporations legislation can and will be applied to such funds, they </w:t>
      </w:r>
      <w:r w:rsidR="004C0216">
        <w:t>are</w:t>
      </w:r>
      <w:r>
        <w:t xml:space="preserve"> generally given like treatment to Australia</w:t>
      </w:r>
      <w:r w:rsidR="004C0216">
        <w:t xml:space="preserve">n </w:t>
      </w:r>
      <w:proofErr w:type="spellStart"/>
      <w:r>
        <w:t>MISs.</w:t>
      </w:r>
      <w:proofErr w:type="spellEnd"/>
    </w:p>
    <w:p w:rsidR="009A57A9" w:rsidRDefault="00206E71" w:rsidP="008D51C1">
      <w:pPr>
        <w:pStyle w:val="base-text-paragraph"/>
      </w:pPr>
      <w:r>
        <w:t xml:space="preserve">This </w:t>
      </w:r>
      <w:r w:rsidR="009A57A9">
        <w:t>Chapter sets out matters such as:</w:t>
      </w:r>
    </w:p>
    <w:p w:rsidR="009A57A9" w:rsidRDefault="009814D3" w:rsidP="008D51C1">
      <w:pPr>
        <w:pStyle w:val="dotpoint"/>
      </w:pPr>
      <w:r>
        <w:t xml:space="preserve">clarifying </w:t>
      </w:r>
      <w:r w:rsidR="00B761B7">
        <w:t xml:space="preserve">that </w:t>
      </w:r>
      <w:r w:rsidR="009A57A9">
        <w:t xml:space="preserve">Australia’s takeovers framework </w:t>
      </w:r>
      <w:r w:rsidR="00B761B7">
        <w:t xml:space="preserve">does not </w:t>
      </w:r>
      <w:r w:rsidR="004C0216">
        <w:t>appl</w:t>
      </w:r>
      <w:r>
        <w:t>y</w:t>
      </w:r>
      <w:r w:rsidR="009A57A9">
        <w:t xml:space="preserve"> </w:t>
      </w:r>
      <w:r w:rsidR="00B761B7">
        <w:t>in relation to takeovers of a notified foreign passport fund</w:t>
      </w:r>
      <w:r w:rsidR="009A57A9">
        <w:t>;</w:t>
      </w:r>
    </w:p>
    <w:p w:rsidR="00206E71" w:rsidRDefault="00206E71" w:rsidP="008D51C1">
      <w:pPr>
        <w:pStyle w:val="dotpoint"/>
      </w:pPr>
      <w:r>
        <w:t>disclosures of substantial holdings in notified foreign passport funds</w:t>
      </w:r>
      <w:r w:rsidR="004C0216">
        <w:t xml:space="preserve"> that are listed in Australia</w:t>
      </w:r>
      <w:r>
        <w:t>;</w:t>
      </w:r>
    </w:p>
    <w:p w:rsidR="009A57A9" w:rsidRDefault="009A57A9" w:rsidP="008D51C1">
      <w:pPr>
        <w:pStyle w:val="dotpoint"/>
      </w:pPr>
      <w:r>
        <w:t xml:space="preserve">materials that </w:t>
      </w:r>
      <w:r w:rsidR="004C0216">
        <w:t>notified foreign passport</w:t>
      </w:r>
      <w:r>
        <w:t xml:space="preserve"> funds </w:t>
      </w:r>
      <w:r w:rsidR="004C0216">
        <w:t xml:space="preserve">may or </w:t>
      </w:r>
      <w:r w:rsidR="0059756C">
        <w:t>are</w:t>
      </w:r>
      <w:r>
        <w:t xml:space="preserve"> required to give to ASIC; and</w:t>
      </w:r>
    </w:p>
    <w:p w:rsidR="00840FDF" w:rsidRDefault="009A57A9" w:rsidP="008D51C1">
      <w:pPr>
        <w:pStyle w:val="dotpoint"/>
      </w:pPr>
      <w:r>
        <w:t xml:space="preserve">the rules that apply </w:t>
      </w:r>
      <w:r w:rsidR="00C260D3">
        <w:t>to other financial services and markets activities of the fund in Australia, which are outside the ordinary activities of a notified foreign passport fund</w:t>
      </w:r>
      <w:r>
        <w:t>.</w:t>
      </w:r>
    </w:p>
    <w:p w:rsidR="00840FDF" w:rsidRDefault="00840FDF" w:rsidP="008D51C1">
      <w:pPr>
        <w:pStyle w:val="Heading2"/>
      </w:pPr>
      <w:r>
        <w:t>Context of amendments</w:t>
      </w:r>
    </w:p>
    <w:p w:rsidR="009A57A9" w:rsidRDefault="005E70DC" w:rsidP="008D51C1">
      <w:pPr>
        <w:pStyle w:val="base-text-paragraph"/>
        <w:numPr>
          <w:ilvl w:val="1"/>
          <w:numId w:val="49"/>
        </w:numPr>
      </w:pPr>
      <w:r>
        <w:t xml:space="preserve">As indicated in </w:t>
      </w:r>
      <w:r w:rsidR="001E7ACD">
        <w:t xml:space="preserve">Chapter 4 of the </w:t>
      </w:r>
      <w:r w:rsidR="00090F3C">
        <w:t>explanatory material</w:t>
      </w:r>
      <w:r w:rsidR="001E7ACD">
        <w:t>s</w:t>
      </w:r>
      <w:r>
        <w:t>,</w:t>
      </w:r>
      <w:r w:rsidR="005D0F97" w:rsidRPr="005D0F97">
        <w:t xml:space="preserve"> the </w:t>
      </w:r>
      <w:r w:rsidR="005D0F97">
        <w:t>M</w:t>
      </w:r>
      <w:r w:rsidR="00AC69E7">
        <w:t>O</w:t>
      </w:r>
      <w:r w:rsidR="005D0F97">
        <w:t xml:space="preserve">C allows for host economies to generally regulate </w:t>
      </w:r>
      <w:r w:rsidR="005D0F97" w:rsidRPr="005D0F97">
        <w:t>investor</w:t>
      </w:r>
      <w:r w:rsidR="001E7ACD">
        <w:noBreakHyphen/>
      </w:r>
      <w:r w:rsidR="005D0F97" w:rsidRPr="005D0F97">
        <w:t>facing requirements</w:t>
      </w:r>
      <w:r w:rsidR="008F0BBB">
        <w:t>,</w:t>
      </w:r>
      <w:r w:rsidR="005D0F97" w:rsidRPr="005D0F97">
        <w:t xml:space="preserve"> such as disclosure</w:t>
      </w:r>
      <w:r w:rsidR="00743A18">
        <w:t>,</w:t>
      </w:r>
      <w:r w:rsidR="005D0F97">
        <w:t xml:space="preserve"> the distribution arrangements for interests in the foreign passport funds</w:t>
      </w:r>
      <w:r w:rsidR="00743A18">
        <w:t xml:space="preserve"> and member complaints</w:t>
      </w:r>
      <w:r w:rsidR="008F0BBB">
        <w:t xml:space="preserve"> </w:t>
      </w:r>
      <w:r w:rsidR="008F0BBB" w:rsidRPr="008F0BBB">
        <w:t>(section</w:t>
      </w:r>
      <w:r w:rsidR="008F0BBB">
        <w:t> </w:t>
      </w:r>
      <w:r w:rsidR="00FE628D">
        <w:t>2</w:t>
      </w:r>
      <w:r w:rsidR="008F0BBB" w:rsidRPr="008F0BBB">
        <w:t xml:space="preserve"> of Annex</w:t>
      </w:r>
      <w:r w:rsidR="008F0BBB">
        <w:t> </w:t>
      </w:r>
      <w:r w:rsidR="00FE628D">
        <w:t>1 of the M</w:t>
      </w:r>
      <w:r w:rsidR="00AC69E7">
        <w:t>O</w:t>
      </w:r>
      <w:r w:rsidR="00FE628D">
        <w:t>C</w:t>
      </w:r>
      <w:r w:rsidR="008F0BBB" w:rsidRPr="008F0BBB">
        <w:t>)</w:t>
      </w:r>
      <w:r w:rsidR="005D0F97">
        <w:t>.</w:t>
      </w:r>
    </w:p>
    <w:p w:rsidR="00FE628D" w:rsidRDefault="008F0BBB" w:rsidP="008D51C1">
      <w:pPr>
        <w:pStyle w:val="base-text-paragraph"/>
        <w:keepNext/>
        <w:numPr>
          <w:ilvl w:val="1"/>
          <w:numId w:val="49"/>
        </w:numPr>
      </w:pPr>
      <w:r>
        <w:t>In addition to the</w:t>
      </w:r>
      <w:r w:rsidR="009A57A9">
        <w:t xml:space="preserve"> above</w:t>
      </w:r>
      <w:r>
        <w:t xml:space="preserve"> matters</w:t>
      </w:r>
      <w:r w:rsidR="00FE628D">
        <w:t xml:space="preserve">, additional requirements </w:t>
      </w:r>
      <w:r w:rsidR="005E70DC">
        <w:t>(see subsection 3(1)</w:t>
      </w:r>
      <w:r w:rsidR="00F25F6E">
        <w:t xml:space="preserve"> </w:t>
      </w:r>
      <w:r w:rsidR="005E70DC">
        <w:t>of Annex 1)</w:t>
      </w:r>
      <w:r w:rsidR="00B63F6A">
        <w:t xml:space="preserve"> </w:t>
      </w:r>
      <w:r w:rsidR="00FE628D">
        <w:t>may be imposed by the host economy</w:t>
      </w:r>
      <w:r>
        <w:t xml:space="preserve"> </w:t>
      </w:r>
      <w:r w:rsidR="00FE628D">
        <w:t>so long as</w:t>
      </w:r>
      <w:r w:rsidR="00FE628D" w:rsidRPr="00FE628D">
        <w:t xml:space="preserve"> </w:t>
      </w:r>
      <w:r w:rsidR="00FE628D">
        <w:t>the requirements are:</w:t>
      </w:r>
    </w:p>
    <w:p w:rsidR="00FE628D" w:rsidRDefault="00FE628D" w:rsidP="008D51C1">
      <w:pPr>
        <w:pStyle w:val="dotpoint"/>
      </w:pPr>
      <w:r>
        <w:t>not unduly burdensome for the foreign passport fund in comparison to the requirements applying to CISs in the host jurisdiction; and</w:t>
      </w:r>
    </w:p>
    <w:p w:rsidR="00840FDF" w:rsidRDefault="00FE628D" w:rsidP="008D51C1">
      <w:pPr>
        <w:pStyle w:val="dotpoint"/>
      </w:pPr>
      <w:r>
        <w:t>are reasonable to promote retail investors’ confidence in the funds.</w:t>
      </w:r>
    </w:p>
    <w:p w:rsidR="00840FDF" w:rsidRDefault="00840FDF" w:rsidP="008D51C1">
      <w:pPr>
        <w:pStyle w:val="Heading2"/>
      </w:pPr>
      <w:r>
        <w:t>Summary of new law</w:t>
      </w:r>
    </w:p>
    <w:p w:rsidR="00257B1B" w:rsidRDefault="007254A7" w:rsidP="008D51C1">
      <w:pPr>
        <w:pStyle w:val="base-text-paragraph"/>
        <w:numPr>
          <w:ilvl w:val="1"/>
          <w:numId w:val="49"/>
        </w:numPr>
      </w:pPr>
      <w:r>
        <w:t>Where Australia is regulating notified foreign passport funds</w:t>
      </w:r>
      <w:r w:rsidR="00B63F6A" w:rsidRPr="00B63F6A">
        <w:t xml:space="preserve"> </w:t>
      </w:r>
      <w:r w:rsidR="00B63F6A">
        <w:t>as a host economy</w:t>
      </w:r>
      <w:r>
        <w:t xml:space="preserve">, the new law generally provides for </w:t>
      </w:r>
      <w:r w:rsidR="00257B1B">
        <w:t xml:space="preserve">the </w:t>
      </w:r>
      <w:r>
        <w:t xml:space="preserve">same or similar treatment as applies to </w:t>
      </w:r>
      <w:proofErr w:type="spellStart"/>
      <w:r>
        <w:t>MISs.</w:t>
      </w:r>
      <w:proofErr w:type="spellEnd"/>
      <w:r w:rsidR="00841B5E">
        <w:t xml:space="preserve"> However, the operator will </w:t>
      </w:r>
      <w:r w:rsidR="008E30E2">
        <w:t xml:space="preserve">always </w:t>
      </w:r>
      <w:r w:rsidR="00841B5E">
        <w:t>be responsible for the obligations owed by an issuer</w:t>
      </w:r>
      <w:r w:rsidR="008E30E2">
        <w:t xml:space="preserve"> of an interest in a notified foreign passport fund</w:t>
      </w:r>
      <w:r w:rsidR="00841B5E">
        <w:t xml:space="preserve"> regardless of whether </w:t>
      </w:r>
      <w:r w:rsidR="008E30E2">
        <w:t>it would otherwise be considered the issuer.</w:t>
      </w:r>
    </w:p>
    <w:p w:rsidR="00FC4F2E" w:rsidRDefault="00FC4F2E" w:rsidP="008D51C1">
      <w:pPr>
        <w:pStyle w:val="base-text-paragraph"/>
        <w:numPr>
          <w:ilvl w:val="1"/>
          <w:numId w:val="49"/>
        </w:numPr>
      </w:pPr>
      <w:r>
        <w:t>Notified foreign passport funds will be subject to the obligations in Chapter 7 that apply to MISs, such as the requirement to be licensed to operate a clearing and settlement facility or a market, and the regulation of derivative transactions will apply to notified foreign passport funds in the event that they apply to the activities of the fund. Except where noted below, amendments are not required to give effect to this outcome.</w:t>
      </w:r>
    </w:p>
    <w:p w:rsidR="001F61B0" w:rsidRDefault="00D04D12" w:rsidP="008D51C1">
      <w:pPr>
        <w:pStyle w:val="base-text-paragraph"/>
        <w:numPr>
          <w:ilvl w:val="1"/>
          <w:numId w:val="49"/>
        </w:numPr>
      </w:pPr>
      <w:r>
        <w:t>The</w:t>
      </w:r>
      <w:r w:rsidR="001F61B0">
        <w:t xml:space="preserve"> review date for a notified foreign passport fund is the anniversary of the day on which the fund first became a notified foreign passport fund. </w:t>
      </w:r>
      <w:r>
        <w:t>H</w:t>
      </w:r>
      <w:r w:rsidR="00AB3FF3">
        <w:t>owever</w:t>
      </w:r>
      <w:r w:rsidR="0059756C">
        <w:t>,</w:t>
      </w:r>
      <w:r w:rsidR="001F61B0">
        <w:t xml:space="preserve"> the operator of a notified foreign passport fund may choose a different review date</w:t>
      </w:r>
      <w:r w:rsidR="0059756C" w:rsidRPr="0059756C">
        <w:t xml:space="preserve"> </w:t>
      </w:r>
      <w:r w:rsidR="0059756C">
        <w:t>with ASIC’s approval</w:t>
      </w:r>
      <w:r w:rsidR="001F61B0">
        <w:t>.</w:t>
      </w:r>
    </w:p>
    <w:p w:rsidR="002B04BA" w:rsidRDefault="00D04D12" w:rsidP="008D51C1">
      <w:pPr>
        <w:pStyle w:val="base-text-paragraph"/>
        <w:numPr>
          <w:ilvl w:val="1"/>
          <w:numId w:val="49"/>
        </w:numPr>
      </w:pPr>
      <w:r>
        <w:t>W</w:t>
      </w:r>
      <w:r w:rsidR="001F61B0" w:rsidRPr="001F61B0">
        <w:t xml:space="preserve">ithin </w:t>
      </w:r>
      <w:r w:rsidR="00F137AB">
        <w:t>two </w:t>
      </w:r>
      <w:r w:rsidR="001F61B0" w:rsidRPr="001F61B0">
        <w:t>weeks after each review date for a notified foreign passport fund</w:t>
      </w:r>
      <w:r w:rsidR="00CA65C5">
        <w:t>,</w:t>
      </w:r>
      <w:r w:rsidR="001F61B0" w:rsidRPr="001F61B0">
        <w:t xml:space="preserve"> ASIC must give the operator of the fund an extract of particulars for the fund.</w:t>
      </w:r>
      <w:r w:rsidR="00AB3FF3">
        <w:t xml:space="preserve"> </w:t>
      </w:r>
      <w:r w:rsidR="00CA65C5">
        <w:t xml:space="preserve">If the extract of particulars either contains a particular that is not correct or includes a requirement to provide a specific particular, then </w:t>
      </w:r>
      <w:r w:rsidR="001E7ACD">
        <w:t xml:space="preserve">the operator </w:t>
      </w:r>
      <w:r w:rsidR="00AB3FF3" w:rsidRPr="00AB3FF3">
        <w:t xml:space="preserve">must respond </w:t>
      </w:r>
      <w:r w:rsidR="00CA65C5">
        <w:t>by providing the correct particular(s) or required particular</w:t>
      </w:r>
      <w:r w:rsidR="00AB3FF3">
        <w:t>.</w:t>
      </w:r>
    </w:p>
    <w:p w:rsidR="003E55F5" w:rsidRDefault="002B04BA" w:rsidP="008D51C1">
      <w:pPr>
        <w:pStyle w:val="base-text-paragraph"/>
        <w:numPr>
          <w:ilvl w:val="1"/>
          <w:numId w:val="49"/>
        </w:numPr>
      </w:pPr>
      <w:r w:rsidRPr="002B04BA">
        <w:t xml:space="preserve">ASIC may give to the operator of a notified foreign passport fund a return of particulars if it suspects or believes that </w:t>
      </w:r>
      <w:r>
        <w:t xml:space="preserve">they </w:t>
      </w:r>
      <w:r w:rsidRPr="002B04BA">
        <w:t>are incorrect</w:t>
      </w:r>
      <w:r>
        <w:t xml:space="preserve">. </w:t>
      </w:r>
      <w:r w:rsidR="00D04D12">
        <w:t>T</w:t>
      </w:r>
      <w:r>
        <w:t>he</w:t>
      </w:r>
      <w:r w:rsidRPr="002B04BA">
        <w:t xml:space="preserve"> </w:t>
      </w:r>
      <w:r>
        <w:t xml:space="preserve">operator </w:t>
      </w:r>
      <w:r w:rsidRPr="002B04BA">
        <w:t>must respond to a return of particulars that it receives</w:t>
      </w:r>
      <w:r>
        <w:t xml:space="preserve"> </w:t>
      </w:r>
      <w:r w:rsidRPr="002B04BA">
        <w:t xml:space="preserve">within </w:t>
      </w:r>
      <w:r w:rsidR="00F137AB">
        <w:t>two </w:t>
      </w:r>
      <w:r w:rsidRPr="002B04BA">
        <w:t>months after the date of issue of the return</w:t>
      </w:r>
      <w:r w:rsidR="00AC036D">
        <w:t>,</w:t>
      </w:r>
      <w:r>
        <w:t xml:space="preserve"> with the </w:t>
      </w:r>
      <w:r w:rsidR="00AC036D">
        <w:t>response such that the</w:t>
      </w:r>
      <w:r>
        <w:t xml:space="preserve"> particulars</w:t>
      </w:r>
      <w:r w:rsidR="00AC036D">
        <w:t xml:space="preserve"> set out in the return, taken together with the response, are correct, as well as provide any particular that ASIC may require</w:t>
      </w:r>
      <w:r>
        <w:t>.</w:t>
      </w:r>
    </w:p>
    <w:p w:rsidR="00257B1B" w:rsidRDefault="003E55F5" w:rsidP="008D51C1">
      <w:pPr>
        <w:pStyle w:val="base-text-paragraph"/>
        <w:numPr>
          <w:ilvl w:val="1"/>
          <w:numId w:val="49"/>
        </w:numPr>
      </w:pPr>
      <w:r w:rsidRPr="003E55F5">
        <w:t xml:space="preserve">A document lodged with ASIC </w:t>
      </w:r>
      <w:r>
        <w:t xml:space="preserve">with respect to </w:t>
      </w:r>
      <w:r w:rsidRPr="003E55F5">
        <w:t xml:space="preserve">a notified foreign passport fund must be signed by </w:t>
      </w:r>
      <w:r>
        <w:t>the appropriate representative of that fund</w:t>
      </w:r>
      <w:r w:rsidR="002B04BA">
        <w:t>.</w:t>
      </w:r>
    </w:p>
    <w:p w:rsidR="007254A7" w:rsidRDefault="00AF31D9" w:rsidP="008D51C1">
      <w:pPr>
        <w:pStyle w:val="base-text-paragraph"/>
        <w:numPr>
          <w:ilvl w:val="1"/>
          <w:numId w:val="49"/>
        </w:numPr>
      </w:pPr>
      <w:r>
        <w:t>A</w:t>
      </w:r>
      <w:r w:rsidR="008B289F">
        <w:t xml:space="preserve"> </w:t>
      </w:r>
      <w:r w:rsidR="008B289F" w:rsidRPr="008B289F">
        <w:t>notified foreign passport fund</w:t>
      </w:r>
      <w:r w:rsidR="008B289F">
        <w:t xml:space="preserve"> </w:t>
      </w:r>
      <w:r w:rsidR="00C260D3">
        <w:t>must comply with</w:t>
      </w:r>
      <w:r w:rsidR="008B289F">
        <w:t xml:space="preserve"> </w:t>
      </w:r>
      <w:r w:rsidR="00055206">
        <w:t>Australia’s takeover rules</w:t>
      </w:r>
      <w:r w:rsidR="008B289F">
        <w:t xml:space="preserve"> when it acquires, or intends to acquire </w:t>
      </w:r>
      <w:r w:rsidR="008B2716">
        <w:t>securities</w:t>
      </w:r>
      <w:r w:rsidR="008B289F">
        <w:t xml:space="preserve"> </w:t>
      </w:r>
      <w:r w:rsidR="00D5305C">
        <w:t>in</w:t>
      </w:r>
      <w:r w:rsidR="008B289F">
        <w:t xml:space="preserve"> a company, body or scheme</w:t>
      </w:r>
      <w:r w:rsidR="00055206">
        <w:t xml:space="preserve"> </w:t>
      </w:r>
      <w:r w:rsidR="00D5305C">
        <w:t xml:space="preserve">that is </w:t>
      </w:r>
      <w:r w:rsidR="00055206">
        <w:t>subject to Australia’s takeovers rules</w:t>
      </w:r>
      <w:r w:rsidR="008B289F">
        <w:t>.</w:t>
      </w:r>
    </w:p>
    <w:p w:rsidR="008B289F" w:rsidRDefault="00C46E45" w:rsidP="008D51C1">
      <w:pPr>
        <w:pStyle w:val="base-text-paragraph"/>
        <w:numPr>
          <w:ilvl w:val="1"/>
          <w:numId w:val="49"/>
        </w:numPr>
      </w:pPr>
      <w:r>
        <w:t>Some</w:t>
      </w:r>
      <w:r w:rsidR="007254A7">
        <w:t xml:space="preserve"> matters and activities of notified foreign passport funds </w:t>
      </w:r>
      <w:r>
        <w:t xml:space="preserve">will not be regulated by </w:t>
      </w:r>
      <w:r w:rsidR="007254A7">
        <w:t>Australia as a host economy</w:t>
      </w:r>
      <w:r>
        <w:t>.</w:t>
      </w:r>
      <w:r w:rsidR="007254A7">
        <w:t xml:space="preserve"> </w:t>
      </w:r>
      <w:r>
        <w:t>T</w:t>
      </w:r>
      <w:r w:rsidR="007254A7">
        <w:t xml:space="preserve">he new law makes amendments to existing provisions </w:t>
      </w:r>
      <w:r w:rsidR="00D5305C">
        <w:t>as</w:t>
      </w:r>
      <w:r w:rsidR="007254A7">
        <w:t xml:space="preserve"> required to achieve this outcome. </w:t>
      </w:r>
      <w:r w:rsidR="00AF31D9">
        <w:t>In particular</w:t>
      </w:r>
      <w:r w:rsidR="008B289F">
        <w:t xml:space="preserve">, the acquisition of a </w:t>
      </w:r>
      <w:r w:rsidR="008B289F" w:rsidRPr="009D0413">
        <w:t>notified foreign passport fund</w:t>
      </w:r>
      <w:r w:rsidR="009142D4">
        <w:t xml:space="preserve"> will</w:t>
      </w:r>
      <w:r w:rsidR="008B289F">
        <w:t xml:space="preserve"> not </w:t>
      </w:r>
      <w:r w:rsidR="009142D4">
        <w:t xml:space="preserve">be </w:t>
      </w:r>
      <w:r w:rsidR="00951979">
        <w:t xml:space="preserve">subject to </w:t>
      </w:r>
      <w:r w:rsidR="009142D4">
        <w:t>Australia’s takeovers rules</w:t>
      </w:r>
      <w:r w:rsidR="00502BCF">
        <w:t>;</w:t>
      </w:r>
      <w:r w:rsidR="00743952">
        <w:t xml:space="preserve"> however </w:t>
      </w:r>
      <w:r w:rsidR="00502BCF">
        <w:t xml:space="preserve">such an acquisition </w:t>
      </w:r>
      <w:r w:rsidR="00743952">
        <w:t xml:space="preserve">may be subject to takeovers rules </w:t>
      </w:r>
      <w:r w:rsidR="0075421A">
        <w:t xml:space="preserve">in the </w:t>
      </w:r>
      <w:r w:rsidR="00502BCF">
        <w:t>fund</w:t>
      </w:r>
      <w:r w:rsidR="0075421A">
        <w:t>’</w:t>
      </w:r>
      <w:r w:rsidR="00502BCF">
        <w:t>s</w:t>
      </w:r>
      <w:r w:rsidR="00743952">
        <w:t xml:space="preserve"> home economy</w:t>
      </w:r>
      <w:r w:rsidR="009142D4">
        <w:t>.</w:t>
      </w:r>
    </w:p>
    <w:p w:rsidR="008B289F" w:rsidRDefault="008B289F" w:rsidP="008D51C1">
      <w:pPr>
        <w:pStyle w:val="base-text-paragraph"/>
        <w:numPr>
          <w:ilvl w:val="1"/>
          <w:numId w:val="49"/>
        </w:numPr>
      </w:pPr>
      <w:r>
        <w:t>Chapter</w:t>
      </w:r>
      <w:r w:rsidR="00677E60">
        <w:t> </w:t>
      </w:r>
      <w:r>
        <w:t xml:space="preserve">6 </w:t>
      </w:r>
      <w:r w:rsidR="00FA4D46">
        <w:t xml:space="preserve">already </w:t>
      </w:r>
      <w:r w:rsidR="00D03975">
        <w:t>applies</w:t>
      </w:r>
      <w:r>
        <w:t xml:space="preserve"> to </w:t>
      </w:r>
      <w:r w:rsidR="00D14E70">
        <w:t>A</w:t>
      </w:r>
      <w:r>
        <w:t>ustralian passport funds in their capacity as a company, body or scheme registered in Australia.</w:t>
      </w:r>
    </w:p>
    <w:p w:rsidR="006761BA" w:rsidRDefault="009D3E9A" w:rsidP="008D51C1">
      <w:pPr>
        <w:pStyle w:val="base-text-paragraph"/>
        <w:numPr>
          <w:ilvl w:val="1"/>
          <w:numId w:val="49"/>
        </w:numPr>
      </w:pPr>
      <w:r>
        <w:t>The operator of a notified foreign passport fund will not require an AFSL in the ordinary course of operating a notified foreign passport fund. Separate exemptions are provided in respect of operating the fund, holding the fund assets, investing the fund assets and disposing of those investments, and issuing derivatives or foreign exchange contracts to manage the financial risks of the fund. If the operator or other persons provide other financial services, they will be subject to the same financial services laws (including licensing) as other financial services providers.</w:t>
      </w:r>
    </w:p>
    <w:p w:rsidR="004C657D" w:rsidRDefault="004C657D" w:rsidP="008D51C1">
      <w:pPr>
        <w:pStyle w:val="base-text-paragraph"/>
        <w:numPr>
          <w:ilvl w:val="1"/>
          <w:numId w:val="49"/>
        </w:numPr>
      </w:pPr>
      <w:r>
        <w:t>As</w:t>
      </w:r>
      <w:r w:rsidR="00613FDE">
        <w:t xml:space="preserve"> </w:t>
      </w:r>
      <w:r w:rsidR="00DE048C">
        <w:t xml:space="preserve">foreign </w:t>
      </w:r>
      <w:r w:rsidR="00613FDE">
        <w:t>passport fund products</w:t>
      </w:r>
      <w:r>
        <w:t xml:space="preserve"> are financial products, insider trading provisions, </w:t>
      </w:r>
      <w:r w:rsidR="00C7132E">
        <w:t xml:space="preserve">hawking </w:t>
      </w:r>
      <w:r>
        <w:t>and other prohibited conduct provisions apply in their ordinary manner.</w:t>
      </w:r>
    </w:p>
    <w:p w:rsidR="00593C6E" w:rsidRDefault="00593C6E" w:rsidP="008D51C1">
      <w:pPr>
        <w:pStyle w:val="base-text-paragraph"/>
        <w:numPr>
          <w:ilvl w:val="1"/>
          <w:numId w:val="49"/>
        </w:numPr>
      </w:pPr>
      <w:r>
        <w:t>The ASIC Act consumer protections, including the prohibition on unconscionable conduct, apply to notified foreign passport fund products and financial services in respect of those products.</w:t>
      </w:r>
    </w:p>
    <w:p w:rsidR="00840FDF" w:rsidRDefault="00840FDF" w:rsidP="008D51C1">
      <w:pPr>
        <w:pStyle w:val="Heading2with18pointafter"/>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840FDF" w:rsidRPr="004666B8" w:rsidTr="00B3755F">
        <w:trPr>
          <w:cantSplit/>
          <w:tblHeader/>
        </w:trPr>
        <w:tc>
          <w:tcPr>
            <w:tcW w:w="3275" w:type="dxa"/>
          </w:tcPr>
          <w:p w:rsidR="00840FDF" w:rsidRPr="004666B8" w:rsidRDefault="00840FDF" w:rsidP="008D51C1">
            <w:pPr>
              <w:pStyle w:val="tableheaderwithintable"/>
              <w:rPr>
                <w:lang w:val="en-US" w:eastAsia="en-US"/>
              </w:rPr>
            </w:pPr>
            <w:r w:rsidRPr="004666B8">
              <w:rPr>
                <w:lang w:val="en-US" w:eastAsia="en-US"/>
              </w:rPr>
              <w:t>New law</w:t>
            </w:r>
          </w:p>
        </w:tc>
        <w:tc>
          <w:tcPr>
            <w:tcW w:w="3276" w:type="dxa"/>
          </w:tcPr>
          <w:p w:rsidR="00840FDF" w:rsidRPr="004666B8" w:rsidRDefault="00840FDF" w:rsidP="008D51C1">
            <w:pPr>
              <w:pStyle w:val="tableheaderwithintable"/>
              <w:rPr>
                <w:lang w:val="en-US" w:eastAsia="en-US"/>
              </w:rPr>
            </w:pPr>
            <w:r w:rsidRPr="004666B8">
              <w:rPr>
                <w:lang w:val="en-US" w:eastAsia="en-US"/>
              </w:rPr>
              <w:t>Current law</w:t>
            </w:r>
          </w:p>
        </w:tc>
      </w:tr>
      <w:tr w:rsidR="00840FDF" w:rsidRPr="004666B8" w:rsidTr="00B3755F">
        <w:trPr>
          <w:cantSplit/>
        </w:trPr>
        <w:tc>
          <w:tcPr>
            <w:tcW w:w="3275" w:type="dxa"/>
          </w:tcPr>
          <w:p w:rsidR="00840FDF" w:rsidRPr="00184372" w:rsidRDefault="00051445" w:rsidP="008D51C1">
            <w:pPr>
              <w:pStyle w:val="tabletext"/>
              <w:rPr>
                <w:lang w:eastAsia="en-US"/>
              </w:rPr>
            </w:pPr>
            <w:r w:rsidRPr="007463E6">
              <w:rPr>
                <w:lang w:eastAsia="en-US"/>
              </w:rPr>
              <w:t xml:space="preserve">A notified foreign passport fund </w:t>
            </w:r>
            <w:r w:rsidR="009522E9" w:rsidRPr="007463E6">
              <w:rPr>
                <w:lang w:eastAsia="en-US"/>
              </w:rPr>
              <w:t>may not</w:t>
            </w:r>
            <w:r w:rsidRPr="003209AE">
              <w:rPr>
                <w:lang w:eastAsia="en-US"/>
              </w:rPr>
              <w:t xml:space="preserve"> offer</w:t>
            </w:r>
            <w:r w:rsidRPr="00184372">
              <w:rPr>
                <w:lang w:eastAsia="en-US"/>
              </w:rPr>
              <w:t xml:space="preserve"> debentures in Australia.</w:t>
            </w:r>
          </w:p>
        </w:tc>
        <w:tc>
          <w:tcPr>
            <w:tcW w:w="3276" w:type="dxa"/>
          </w:tcPr>
          <w:p w:rsidR="00840FDF" w:rsidRPr="00184372" w:rsidRDefault="00051445" w:rsidP="008D51C1">
            <w:pPr>
              <w:pStyle w:val="tabletext"/>
              <w:rPr>
                <w:lang w:eastAsia="en-US"/>
              </w:rPr>
            </w:pPr>
            <w:r w:rsidRPr="00184372">
              <w:rPr>
                <w:lang w:eastAsia="en-US"/>
              </w:rPr>
              <w:t>A</w:t>
            </w:r>
            <w:r w:rsidR="009522E9" w:rsidRPr="00184372">
              <w:rPr>
                <w:lang w:eastAsia="en-US"/>
              </w:rPr>
              <w:t xml:space="preserve"> </w:t>
            </w:r>
            <w:r w:rsidR="005B39DF">
              <w:rPr>
                <w:lang w:eastAsia="en-US"/>
              </w:rPr>
              <w:t>CIS</w:t>
            </w:r>
            <w:r w:rsidR="009522E9" w:rsidRPr="00184372">
              <w:rPr>
                <w:lang w:eastAsia="en-US"/>
              </w:rPr>
              <w:t xml:space="preserve"> </w:t>
            </w:r>
            <w:r w:rsidRPr="00184372">
              <w:rPr>
                <w:lang w:eastAsia="en-US"/>
              </w:rPr>
              <w:t>may offer debentures in Australia.</w:t>
            </w:r>
          </w:p>
        </w:tc>
      </w:tr>
      <w:tr w:rsidR="002F007E" w:rsidRPr="004666B8" w:rsidTr="00B3755F">
        <w:trPr>
          <w:cantSplit/>
        </w:trPr>
        <w:tc>
          <w:tcPr>
            <w:tcW w:w="3275" w:type="dxa"/>
          </w:tcPr>
          <w:p w:rsidR="002F007E" w:rsidRPr="00051445" w:rsidRDefault="00051445" w:rsidP="008D51C1">
            <w:pPr>
              <w:pStyle w:val="tabletext"/>
              <w:rPr>
                <w:lang w:eastAsia="en-US"/>
              </w:rPr>
            </w:pPr>
            <w:r>
              <w:rPr>
                <w:lang w:eastAsia="en-US"/>
              </w:rPr>
              <w:t xml:space="preserve">The </w:t>
            </w:r>
            <w:r w:rsidR="00287A90">
              <w:rPr>
                <w:lang w:eastAsia="en-US"/>
              </w:rPr>
              <w:t>M</w:t>
            </w:r>
            <w:r>
              <w:rPr>
                <w:lang w:eastAsia="en-US"/>
              </w:rPr>
              <w:t xml:space="preserve">inister may require notified foreign passport funds from a particular participant, to prepare and audit their financial statements in </w:t>
            </w:r>
            <w:r w:rsidRPr="002154F5">
              <w:t>accordance with Australian financial reporting and audit standards</w:t>
            </w:r>
            <w:r>
              <w:t>.</w:t>
            </w:r>
          </w:p>
        </w:tc>
        <w:tc>
          <w:tcPr>
            <w:tcW w:w="3276" w:type="dxa"/>
          </w:tcPr>
          <w:p w:rsidR="002F007E" w:rsidRPr="007463E6" w:rsidRDefault="00051445" w:rsidP="008D51C1">
            <w:pPr>
              <w:pStyle w:val="tabletext"/>
              <w:rPr>
                <w:lang w:eastAsia="en-US"/>
              </w:rPr>
            </w:pPr>
            <w:r w:rsidRPr="007463E6">
              <w:rPr>
                <w:lang w:eastAsia="en-US"/>
              </w:rPr>
              <w:t>No equivalent.</w:t>
            </w:r>
          </w:p>
        </w:tc>
      </w:tr>
      <w:tr w:rsidR="00AA2695" w:rsidRPr="004666B8" w:rsidTr="00B3755F">
        <w:trPr>
          <w:cantSplit/>
        </w:trPr>
        <w:tc>
          <w:tcPr>
            <w:tcW w:w="3275" w:type="dxa"/>
          </w:tcPr>
          <w:p w:rsidR="00AA2695" w:rsidRPr="007463E6" w:rsidRDefault="00AA2695" w:rsidP="008D51C1">
            <w:pPr>
              <w:pStyle w:val="tabletext"/>
              <w:rPr>
                <w:lang w:eastAsia="en-US"/>
              </w:rPr>
            </w:pPr>
            <w:r>
              <w:t xml:space="preserve">The review date for a notified foreign passport fund is the anniversary of the day on which the fund first became a notified foreign passport fund. </w:t>
            </w:r>
            <w:r w:rsidR="00D04D12">
              <w:t xml:space="preserve">With </w:t>
            </w:r>
            <w:r>
              <w:t>ASIC’s approval</w:t>
            </w:r>
            <w:r w:rsidR="00FA4D46">
              <w:t>,</w:t>
            </w:r>
            <w:r>
              <w:t xml:space="preserve"> the operator of a notified foreign passport fund may choose a different review date</w:t>
            </w:r>
            <w:r w:rsidR="00D04D12">
              <w:t>.</w:t>
            </w:r>
          </w:p>
        </w:tc>
        <w:tc>
          <w:tcPr>
            <w:tcW w:w="3276" w:type="dxa"/>
          </w:tcPr>
          <w:p w:rsidR="00AA2695" w:rsidRPr="00184372" w:rsidRDefault="00AA2695" w:rsidP="008D51C1">
            <w:pPr>
              <w:pStyle w:val="tabletext"/>
              <w:rPr>
                <w:lang w:eastAsia="en-US"/>
              </w:rPr>
            </w:pPr>
            <w:r>
              <w:t xml:space="preserve">The review date for a company or registered scheme is the anniversary of the day on which </w:t>
            </w:r>
            <w:r w:rsidR="00D04D12">
              <w:t>it</w:t>
            </w:r>
            <w:r>
              <w:t xml:space="preserve"> first became a </w:t>
            </w:r>
            <w:r w:rsidR="00D04D12">
              <w:t>company or registered scheme</w:t>
            </w:r>
            <w:r>
              <w:t>. With ASIC’s approval</w:t>
            </w:r>
            <w:r w:rsidR="00FA4D46">
              <w:t>,</w:t>
            </w:r>
            <w:r>
              <w:t xml:space="preserve"> the company or responsible entity of the registered scheme may choose a different review date.</w:t>
            </w:r>
          </w:p>
        </w:tc>
      </w:tr>
      <w:tr w:rsidR="00AA2695" w:rsidRPr="004666B8" w:rsidTr="00B3755F">
        <w:trPr>
          <w:cantSplit/>
        </w:trPr>
        <w:tc>
          <w:tcPr>
            <w:tcW w:w="3275" w:type="dxa"/>
          </w:tcPr>
          <w:p w:rsidR="00AA2695" w:rsidRPr="007463E6" w:rsidRDefault="00AA2695" w:rsidP="008D51C1">
            <w:pPr>
              <w:pStyle w:val="tabletext"/>
              <w:rPr>
                <w:lang w:eastAsia="en-US"/>
              </w:rPr>
            </w:pPr>
            <w:r>
              <w:rPr>
                <w:lang w:eastAsia="en-US"/>
              </w:rPr>
              <w:t>W</w:t>
            </w:r>
            <w:r w:rsidRPr="001F61B0">
              <w:t xml:space="preserve">ithin </w:t>
            </w:r>
            <w:r w:rsidR="003D25CE">
              <w:t>two </w:t>
            </w:r>
            <w:r w:rsidRPr="001F61B0">
              <w:t>weeks after each review date for a notified foreign passport fund ASIC must give the operator of the fund an extract of particulars for the fund.</w:t>
            </w:r>
            <w:r>
              <w:t xml:space="preserve"> </w:t>
            </w:r>
            <w:r w:rsidR="00AC036D">
              <w:t xml:space="preserve">If the extract of particulars either contains a particular that is not correct or includes a requirement to provide a specific particular, then </w:t>
            </w:r>
            <w:r w:rsidR="005A0DE7">
              <w:t xml:space="preserve">the operator </w:t>
            </w:r>
            <w:r w:rsidR="00AC036D" w:rsidRPr="00AB3FF3">
              <w:t xml:space="preserve">must respond </w:t>
            </w:r>
            <w:r w:rsidR="00AC036D">
              <w:t>by providing the correct particular(s) or required particular respectively.</w:t>
            </w:r>
          </w:p>
        </w:tc>
        <w:tc>
          <w:tcPr>
            <w:tcW w:w="3276" w:type="dxa"/>
          </w:tcPr>
          <w:p w:rsidR="00AA2695" w:rsidRPr="00184372" w:rsidRDefault="00AA2695" w:rsidP="008D51C1">
            <w:pPr>
              <w:pStyle w:val="tabletext"/>
              <w:rPr>
                <w:lang w:eastAsia="en-US"/>
              </w:rPr>
            </w:pPr>
            <w:r>
              <w:rPr>
                <w:lang w:eastAsia="en-US"/>
              </w:rPr>
              <w:t>W</w:t>
            </w:r>
            <w:r w:rsidRPr="001F61B0">
              <w:t xml:space="preserve">ithin </w:t>
            </w:r>
            <w:r w:rsidR="003D25CE">
              <w:t>two </w:t>
            </w:r>
            <w:r w:rsidRPr="001F61B0">
              <w:t xml:space="preserve">weeks after each review date for a </w:t>
            </w:r>
            <w:r>
              <w:t>company or registered scheme,</w:t>
            </w:r>
            <w:r w:rsidRPr="001F61B0">
              <w:t xml:space="preserve"> ASIC must give </w:t>
            </w:r>
            <w:r w:rsidR="005A0DE7">
              <w:t xml:space="preserve">to </w:t>
            </w:r>
            <w:r w:rsidRPr="001F61B0">
              <w:t xml:space="preserve">the </w:t>
            </w:r>
            <w:r>
              <w:t>c</w:t>
            </w:r>
            <w:r w:rsidR="00D04D12">
              <w:t>ompany or responsible entity of a registered</w:t>
            </w:r>
            <w:r>
              <w:t xml:space="preserve"> scheme</w:t>
            </w:r>
            <w:r w:rsidRPr="001F61B0">
              <w:t xml:space="preserve"> an extract of particulars </w:t>
            </w:r>
            <w:r>
              <w:t>in relation to it</w:t>
            </w:r>
            <w:r w:rsidRPr="001F61B0">
              <w:t>.</w:t>
            </w:r>
            <w:r>
              <w:t xml:space="preserve"> </w:t>
            </w:r>
            <w:r w:rsidR="00AC036D">
              <w:t xml:space="preserve">If the extract of particulars either contains a particular that is not correct or includes a requirement to provide a specific particular, then it </w:t>
            </w:r>
            <w:r w:rsidR="00AC036D" w:rsidRPr="00AB3FF3">
              <w:t xml:space="preserve">must respond </w:t>
            </w:r>
            <w:r w:rsidR="00AC036D">
              <w:t>by providing the correct particular(s) or required particular respectively</w:t>
            </w:r>
            <w:r>
              <w:t>.</w:t>
            </w:r>
          </w:p>
        </w:tc>
      </w:tr>
      <w:tr w:rsidR="00AA2695" w:rsidRPr="004666B8" w:rsidTr="00B3755F">
        <w:trPr>
          <w:cantSplit/>
        </w:trPr>
        <w:tc>
          <w:tcPr>
            <w:tcW w:w="3275" w:type="dxa"/>
          </w:tcPr>
          <w:p w:rsidR="00AA2695" w:rsidRPr="007463E6" w:rsidRDefault="00AA2695" w:rsidP="008D51C1">
            <w:pPr>
              <w:pStyle w:val="tabletext"/>
              <w:rPr>
                <w:lang w:eastAsia="en-US"/>
              </w:rPr>
            </w:pPr>
            <w:r w:rsidRPr="002B04BA">
              <w:t xml:space="preserve">ASIC may give the operator of a notified foreign passport fund a return of particulars if it suspects or believes that </w:t>
            </w:r>
            <w:r>
              <w:t xml:space="preserve">they </w:t>
            </w:r>
            <w:r w:rsidRPr="002B04BA">
              <w:t>are incorrect</w:t>
            </w:r>
            <w:r>
              <w:t xml:space="preserve">. </w:t>
            </w:r>
            <w:r w:rsidR="00D04D12">
              <w:t>The</w:t>
            </w:r>
            <w:r w:rsidRPr="002B04BA">
              <w:t xml:space="preserve"> </w:t>
            </w:r>
            <w:r>
              <w:t xml:space="preserve">operator </w:t>
            </w:r>
            <w:r w:rsidRPr="002B04BA">
              <w:t>must respond to a return of particulars that it receives</w:t>
            </w:r>
            <w:r>
              <w:t xml:space="preserve"> </w:t>
            </w:r>
            <w:r w:rsidRPr="002B04BA">
              <w:t xml:space="preserve">within </w:t>
            </w:r>
            <w:r w:rsidR="003D25CE">
              <w:t>two </w:t>
            </w:r>
            <w:r w:rsidRPr="002B04BA">
              <w:t>months after the date of issue of the return</w:t>
            </w:r>
            <w:r w:rsidR="00AC036D">
              <w:t>,</w:t>
            </w:r>
            <w:r>
              <w:t xml:space="preserve"> with the </w:t>
            </w:r>
            <w:r w:rsidR="00AC036D">
              <w:t>response such that the</w:t>
            </w:r>
            <w:r>
              <w:t xml:space="preserve"> particulars</w:t>
            </w:r>
            <w:r w:rsidR="00AC036D">
              <w:t xml:space="preserve"> set out in the return, taken together with the response, are correct, as well as provide any particular that ASIC may require</w:t>
            </w:r>
            <w:r w:rsidR="00D04D12">
              <w:t>.</w:t>
            </w:r>
          </w:p>
        </w:tc>
        <w:tc>
          <w:tcPr>
            <w:tcW w:w="3276" w:type="dxa"/>
          </w:tcPr>
          <w:p w:rsidR="00AA2695" w:rsidRPr="00184372" w:rsidRDefault="00D04D12" w:rsidP="008D51C1">
            <w:pPr>
              <w:pStyle w:val="tabletext"/>
              <w:rPr>
                <w:lang w:eastAsia="en-US"/>
              </w:rPr>
            </w:pPr>
            <w:r>
              <w:t xml:space="preserve">ASIC may give to a company or responsible entity of a registered scheme </w:t>
            </w:r>
            <w:r w:rsidR="00AA2695" w:rsidRPr="002B04BA">
              <w:t xml:space="preserve">a return of particulars if it suspects or believes that </w:t>
            </w:r>
            <w:r w:rsidR="00AA2695">
              <w:t xml:space="preserve">they </w:t>
            </w:r>
            <w:r w:rsidR="00AA2695" w:rsidRPr="002B04BA">
              <w:t>are incorrect</w:t>
            </w:r>
            <w:r w:rsidR="00AA2695">
              <w:t xml:space="preserve">. </w:t>
            </w:r>
            <w:r>
              <w:t>The company or responsible entity of the registered scheme</w:t>
            </w:r>
            <w:r w:rsidR="00AA2695">
              <w:t xml:space="preserve"> </w:t>
            </w:r>
            <w:r w:rsidR="00AA2695" w:rsidRPr="002B04BA">
              <w:t>must respond to a return of particulars that it receives</w:t>
            </w:r>
            <w:r w:rsidR="00AA2695">
              <w:t xml:space="preserve"> </w:t>
            </w:r>
            <w:r w:rsidR="00AA2695" w:rsidRPr="002B04BA">
              <w:t xml:space="preserve">within </w:t>
            </w:r>
            <w:r w:rsidR="003D25CE">
              <w:t>two </w:t>
            </w:r>
            <w:r w:rsidR="00AA2695" w:rsidRPr="002B04BA">
              <w:t>months after the date of issue of the return</w:t>
            </w:r>
            <w:r w:rsidR="00FE3470">
              <w:t>,</w:t>
            </w:r>
            <w:r w:rsidR="00AA2695">
              <w:t xml:space="preserve"> with the </w:t>
            </w:r>
            <w:r w:rsidR="00FE3470">
              <w:t>response such that the</w:t>
            </w:r>
            <w:r w:rsidR="00AA2695">
              <w:t xml:space="preserve"> particulars</w:t>
            </w:r>
            <w:r w:rsidR="00FE3470">
              <w:t xml:space="preserve"> set out in the return, taken together with the response, are correct, as well as provide any particular that ASIC may require</w:t>
            </w:r>
            <w:r>
              <w:t>.</w:t>
            </w:r>
          </w:p>
        </w:tc>
      </w:tr>
      <w:tr w:rsidR="003E55F5" w:rsidRPr="004666B8" w:rsidTr="00B3755F">
        <w:trPr>
          <w:cantSplit/>
        </w:trPr>
        <w:tc>
          <w:tcPr>
            <w:tcW w:w="3275" w:type="dxa"/>
          </w:tcPr>
          <w:p w:rsidR="003E55F5" w:rsidRPr="002B04BA" w:rsidRDefault="003E55F5" w:rsidP="008D51C1">
            <w:pPr>
              <w:pStyle w:val="tabletext"/>
            </w:pPr>
            <w:r>
              <w:t>A</w:t>
            </w:r>
            <w:r w:rsidRPr="003E55F5">
              <w:t xml:space="preserve"> document lodged with ASIC by, or on behalf of, a notified foreign passport fund or its operator, must either be signed by a director or secretary of the operator of the fund, or the local agent for the operator of the fund, or if the local agent is a company — a director or secretary of that company</w:t>
            </w:r>
            <w:r w:rsidR="00F24A87">
              <w:t>.</w:t>
            </w:r>
          </w:p>
        </w:tc>
        <w:tc>
          <w:tcPr>
            <w:tcW w:w="3276" w:type="dxa"/>
          </w:tcPr>
          <w:p w:rsidR="003E55F5" w:rsidRDefault="003E55F5" w:rsidP="008D51C1">
            <w:pPr>
              <w:pStyle w:val="tabletext"/>
            </w:pPr>
            <w:r>
              <w:t>A document lodged with ASIC in writing by, or on behalf of, a body or a registered scheme must be signed by a director or secretary of the body or of the responsible entity of the registered scheme. If the body is a foreign company, it may be signed by its local agent; or if the local agent is a company</w:t>
            </w:r>
            <w:r w:rsidR="00CB014C">
              <w:t xml:space="preserve"> </w:t>
            </w:r>
            <w:r>
              <w:t>—</w:t>
            </w:r>
            <w:r w:rsidR="00CB014C">
              <w:t xml:space="preserve"> </w:t>
            </w:r>
            <w:r>
              <w:t>a director or secretary of the company.</w:t>
            </w:r>
          </w:p>
        </w:tc>
      </w:tr>
      <w:tr w:rsidR="002F007E" w:rsidRPr="004666B8" w:rsidTr="00B3755F">
        <w:trPr>
          <w:cantSplit/>
        </w:trPr>
        <w:tc>
          <w:tcPr>
            <w:tcW w:w="3275" w:type="dxa"/>
          </w:tcPr>
          <w:p w:rsidR="002F007E" w:rsidRPr="003209AE" w:rsidRDefault="00951979" w:rsidP="008D51C1">
            <w:pPr>
              <w:pStyle w:val="tabletext"/>
              <w:rPr>
                <w:lang w:eastAsia="en-US"/>
              </w:rPr>
            </w:pPr>
            <w:r w:rsidRPr="007463E6">
              <w:rPr>
                <w:lang w:eastAsia="en-US"/>
              </w:rPr>
              <w:t xml:space="preserve">The </w:t>
            </w:r>
            <w:r w:rsidR="00DE17B2">
              <w:rPr>
                <w:lang w:eastAsia="en-US"/>
              </w:rPr>
              <w:t>takeover</w:t>
            </w:r>
            <w:r w:rsidR="00DE17B2" w:rsidRPr="007463E6">
              <w:rPr>
                <w:lang w:eastAsia="en-US"/>
              </w:rPr>
              <w:t xml:space="preserve"> </w:t>
            </w:r>
            <w:r w:rsidRPr="007463E6">
              <w:rPr>
                <w:lang w:eastAsia="en-US"/>
              </w:rPr>
              <w:t xml:space="preserve">of a </w:t>
            </w:r>
            <w:r w:rsidR="00DE17B2">
              <w:rPr>
                <w:lang w:eastAsia="en-US"/>
              </w:rPr>
              <w:t>listed</w:t>
            </w:r>
            <w:r w:rsidRPr="007463E6">
              <w:rPr>
                <w:lang w:eastAsia="en-US"/>
              </w:rPr>
              <w:t xml:space="preserve"> notified foreign passport fund is not subject to Chapter 6.</w:t>
            </w:r>
          </w:p>
        </w:tc>
        <w:tc>
          <w:tcPr>
            <w:tcW w:w="3276" w:type="dxa"/>
          </w:tcPr>
          <w:p w:rsidR="002F007E" w:rsidRPr="00184372" w:rsidRDefault="00951979" w:rsidP="008D51C1">
            <w:pPr>
              <w:pStyle w:val="tabletext"/>
              <w:rPr>
                <w:lang w:eastAsia="en-US"/>
              </w:rPr>
            </w:pPr>
            <w:r w:rsidRPr="00184372">
              <w:rPr>
                <w:lang w:eastAsia="en-US"/>
              </w:rPr>
              <w:t>No equivalent.</w:t>
            </w:r>
          </w:p>
        </w:tc>
      </w:tr>
      <w:tr w:rsidR="008E30E2" w:rsidRPr="004666B8" w:rsidTr="00B3755F">
        <w:trPr>
          <w:cantSplit/>
        </w:trPr>
        <w:tc>
          <w:tcPr>
            <w:tcW w:w="3275" w:type="dxa"/>
          </w:tcPr>
          <w:p w:rsidR="008E30E2" w:rsidRPr="007463E6" w:rsidRDefault="008E30E2" w:rsidP="008D51C1">
            <w:pPr>
              <w:pStyle w:val="tabletext"/>
              <w:rPr>
                <w:lang w:eastAsia="en-US"/>
              </w:rPr>
            </w:pPr>
            <w:r>
              <w:rPr>
                <w:lang w:eastAsia="en-US"/>
              </w:rPr>
              <w:t>Persons operating a notified foreign passport fund are responsible for the obligations owed by the issuer of an interest in a notified foreign passport fund.</w:t>
            </w:r>
          </w:p>
        </w:tc>
        <w:tc>
          <w:tcPr>
            <w:tcW w:w="3276" w:type="dxa"/>
          </w:tcPr>
          <w:p w:rsidR="008E30E2" w:rsidRPr="00184372" w:rsidRDefault="008E30E2" w:rsidP="008D51C1">
            <w:pPr>
              <w:pStyle w:val="tabletext"/>
              <w:rPr>
                <w:lang w:eastAsia="en-US"/>
              </w:rPr>
            </w:pPr>
            <w:r>
              <w:rPr>
                <w:lang w:eastAsia="en-US"/>
              </w:rPr>
              <w:t>The issuer is responsible for the obligations owed by the issuer of an interest in a notified foreign passport fund.</w:t>
            </w:r>
          </w:p>
        </w:tc>
      </w:tr>
      <w:tr w:rsidR="00484F5C" w:rsidRPr="004666B8" w:rsidTr="00B3755F">
        <w:trPr>
          <w:cantSplit/>
        </w:trPr>
        <w:tc>
          <w:tcPr>
            <w:tcW w:w="3275" w:type="dxa"/>
          </w:tcPr>
          <w:p w:rsidR="00484F5C" w:rsidRDefault="00484F5C" w:rsidP="008D51C1">
            <w:pPr>
              <w:pStyle w:val="tabletext"/>
              <w:rPr>
                <w:lang w:eastAsia="en-US"/>
              </w:rPr>
            </w:pPr>
            <w:r>
              <w:rPr>
                <w:lang w:eastAsia="en-US"/>
              </w:rPr>
              <w:t>Persons operating a notified foreign passport fund or holding fund assets are not required to hold a licen</w:t>
            </w:r>
            <w:r w:rsidR="00BE69A8">
              <w:rPr>
                <w:lang w:eastAsia="en-US"/>
              </w:rPr>
              <w:t>c</w:t>
            </w:r>
            <w:r>
              <w:rPr>
                <w:lang w:eastAsia="en-US"/>
              </w:rPr>
              <w:t>e.</w:t>
            </w:r>
          </w:p>
        </w:tc>
        <w:tc>
          <w:tcPr>
            <w:tcW w:w="3276" w:type="dxa"/>
          </w:tcPr>
          <w:p w:rsidR="00484F5C" w:rsidRPr="00BB0BE0" w:rsidRDefault="00484F5C" w:rsidP="008D51C1">
            <w:pPr>
              <w:pStyle w:val="tabletext"/>
              <w:rPr>
                <w:lang w:eastAsia="en-US"/>
              </w:rPr>
            </w:pPr>
            <w:r>
              <w:rPr>
                <w:lang w:eastAsia="en-US"/>
              </w:rPr>
              <w:t>Persons operating a registered scheme must hold a licen</w:t>
            </w:r>
            <w:r w:rsidR="00BE69A8">
              <w:rPr>
                <w:lang w:eastAsia="en-US"/>
              </w:rPr>
              <w:t>c</w:t>
            </w:r>
            <w:r>
              <w:rPr>
                <w:lang w:eastAsia="en-US"/>
              </w:rPr>
              <w:t>e but persons holding the assets of registered schemes are not required to be licensed.</w:t>
            </w:r>
          </w:p>
        </w:tc>
      </w:tr>
      <w:tr w:rsidR="00B950E2" w:rsidRPr="004666B8" w:rsidTr="00B3755F">
        <w:trPr>
          <w:cantSplit/>
        </w:trPr>
        <w:tc>
          <w:tcPr>
            <w:tcW w:w="3275" w:type="dxa"/>
          </w:tcPr>
          <w:p w:rsidR="00B950E2" w:rsidRDefault="00B950E2" w:rsidP="008D51C1">
            <w:pPr>
              <w:pStyle w:val="tabletext"/>
              <w:rPr>
                <w:lang w:eastAsia="en-US"/>
              </w:rPr>
            </w:pPr>
            <w:r>
              <w:rPr>
                <w:lang w:eastAsia="en-US"/>
              </w:rPr>
              <w:t>The operator of a notified foreign passport fund or a person acting on the direction of the operator or its agents is not required to hold a licence to acquire financial products as an investment of the fund assets or to dispose of those investments.</w:t>
            </w:r>
          </w:p>
        </w:tc>
        <w:tc>
          <w:tcPr>
            <w:tcW w:w="3276" w:type="dxa"/>
          </w:tcPr>
          <w:p w:rsidR="00B950E2" w:rsidRDefault="00B950E2" w:rsidP="008D51C1">
            <w:pPr>
              <w:pStyle w:val="tabletext"/>
              <w:rPr>
                <w:lang w:eastAsia="en-US"/>
              </w:rPr>
            </w:pPr>
            <w:r>
              <w:rPr>
                <w:lang w:eastAsia="en-US"/>
              </w:rPr>
              <w:t xml:space="preserve">Persons acquiring and disposing of assets on behalf of the members of a </w:t>
            </w:r>
            <w:r w:rsidR="008755B3">
              <w:rPr>
                <w:lang w:eastAsia="en-US"/>
              </w:rPr>
              <w:t>MIS</w:t>
            </w:r>
            <w:r>
              <w:rPr>
                <w:lang w:eastAsia="en-US"/>
              </w:rPr>
              <w:t xml:space="preserve"> are required to be licensed. This may include the custodian of a scheme who holds and deals in the fund assets at the direction of the responsible entity.</w:t>
            </w:r>
          </w:p>
        </w:tc>
      </w:tr>
      <w:tr w:rsidR="00B950E2" w:rsidRPr="004666B8" w:rsidTr="00B3755F">
        <w:trPr>
          <w:cantSplit/>
        </w:trPr>
        <w:tc>
          <w:tcPr>
            <w:tcW w:w="3275" w:type="dxa"/>
          </w:tcPr>
          <w:p w:rsidR="00B950E2" w:rsidRDefault="00B950E2" w:rsidP="008D51C1">
            <w:pPr>
              <w:pStyle w:val="tabletext"/>
              <w:rPr>
                <w:lang w:eastAsia="en-US"/>
              </w:rPr>
            </w:pPr>
            <w:r>
              <w:rPr>
                <w:lang w:eastAsia="en-US"/>
              </w:rPr>
              <w:t>The operator of a notified foreign passport fund or a person acting on the direction of the operator or its agents is not required to hold a licence to issue or dispose of derivative or foreign exchange contracts where the issuance or disposal is for the purpose of financial risk management.</w:t>
            </w:r>
          </w:p>
        </w:tc>
        <w:tc>
          <w:tcPr>
            <w:tcW w:w="3276" w:type="dxa"/>
          </w:tcPr>
          <w:p w:rsidR="00B950E2" w:rsidRDefault="00B950E2" w:rsidP="008D51C1">
            <w:pPr>
              <w:pStyle w:val="tabletext"/>
              <w:rPr>
                <w:lang w:eastAsia="en-US"/>
              </w:rPr>
            </w:pPr>
            <w:r>
              <w:rPr>
                <w:lang w:eastAsia="en-US"/>
              </w:rPr>
              <w:t xml:space="preserve">Persons issuing or disposing of derivatives or foreign exchange contracts on behalf of the members of a </w:t>
            </w:r>
            <w:r w:rsidR="008755B3">
              <w:rPr>
                <w:lang w:eastAsia="en-US"/>
              </w:rPr>
              <w:t>MIS</w:t>
            </w:r>
            <w:r>
              <w:rPr>
                <w:lang w:eastAsia="en-US"/>
              </w:rPr>
              <w:t xml:space="preserve"> are required to be licensed.</w:t>
            </w:r>
          </w:p>
        </w:tc>
      </w:tr>
      <w:tr w:rsidR="00951979" w:rsidRPr="004666B8" w:rsidTr="00B3755F">
        <w:trPr>
          <w:cantSplit/>
        </w:trPr>
        <w:tc>
          <w:tcPr>
            <w:tcW w:w="3275" w:type="dxa"/>
          </w:tcPr>
          <w:p w:rsidR="00951979" w:rsidRPr="007463E6" w:rsidRDefault="00436011" w:rsidP="008D51C1">
            <w:pPr>
              <w:pStyle w:val="tabletext"/>
              <w:rPr>
                <w:lang w:eastAsia="en-US"/>
              </w:rPr>
            </w:pPr>
            <w:r>
              <w:rPr>
                <w:lang w:eastAsia="en-US"/>
              </w:rPr>
              <w:t>Market misconduct and other prohibited conduct relates to financial products, financial ser</w:t>
            </w:r>
            <w:r w:rsidR="00D119E0">
              <w:rPr>
                <w:lang w:eastAsia="en-US"/>
              </w:rPr>
              <w:t xml:space="preserve">vices and </w:t>
            </w:r>
            <w:r w:rsidR="00484733">
              <w:rPr>
                <w:lang w:eastAsia="en-US"/>
              </w:rPr>
              <w:t xml:space="preserve">notified </w:t>
            </w:r>
            <w:r w:rsidR="00D119E0">
              <w:rPr>
                <w:lang w:eastAsia="en-US"/>
              </w:rPr>
              <w:t>foreign passport fund products</w:t>
            </w:r>
            <w:r>
              <w:rPr>
                <w:lang w:eastAsia="en-US"/>
              </w:rPr>
              <w:t>.</w:t>
            </w:r>
          </w:p>
        </w:tc>
        <w:tc>
          <w:tcPr>
            <w:tcW w:w="3276" w:type="dxa"/>
          </w:tcPr>
          <w:p w:rsidR="00951979" w:rsidRPr="007463E6" w:rsidRDefault="00436011" w:rsidP="008D51C1">
            <w:pPr>
              <w:pStyle w:val="tabletext"/>
              <w:rPr>
                <w:lang w:eastAsia="en-US"/>
              </w:rPr>
            </w:pPr>
            <w:r>
              <w:rPr>
                <w:lang w:eastAsia="en-US"/>
              </w:rPr>
              <w:t>Market misconduct and other prohibited conduct relates to financial products and financial services</w:t>
            </w:r>
            <w:r w:rsidR="00287A90">
              <w:rPr>
                <w:lang w:eastAsia="en-US"/>
              </w:rPr>
              <w:t>.</w:t>
            </w:r>
          </w:p>
        </w:tc>
      </w:tr>
      <w:tr w:rsidR="008354B6" w:rsidRPr="004666B8" w:rsidTr="00B3755F">
        <w:trPr>
          <w:cantSplit/>
        </w:trPr>
        <w:tc>
          <w:tcPr>
            <w:tcW w:w="3275" w:type="dxa"/>
          </w:tcPr>
          <w:p w:rsidR="008354B6" w:rsidRDefault="009814D3" w:rsidP="008D51C1">
            <w:pPr>
              <w:pStyle w:val="tabletext"/>
              <w:rPr>
                <w:lang w:eastAsia="en-US"/>
              </w:rPr>
            </w:pPr>
            <w:r>
              <w:rPr>
                <w:lang w:eastAsia="en-US"/>
              </w:rPr>
              <w:t>U</w:t>
            </w:r>
            <w:r w:rsidR="00593C6E">
              <w:rPr>
                <w:lang w:eastAsia="en-US"/>
              </w:rPr>
              <w:t>nconscionable conduct and other consumer protections apply to notified foreign passport fund products and financial services in respect of such products.</w:t>
            </w:r>
          </w:p>
        </w:tc>
        <w:tc>
          <w:tcPr>
            <w:tcW w:w="3276" w:type="dxa"/>
          </w:tcPr>
          <w:p w:rsidR="008354B6" w:rsidRDefault="00593C6E" w:rsidP="008D51C1">
            <w:pPr>
              <w:pStyle w:val="tabletext"/>
              <w:rPr>
                <w:lang w:eastAsia="en-US"/>
              </w:rPr>
            </w:pPr>
            <w:r>
              <w:rPr>
                <w:lang w:eastAsia="en-US"/>
              </w:rPr>
              <w:t>Unconscionable conduct and other consumer protections apply to financial services and financial products</w:t>
            </w:r>
            <w:r w:rsidR="009814D3">
              <w:rPr>
                <w:lang w:eastAsia="en-US"/>
              </w:rPr>
              <w:t>.</w:t>
            </w:r>
          </w:p>
        </w:tc>
      </w:tr>
    </w:tbl>
    <w:p w:rsidR="00840FDF" w:rsidRDefault="00840FDF" w:rsidP="008D51C1">
      <w:pPr>
        <w:pStyle w:val="Heading2"/>
      </w:pPr>
      <w:r>
        <w:t>Detailed explanation of new law</w:t>
      </w:r>
    </w:p>
    <w:p w:rsidR="00865AF4" w:rsidRPr="00865AF4" w:rsidRDefault="00865AF4" w:rsidP="008D51C1">
      <w:pPr>
        <w:pStyle w:val="base-text-paragraph"/>
      </w:pPr>
      <w:r w:rsidRPr="00865AF4">
        <w:t xml:space="preserve">A notified foreign passport fund is to be treated as a </w:t>
      </w:r>
      <w:r w:rsidRPr="005C63F9">
        <w:t>MIS</w:t>
      </w:r>
      <w:r w:rsidRPr="0047291C">
        <w:t xml:space="preserve"> </w:t>
      </w:r>
      <w:r w:rsidRPr="00865AF4">
        <w:t xml:space="preserve">for the purposes of </w:t>
      </w:r>
      <w:r w:rsidRPr="00865AF4" w:rsidDel="00D76F64">
        <w:t xml:space="preserve">the </w:t>
      </w:r>
      <w:r w:rsidR="00D76F64">
        <w:t>Corporations</w:t>
      </w:r>
      <w:r w:rsidR="00C831D9">
        <w:t> </w:t>
      </w:r>
      <w:r w:rsidR="00D76F64">
        <w:t>Act</w:t>
      </w:r>
      <w:r>
        <w:t xml:space="preserve">. However, this </w:t>
      </w:r>
      <w:r w:rsidRPr="00865AF4">
        <w:t>does not affect the other legal characteristics of a notified foreign passport fund</w:t>
      </w:r>
      <w:r>
        <w:t xml:space="preserve"> (see treatment of notified foreign passport funds </w:t>
      </w:r>
      <w:r w:rsidR="00C5245B">
        <w:t xml:space="preserve">in </w:t>
      </w:r>
      <w:r w:rsidR="00C831D9">
        <w:t>Chapter </w:t>
      </w:r>
      <w:r w:rsidR="00C5245B">
        <w:t>3</w:t>
      </w:r>
      <w:r w:rsidR="00C831D9">
        <w:t xml:space="preserve"> of the explanatory materials</w:t>
      </w:r>
      <w:r>
        <w:t>).</w:t>
      </w:r>
    </w:p>
    <w:p w:rsidR="002022FD" w:rsidRDefault="002022FD" w:rsidP="008D51C1">
      <w:pPr>
        <w:pStyle w:val="Heading3"/>
      </w:pPr>
      <w:r>
        <w:t>Notified foreign passport funds and Australian markets</w:t>
      </w:r>
    </w:p>
    <w:p w:rsidR="00496ED1" w:rsidRDefault="00496ED1" w:rsidP="008D51C1">
      <w:pPr>
        <w:pStyle w:val="base-text-paragraph"/>
      </w:pPr>
      <w:r>
        <w:t>Where a notified foreign passport fund is a par</w:t>
      </w:r>
      <w:r w:rsidR="002F4128">
        <w:t>ticipant in an Australian licens</w:t>
      </w:r>
      <w:r>
        <w:t xml:space="preserve">ed market, the operator of the fund </w:t>
      </w:r>
      <w:r w:rsidR="00B325FF">
        <w:t>is</w:t>
      </w:r>
      <w:r>
        <w:t xml:space="preserve"> subject to the market’s operating rules</w:t>
      </w:r>
      <w:r w:rsidR="00D45308">
        <w:t>.</w:t>
      </w:r>
      <w:r>
        <w:t xml:space="preserve"> </w:t>
      </w:r>
      <w:r>
        <w:rPr>
          <w:rStyle w:val="Referencingstyle"/>
        </w:rPr>
        <w:t>[Schedule</w:t>
      </w:r>
      <w:r w:rsidR="00EC5086">
        <w:rPr>
          <w:rStyle w:val="Referencingstyle"/>
        </w:rPr>
        <w:t> </w:t>
      </w:r>
      <w:r w:rsidR="00B325FF">
        <w:rPr>
          <w:rStyle w:val="Referencingstyle"/>
        </w:rPr>
        <w:t>2</w:t>
      </w:r>
      <w:r>
        <w:rPr>
          <w:rStyle w:val="Referencingstyle"/>
        </w:rPr>
        <w:t>, item</w:t>
      </w:r>
      <w:r w:rsidR="00B325FF">
        <w:rPr>
          <w:rStyle w:val="Referencingstyle"/>
        </w:rPr>
        <w:t>s</w:t>
      </w:r>
      <w:r w:rsidR="00EC5086">
        <w:rPr>
          <w:rStyle w:val="Referencingstyle"/>
        </w:rPr>
        <w:t> </w:t>
      </w:r>
      <w:r w:rsidR="00B325FF">
        <w:rPr>
          <w:rStyle w:val="Referencingstyle"/>
        </w:rPr>
        <w:t>19</w:t>
      </w:r>
      <w:r w:rsidR="004B363C">
        <w:rPr>
          <w:rStyle w:val="Referencingstyle"/>
        </w:rPr>
        <w:t>2</w:t>
      </w:r>
      <w:r w:rsidR="00B325FF">
        <w:rPr>
          <w:rStyle w:val="Referencingstyle"/>
        </w:rPr>
        <w:t xml:space="preserve"> to 19</w:t>
      </w:r>
      <w:r w:rsidR="004B363C">
        <w:rPr>
          <w:rStyle w:val="Referencingstyle"/>
        </w:rPr>
        <w:t>6</w:t>
      </w:r>
      <w:r>
        <w:rPr>
          <w:rStyle w:val="Referencingstyle"/>
        </w:rPr>
        <w:t xml:space="preserve">, </w:t>
      </w:r>
      <w:r w:rsidR="00B325FF">
        <w:rPr>
          <w:rStyle w:val="Referencingstyle"/>
        </w:rPr>
        <w:t>paragraph</w:t>
      </w:r>
      <w:r w:rsidR="00351935">
        <w:rPr>
          <w:rStyle w:val="Referencingstyle"/>
        </w:rPr>
        <w:t> </w:t>
      </w:r>
      <w:r>
        <w:rPr>
          <w:rStyle w:val="Referencingstyle"/>
        </w:rPr>
        <w:t>793C</w:t>
      </w:r>
      <w:r w:rsidR="00B325FF">
        <w:rPr>
          <w:rStyle w:val="Referencingstyle"/>
        </w:rPr>
        <w:t xml:space="preserve">(2)(b) </w:t>
      </w:r>
      <w:r w:rsidR="00A50944">
        <w:rPr>
          <w:rStyle w:val="Referencingstyle"/>
        </w:rPr>
        <w:t xml:space="preserve">and subsections 793C(3) </w:t>
      </w:r>
      <w:r w:rsidR="00B325FF">
        <w:rPr>
          <w:rStyle w:val="Referencingstyle"/>
        </w:rPr>
        <w:t>to</w:t>
      </w:r>
      <w:r w:rsidR="00D45308">
        <w:rPr>
          <w:rStyle w:val="Referencingstyle"/>
        </w:rPr>
        <w:t> </w:t>
      </w:r>
      <w:r w:rsidR="00B325FF">
        <w:rPr>
          <w:rStyle w:val="Referencingstyle"/>
        </w:rPr>
        <w:t>(4A)</w:t>
      </w:r>
      <w:r w:rsidRPr="00375F1D">
        <w:rPr>
          <w:rStyle w:val="Referencingstyle"/>
        </w:rPr>
        <w:t>]</w:t>
      </w:r>
    </w:p>
    <w:p w:rsidR="00496ED1" w:rsidRDefault="005E38C6" w:rsidP="008D51C1">
      <w:pPr>
        <w:pStyle w:val="base-text-paragraph"/>
      </w:pPr>
      <w:r>
        <w:t>A notified foreign passport fund whose operator is a related body corpor</w:t>
      </w:r>
      <w:r w:rsidR="00757D8D">
        <w:t xml:space="preserve">ate of the market licensee may </w:t>
      </w:r>
      <w:r>
        <w:t>be included in a market’s official list. While, i</w:t>
      </w:r>
      <w:r w:rsidR="00DE17B2">
        <w:t xml:space="preserve">t is possible for a </w:t>
      </w:r>
      <w:r w:rsidR="00496ED1">
        <w:t xml:space="preserve">notified foreign passport fund </w:t>
      </w:r>
      <w:r w:rsidR="00DE17B2">
        <w:t xml:space="preserve">to be </w:t>
      </w:r>
      <w:r w:rsidR="00C83EFD">
        <w:t xml:space="preserve">quoted </w:t>
      </w:r>
      <w:r w:rsidR="00496ED1">
        <w:t>on an Australian licen</w:t>
      </w:r>
      <w:r w:rsidR="00377044">
        <w:t>s</w:t>
      </w:r>
      <w:r w:rsidR="00496ED1">
        <w:t>ed market</w:t>
      </w:r>
      <w:r w:rsidR="00E87A50" w:rsidRPr="001F658B">
        <w:rPr>
          <w:rStyle w:val="Referencingstyle"/>
          <w:b w:val="0"/>
          <w:i w:val="0"/>
          <w:sz w:val="22"/>
        </w:rPr>
        <w:t xml:space="preserve">, the </w:t>
      </w:r>
      <w:r w:rsidR="001D4F10" w:rsidRPr="002849EA">
        <w:rPr>
          <w:rStyle w:val="Referencingstyle"/>
          <w:b w:val="0"/>
          <w:i w:val="0"/>
          <w:sz w:val="22"/>
        </w:rPr>
        <w:t>Passport Rules</w:t>
      </w:r>
      <w:r w:rsidR="009814D3" w:rsidRPr="002849EA">
        <w:rPr>
          <w:rStyle w:val="Referencingstyle"/>
          <w:b w:val="0"/>
          <w:i w:val="0"/>
          <w:sz w:val="22"/>
        </w:rPr>
        <w:t xml:space="preserve"> contained in Annex 3 of the MOC</w:t>
      </w:r>
      <w:r w:rsidR="00227075" w:rsidRPr="002849EA">
        <w:rPr>
          <w:rStyle w:val="Referencingstyle"/>
          <w:b w:val="0"/>
          <w:i w:val="0"/>
          <w:sz w:val="22"/>
        </w:rPr>
        <w:t xml:space="preserve"> may make it impractical to list a passport fund</w:t>
      </w:r>
      <w:r w:rsidR="001D4F10" w:rsidRPr="002849EA">
        <w:rPr>
          <w:rStyle w:val="Referencingstyle"/>
          <w:b w:val="0"/>
          <w:i w:val="0"/>
          <w:sz w:val="22"/>
        </w:rPr>
        <w:t>.</w:t>
      </w:r>
      <w:r w:rsidR="00E87A50" w:rsidRPr="002849EA">
        <w:rPr>
          <w:rStyle w:val="Referencingstyle"/>
          <w:b w:val="0"/>
          <w:i w:val="0"/>
          <w:sz w:val="22"/>
        </w:rPr>
        <w:t xml:space="preserve"> </w:t>
      </w:r>
      <w:r w:rsidR="002849EA">
        <w:rPr>
          <w:rStyle w:val="Referencingstyle"/>
          <w:b w:val="0"/>
          <w:i w:val="0"/>
          <w:sz w:val="22"/>
        </w:rPr>
        <w:t>This is because c</w:t>
      </w:r>
      <w:r w:rsidR="00E87A50" w:rsidRPr="002849EA">
        <w:rPr>
          <w:rStyle w:val="Referencingstyle"/>
          <w:b w:val="0"/>
          <w:i w:val="0"/>
          <w:sz w:val="22"/>
        </w:rPr>
        <w:t xml:space="preserve">lause 48 of the Passport Rules </w:t>
      </w:r>
      <w:r w:rsidR="001D4F10" w:rsidRPr="002849EA">
        <w:rPr>
          <w:rStyle w:val="Referencingstyle"/>
          <w:b w:val="0"/>
          <w:i w:val="0"/>
          <w:sz w:val="22"/>
        </w:rPr>
        <w:t xml:space="preserve">requires </w:t>
      </w:r>
      <w:r w:rsidR="00E87A50" w:rsidRPr="002849EA">
        <w:rPr>
          <w:rStyle w:val="Referencingstyle"/>
          <w:b w:val="0"/>
          <w:i w:val="0"/>
          <w:sz w:val="22"/>
        </w:rPr>
        <w:t>that redemptions occur at a price that is not materially different from the net asset value per interest</w:t>
      </w:r>
      <w:r w:rsidR="002849EA">
        <w:rPr>
          <w:rStyle w:val="Referencingstyle"/>
          <w:b w:val="0"/>
          <w:i w:val="0"/>
          <w:sz w:val="22"/>
        </w:rPr>
        <w:t xml:space="preserve"> but</w:t>
      </w:r>
      <w:r w:rsidR="00E87A50" w:rsidRPr="002849EA">
        <w:rPr>
          <w:rStyle w:val="Referencingstyle"/>
          <w:b w:val="0"/>
          <w:i w:val="0"/>
          <w:sz w:val="22"/>
        </w:rPr>
        <w:t xml:space="preserve"> listed funds </w:t>
      </w:r>
      <w:r w:rsidR="002849EA">
        <w:rPr>
          <w:rStyle w:val="Referencingstyle"/>
          <w:b w:val="0"/>
          <w:i w:val="0"/>
          <w:sz w:val="22"/>
        </w:rPr>
        <w:t>generally</w:t>
      </w:r>
      <w:r w:rsidR="00E87A50" w:rsidRPr="002849EA">
        <w:rPr>
          <w:rStyle w:val="Referencingstyle"/>
          <w:b w:val="0"/>
          <w:i w:val="0"/>
          <w:sz w:val="22"/>
        </w:rPr>
        <w:t xml:space="preserve"> trade at </w:t>
      </w:r>
      <w:r w:rsidR="00227075" w:rsidRPr="002849EA">
        <w:rPr>
          <w:rStyle w:val="Referencingstyle"/>
          <w:b w:val="0"/>
          <w:i w:val="0"/>
          <w:sz w:val="22"/>
        </w:rPr>
        <w:t>the</w:t>
      </w:r>
      <w:r w:rsidR="00E87A50" w:rsidRPr="002849EA">
        <w:rPr>
          <w:rStyle w:val="Referencingstyle"/>
          <w:b w:val="0"/>
          <w:i w:val="0"/>
          <w:sz w:val="22"/>
        </w:rPr>
        <w:t xml:space="preserve"> market price. </w:t>
      </w:r>
      <w:r w:rsidR="00351935">
        <w:rPr>
          <w:rStyle w:val="Referencingstyle"/>
        </w:rPr>
        <w:t>[</w:t>
      </w:r>
      <w:r w:rsidR="008519E1">
        <w:rPr>
          <w:rStyle w:val="Referencingstyle"/>
        </w:rPr>
        <w:t>Schedule </w:t>
      </w:r>
      <w:r w:rsidR="00B325FF">
        <w:rPr>
          <w:rStyle w:val="Referencingstyle"/>
        </w:rPr>
        <w:t>2</w:t>
      </w:r>
      <w:r w:rsidR="00351935">
        <w:rPr>
          <w:rStyle w:val="Referencingstyle"/>
        </w:rPr>
        <w:t>, item</w:t>
      </w:r>
      <w:r w:rsidR="00B325FF">
        <w:rPr>
          <w:rStyle w:val="Referencingstyle"/>
        </w:rPr>
        <w:t>s</w:t>
      </w:r>
      <w:r w:rsidR="008519E1">
        <w:rPr>
          <w:rStyle w:val="Referencingstyle"/>
        </w:rPr>
        <w:t> </w:t>
      </w:r>
      <w:r w:rsidR="00B325FF">
        <w:rPr>
          <w:rStyle w:val="Referencingstyle"/>
        </w:rPr>
        <w:t>19</w:t>
      </w:r>
      <w:r w:rsidR="004B363C">
        <w:rPr>
          <w:rStyle w:val="Referencingstyle"/>
        </w:rPr>
        <w:t>7</w:t>
      </w:r>
      <w:r w:rsidR="00B325FF">
        <w:rPr>
          <w:rStyle w:val="Referencingstyle"/>
        </w:rPr>
        <w:t xml:space="preserve"> </w:t>
      </w:r>
      <w:r w:rsidR="00A50944">
        <w:rPr>
          <w:rStyle w:val="Referencingstyle"/>
        </w:rPr>
        <w:t>to </w:t>
      </w:r>
      <w:r w:rsidR="002275FD">
        <w:rPr>
          <w:rStyle w:val="Referencingstyle"/>
        </w:rPr>
        <w:t>201</w:t>
      </w:r>
      <w:r w:rsidR="00351935">
        <w:rPr>
          <w:rStyle w:val="Referencingstyle"/>
        </w:rPr>
        <w:t xml:space="preserve">, </w:t>
      </w:r>
      <w:r w:rsidR="00B325FF">
        <w:rPr>
          <w:rStyle w:val="Referencingstyle"/>
        </w:rPr>
        <w:t>sub</w:t>
      </w:r>
      <w:r w:rsidR="00351935">
        <w:rPr>
          <w:rStyle w:val="Referencingstyle"/>
        </w:rPr>
        <w:t>section 798C</w:t>
      </w:r>
      <w:r w:rsidR="00B325FF">
        <w:rPr>
          <w:rStyle w:val="Referencingstyle"/>
        </w:rPr>
        <w:t>(1)</w:t>
      </w:r>
      <w:r w:rsidR="00A50944">
        <w:rPr>
          <w:rStyle w:val="Referencingstyle"/>
        </w:rPr>
        <w:t>, paragraph </w:t>
      </w:r>
      <w:r w:rsidR="00A50944" w:rsidRPr="00A50944">
        <w:rPr>
          <w:rStyle w:val="Referencingstyle"/>
        </w:rPr>
        <w:t>798C(1)</w:t>
      </w:r>
      <w:r w:rsidR="00A50944">
        <w:rPr>
          <w:rStyle w:val="Referencingstyle"/>
        </w:rPr>
        <w:t>(ca</w:t>
      </w:r>
      <w:r w:rsidR="00B325FF">
        <w:rPr>
          <w:rStyle w:val="Referencingstyle"/>
        </w:rPr>
        <w:t>), note to subsection</w:t>
      </w:r>
      <w:r w:rsidR="008519E1">
        <w:rPr>
          <w:rStyle w:val="Referencingstyle"/>
        </w:rPr>
        <w:t> </w:t>
      </w:r>
      <w:r w:rsidR="00B325FF">
        <w:rPr>
          <w:rStyle w:val="Referencingstyle"/>
        </w:rPr>
        <w:t>798C(1)</w:t>
      </w:r>
      <w:r w:rsidR="00A50944">
        <w:rPr>
          <w:rStyle w:val="Referencingstyle"/>
        </w:rPr>
        <w:t xml:space="preserve"> and </w:t>
      </w:r>
      <w:r w:rsidR="00A50944" w:rsidRPr="00A50944">
        <w:rPr>
          <w:rStyle w:val="Referencingstyle"/>
        </w:rPr>
        <w:t>subsection</w:t>
      </w:r>
      <w:r w:rsidR="00A50944">
        <w:rPr>
          <w:rStyle w:val="Referencingstyle"/>
        </w:rPr>
        <w:t> </w:t>
      </w:r>
      <w:r w:rsidR="00A50944" w:rsidRPr="00A50944">
        <w:rPr>
          <w:rStyle w:val="Referencingstyle"/>
        </w:rPr>
        <w:t>798C(</w:t>
      </w:r>
      <w:r w:rsidR="00A50944">
        <w:rPr>
          <w:rStyle w:val="Referencingstyle"/>
        </w:rPr>
        <w:t>6</w:t>
      </w:r>
      <w:r w:rsidR="00B325FF">
        <w:rPr>
          <w:rStyle w:val="Referencingstyle"/>
        </w:rPr>
        <w:t>)</w:t>
      </w:r>
      <w:r w:rsidR="00351935" w:rsidRPr="00375F1D">
        <w:rPr>
          <w:rStyle w:val="Referencingstyle"/>
        </w:rPr>
        <w:t>]</w:t>
      </w:r>
    </w:p>
    <w:p w:rsidR="003C2498" w:rsidRPr="00D87E11" w:rsidRDefault="00F65BA2" w:rsidP="008D51C1">
      <w:pPr>
        <w:pStyle w:val="base-text-paragraph"/>
      </w:pPr>
      <w:bookmarkStart w:id="215" w:name="acpmcomUio257238sl6189887"/>
      <w:bookmarkStart w:id="216" w:name="acpmcomUio257238sl6189888"/>
      <w:bookmarkStart w:id="217" w:name="acpmcomUio257238sl6189889"/>
      <w:bookmarkStart w:id="218" w:name="acpmcomUio257238sl6189890"/>
      <w:bookmarkStart w:id="219" w:name="acpmcomUio257238sl6189891"/>
      <w:bookmarkStart w:id="220" w:name="acpmcomUio257238sl6189892"/>
      <w:bookmarkStart w:id="221" w:name="acpmcomUio257238sl6189893"/>
      <w:bookmarkStart w:id="222" w:name="acpmcomUio257238sl6189894"/>
      <w:bookmarkStart w:id="223" w:name="acpmcomUio257238sl6189895"/>
      <w:bookmarkStart w:id="224" w:name="acpmcomUio257238sl6189896"/>
      <w:bookmarkEnd w:id="215"/>
      <w:bookmarkEnd w:id="216"/>
      <w:bookmarkEnd w:id="217"/>
      <w:bookmarkEnd w:id="218"/>
      <w:bookmarkEnd w:id="219"/>
      <w:bookmarkEnd w:id="220"/>
      <w:bookmarkEnd w:id="221"/>
      <w:bookmarkEnd w:id="222"/>
      <w:bookmarkEnd w:id="223"/>
      <w:bookmarkEnd w:id="224"/>
      <w:r>
        <w:t xml:space="preserve">Many of the provisions in Chapters 6 to 7 have been extended to apply to notified foreign passport funds or their operators (see Chapters 4 and 5). </w:t>
      </w:r>
      <w:r w:rsidR="003C2498">
        <w:t xml:space="preserve">ASIC has the </w:t>
      </w:r>
      <w:r w:rsidR="003C2498" w:rsidRPr="00D87E11">
        <w:t xml:space="preserve">power to exempt funds </w:t>
      </w:r>
      <w:r w:rsidR="008572A4">
        <w:t>included in a market’s official list</w:t>
      </w:r>
      <w:r w:rsidR="003C2498" w:rsidRPr="00D87E11">
        <w:t xml:space="preserve"> from the</w:t>
      </w:r>
      <w:r>
        <w:t>se requirements</w:t>
      </w:r>
      <w:r w:rsidR="003C2498" w:rsidRPr="00D87E11">
        <w:t xml:space="preserve"> or omit, modify or vary their application. </w:t>
      </w:r>
      <w:r w:rsidR="00D21F1E" w:rsidRPr="00D21F1E">
        <w:rPr>
          <w:rStyle w:val="Referencingstyle"/>
        </w:rPr>
        <w:t xml:space="preserve"> </w:t>
      </w:r>
      <w:r w:rsidR="00D21F1E">
        <w:rPr>
          <w:rStyle w:val="Referencingstyle"/>
        </w:rPr>
        <w:t>[Schedule</w:t>
      </w:r>
      <w:r w:rsidR="008519E1">
        <w:rPr>
          <w:rStyle w:val="Referencingstyle"/>
        </w:rPr>
        <w:t> </w:t>
      </w:r>
      <w:r w:rsidR="00D21F1E">
        <w:rPr>
          <w:rStyle w:val="Referencingstyle"/>
        </w:rPr>
        <w:t>2, items</w:t>
      </w:r>
      <w:r w:rsidR="008519E1">
        <w:rPr>
          <w:rStyle w:val="Referencingstyle"/>
        </w:rPr>
        <w:t> </w:t>
      </w:r>
      <w:r w:rsidR="00D21F1E">
        <w:rPr>
          <w:rStyle w:val="Referencingstyle"/>
        </w:rPr>
        <w:t>20</w:t>
      </w:r>
      <w:r w:rsidR="00B528F4">
        <w:rPr>
          <w:rStyle w:val="Referencingstyle"/>
        </w:rPr>
        <w:t>2</w:t>
      </w:r>
      <w:r w:rsidR="00D21F1E" w:rsidDel="00E22FD1">
        <w:rPr>
          <w:rStyle w:val="Referencingstyle"/>
        </w:rPr>
        <w:t xml:space="preserve"> </w:t>
      </w:r>
      <w:r w:rsidR="00E22FD1">
        <w:rPr>
          <w:rStyle w:val="Referencingstyle"/>
        </w:rPr>
        <w:t xml:space="preserve">to </w:t>
      </w:r>
      <w:r w:rsidR="00D21F1E">
        <w:rPr>
          <w:rStyle w:val="Referencingstyle"/>
        </w:rPr>
        <w:t>20</w:t>
      </w:r>
      <w:r w:rsidR="002275FD">
        <w:rPr>
          <w:rStyle w:val="Referencingstyle"/>
        </w:rPr>
        <w:t>3</w:t>
      </w:r>
      <w:r w:rsidR="00D21F1E">
        <w:rPr>
          <w:rStyle w:val="Referencingstyle"/>
        </w:rPr>
        <w:t xml:space="preserve">, </w:t>
      </w:r>
      <w:r w:rsidR="00E22FD1">
        <w:rPr>
          <w:rStyle w:val="Referencingstyle"/>
        </w:rPr>
        <w:t>paragraphs 798D(1)(a</w:t>
      </w:r>
      <w:r w:rsidR="00235EB0">
        <w:rPr>
          <w:rStyle w:val="Referencingstyle"/>
        </w:rPr>
        <w:t>) and (</w:t>
      </w:r>
      <w:r w:rsidR="00E22FD1">
        <w:rPr>
          <w:rStyle w:val="Referencingstyle"/>
        </w:rPr>
        <w:t>b) and subsections</w:t>
      </w:r>
      <w:r w:rsidR="00A77B7C">
        <w:rPr>
          <w:rStyle w:val="Referencingstyle"/>
        </w:rPr>
        <w:t> </w:t>
      </w:r>
      <w:r w:rsidR="00E22FD1">
        <w:rPr>
          <w:rStyle w:val="Referencingstyle"/>
        </w:rPr>
        <w:t>798D(4)</w:t>
      </w:r>
      <w:r w:rsidR="003D1B1A">
        <w:rPr>
          <w:rStyle w:val="Referencingstyle"/>
        </w:rPr>
        <w:t xml:space="preserve"> and</w:t>
      </w:r>
      <w:r w:rsidR="006E097B">
        <w:rPr>
          <w:rStyle w:val="Referencingstyle"/>
        </w:rPr>
        <w:t> </w:t>
      </w:r>
      <w:r w:rsidR="00E22FD1">
        <w:rPr>
          <w:rStyle w:val="Referencingstyle"/>
        </w:rPr>
        <w:t>(5</w:t>
      </w:r>
      <w:r w:rsidR="00D21F1E" w:rsidDel="00E22FD1">
        <w:rPr>
          <w:rStyle w:val="Referencingstyle"/>
        </w:rPr>
        <w:t>)</w:t>
      </w:r>
      <w:r w:rsidR="00D21F1E" w:rsidRPr="00375F1D">
        <w:rPr>
          <w:rStyle w:val="Referencingstyle"/>
        </w:rPr>
        <w:t>]</w:t>
      </w:r>
    </w:p>
    <w:p w:rsidR="009522E9" w:rsidRDefault="009522E9" w:rsidP="008D51C1">
      <w:pPr>
        <w:pStyle w:val="Heading3"/>
      </w:pPr>
      <w:r>
        <w:t>Prohibition on offering debentures</w:t>
      </w:r>
    </w:p>
    <w:p w:rsidR="009522E9" w:rsidRPr="00B54598" w:rsidRDefault="009522E9" w:rsidP="008D51C1">
      <w:pPr>
        <w:pStyle w:val="base-text-paragraph"/>
        <w:rPr>
          <w:rStyle w:val="Referencingstyle"/>
          <w:b w:val="0"/>
          <w:i w:val="0"/>
          <w:sz w:val="22"/>
        </w:rPr>
      </w:pPr>
      <w:r>
        <w:t>A notified foreign passport fund may not offer debentures in Australia. Under the Passport, streamlined Australian financial reports and audit requirements apply to notified foreign passport funds</w:t>
      </w:r>
      <w:r w:rsidR="001D7EDD">
        <w:t>, which are</w:t>
      </w:r>
      <w:r w:rsidR="00B7115E">
        <w:t xml:space="preserve"> considered insufficient </w:t>
      </w:r>
      <w:r w:rsidR="001D7EDD">
        <w:t>to allow for</w:t>
      </w:r>
      <w:r w:rsidR="00B7115E">
        <w:t xml:space="preserve"> such funds to offer debentures in Australia</w:t>
      </w:r>
      <w:r w:rsidR="00377044">
        <w:t>.</w:t>
      </w:r>
      <w:r w:rsidRPr="00282F59">
        <w:rPr>
          <w:rStyle w:val="Referencingstyle"/>
          <w:b w:val="0"/>
          <w:i w:val="0"/>
          <w:sz w:val="22"/>
        </w:rPr>
        <w:t xml:space="preserve"> </w:t>
      </w:r>
      <w:r w:rsidR="00282F59" w:rsidRPr="00282F59">
        <w:rPr>
          <w:rStyle w:val="Referencingstyle"/>
          <w:b w:val="0"/>
          <w:i w:val="0"/>
          <w:sz w:val="22"/>
        </w:rPr>
        <w:t xml:space="preserve">Failure to comply </w:t>
      </w:r>
      <w:r w:rsidR="001D7EDD">
        <w:rPr>
          <w:rStyle w:val="Referencingstyle"/>
          <w:b w:val="0"/>
          <w:i w:val="0"/>
          <w:sz w:val="22"/>
        </w:rPr>
        <w:t>with this prohibition</w:t>
      </w:r>
      <w:r w:rsidR="00282F59" w:rsidRPr="00282F59">
        <w:rPr>
          <w:rStyle w:val="Referencingstyle"/>
          <w:b w:val="0"/>
          <w:i w:val="0"/>
          <w:sz w:val="22"/>
        </w:rPr>
        <w:t xml:space="preserve"> is </w:t>
      </w:r>
      <w:r w:rsidR="00C771DC" w:rsidRPr="00282F59">
        <w:rPr>
          <w:rStyle w:val="Referencingstyle"/>
          <w:b w:val="0"/>
          <w:i w:val="0"/>
          <w:sz w:val="22"/>
        </w:rPr>
        <w:t>a</w:t>
      </w:r>
      <w:r w:rsidR="007A71C0" w:rsidRPr="00BC344D">
        <w:rPr>
          <w:rStyle w:val="Referencingstyle"/>
          <w:b w:val="0"/>
          <w:i w:val="0"/>
          <w:sz w:val="22"/>
        </w:rPr>
        <w:t>n</w:t>
      </w:r>
      <w:r w:rsidR="00C771DC" w:rsidRPr="00BC344D">
        <w:rPr>
          <w:rStyle w:val="Referencingstyle"/>
          <w:b w:val="0"/>
          <w:i w:val="0"/>
          <w:sz w:val="22"/>
        </w:rPr>
        <w:t xml:space="preserve"> </w:t>
      </w:r>
      <w:r w:rsidR="00C771DC" w:rsidRPr="00282F59">
        <w:rPr>
          <w:rStyle w:val="Referencingstyle"/>
          <w:b w:val="0"/>
          <w:i w:val="0"/>
          <w:sz w:val="22"/>
        </w:rPr>
        <w:t xml:space="preserve">offence punishable by </w:t>
      </w:r>
      <w:r w:rsidR="001D7EDD">
        <w:rPr>
          <w:rStyle w:val="Referencingstyle"/>
          <w:b w:val="0"/>
          <w:i w:val="0"/>
          <w:sz w:val="22"/>
        </w:rPr>
        <w:t xml:space="preserve">a penalty of </w:t>
      </w:r>
      <w:r w:rsidR="00C771DC" w:rsidRPr="00282F59">
        <w:rPr>
          <w:rStyle w:val="Referencingstyle"/>
          <w:b w:val="0"/>
          <w:i w:val="0"/>
          <w:sz w:val="22"/>
        </w:rPr>
        <w:t>up to 60</w:t>
      </w:r>
      <w:r w:rsidR="00804BFE">
        <w:rPr>
          <w:rStyle w:val="Referencingstyle"/>
          <w:b w:val="0"/>
          <w:i w:val="0"/>
          <w:sz w:val="22"/>
        </w:rPr>
        <w:t> </w:t>
      </w:r>
      <w:r w:rsidR="00C771DC" w:rsidRPr="00282F59">
        <w:rPr>
          <w:rStyle w:val="Referencingstyle"/>
          <w:b w:val="0"/>
          <w:i w:val="0"/>
          <w:sz w:val="22"/>
        </w:rPr>
        <w:t>penalty units</w:t>
      </w:r>
      <w:r w:rsidR="00282F59">
        <w:rPr>
          <w:rStyle w:val="Referencingstyle"/>
          <w:b w:val="0"/>
          <w:i w:val="0"/>
          <w:sz w:val="22"/>
        </w:rPr>
        <w:t>.</w:t>
      </w:r>
      <w:r w:rsidRPr="00951979">
        <w:rPr>
          <w:rStyle w:val="Referencingstyle"/>
          <w:b w:val="0"/>
          <w:i w:val="0"/>
          <w:sz w:val="22"/>
        </w:rPr>
        <w:t xml:space="preserve"> </w:t>
      </w:r>
      <w:r>
        <w:rPr>
          <w:rStyle w:val="Referencingstyle"/>
        </w:rPr>
        <w:t>[</w:t>
      </w:r>
      <w:r w:rsidR="00377044">
        <w:rPr>
          <w:rStyle w:val="Referencingstyle"/>
        </w:rPr>
        <w:t>Schedule 1, item 1, section 1213EB</w:t>
      </w:r>
      <w:r w:rsidRPr="00375F1D">
        <w:rPr>
          <w:rStyle w:val="Referencingstyle"/>
        </w:rPr>
        <w:t>]</w:t>
      </w:r>
    </w:p>
    <w:p w:rsidR="00B54598" w:rsidRDefault="00B54598" w:rsidP="008D51C1">
      <w:pPr>
        <w:pStyle w:val="Heading3"/>
      </w:pPr>
      <w:r>
        <w:t>Matters that may be subject to regulation</w:t>
      </w:r>
    </w:p>
    <w:p w:rsidR="00FC72E4" w:rsidRDefault="00B54598" w:rsidP="008D51C1">
      <w:pPr>
        <w:pStyle w:val="base-text-paragraph"/>
      </w:pPr>
      <w:r>
        <w:t xml:space="preserve">Under the MOC, a host economy can require foreign passport funds admitted to its economy to prepare and audit their financial statements in accordance with the host economy </w:t>
      </w:r>
      <w:r w:rsidRPr="00B54598">
        <w:t>financial reporting and audit standards</w:t>
      </w:r>
      <w:r>
        <w:t xml:space="preserve">. However, </w:t>
      </w:r>
      <w:r w:rsidR="00FC72E4">
        <w:t xml:space="preserve">consistent with the spirit of the MOC being to minimise regulatory duplication, </w:t>
      </w:r>
      <w:r>
        <w:t xml:space="preserve">participants </w:t>
      </w:r>
      <w:r w:rsidR="00FC72E4">
        <w:t xml:space="preserve">have generally agreed that they will not </w:t>
      </w:r>
      <w:r w:rsidR="007C24B7">
        <w:t>require</w:t>
      </w:r>
      <w:r w:rsidR="00FC72E4">
        <w:t xml:space="preserve"> this</w:t>
      </w:r>
      <w:r w:rsidR="007C24B7">
        <w:t xml:space="preserve"> where accounting and auditing standards of other participants are of an equivalent standard</w:t>
      </w:r>
      <w:r w:rsidR="00FC72E4">
        <w:t>.</w:t>
      </w:r>
    </w:p>
    <w:p w:rsidR="005B6D6F" w:rsidRDefault="00B12257" w:rsidP="008D51C1">
      <w:pPr>
        <w:pStyle w:val="base-text-paragraph"/>
      </w:pPr>
      <w:r>
        <w:t xml:space="preserve">The new law provides the Minister with </w:t>
      </w:r>
      <w:r w:rsidR="00F8741F">
        <w:t xml:space="preserve">the </w:t>
      </w:r>
      <w:r>
        <w:t xml:space="preserve">power </w:t>
      </w:r>
      <w:r w:rsidR="00F8741F">
        <w:t xml:space="preserve">to make a legislative instrument </w:t>
      </w:r>
      <w:r>
        <w:t>that require</w:t>
      </w:r>
      <w:r w:rsidR="00F8741F">
        <w:t>s</w:t>
      </w:r>
      <w:r>
        <w:t xml:space="preserve"> notified fund passport funds from one or more participant</w:t>
      </w:r>
      <w:r w:rsidR="00F8741F">
        <w:t xml:space="preserve"> countries</w:t>
      </w:r>
      <w:r>
        <w:t xml:space="preserve"> to prepare and audit financial statements in accordance with</w:t>
      </w:r>
      <w:r w:rsidR="00B54598">
        <w:t xml:space="preserve"> </w:t>
      </w:r>
      <w:r w:rsidR="00B54598" w:rsidRPr="00B54598">
        <w:t>Australian financial reporting and audit standards</w:t>
      </w:r>
      <w:r w:rsidR="00B54598">
        <w:t>.</w:t>
      </w:r>
      <w:r w:rsidR="005B6D6F" w:rsidRPr="005B6D6F">
        <w:rPr>
          <w:b/>
          <w:i/>
          <w:sz w:val="18"/>
        </w:rPr>
        <w:t xml:space="preserve"> </w:t>
      </w:r>
      <w:r w:rsidR="005B6D6F" w:rsidRPr="00D60839">
        <w:rPr>
          <w:b/>
          <w:i/>
          <w:sz w:val="18"/>
        </w:rPr>
        <w:t>[Schedule </w:t>
      </w:r>
      <w:r w:rsidR="005B6D6F">
        <w:rPr>
          <w:rStyle w:val="Referencingstyle"/>
        </w:rPr>
        <w:t>2, i</w:t>
      </w:r>
      <w:r w:rsidR="005B6D6F" w:rsidRPr="00375F1D">
        <w:rPr>
          <w:rStyle w:val="Referencingstyle"/>
        </w:rPr>
        <w:t>tem</w:t>
      </w:r>
      <w:r w:rsidR="005B6D6F">
        <w:rPr>
          <w:rStyle w:val="Referencingstyle"/>
        </w:rPr>
        <w:t> 9</w:t>
      </w:r>
      <w:r w:rsidR="00B52B7F">
        <w:rPr>
          <w:rStyle w:val="Referencingstyle"/>
        </w:rPr>
        <w:t>6</w:t>
      </w:r>
      <w:r w:rsidR="005B6D6F" w:rsidRPr="00375F1D">
        <w:rPr>
          <w:rStyle w:val="Referencingstyle"/>
        </w:rPr>
        <w:t>, section</w:t>
      </w:r>
      <w:r w:rsidR="005B6D6F">
        <w:rPr>
          <w:rStyle w:val="Referencingstyle"/>
        </w:rPr>
        <w:t> 343A</w:t>
      </w:r>
      <w:r w:rsidR="005B6D6F" w:rsidRPr="00375F1D">
        <w:rPr>
          <w:rStyle w:val="Referencingstyle"/>
        </w:rPr>
        <w:t>]</w:t>
      </w:r>
    </w:p>
    <w:p w:rsidR="00B54598" w:rsidRPr="003744D4" w:rsidRDefault="002D2191" w:rsidP="008D51C1">
      <w:pPr>
        <w:pStyle w:val="base-text-paragraph"/>
        <w:rPr>
          <w:rStyle w:val="Referencingstyle"/>
          <w:b w:val="0"/>
          <w:i w:val="0"/>
          <w:sz w:val="22"/>
        </w:rPr>
      </w:pPr>
      <w:r>
        <w:t>For example, i</w:t>
      </w:r>
      <w:r w:rsidR="00B12257">
        <w:t>f</w:t>
      </w:r>
      <w:r w:rsidR="005B6D6F">
        <w:t xml:space="preserve"> </w:t>
      </w:r>
      <w:r w:rsidR="00B12257">
        <w:t xml:space="preserve">another participant as a host economy were to require incoming passport funds from Australia to prepare and audit their financial statements in accordance with host economy </w:t>
      </w:r>
      <w:r w:rsidR="00B12257" w:rsidRPr="00B12257">
        <w:t>financial reporting and audit standards</w:t>
      </w:r>
      <w:r w:rsidR="00B12257">
        <w:t>, the Minister may consider exercising the power to impose reciprocal requirements on notified foreign passport funds from that participant.</w:t>
      </w:r>
    </w:p>
    <w:p w:rsidR="00F20669" w:rsidRPr="00AB39B4" w:rsidRDefault="003744D4" w:rsidP="008D51C1">
      <w:pPr>
        <w:pStyle w:val="Heading3"/>
      </w:pPr>
      <w:r w:rsidRPr="00AB39B4">
        <w:t>Materials to be lodged with ASIC or that ASIC may require</w:t>
      </w:r>
    </w:p>
    <w:p w:rsidR="00AB39B4" w:rsidRDefault="00AB39B4" w:rsidP="008D51C1">
      <w:pPr>
        <w:pStyle w:val="Heading4"/>
      </w:pPr>
      <w:r>
        <w:t xml:space="preserve">ASIC power to require </w:t>
      </w:r>
      <w:proofErr w:type="spellStart"/>
      <w:r>
        <w:t>lodgment</w:t>
      </w:r>
      <w:proofErr w:type="spellEnd"/>
      <w:r>
        <w:t xml:space="preserve"> of register of members</w:t>
      </w:r>
    </w:p>
    <w:p w:rsidR="00AB39B4" w:rsidRPr="00AB39B4" w:rsidRDefault="00AB39B4" w:rsidP="008D51C1">
      <w:pPr>
        <w:pStyle w:val="base-text-paragraph"/>
        <w:rPr>
          <w:rStyle w:val="Referencingstyle"/>
          <w:b w:val="0"/>
          <w:i w:val="0"/>
          <w:sz w:val="22"/>
        </w:rPr>
      </w:pPr>
      <w:r w:rsidRPr="004F5A18">
        <w:t>ASIC may, by written notice given to the operator of a notified foreign passport fund, require the operator to lodge a copy of the whole or a specified part of the register of members of the fund</w:t>
      </w:r>
      <w:r>
        <w:t xml:space="preserve">. </w:t>
      </w:r>
      <w:r>
        <w:rPr>
          <w:rStyle w:val="Referencingstyle"/>
        </w:rPr>
        <w:t>[Schedule 1, item 1, subsection 1213J</w:t>
      </w:r>
      <w:r w:rsidRPr="00424E5F">
        <w:rPr>
          <w:rStyle w:val="Referencingstyle"/>
        </w:rPr>
        <w:t>(</w:t>
      </w:r>
      <w:r>
        <w:rPr>
          <w:rStyle w:val="Referencingstyle"/>
        </w:rPr>
        <w:t>2</w:t>
      </w:r>
      <w:r w:rsidRPr="00424E5F">
        <w:rPr>
          <w:rStyle w:val="Referencingstyle"/>
        </w:rPr>
        <w:t>)]</w:t>
      </w:r>
    </w:p>
    <w:p w:rsidR="00AB39B4" w:rsidRDefault="00AB39B4" w:rsidP="008D51C1">
      <w:pPr>
        <w:pStyle w:val="base-text-paragraph"/>
      </w:pPr>
      <w:r>
        <w:t xml:space="preserve">Failure to comply is an offence of strict liability carrying a penalty of 60 penalty units. This offence is given extended geographical reach </w:t>
      </w:r>
      <w:r w:rsidR="00F3188A">
        <w:t>(Category A as set out in section 15.1 of the Criminal</w:t>
      </w:r>
      <w:r w:rsidR="00FD29BD">
        <w:t> </w:t>
      </w:r>
      <w:r w:rsidR="00F3188A">
        <w:t xml:space="preserve">Code) </w:t>
      </w:r>
      <w:r>
        <w:t xml:space="preserve">because any breaches would be committed by the operator of a notified foreign passport fund, which will be a foreign entity. </w:t>
      </w:r>
      <w:r w:rsidR="00F3188A">
        <w:t>Category</w:t>
      </w:r>
      <w:r w:rsidR="005B6D6F">
        <w:t> </w:t>
      </w:r>
      <w:r w:rsidR="00F3188A">
        <w:t>A extended</w:t>
      </w:r>
      <w:r>
        <w:t xml:space="preserve"> geographical reach will allow the offence to apply to these entities, but it is noted that there is a defence for the operator if there is no corresponding offence in the home jurisdiction. </w:t>
      </w:r>
      <w:r w:rsidR="00FC2C2C">
        <w:t>ASIC may issue a penalty notice to an operator who fails to lodge a register of members. For further information about the penalt</w:t>
      </w:r>
      <w:r w:rsidR="00A65A8B">
        <w:t xml:space="preserve">y notice regime, see paragraph </w:t>
      </w:r>
      <w:r w:rsidR="009E4F9B">
        <w:t>4.8</w:t>
      </w:r>
      <w:r w:rsidR="00857EF7">
        <w:t>0</w:t>
      </w:r>
      <w:r w:rsidR="00EF3BB4">
        <w:t>.</w:t>
      </w:r>
      <w:r>
        <w:t xml:space="preserve"> </w:t>
      </w:r>
      <w:r>
        <w:rPr>
          <w:rStyle w:val="Referencingstyle"/>
        </w:rPr>
        <w:t>[Schedule 1, item 1, subsections 1213J(1) and</w:t>
      </w:r>
      <w:r w:rsidR="00DC60FC">
        <w:rPr>
          <w:rStyle w:val="Referencingstyle"/>
        </w:rPr>
        <w:t> </w:t>
      </w:r>
      <w:r>
        <w:rPr>
          <w:rStyle w:val="Referencingstyle"/>
        </w:rPr>
        <w:t>(7)</w:t>
      </w:r>
      <w:r w:rsidR="00FC2C2C">
        <w:rPr>
          <w:rStyle w:val="Referencingstyle"/>
        </w:rPr>
        <w:t xml:space="preserve"> and Schedule 2, item 271AA, subparagraph 1313(8)(aa)(vi)</w:t>
      </w:r>
      <w:r>
        <w:rPr>
          <w:rStyle w:val="Referencingstyle"/>
        </w:rPr>
        <w:t>]</w:t>
      </w:r>
    </w:p>
    <w:p w:rsidR="00AB39B4" w:rsidRPr="00A95B6B" w:rsidRDefault="00AB39B4" w:rsidP="008D51C1">
      <w:pPr>
        <w:pStyle w:val="base-text-paragraph"/>
        <w:rPr>
          <w:rStyle w:val="Referencingstyle"/>
          <w:b w:val="0"/>
          <w:i w:val="0"/>
          <w:sz w:val="22"/>
        </w:rPr>
      </w:pPr>
      <w:r>
        <w:t>ASIC may</w:t>
      </w:r>
      <w:r w:rsidRPr="00B779C3">
        <w:t xml:space="preserve"> require th</w:t>
      </w:r>
      <w:r>
        <w:t xml:space="preserve">e copy of the </w:t>
      </w:r>
      <w:r w:rsidRPr="00B779C3">
        <w:t>whole or the specified part of the register to be lodged in English</w:t>
      </w:r>
      <w:r>
        <w:t xml:space="preserve">. </w:t>
      </w:r>
      <w:r>
        <w:rPr>
          <w:rStyle w:val="Referencingstyle"/>
        </w:rPr>
        <w:t>[Schedule 1, item 1, subsections 1213J</w:t>
      </w:r>
      <w:r w:rsidRPr="00424E5F">
        <w:rPr>
          <w:rStyle w:val="Referencingstyle"/>
        </w:rPr>
        <w:t>(</w:t>
      </w:r>
      <w:r>
        <w:rPr>
          <w:rStyle w:val="Referencingstyle"/>
        </w:rPr>
        <w:t>3</w:t>
      </w:r>
      <w:r w:rsidRPr="00424E5F">
        <w:rPr>
          <w:rStyle w:val="Referencingstyle"/>
        </w:rPr>
        <w:t>)</w:t>
      </w:r>
      <w:r>
        <w:rPr>
          <w:rStyle w:val="Referencingstyle"/>
        </w:rPr>
        <w:t xml:space="preserve"> and</w:t>
      </w:r>
      <w:r w:rsidR="007264C7">
        <w:rPr>
          <w:rStyle w:val="Referencingstyle"/>
        </w:rPr>
        <w:t> </w:t>
      </w:r>
      <w:r>
        <w:rPr>
          <w:rStyle w:val="Referencingstyle"/>
        </w:rPr>
        <w:t>(6)</w:t>
      </w:r>
      <w:r w:rsidRPr="00424E5F">
        <w:rPr>
          <w:rStyle w:val="Referencingstyle"/>
        </w:rPr>
        <w:t>]</w:t>
      </w:r>
    </w:p>
    <w:p w:rsidR="00AB39B4" w:rsidRPr="002C367B" w:rsidRDefault="00AB39B4" w:rsidP="008D51C1">
      <w:pPr>
        <w:pStyle w:val="base-text-paragraph"/>
        <w:rPr>
          <w:rStyle w:val="Referencingstyle"/>
          <w:b w:val="0"/>
          <w:i w:val="0"/>
          <w:sz w:val="22"/>
        </w:rPr>
      </w:pPr>
      <w:r w:rsidRPr="00A95B6B">
        <w:t xml:space="preserve">The operator must lodge a copy of the register with ASIC electronically within </w:t>
      </w:r>
      <w:r>
        <w:t>seven </w:t>
      </w:r>
      <w:r w:rsidRPr="00A95B6B">
        <w:t>days after being given notice to do so.</w:t>
      </w:r>
      <w:r>
        <w:t xml:space="preserve"> </w:t>
      </w:r>
      <w:r>
        <w:rPr>
          <w:rStyle w:val="Referencingstyle"/>
        </w:rPr>
        <w:t>[Schedule 1, item 1, subsection 1213J</w:t>
      </w:r>
      <w:r w:rsidRPr="00424E5F">
        <w:rPr>
          <w:rStyle w:val="Referencingstyle"/>
        </w:rPr>
        <w:t>(</w:t>
      </w:r>
      <w:r>
        <w:rPr>
          <w:rStyle w:val="Referencingstyle"/>
        </w:rPr>
        <w:t>4</w:t>
      </w:r>
      <w:r w:rsidRPr="00424E5F">
        <w:rPr>
          <w:rStyle w:val="Referencingstyle"/>
        </w:rPr>
        <w:t>)]</w:t>
      </w:r>
    </w:p>
    <w:p w:rsidR="00AB39B4" w:rsidRDefault="00AB39B4" w:rsidP="008D51C1">
      <w:pPr>
        <w:pStyle w:val="base-text-paragraph"/>
      </w:pPr>
      <w:r w:rsidRPr="00CB4CDB">
        <w:t xml:space="preserve">ASIC may allow a longer period for the operator to </w:t>
      </w:r>
      <w:r>
        <w:t>lodge</w:t>
      </w:r>
      <w:r w:rsidRPr="00CB4CDB">
        <w:t xml:space="preserve"> a copy of the register.</w:t>
      </w:r>
      <w:r>
        <w:t xml:space="preserve"> </w:t>
      </w:r>
      <w:r>
        <w:rPr>
          <w:rStyle w:val="Referencingstyle"/>
        </w:rPr>
        <w:t>[Schedule 1, item 1, subsection 1213J</w:t>
      </w:r>
      <w:r w:rsidRPr="00424E5F">
        <w:rPr>
          <w:rStyle w:val="Referencingstyle"/>
        </w:rPr>
        <w:t>(</w:t>
      </w:r>
      <w:r>
        <w:rPr>
          <w:rStyle w:val="Referencingstyle"/>
        </w:rPr>
        <w:t>5</w:t>
      </w:r>
      <w:r w:rsidRPr="00424E5F">
        <w:rPr>
          <w:rStyle w:val="Referencingstyle"/>
        </w:rPr>
        <w:t>)</w:t>
      </w:r>
      <w:r>
        <w:rPr>
          <w:rStyle w:val="Referencingstyle"/>
        </w:rPr>
        <w:t>]</w:t>
      </w:r>
    </w:p>
    <w:p w:rsidR="001A4595" w:rsidRDefault="001A4595" w:rsidP="008D51C1">
      <w:pPr>
        <w:pStyle w:val="Heading4"/>
      </w:pPr>
      <w:r>
        <w:t>Lodging of annual financial reports with ASIC</w:t>
      </w:r>
    </w:p>
    <w:p w:rsidR="001A4595" w:rsidRPr="00336028" w:rsidRDefault="001A4595" w:rsidP="008D51C1">
      <w:pPr>
        <w:pStyle w:val="base-text-paragraph"/>
        <w:rPr>
          <w:rStyle w:val="Referencingstyle"/>
          <w:b w:val="0"/>
          <w:i w:val="0"/>
          <w:sz w:val="22"/>
        </w:rPr>
      </w:pPr>
      <w:r>
        <w:t xml:space="preserve">The operator of </w:t>
      </w:r>
      <w:r w:rsidR="00287A90">
        <w:t>a</w:t>
      </w:r>
      <w:r>
        <w:t xml:space="preserve"> notified foreign passport funds must</w:t>
      </w:r>
      <w:r w:rsidRPr="001A4595">
        <w:t xml:space="preserve"> provide members in Australia with a copy of the financial report for the fund for the financial year and each auditor’s report that relates to the financial report</w:t>
      </w:r>
      <w:r>
        <w:t xml:space="preserve">, as </w:t>
      </w:r>
      <w:r w:rsidRPr="001A4595">
        <w:t>prepared in accordance with the financial reporting requirements that apply to the fund in its home economy under the Passp</w:t>
      </w:r>
      <w:r>
        <w:t>ort Rules (see Chapter </w:t>
      </w:r>
      <w:r w:rsidR="007E4BFB">
        <w:t>4 of the explanatory materials</w:t>
      </w:r>
      <w:r>
        <w:t>)</w:t>
      </w:r>
      <w:r w:rsidRPr="001A4595">
        <w:t>.</w:t>
      </w:r>
      <w:r>
        <w:t xml:space="preserve"> </w:t>
      </w:r>
      <w:r w:rsidRPr="001A4595">
        <w:rPr>
          <w:rStyle w:val="Referencingstyle"/>
        </w:rPr>
        <w:t>[Schedule</w:t>
      </w:r>
      <w:r>
        <w:rPr>
          <w:rStyle w:val="Referencingstyle"/>
        </w:rPr>
        <w:t> </w:t>
      </w:r>
      <w:r w:rsidRPr="001A4595">
        <w:rPr>
          <w:rStyle w:val="Referencingstyle"/>
        </w:rPr>
        <w:t>2, item</w:t>
      </w:r>
      <w:r w:rsidR="008B7548">
        <w:rPr>
          <w:rStyle w:val="Referencingstyle"/>
        </w:rPr>
        <w:t> </w:t>
      </w:r>
      <w:r w:rsidRPr="001A4595">
        <w:rPr>
          <w:rStyle w:val="Referencingstyle"/>
        </w:rPr>
        <w:t>7</w:t>
      </w:r>
      <w:r w:rsidR="00D54D5C">
        <w:rPr>
          <w:rStyle w:val="Referencingstyle"/>
        </w:rPr>
        <w:t>1</w:t>
      </w:r>
      <w:r w:rsidRPr="001A4595">
        <w:rPr>
          <w:rStyle w:val="Referencingstyle"/>
        </w:rPr>
        <w:t>, paragraph</w:t>
      </w:r>
      <w:r w:rsidR="008B7548">
        <w:rPr>
          <w:rStyle w:val="Referencingstyle"/>
        </w:rPr>
        <w:t> </w:t>
      </w:r>
      <w:r w:rsidRPr="001A4595">
        <w:rPr>
          <w:rStyle w:val="Referencingstyle"/>
        </w:rPr>
        <w:t>314(A)(a)]</w:t>
      </w:r>
    </w:p>
    <w:p w:rsidR="001A4595" w:rsidRDefault="001A4595" w:rsidP="008D51C1">
      <w:pPr>
        <w:pStyle w:val="base-text-paragraph"/>
      </w:pPr>
      <w:r>
        <w:t xml:space="preserve">As the </w:t>
      </w:r>
      <w:r w:rsidRPr="001A4595">
        <w:t>operator of a notified foreign passport fund is responsible for the performance of the fund’s obligations under Chapter</w:t>
      </w:r>
      <w:r>
        <w:t> </w:t>
      </w:r>
      <w:r w:rsidRPr="001A4595">
        <w:t>2M</w:t>
      </w:r>
      <w:r>
        <w:t xml:space="preserve">, the operator is </w:t>
      </w:r>
      <w:r w:rsidR="00336028">
        <w:t xml:space="preserve">also </w:t>
      </w:r>
      <w:r>
        <w:t>required to lodge the above reports with ASIC within three months of the end of the financial year.</w:t>
      </w:r>
      <w:r w:rsidRPr="001A4595">
        <w:t xml:space="preserve"> </w:t>
      </w:r>
      <w:r w:rsidR="008B7548">
        <w:rPr>
          <w:rStyle w:val="Referencingstyle"/>
        </w:rPr>
        <w:t>[Schedule 2, i</w:t>
      </w:r>
      <w:r w:rsidR="008B7548" w:rsidRPr="00375F1D">
        <w:rPr>
          <w:rStyle w:val="Referencingstyle"/>
        </w:rPr>
        <w:t>tem</w:t>
      </w:r>
      <w:r w:rsidR="008B7548">
        <w:rPr>
          <w:rStyle w:val="Referencingstyle"/>
        </w:rPr>
        <w:t>s 7</w:t>
      </w:r>
      <w:r w:rsidR="00796D9B">
        <w:rPr>
          <w:rStyle w:val="Referencingstyle"/>
        </w:rPr>
        <w:t>7</w:t>
      </w:r>
      <w:r w:rsidR="008B7548">
        <w:rPr>
          <w:rStyle w:val="Referencingstyle"/>
        </w:rPr>
        <w:t xml:space="preserve"> to </w:t>
      </w:r>
      <w:r w:rsidR="00796D9B">
        <w:rPr>
          <w:rStyle w:val="Referencingstyle"/>
        </w:rPr>
        <w:t>79</w:t>
      </w:r>
      <w:r w:rsidR="008B7548">
        <w:rPr>
          <w:rStyle w:val="Referencingstyle"/>
        </w:rPr>
        <w:t>, subsection</w:t>
      </w:r>
      <w:r w:rsidR="00DC60FC">
        <w:rPr>
          <w:rStyle w:val="Referencingstyle"/>
        </w:rPr>
        <w:t>s</w:t>
      </w:r>
      <w:r w:rsidR="008B7548">
        <w:rPr>
          <w:rStyle w:val="Referencingstyle"/>
        </w:rPr>
        <w:t> 319(1AA</w:t>
      </w:r>
      <w:r w:rsidR="00B45DE0">
        <w:rPr>
          <w:rStyle w:val="Referencingstyle"/>
        </w:rPr>
        <w:t xml:space="preserve">) and </w:t>
      </w:r>
      <w:r w:rsidR="008B7548">
        <w:rPr>
          <w:rStyle w:val="Referencingstyle"/>
        </w:rPr>
        <w:t>(1A) and paragraph 319(3)(a)</w:t>
      </w:r>
      <w:r w:rsidR="008B7548" w:rsidRPr="00375F1D">
        <w:rPr>
          <w:rStyle w:val="Referencingstyle"/>
        </w:rPr>
        <w:t>]</w:t>
      </w:r>
    </w:p>
    <w:p w:rsidR="00BA02F0" w:rsidRDefault="001A4595" w:rsidP="008D51C1">
      <w:pPr>
        <w:pStyle w:val="base-text-paragraph"/>
      </w:pPr>
      <w:r w:rsidRPr="001A4595">
        <w:t xml:space="preserve">Failure to </w:t>
      </w:r>
      <w:r>
        <w:t>lodge these reports with ASIC is</w:t>
      </w:r>
      <w:r w:rsidRPr="001A4595">
        <w:t xml:space="preserve"> an offence of strict liability</w:t>
      </w:r>
      <w:r w:rsidR="00BA02F0">
        <w:t>.</w:t>
      </w:r>
      <w:r w:rsidR="00BA02F0" w:rsidRPr="004B3152">
        <w:rPr>
          <w:rStyle w:val="Referencingstyle"/>
          <w:b w:val="0"/>
          <w:i w:val="0"/>
          <w:sz w:val="22"/>
        </w:rPr>
        <w:t xml:space="preserve"> </w:t>
      </w:r>
      <w:r w:rsidR="00BA02F0">
        <w:rPr>
          <w:rStyle w:val="Referencingstyle"/>
        </w:rPr>
        <w:t>[Schedule 2, i</w:t>
      </w:r>
      <w:r w:rsidR="00BA02F0" w:rsidRPr="00375F1D">
        <w:rPr>
          <w:rStyle w:val="Referencingstyle"/>
        </w:rPr>
        <w:t>tem</w:t>
      </w:r>
      <w:r w:rsidR="00BA02F0">
        <w:rPr>
          <w:rStyle w:val="Referencingstyle"/>
        </w:rPr>
        <w:t>s 7</w:t>
      </w:r>
      <w:r w:rsidR="00796D9B">
        <w:rPr>
          <w:rStyle w:val="Referencingstyle"/>
        </w:rPr>
        <w:t>7</w:t>
      </w:r>
      <w:r w:rsidR="00BA02F0">
        <w:rPr>
          <w:rStyle w:val="Referencingstyle"/>
        </w:rPr>
        <w:t xml:space="preserve"> and </w:t>
      </w:r>
      <w:r w:rsidR="00796D9B">
        <w:rPr>
          <w:rStyle w:val="Referencingstyle"/>
        </w:rPr>
        <w:t>78</w:t>
      </w:r>
      <w:r w:rsidR="00BA02F0" w:rsidRPr="00375F1D">
        <w:rPr>
          <w:rStyle w:val="Referencingstyle"/>
        </w:rPr>
        <w:t xml:space="preserve">, </w:t>
      </w:r>
      <w:r w:rsidR="00BA02F0">
        <w:rPr>
          <w:rStyle w:val="Referencingstyle"/>
        </w:rPr>
        <w:t>sub</w:t>
      </w:r>
      <w:r w:rsidR="00BA02F0" w:rsidRPr="00375F1D">
        <w:rPr>
          <w:rStyle w:val="Referencingstyle"/>
        </w:rPr>
        <w:t>section</w:t>
      </w:r>
      <w:r w:rsidR="00BA02F0">
        <w:rPr>
          <w:rStyle w:val="Referencingstyle"/>
        </w:rPr>
        <w:t>s 319(1) and</w:t>
      </w:r>
      <w:r w:rsidR="00862284">
        <w:rPr>
          <w:rStyle w:val="Referencingstyle"/>
        </w:rPr>
        <w:t> </w:t>
      </w:r>
      <w:r w:rsidR="00BA02F0">
        <w:rPr>
          <w:rStyle w:val="Referencingstyle"/>
        </w:rPr>
        <w:t>(1A)</w:t>
      </w:r>
      <w:r w:rsidR="00BA02F0" w:rsidRPr="00375F1D">
        <w:rPr>
          <w:rStyle w:val="Referencingstyle"/>
        </w:rPr>
        <w:t>]</w:t>
      </w:r>
    </w:p>
    <w:p w:rsidR="001A4595" w:rsidRPr="00336028" w:rsidRDefault="00BA02F0" w:rsidP="008D51C1">
      <w:pPr>
        <w:pStyle w:val="base-text-paragraph"/>
        <w:rPr>
          <w:rStyle w:val="Referencingstyle"/>
          <w:b w:val="0"/>
          <w:i w:val="0"/>
          <w:sz w:val="22"/>
        </w:rPr>
      </w:pPr>
      <w:r>
        <w:t>C</w:t>
      </w:r>
      <w:r w:rsidRPr="001A4595">
        <w:t>onsi</w:t>
      </w:r>
      <w:r>
        <w:t>stent with the existing offence</w:t>
      </w:r>
      <w:r w:rsidRPr="001A4595">
        <w:t xml:space="preserve"> for </w:t>
      </w:r>
      <w:r>
        <w:t xml:space="preserve">the </w:t>
      </w:r>
      <w:proofErr w:type="spellStart"/>
      <w:r>
        <w:t>lodgment</w:t>
      </w:r>
      <w:proofErr w:type="spellEnd"/>
      <w:r>
        <w:t xml:space="preserve"> of annual reports with ASIC for</w:t>
      </w:r>
      <w:r w:rsidRPr="001A4595">
        <w:t xml:space="preserve"> companies</w:t>
      </w:r>
      <w:r>
        <w:t>, registered schemes and disclosing entities, the offence for operators of notified foreign passport funds</w:t>
      </w:r>
      <w:r w:rsidR="001A4595" w:rsidRPr="001A4595">
        <w:t xml:space="preserve"> carr</w:t>
      </w:r>
      <w:r>
        <w:t>ies</w:t>
      </w:r>
      <w:r w:rsidR="001A4595" w:rsidRPr="001A4595">
        <w:t xml:space="preserve"> a penalty of 60</w:t>
      </w:r>
      <w:r w:rsidR="001A4595">
        <w:t> </w:t>
      </w:r>
      <w:r w:rsidR="001A4595" w:rsidRPr="001A4595">
        <w:t>penalty units or imprisonment for one</w:t>
      </w:r>
      <w:r w:rsidR="001A4595">
        <w:t> </w:t>
      </w:r>
      <w:r w:rsidR="001A4595" w:rsidRPr="001A4595">
        <w:t>year, or both.</w:t>
      </w:r>
    </w:p>
    <w:p w:rsidR="00BA02F0" w:rsidRDefault="00336028" w:rsidP="008D51C1">
      <w:pPr>
        <w:pStyle w:val="base-text-paragraph"/>
      </w:pPr>
      <w:r>
        <w:t xml:space="preserve">ASIC may also direct the operator of a notified foreign passport fund to lodge these reports with ASIC. </w:t>
      </w:r>
      <w:r w:rsidR="00BA02F0">
        <w:t>A failure to comply with the direction is an</w:t>
      </w:r>
      <w:r w:rsidR="00BA02F0" w:rsidRPr="00BA02F0">
        <w:t xml:space="preserve"> offence of strict liability.</w:t>
      </w:r>
      <w:r w:rsidR="00BA02F0">
        <w:t xml:space="preserve"> </w:t>
      </w:r>
      <w:r w:rsidR="00BA02F0">
        <w:rPr>
          <w:rStyle w:val="Referencingstyle"/>
        </w:rPr>
        <w:t>[Schedule 2, i</w:t>
      </w:r>
      <w:r w:rsidR="00BA02F0" w:rsidRPr="00375F1D">
        <w:rPr>
          <w:rStyle w:val="Referencingstyle"/>
        </w:rPr>
        <w:t>tem</w:t>
      </w:r>
      <w:r w:rsidR="00A87CB5">
        <w:rPr>
          <w:rStyle w:val="Referencingstyle"/>
        </w:rPr>
        <w:t>s</w:t>
      </w:r>
      <w:r w:rsidR="00BA02F0">
        <w:rPr>
          <w:rStyle w:val="Referencingstyle"/>
        </w:rPr>
        <w:t> 8</w:t>
      </w:r>
      <w:r w:rsidR="0073524A">
        <w:rPr>
          <w:rStyle w:val="Referencingstyle"/>
        </w:rPr>
        <w:t>0</w:t>
      </w:r>
      <w:r w:rsidR="00A87CB5">
        <w:rPr>
          <w:rStyle w:val="Referencingstyle"/>
        </w:rPr>
        <w:t xml:space="preserve"> and 8</w:t>
      </w:r>
      <w:r w:rsidR="0073524A">
        <w:rPr>
          <w:rStyle w:val="Referencingstyle"/>
        </w:rPr>
        <w:t>1</w:t>
      </w:r>
      <w:r w:rsidR="00BA02F0" w:rsidRPr="00375F1D">
        <w:rPr>
          <w:rStyle w:val="Referencingstyle"/>
        </w:rPr>
        <w:t xml:space="preserve">, </w:t>
      </w:r>
      <w:r w:rsidR="00BA02F0">
        <w:rPr>
          <w:rStyle w:val="Referencingstyle"/>
        </w:rPr>
        <w:t>subsection</w:t>
      </w:r>
      <w:r w:rsidR="00181C82">
        <w:rPr>
          <w:rStyle w:val="Referencingstyle"/>
        </w:rPr>
        <w:t>s</w:t>
      </w:r>
      <w:r w:rsidR="00BA02F0">
        <w:rPr>
          <w:rStyle w:val="Referencingstyle"/>
        </w:rPr>
        <w:t> 319</w:t>
      </w:r>
      <w:r w:rsidR="00181C82">
        <w:rPr>
          <w:rStyle w:val="Referencingstyle"/>
        </w:rPr>
        <w:t>(1) and</w:t>
      </w:r>
      <w:r w:rsidR="00862284">
        <w:rPr>
          <w:rStyle w:val="Referencingstyle"/>
        </w:rPr>
        <w:t> </w:t>
      </w:r>
      <w:r w:rsidR="00BA02F0">
        <w:rPr>
          <w:rStyle w:val="Referencingstyle"/>
        </w:rPr>
        <w:t>(1AA)</w:t>
      </w:r>
      <w:r w:rsidR="00BA02F0" w:rsidRPr="00375F1D">
        <w:rPr>
          <w:rStyle w:val="Referencingstyle"/>
        </w:rPr>
        <w:t>]</w:t>
      </w:r>
    </w:p>
    <w:p w:rsidR="00336028" w:rsidRDefault="00A87CB5" w:rsidP="008D51C1">
      <w:pPr>
        <w:pStyle w:val="base-text-paragraph"/>
      </w:pPr>
      <w:r w:rsidRPr="00A87CB5">
        <w:t>Consistent with the existing offence for companies, registered schemes, and disclosing entities</w:t>
      </w:r>
      <w:r w:rsidR="00181C82">
        <w:t xml:space="preserve"> failing to comply with an ASIC direction to lodge</w:t>
      </w:r>
      <w:r w:rsidRPr="00A87CB5">
        <w:t xml:space="preserve">, </w:t>
      </w:r>
      <w:r w:rsidR="00181C82">
        <w:t xml:space="preserve">the offence carries </w:t>
      </w:r>
      <w:r w:rsidR="00336028" w:rsidRPr="00336028">
        <w:t>a penalty of 10</w:t>
      </w:r>
      <w:r w:rsidR="00336028">
        <w:t> </w:t>
      </w:r>
      <w:r w:rsidR="00336028" w:rsidRPr="00336028">
        <w:t xml:space="preserve">penalty units or imprisonment for </w:t>
      </w:r>
      <w:r w:rsidR="00336028">
        <w:t>three </w:t>
      </w:r>
      <w:r w:rsidR="00336028" w:rsidRPr="00336028">
        <w:t>months, or both.</w:t>
      </w:r>
    </w:p>
    <w:p w:rsidR="00AB39B4" w:rsidRDefault="00AB39B4" w:rsidP="008D51C1">
      <w:pPr>
        <w:pStyle w:val="base-text-paragraph"/>
      </w:pPr>
      <w:r>
        <w:t xml:space="preserve">If </w:t>
      </w:r>
      <w:r w:rsidR="00B431B9">
        <w:t>a report is amended after it is lodged with ASIC, the operator of the notified foreign passport fund must lodge with ASIC the amended report within 14 days of it being amended. If a member of the fund requests a copy of the amended report, the operator must provide this to the member free of charge. If the amendment to the report is material, the operator must notify members of this.</w:t>
      </w:r>
      <w:r w:rsidR="00B431B9">
        <w:rPr>
          <w:rStyle w:val="Referencingstyle"/>
        </w:rPr>
        <w:t xml:space="preserve"> </w:t>
      </w:r>
      <w:r w:rsidR="00B431B9">
        <w:t>The notification to members must be made as soon as practicable after the amendment and include the nature of the amendment and inform members that they have a right to obtain a copy of the amended report free of charge.</w:t>
      </w:r>
      <w:r w:rsidR="00B431B9" w:rsidRPr="00862284">
        <w:rPr>
          <w:rStyle w:val="Referencingstyle"/>
          <w:b w:val="0"/>
          <w:i w:val="0"/>
          <w:sz w:val="22"/>
        </w:rPr>
        <w:t xml:space="preserve"> </w:t>
      </w:r>
      <w:r w:rsidR="00B431B9">
        <w:rPr>
          <w:rStyle w:val="Referencingstyle"/>
        </w:rPr>
        <w:t>[Schedule 2, i</w:t>
      </w:r>
      <w:r w:rsidR="00B431B9" w:rsidRPr="00375F1D">
        <w:rPr>
          <w:rStyle w:val="Referencingstyle"/>
        </w:rPr>
        <w:t>tem</w:t>
      </w:r>
      <w:r w:rsidR="00B431B9">
        <w:rPr>
          <w:rStyle w:val="Referencingstyle"/>
        </w:rPr>
        <w:t>s 8</w:t>
      </w:r>
      <w:r w:rsidR="0073524A">
        <w:rPr>
          <w:rStyle w:val="Referencingstyle"/>
        </w:rPr>
        <w:t>2</w:t>
      </w:r>
      <w:r w:rsidR="00B431B9">
        <w:rPr>
          <w:rStyle w:val="Referencingstyle"/>
        </w:rPr>
        <w:t xml:space="preserve"> to 8</w:t>
      </w:r>
      <w:r w:rsidR="0073524A">
        <w:rPr>
          <w:rStyle w:val="Referencingstyle"/>
        </w:rPr>
        <w:t>5</w:t>
      </w:r>
      <w:r w:rsidR="00B431B9" w:rsidRPr="00375F1D">
        <w:rPr>
          <w:rStyle w:val="Referencingstyle"/>
        </w:rPr>
        <w:t xml:space="preserve">, </w:t>
      </w:r>
      <w:r w:rsidR="00B431B9">
        <w:rPr>
          <w:rStyle w:val="Referencingstyle"/>
        </w:rPr>
        <w:t>heading to sub</w:t>
      </w:r>
      <w:r w:rsidR="00B431B9" w:rsidRPr="00375F1D">
        <w:rPr>
          <w:rStyle w:val="Referencingstyle"/>
        </w:rPr>
        <w:t>section</w:t>
      </w:r>
      <w:r w:rsidR="00B431B9">
        <w:rPr>
          <w:rStyle w:val="Referencingstyle"/>
        </w:rPr>
        <w:t> 322(1), subsections 322(1</w:t>
      </w:r>
      <w:r w:rsidR="00A93B3B">
        <w:rPr>
          <w:rStyle w:val="Referencingstyle"/>
        </w:rPr>
        <w:t>A</w:t>
      </w:r>
      <w:r w:rsidR="00B431B9">
        <w:rPr>
          <w:rStyle w:val="Referencingstyle"/>
        </w:rPr>
        <w:t>) and (2) and paragraph 322(2)(b)</w:t>
      </w:r>
      <w:r w:rsidR="00B431B9" w:rsidRPr="00375F1D">
        <w:rPr>
          <w:rStyle w:val="Referencingstyle"/>
        </w:rPr>
        <w:t>]</w:t>
      </w:r>
    </w:p>
    <w:p w:rsidR="00B431B9" w:rsidRDefault="00B431B9" w:rsidP="008D51C1">
      <w:pPr>
        <w:pStyle w:val="base-text-paragraph"/>
      </w:pPr>
      <w:r>
        <w:t>A f</w:t>
      </w:r>
      <w:r w:rsidRPr="00B431B9">
        <w:t xml:space="preserve">ailure to </w:t>
      </w:r>
      <w:r>
        <w:t xml:space="preserve">either lodge the amended report with ASIC or to notify members of the fund of the material amendment is a strict liability offence. </w:t>
      </w:r>
      <w:r>
        <w:rPr>
          <w:rStyle w:val="Referencingstyle"/>
        </w:rPr>
        <w:t>[Schedule 2, i</w:t>
      </w:r>
      <w:r w:rsidRPr="00375F1D">
        <w:rPr>
          <w:rStyle w:val="Referencingstyle"/>
        </w:rPr>
        <w:t>tem</w:t>
      </w:r>
      <w:r>
        <w:rPr>
          <w:rStyle w:val="Referencingstyle"/>
        </w:rPr>
        <w:t>s 8</w:t>
      </w:r>
      <w:r w:rsidR="0073524A">
        <w:rPr>
          <w:rStyle w:val="Referencingstyle"/>
        </w:rPr>
        <w:t>6</w:t>
      </w:r>
      <w:r>
        <w:rPr>
          <w:rStyle w:val="Referencingstyle"/>
        </w:rPr>
        <w:t xml:space="preserve"> and 8</w:t>
      </w:r>
      <w:r w:rsidR="0073524A">
        <w:rPr>
          <w:rStyle w:val="Referencingstyle"/>
        </w:rPr>
        <w:t>7</w:t>
      </w:r>
      <w:r w:rsidRPr="00375F1D">
        <w:rPr>
          <w:rStyle w:val="Referencingstyle"/>
        </w:rPr>
        <w:t xml:space="preserve">, </w:t>
      </w:r>
      <w:r>
        <w:rPr>
          <w:rStyle w:val="Referencingstyle"/>
        </w:rPr>
        <w:t>heading to subsection 322(3) and subsection 322(3)</w:t>
      </w:r>
      <w:r w:rsidRPr="00375F1D">
        <w:rPr>
          <w:rStyle w:val="Referencingstyle"/>
        </w:rPr>
        <w:t>]</w:t>
      </w:r>
    </w:p>
    <w:p w:rsidR="00B431B9" w:rsidRPr="00B431B9" w:rsidRDefault="004B3152" w:rsidP="008D51C1">
      <w:pPr>
        <w:pStyle w:val="base-text-paragraph"/>
      </w:pPr>
      <w:r w:rsidRPr="004B3152">
        <w:t xml:space="preserve">Consistent with the existing offence for the </w:t>
      </w:r>
      <w:proofErr w:type="spellStart"/>
      <w:r>
        <w:t>re</w:t>
      </w:r>
      <w:r w:rsidRPr="004B3152">
        <w:t>lodgment</w:t>
      </w:r>
      <w:proofErr w:type="spellEnd"/>
      <w:r w:rsidRPr="004B3152">
        <w:t xml:space="preserve"> of</w:t>
      </w:r>
      <w:r>
        <w:t xml:space="preserve"> reports amended after </w:t>
      </w:r>
      <w:proofErr w:type="spellStart"/>
      <w:r>
        <w:t>lodgment</w:t>
      </w:r>
      <w:proofErr w:type="spellEnd"/>
      <w:r>
        <w:t xml:space="preserve"> with ASIC</w:t>
      </w:r>
      <w:r w:rsidRPr="004B3152">
        <w:t xml:space="preserve"> for companies, registered schemes, and disclosing entities, the offence for </w:t>
      </w:r>
      <w:r w:rsidR="00020131">
        <w:t xml:space="preserve">an </w:t>
      </w:r>
      <w:r w:rsidRPr="004B3152">
        <w:t xml:space="preserve">operator of </w:t>
      </w:r>
      <w:r w:rsidR="00020131">
        <w:t>a</w:t>
      </w:r>
      <w:r w:rsidRPr="004B3152">
        <w:t xml:space="preserve"> notified foreign passport funds carries a penalty of 10</w:t>
      </w:r>
      <w:r>
        <w:t> </w:t>
      </w:r>
      <w:r w:rsidRPr="004B3152">
        <w:t>pen</w:t>
      </w:r>
      <w:r>
        <w:t>alty units or imprisonment for three </w:t>
      </w:r>
      <w:r w:rsidRPr="004B3152">
        <w:t>months, or both.</w:t>
      </w:r>
      <w:r w:rsidR="007E12F7" w:rsidRPr="007E12F7">
        <w:rPr>
          <w:rStyle w:val="Referencingstyle"/>
        </w:rPr>
        <w:t xml:space="preserve"> </w:t>
      </w:r>
      <w:r w:rsidR="007E12F7">
        <w:rPr>
          <w:rStyle w:val="Referencingstyle"/>
        </w:rPr>
        <w:t>[Schedule 2, i</w:t>
      </w:r>
      <w:r w:rsidR="007E12F7" w:rsidRPr="00375F1D">
        <w:rPr>
          <w:rStyle w:val="Referencingstyle"/>
        </w:rPr>
        <w:t>tem</w:t>
      </w:r>
      <w:r w:rsidR="00B45DE0">
        <w:rPr>
          <w:rStyle w:val="Referencingstyle"/>
        </w:rPr>
        <w:t> </w:t>
      </w:r>
      <w:r w:rsidR="005B3404">
        <w:rPr>
          <w:rStyle w:val="Referencingstyle"/>
        </w:rPr>
        <w:t>293</w:t>
      </w:r>
      <w:r w:rsidR="007E12F7">
        <w:rPr>
          <w:rStyle w:val="Referencingstyle"/>
        </w:rPr>
        <w:t>, schedule</w:t>
      </w:r>
      <w:r w:rsidR="00D45308">
        <w:rPr>
          <w:rStyle w:val="Referencingstyle"/>
        </w:rPr>
        <w:t> </w:t>
      </w:r>
      <w:r w:rsidR="007E12F7">
        <w:rPr>
          <w:rStyle w:val="Referencingstyle"/>
        </w:rPr>
        <w:t>3 table item</w:t>
      </w:r>
      <w:r w:rsidR="00D45308">
        <w:rPr>
          <w:rStyle w:val="Referencingstyle"/>
        </w:rPr>
        <w:t> </w:t>
      </w:r>
      <w:r w:rsidR="007E12F7">
        <w:rPr>
          <w:rStyle w:val="Referencingstyle"/>
        </w:rPr>
        <w:t>108A</w:t>
      </w:r>
      <w:r w:rsidR="007E12F7" w:rsidRPr="00375F1D">
        <w:rPr>
          <w:rStyle w:val="Referencingstyle"/>
        </w:rPr>
        <w:t>]</w:t>
      </w:r>
    </w:p>
    <w:p w:rsidR="003744D4" w:rsidRPr="003744D4" w:rsidRDefault="001A4595" w:rsidP="008D51C1">
      <w:pPr>
        <w:pStyle w:val="Heading4"/>
      </w:pPr>
      <w:r>
        <w:t>Updating ASIC information about notified foreign passport funds</w:t>
      </w:r>
    </w:p>
    <w:p w:rsidR="00FD5D9F" w:rsidRDefault="00FD5D9F" w:rsidP="008D51C1">
      <w:pPr>
        <w:pStyle w:val="Heading5"/>
      </w:pPr>
      <w:r>
        <w:t>Review date</w:t>
      </w:r>
    </w:p>
    <w:p w:rsidR="001A66A4" w:rsidRPr="00073DD9" w:rsidRDefault="001A66A4" w:rsidP="008D51C1">
      <w:pPr>
        <w:pStyle w:val="base-text-paragraph"/>
        <w:rPr>
          <w:rStyle w:val="Referencingstyle"/>
          <w:b w:val="0"/>
          <w:i w:val="0"/>
          <w:sz w:val="22"/>
        </w:rPr>
      </w:pPr>
      <w:r>
        <w:t xml:space="preserve">As with a </w:t>
      </w:r>
      <w:r w:rsidR="00004510">
        <w:t>registered scheme</w:t>
      </w:r>
      <w:r>
        <w:t xml:space="preserve">, the review date for a notified foreign passport fund is the anniversary of the day on which the fund first became a notified foreign passport fund. </w:t>
      </w:r>
      <w:r>
        <w:rPr>
          <w:rStyle w:val="Referencingstyle"/>
        </w:rPr>
        <w:t>[Schedule 2, i</w:t>
      </w:r>
      <w:r w:rsidRPr="00375F1D">
        <w:rPr>
          <w:rStyle w:val="Referencingstyle"/>
        </w:rPr>
        <w:t>tem</w:t>
      </w:r>
      <w:r w:rsidR="008F5B83">
        <w:rPr>
          <w:rStyle w:val="Referencingstyle"/>
        </w:rPr>
        <w:t> </w:t>
      </w:r>
      <w:r>
        <w:rPr>
          <w:rStyle w:val="Referencingstyle"/>
        </w:rPr>
        <w:t>10</w:t>
      </w:r>
      <w:r w:rsidR="00481DDB">
        <w:rPr>
          <w:rStyle w:val="Referencingstyle"/>
        </w:rPr>
        <w:t>1</w:t>
      </w:r>
      <w:r w:rsidRPr="00375F1D">
        <w:rPr>
          <w:rStyle w:val="Referencingstyle"/>
        </w:rPr>
        <w:t xml:space="preserve">, </w:t>
      </w:r>
      <w:r w:rsidR="00CF574B">
        <w:rPr>
          <w:rStyle w:val="Referencingstyle"/>
        </w:rPr>
        <w:t>subsection</w:t>
      </w:r>
      <w:r w:rsidR="008F5B83">
        <w:rPr>
          <w:rStyle w:val="Referencingstyle"/>
        </w:rPr>
        <w:t> </w:t>
      </w:r>
      <w:r w:rsidR="00CF574B">
        <w:rPr>
          <w:rStyle w:val="Referencingstyle"/>
        </w:rPr>
        <w:t>345A(3)</w:t>
      </w:r>
      <w:r w:rsidRPr="00375F1D">
        <w:rPr>
          <w:rStyle w:val="Referencingstyle"/>
        </w:rPr>
        <w:t>]</w:t>
      </w:r>
    </w:p>
    <w:p w:rsidR="004B4B6E" w:rsidRDefault="001D58C0" w:rsidP="008D51C1">
      <w:pPr>
        <w:pStyle w:val="base-text-paragraph"/>
      </w:pPr>
      <w:r>
        <w:t>T</w:t>
      </w:r>
      <w:r w:rsidR="001A66A4" w:rsidRPr="001A66A4">
        <w:t xml:space="preserve">he operator of a notified foreign passport fund may choose </w:t>
      </w:r>
      <w:r w:rsidR="00CF574B">
        <w:t>a different review date</w:t>
      </w:r>
      <w:r w:rsidR="00F3188A">
        <w:t>, subject to</w:t>
      </w:r>
      <w:r w:rsidR="00F3188A" w:rsidRPr="00F3188A">
        <w:t xml:space="preserve"> </w:t>
      </w:r>
      <w:r w:rsidR="00F3188A" w:rsidRPr="001A66A4">
        <w:t>ASIC’s approval</w:t>
      </w:r>
      <w:r w:rsidR="00004510">
        <w:t xml:space="preserve">. </w:t>
      </w:r>
      <w:r w:rsidR="004C598C">
        <w:t>If ASIC approves the choice, ASIC must notify the operator in writing</w:t>
      </w:r>
      <w:r w:rsidR="00A05954">
        <w:t>.</w:t>
      </w:r>
      <w:r w:rsidR="0076241C">
        <w:t xml:space="preserve"> </w:t>
      </w:r>
      <w:r w:rsidR="004B4B6E" w:rsidRPr="00006C95">
        <w:rPr>
          <w:rStyle w:val="Referencingstyle"/>
        </w:rPr>
        <w:t>[Schedule 2, items 101 to</w:t>
      </w:r>
      <w:r w:rsidR="00006C95">
        <w:rPr>
          <w:rStyle w:val="Referencingstyle"/>
        </w:rPr>
        <w:t> </w:t>
      </w:r>
      <w:r w:rsidR="004B4B6E" w:rsidRPr="00006C95">
        <w:rPr>
          <w:rStyle w:val="Referencingstyle"/>
        </w:rPr>
        <w:t>104, sections 345A and 345B and subsections 345B(2A) and</w:t>
      </w:r>
      <w:r w:rsidR="0024734C">
        <w:rPr>
          <w:rStyle w:val="Referencingstyle"/>
        </w:rPr>
        <w:t> </w:t>
      </w:r>
      <w:r w:rsidR="004B4B6E" w:rsidRPr="00006C95">
        <w:rPr>
          <w:rStyle w:val="Referencingstyle"/>
        </w:rPr>
        <w:t>(3)]</w:t>
      </w:r>
    </w:p>
    <w:p w:rsidR="007E1774" w:rsidRPr="007E1774" w:rsidRDefault="001D58C0" w:rsidP="008D51C1">
      <w:pPr>
        <w:pStyle w:val="base-text-paragraph"/>
        <w:rPr>
          <w:rStyle w:val="Referencingstyle"/>
          <w:b w:val="0"/>
          <w:i w:val="0"/>
          <w:sz w:val="22"/>
        </w:rPr>
      </w:pPr>
      <w:r>
        <w:rPr>
          <w:rStyle w:val="Referencingstyle"/>
          <w:b w:val="0"/>
          <w:i w:val="0"/>
          <w:sz w:val="22"/>
        </w:rPr>
        <w:t>I</w:t>
      </w:r>
      <w:r w:rsidR="007E1774" w:rsidRPr="007E1774">
        <w:rPr>
          <w:rStyle w:val="Referencingstyle"/>
          <w:b w:val="0"/>
          <w:i w:val="0"/>
          <w:sz w:val="22"/>
        </w:rPr>
        <w:t xml:space="preserve">f ASIC notifies </w:t>
      </w:r>
      <w:r w:rsidR="007E1774">
        <w:rPr>
          <w:rStyle w:val="Referencingstyle"/>
          <w:b w:val="0"/>
          <w:i w:val="0"/>
          <w:sz w:val="22"/>
        </w:rPr>
        <w:t>the operator of the passport fund</w:t>
      </w:r>
      <w:r w:rsidR="007E1774" w:rsidRPr="007E1774">
        <w:rPr>
          <w:rStyle w:val="Referencingstyle"/>
          <w:b w:val="0"/>
          <w:i w:val="0"/>
          <w:sz w:val="22"/>
        </w:rPr>
        <w:t xml:space="preserve"> of its approval</w:t>
      </w:r>
      <w:r w:rsidR="007E1774">
        <w:rPr>
          <w:rStyle w:val="Referencingstyle"/>
          <w:b w:val="0"/>
          <w:i w:val="0"/>
          <w:sz w:val="22"/>
        </w:rPr>
        <w:t xml:space="preserve">, the choice has effect </w:t>
      </w:r>
      <w:r w:rsidR="007E1774" w:rsidRPr="000834D0">
        <w:t>either</w:t>
      </w:r>
      <w:r w:rsidR="007E1774">
        <w:rPr>
          <w:rStyle w:val="Referencingstyle"/>
          <w:b w:val="0"/>
          <w:i w:val="0"/>
          <w:sz w:val="22"/>
        </w:rPr>
        <w:t xml:space="preserve"> </w:t>
      </w:r>
      <w:r w:rsidR="007E1774" w:rsidRPr="007E1774">
        <w:rPr>
          <w:rStyle w:val="Referencingstyle"/>
          <w:b w:val="0"/>
          <w:i w:val="0"/>
          <w:sz w:val="22"/>
        </w:rPr>
        <w:t>at the time that ASIC notifies its approval or</w:t>
      </w:r>
      <w:r w:rsidR="007E1774">
        <w:rPr>
          <w:rStyle w:val="Referencingstyle"/>
          <w:b w:val="0"/>
          <w:i w:val="0"/>
          <w:sz w:val="22"/>
        </w:rPr>
        <w:t xml:space="preserve"> </w:t>
      </w:r>
      <w:r w:rsidR="007E1774" w:rsidRPr="007E1774">
        <w:rPr>
          <w:rStyle w:val="Referencingstyle"/>
          <w:b w:val="0"/>
          <w:i w:val="0"/>
          <w:sz w:val="22"/>
        </w:rPr>
        <w:t xml:space="preserve">immediately after the next review date for </w:t>
      </w:r>
      <w:r w:rsidR="007E1774">
        <w:rPr>
          <w:rStyle w:val="Referencingstyle"/>
          <w:b w:val="0"/>
          <w:i w:val="0"/>
          <w:sz w:val="22"/>
        </w:rPr>
        <w:t xml:space="preserve">the fund. </w:t>
      </w:r>
      <w:r w:rsidR="007E1774">
        <w:rPr>
          <w:rStyle w:val="Referencingstyle"/>
        </w:rPr>
        <w:t>[Schedule</w:t>
      </w:r>
      <w:r w:rsidR="008F5B83">
        <w:rPr>
          <w:rStyle w:val="Referencingstyle"/>
        </w:rPr>
        <w:t> </w:t>
      </w:r>
      <w:r w:rsidR="007E1774">
        <w:rPr>
          <w:rStyle w:val="Referencingstyle"/>
        </w:rPr>
        <w:t>2, i</w:t>
      </w:r>
      <w:r w:rsidR="007E1774" w:rsidRPr="00375F1D">
        <w:rPr>
          <w:rStyle w:val="Referencingstyle"/>
        </w:rPr>
        <w:t>tem</w:t>
      </w:r>
      <w:r w:rsidR="00CE24A7">
        <w:rPr>
          <w:rStyle w:val="Referencingstyle"/>
        </w:rPr>
        <w:t>s</w:t>
      </w:r>
      <w:r w:rsidR="008F5B83">
        <w:rPr>
          <w:rStyle w:val="Referencingstyle"/>
        </w:rPr>
        <w:t> </w:t>
      </w:r>
      <w:r w:rsidR="007E1774">
        <w:rPr>
          <w:rStyle w:val="Referencingstyle"/>
        </w:rPr>
        <w:t>10</w:t>
      </w:r>
      <w:r w:rsidR="00481DDB">
        <w:rPr>
          <w:rStyle w:val="Referencingstyle"/>
        </w:rPr>
        <w:t>5</w:t>
      </w:r>
      <w:r w:rsidR="00DA752E">
        <w:rPr>
          <w:rStyle w:val="Referencingstyle"/>
        </w:rPr>
        <w:t xml:space="preserve"> and 10</w:t>
      </w:r>
      <w:r w:rsidR="00481DDB">
        <w:rPr>
          <w:rStyle w:val="Referencingstyle"/>
        </w:rPr>
        <w:t>6</w:t>
      </w:r>
      <w:r w:rsidR="007E1774">
        <w:rPr>
          <w:rStyle w:val="Referencingstyle"/>
        </w:rPr>
        <w:t xml:space="preserve">, </w:t>
      </w:r>
      <w:r w:rsidR="00A05954">
        <w:rPr>
          <w:rStyle w:val="Referencingstyle"/>
        </w:rPr>
        <w:t>section</w:t>
      </w:r>
      <w:r w:rsidR="008F5B83">
        <w:rPr>
          <w:rStyle w:val="Referencingstyle"/>
        </w:rPr>
        <w:t> </w:t>
      </w:r>
      <w:r w:rsidR="00A05954">
        <w:rPr>
          <w:rStyle w:val="Referencingstyle"/>
        </w:rPr>
        <w:t xml:space="preserve">345C </w:t>
      </w:r>
      <w:r w:rsidR="007E1774">
        <w:rPr>
          <w:rStyle w:val="Referencingstyle"/>
        </w:rPr>
        <w:t>and</w:t>
      </w:r>
      <w:r w:rsidR="00DA752E">
        <w:rPr>
          <w:rStyle w:val="Referencingstyle"/>
        </w:rPr>
        <w:t xml:space="preserve"> p</w:t>
      </w:r>
      <w:r w:rsidR="00A05954">
        <w:rPr>
          <w:rStyle w:val="Referencingstyle"/>
        </w:rPr>
        <w:t>aragraph</w:t>
      </w:r>
      <w:r w:rsidR="00DA752E">
        <w:rPr>
          <w:rStyle w:val="Referencingstyle"/>
        </w:rPr>
        <w:t>s</w:t>
      </w:r>
      <w:r w:rsidR="008F5B83">
        <w:rPr>
          <w:rStyle w:val="Referencingstyle"/>
        </w:rPr>
        <w:t> </w:t>
      </w:r>
      <w:r w:rsidR="00A05954">
        <w:rPr>
          <w:rStyle w:val="Referencingstyle"/>
        </w:rPr>
        <w:t>345C(a</w:t>
      </w:r>
      <w:r w:rsidR="007E1774">
        <w:rPr>
          <w:rStyle w:val="Referencingstyle"/>
        </w:rPr>
        <w:t xml:space="preserve">) and </w:t>
      </w:r>
      <w:r w:rsidR="00A05954">
        <w:rPr>
          <w:rStyle w:val="Referencingstyle"/>
        </w:rPr>
        <w:t>(b</w:t>
      </w:r>
      <w:r w:rsidR="007E1774">
        <w:rPr>
          <w:rStyle w:val="Referencingstyle"/>
        </w:rPr>
        <w:t>)</w:t>
      </w:r>
      <w:r w:rsidR="007E1774" w:rsidRPr="00375F1D">
        <w:rPr>
          <w:rStyle w:val="Referencingstyle"/>
        </w:rPr>
        <w:t>]</w:t>
      </w:r>
    </w:p>
    <w:p w:rsidR="00FD5D9F" w:rsidRPr="003B1D83" w:rsidRDefault="00FD5D9F" w:rsidP="008D51C1">
      <w:pPr>
        <w:pStyle w:val="Heading5"/>
        <w:rPr>
          <w:rStyle w:val="Referencingstyle"/>
          <w:sz w:val="22"/>
        </w:rPr>
      </w:pPr>
      <w:r>
        <w:rPr>
          <w:rStyle w:val="Referencingstyle"/>
          <w:b w:val="0"/>
          <w:i/>
          <w:sz w:val="22"/>
        </w:rPr>
        <w:t>Extract of particulars</w:t>
      </w:r>
    </w:p>
    <w:p w:rsidR="006F44A8" w:rsidRDefault="00BF6DD3" w:rsidP="008D51C1">
      <w:pPr>
        <w:pStyle w:val="base-text-paragraph"/>
      </w:pPr>
      <w:r>
        <w:t>In the context of notified foreign passport funds, the</w:t>
      </w:r>
      <w:r w:rsidR="006F44A8">
        <w:t xml:space="preserve"> </w:t>
      </w:r>
      <w:r w:rsidR="006F44A8">
        <w:rPr>
          <w:b/>
          <w:i/>
        </w:rPr>
        <w:t xml:space="preserve">extract of particulars </w:t>
      </w:r>
      <w:r>
        <w:t>refers to</w:t>
      </w:r>
      <w:r w:rsidR="006F44A8">
        <w:t xml:space="preserve"> the particulars about </w:t>
      </w:r>
      <w:r>
        <w:t>the</w:t>
      </w:r>
      <w:r w:rsidR="006F44A8">
        <w:t xml:space="preserve"> fund held in a register maintained by ASIC or the Register of Passport Funds. </w:t>
      </w:r>
      <w:r>
        <w:rPr>
          <w:rStyle w:val="Referencingstyle"/>
        </w:rPr>
        <w:t>[Schedule 2, i</w:t>
      </w:r>
      <w:r w:rsidRPr="00375F1D">
        <w:rPr>
          <w:rStyle w:val="Referencingstyle"/>
        </w:rPr>
        <w:t>tem</w:t>
      </w:r>
      <w:r>
        <w:rPr>
          <w:rStyle w:val="Referencingstyle"/>
        </w:rPr>
        <w:t>s 14 and 15, section 9</w:t>
      </w:r>
      <w:r w:rsidRPr="00375F1D">
        <w:rPr>
          <w:rStyle w:val="Referencingstyle"/>
        </w:rPr>
        <w:t>]</w:t>
      </w:r>
    </w:p>
    <w:p w:rsidR="003B1D83" w:rsidRPr="00B520DF" w:rsidRDefault="003B1D83" w:rsidP="008D51C1">
      <w:pPr>
        <w:pStyle w:val="base-text-paragraph"/>
        <w:rPr>
          <w:rStyle w:val="Referencingstyle"/>
          <w:b w:val="0"/>
          <w:i w:val="0"/>
          <w:sz w:val="22"/>
        </w:rPr>
      </w:pPr>
      <w:r>
        <w:t xml:space="preserve">As with a company or registered scheme, </w:t>
      </w:r>
      <w:r w:rsidRPr="00790044">
        <w:t xml:space="preserve">within </w:t>
      </w:r>
      <w:r w:rsidR="006554D9">
        <w:t>two </w:t>
      </w:r>
      <w:r w:rsidRPr="00790044">
        <w:t>weeks after each review date for a notified foreign passport fund</w:t>
      </w:r>
      <w:r>
        <w:t xml:space="preserve"> ASIC must</w:t>
      </w:r>
      <w:r w:rsidRPr="00790044">
        <w:t xml:space="preserve"> give to the operator of the fund</w:t>
      </w:r>
      <w:r w:rsidR="009E1F9B">
        <w:t xml:space="preserve"> (or its local agent, where relevant)</w:t>
      </w:r>
      <w:r w:rsidRPr="00790044">
        <w:t xml:space="preserve"> an extract of particulars for the fund</w:t>
      </w:r>
      <w:r>
        <w:t xml:space="preserve">. </w:t>
      </w:r>
      <w:r w:rsidR="0040317F" w:rsidRPr="0040317F">
        <w:t xml:space="preserve">If an agreement </w:t>
      </w:r>
      <w:r w:rsidR="0040317F">
        <w:t xml:space="preserve">is already in place with the operator </w:t>
      </w:r>
      <w:r w:rsidR="0040317F" w:rsidRPr="0040317F">
        <w:t>to lodge electronically</w:t>
      </w:r>
      <w:r w:rsidR="0040317F">
        <w:t>,</w:t>
      </w:r>
      <w:r w:rsidR="0040317F" w:rsidRPr="0040317F">
        <w:t xml:space="preserve"> </w:t>
      </w:r>
      <w:r w:rsidR="0040317F">
        <w:t xml:space="preserve">ASIC may do this by </w:t>
      </w:r>
      <w:r w:rsidR="00C76296">
        <w:t xml:space="preserve">either </w:t>
      </w:r>
      <w:r w:rsidR="0040317F">
        <w:t xml:space="preserve">electronic </w:t>
      </w:r>
      <w:r w:rsidR="00C76296">
        <w:t xml:space="preserve">or postal </w:t>
      </w:r>
      <w:r w:rsidR="0040317F">
        <w:t>means.</w:t>
      </w:r>
      <w:r>
        <w:t xml:space="preserve"> </w:t>
      </w:r>
      <w:r>
        <w:rPr>
          <w:rStyle w:val="Referencingstyle"/>
        </w:rPr>
        <w:t>[Schedule</w:t>
      </w:r>
      <w:r w:rsidR="008F5B83">
        <w:rPr>
          <w:rStyle w:val="Referencingstyle"/>
        </w:rPr>
        <w:t> </w:t>
      </w:r>
      <w:r>
        <w:rPr>
          <w:rStyle w:val="Referencingstyle"/>
        </w:rPr>
        <w:t>2, i</w:t>
      </w:r>
      <w:r w:rsidRPr="00375F1D">
        <w:rPr>
          <w:rStyle w:val="Referencingstyle"/>
        </w:rPr>
        <w:t>tem</w:t>
      </w:r>
      <w:r w:rsidR="008F5B83">
        <w:rPr>
          <w:rStyle w:val="Referencingstyle"/>
        </w:rPr>
        <w:t> </w:t>
      </w:r>
      <w:r>
        <w:rPr>
          <w:rStyle w:val="Referencingstyle"/>
        </w:rPr>
        <w:t>10</w:t>
      </w:r>
      <w:r w:rsidR="00481DDB">
        <w:rPr>
          <w:rStyle w:val="Referencingstyle"/>
        </w:rPr>
        <w:t>7</w:t>
      </w:r>
      <w:r w:rsidRPr="00375F1D">
        <w:rPr>
          <w:rStyle w:val="Referencingstyle"/>
        </w:rPr>
        <w:t xml:space="preserve">, </w:t>
      </w:r>
      <w:r>
        <w:rPr>
          <w:rStyle w:val="Referencingstyle"/>
        </w:rPr>
        <w:t>sub</w:t>
      </w:r>
      <w:r w:rsidRPr="00375F1D">
        <w:rPr>
          <w:rStyle w:val="Referencingstyle"/>
        </w:rPr>
        <w:t>section</w:t>
      </w:r>
      <w:r>
        <w:rPr>
          <w:rStyle w:val="Referencingstyle"/>
        </w:rPr>
        <w:t>s</w:t>
      </w:r>
      <w:r w:rsidR="008F5B83">
        <w:rPr>
          <w:rStyle w:val="Referencingstyle"/>
        </w:rPr>
        <w:t> </w:t>
      </w:r>
      <w:r>
        <w:rPr>
          <w:rStyle w:val="Referencingstyle"/>
        </w:rPr>
        <w:t>346A(1) and</w:t>
      </w:r>
      <w:r w:rsidR="00862284">
        <w:rPr>
          <w:rStyle w:val="Referencingstyle"/>
        </w:rPr>
        <w:t> </w:t>
      </w:r>
      <w:r>
        <w:rPr>
          <w:rStyle w:val="Referencingstyle"/>
        </w:rPr>
        <w:t>(2)</w:t>
      </w:r>
      <w:r w:rsidR="00862284">
        <w:rPr>
          <w:rStyle w:val="Referencingstyle"/>
        </w:rPr>
        <w:t>]</w:t>
      </w:r>
    </w:p>
    <w:p w:rsidR="00790044" w:rsidRPr="00F1521C" w:rsidRDefault="001D58C0" w:rsidP="008D51C1">
      <w:pPr>
        <w:pStyle w:val="base-text-paragraph"/>
        <w:rPr>
          <w:rStyle w:val="Referencingstyle"/>
          <w:b w:val="0"/>
          <w:i w:val="0"/>
          <w:sz w:val="22"/>
        </w:rPr>
      </w:pPr>
      <w:r w:rsidRPr="004C598C">
        <w:t>ASIC</w:t>
      </w:r>
      <w:r>
        <w:t xml:space="preserve"> may ask questions </w:t>
      </w:r>
      <w:r w:rsidR="004C598C" w:rsidRPr="004C598C">
        <w:t xml:space="preserve">in an extract of particulars for a notified foreign passport fund </w:t>
      </w:r>
      <w:r w:rsidR="00790BE3">
        <w:t>by including</w:t>
      </w:r>
      <w:r w:rsidR="004C598C" w:rsidRPr="004C598C">
        <w:t xml:space="preserve"> a requirement that the operator of the fund provide a particula</w:t>
      </w:r>
      <w:r w:rsidR="004C598C">
        <w:t xml:space="preserve">r prescribed by the regulations. </w:t>
      </w:r>
      <w:r w:rsidR="004C598C">
        <w:rPr>
          <w:rStyle w:val="Referencingstyle"/>
        </w:rPr>
        <w:t>[Schedule</w:t>
      </w:r>
      <w:r w:rsidR="008F5B83">
        <w:rPr>
          <w:rStyle w:val="Referencingstyle"/>
        </w:rPr>
        <w:t> </w:t>
      </w:r>
      <w:r w:rsidR="004C598C">
        <w:rPr>
          <w:rStyle w:val="Referencingstyle"/>
        </w:rPr>
        <w:t>2, i</w:t>
      </w:r>
      <w:r w:rsidR="004C598C" w:rsidRPr="00375F1D">
        <w:rPr>
          <w:rStyle w:val="Referencingstyle"/>
        </w:rPr>
        <w:t>tem</w:t>
      </w:r>
      <w:r w:rsidR="008F5B83">
        <w:rPr>
          <w:rStyle w:val="Referencingstyle"/>
        </w:rPr>
        <w:t> </w:t>
      </w:r>
      <w:r w:rsidR="004C598C">
        <w:rPr>
          <w:rStyle w:val="Referencingstyle"/>
        </w:rPr>
        <w:t>1</w:t>
      </w:r>
      <w:r w:rsidR="00481DDB">
        <w:rPr>
          <w:rStyle w:val="Referencingstyle"/>
        </w:rPr>
        <w:t>08</w:t>
      </w:r>
      <w:r w:rsidR="004C598C" w:rsidRPr="00375F1D">
        <w:rPr>
          <w:rStyle w:val="Referencingstyle"/>
        </w:rPr>
        <w:t>, section</w:t>
      </w:r>
      <w:r w:rsidR="008F5B83">
        <w:rPr>
          <w:rStyle w:val="Referencingstyle"/>
        </w:rPr>
        <w:t> </w:t>
      </w:r>
      <w:r w:rsidR="004C598C">
        <w:rPr>
          <w:rStyle w:val="Referencingstyle"/>
        </w:rPr>
        <w:t>346B</w:t>
      </w:r>
      <w:r w:rsidR="004C598C" w:rsidRPr="00375F1D">
        <w:rPr>
          <w:rStyle w:val="Referencingstyle"/>
        </w:rPr>
        <w:t>]</w:t>
      </w:r>
    </w:p>
    <w:p w:rsidR="003D763A" w:rsidRPr="00DA752E" w:rsidRDefault="001D58C0" w:rsidP="008D51C1">
      <w:pPr>
        <w:pStyle w:val="base-text-paragraph"/>
        <w:rPr>
          <w:rStyle w:val="Referencingstyle"/>
          <w:b w:val="0"/>
          <w:i w:val="0"/>
          <w:sz w:val="22"/>
        </w:rPr>
      </w:pPr>
      <w:r>
        <w:t>A</w:t>
      </w:r>
      <w:r w:rsidR="00F200DB">
        <w:t>n operator of a notified foreign passport fund must</w:t>
      </w:r>
      <w:r w:rsidR="00F200DB" w:rsidRPr="00F200DB">
        <w:t xml:space="preserve"> </w:t>
      </w:r>
      <w:r w:rsidR="00F200DB">
        <w:t xml:space="preserve">respond to an extract of particulars that it receives if any particular in the extract is </w:t>
      </w:r>
      <w:r w:rsidR="006554D9">
        <w:t xml:space="preserve">not </w:t>
      </w:r>
      <w:r w:rsidR="00F200DB">
        <w:t xml:space="preserve">correct. </w:t>
      </w:r>
      <w:r w:rsidR="003D763A">
        <w:t xml:space="preserve">It </w:t>
      </w:r>
      <w:r w:rsidR="00F200DB">
        <w:t xml:space="preserve">must </w:t>
      </w:r>
      <w:r w:rsidR="003D763A">
        <w:t xml:space="preserve">also </w:t>
      </w:r>
      <w:r w:rsidR="00F200DB">
        <w:t xml:space="preserve">respond to an extract of particulars that it receives if </w:t>
      </w:r>
      <w:r w:rsidR="003466F7">
        <w:t>it</w:t>
      </w:r>
      <w:r w:rsidR="00F200DB">
        <w:t xml:space="preserve"> includes a requirement </w:t>
      </w:r>
      <w:r w:rsidR="003D763A">
        <w:t xml:space="preserve">from ASIC </w:t>
      </w:r>
      <w:r w:rsidR="00F200DB">
        <w:t>to provide a particular</w:t>
      </w:r>
      <w:r w:rsidR="003D763A">
        <w:t xml:space="preserve">, </w:t>
      </w:r>
      <w:r w:rsidR="00790BE3">
        <w:t>by providing</w:t>
      </w:r>
      <w:r w:rsidR="003D763A">
        <w:t xml:space="preserve"> the </w:t>
      </w:r>
      <w:r w:rsidR="006554D9">
        <w:t>required</w:t>
      </w:r>
      <w:r w:rsidR="003D763A">
        <w:t xml:space="preserve"> particular</w:t>
      </w:r>
      <w:r w:rsidR="00F200DB">
        <w:t>.</w:t>
      </w:r>
      <w:r w:rsidR="003D763A">
        <w:t xml:space="preserve"> The response must be lodged within 28</w:t>
      </w:r>
      <w:r w:rsidR="002B51CA">
        <w:t> </w:t>
      </w:r>
      <w:r w:rsidR="003D763A">
        <w:t>days after the date of issue of the extract, be in the prescribed form and signed or authenticated.</w:t>
      </w:r>
      <w:r w:rsidR="00F1521C">
        <w:t xml:space="preserve"> </w:t>
      </w:r>
      <w:r w:rsidR="00F1521C">
        <w:rPr>
          <w:rStyle w:val="Referencingstyle"/>
        </w:rPr>
        <w:t>[Schedule</w:t>
      </w:r>
      <w:r w:rsidR="008F5B83">
        <w:rPr>
          <w:rStyle w:val="Referencingstyle"/>
        </w:rPr>
        <w:t> </w:t>
      </w:r>
      <w:r w:rsidR="00F1521C">
        <w:rPr>
          <w:rStyle w:val="Referencingstyle"/>
        </w:rPr>
        <w:t>2, i</w:t>
      </w:r>
      <w:r w:rsidR="00F1521C" w:rsidRPr="00375F1D">
        <w:rPr>
          <w:rStyle w:val="Referencingstyle"/>
        </w:rPr>
        <w:t>tem</w:t>
      </w:r>
      <w:r w:rsidR="00DA752E">
        <w:rPr>
          <w:rStyle w:val="Referencingstyle"/>
        </w:rPr>
        <w:t>s</w:t>
      </w:r>
      <w:r w:rsidR="008F5B83">
        <w:rPr>
          <w:rStyle w:val="Referencingstyle"/>
        </w:rPr>
        <w:t> </w:t>
      </w:r>
      <w:r w:rsidR="00F1521C">
        <w:rPr>
          <w:rStyle w:val="Referencingstyle"/>
        </w:rPr>
        <w:t>1</w:t>
      </w:r>
      <w:r w:rsidR="00481DDB">
        <w:rPr>
          <w:rStyle w:val="Referencingstyle"/>
        </w:rPr>
        <w:t>09</w:t>
      </w:r>
      <w:r w:rsidR="00DA752E">
        <w:rPr>
          <w:rStyle w:val="Referencingstyle"/>
        </w:rPr>
        <w:t xml:space="preserve"> and 11</w:t>
      </w:r>
      <w:r w:rsidR="005F247A">
        <w:rPr>
          <w:rStyle w:val="Referencingstyle"/>
        </w:rPr>
        <w:t>0</w:t>
      </w:r>
      <w:r w:rsidR="00F1521C" w:rsidRPr="00375F1D">
        <w:rPr>
          <w:rStyle w:val="Referencingstyle"/>
        </w:rPr>
        <w:t xml:space="preserve">, </w:t>
      </w:r>
      <w:r w:rsidR="00F1521C">
        <w:rPr>
          <w:rStyle w:val="Referencingstyle"/>
        </w:rPr>
        <w:t>sub</w:t>
      </w:r>
      <w:r w:rsidR="00F1521C" w:rsidRPr="00375F1D">
        <w:rPr>
          <w:rStyle w:val="Referencingstyle"/>
        </w:rPr>
        <w:t>sections</w:t>
      </w:r>
      <w:r w:rsidR="008F5B83">
        <w:rPr>
          <w:rStyle w:val="Referencingstyle"/>
        </w:rPr>
        <w:t> </w:t>
      </w:r>
      <w:r w:rsidR="00F1521C">
        <w:rPr>
          <w:rStyle w:val="Referencingstyle"/>
        </w:rPr>
        <w:t>346</w:t>
      </w:r>
      <w:r w:rsidR="00790BE3">
        <w:rPr>
          <w:rStyle w:val="Referencingstyle"/>
        </w:rPr>
        <w:t>C</w:t>
      </w:r>
      <w:r w:rsidR="00F1521C">
        <w:rPr>
          <w:rStyle w:val="Referencingstyle"/>
        </w:rPr>
        <w:t xml:space="preserve">(1) </w:t>
      </w:r>
      <w:r w:rsidR="00DA752E">
        <w:rPr>
          <w:rStyle w:val="Referencingstyle"/>
        </w:rPr>
        <w:t>to</w:t>
      </w:r>
      <w:r w:rsidR="0024734C">
        <w:rPr>
          <w:rStyle w:val="Referencingstyle"/>
        </w:rPr>
        <w:t> </w:t>
      </w:r>
      <w:r w:rsidR="00F1521C">
        <w:rPr>
          <w:rStyle w:val="Referencingstyle"/>
        </w:rPr>
        <w:t>(3)]</w:t>
      </w:r>
    </w:p>
    <w:p w:rsidR="00FD5D9F" w:rsidRDefault="00FD5D9F" w:rsidP="008D51C1">
      <w:pPr>
        <w:pStyle w:val="Heading5"/>
      </w:pPr>
      <w:r>
        <w:t>Return of particulars</w:t>
      </w:r>
    </w:p>
    <w:p w:rsidR="003B1D83" w:rsidRPr="00B520DF" w:rsidRDefault="003B1D83" w:rsidP="008D51C1">
      <w:pPr>
        <w:pStyle w:val="base-text-paragraph"/>
        <w:rPr>
          <w:rStyle w:val="Referencingstyle"/>
          <w:b w:val="0"/>
          <w:i w:val="0"/>
          <w:sz w:val="22"/>
        </w:rPr>
      </w:pPr>
      <w:r>
        <w:t>As with a company o</w:t>
      </w:r>
      <w:r w:rsidR="002933BB">
        <w:t>r</w:t>
      </w:r>
      <w:r>
        <w:t xml:space="preserve"> registered scheme, ASIC may give to the operator of a notified foreign passport fund </w:t>
      </w:r>
      <w:r w:rsidR="009E1F9B">
        <w:t xml:space="preserve">(or its local agent, where relevant) </w:t>
      </w:r>
      <w:r>
        <w:t>a return of particulars for the fund if it suspects or believes that particulars recorded in relation to the fund in specific registers that it maintains are incorrect.</w:t>
      </w:r>
      <w:r w:rsidR="00A33B4D">
        <w:t xml:space="preserve"> In the context of notified foreign passport funds, a </w:t>
      </w:r>
      <w:r w:rsidR="00A33B4D">
        <w:rPr>
          <w:b/>
          <w:i/>
        </w:rPr>
        <w:t>return of particulars</w:t>
      </w:r>
      <w:r w:rsidR="00A33B4D">
        <w:t xml:space="preserve"> refers to the statement given by ASIC which contains the fund’s particulars,</w:t>
      </w:r>
      <w:r w:rsidR="00344792">
        <w:t xml:space="preserve"> and</w:t>
      </w:r>
      <w:r w:rsidR="00A33B4D">
        <w:t xml:space="preserve"> a requirement to provide further </w:t>
      </w:r>
      <w:r w:rsidR="00344792">
        <w:t>particulars or a solvency resolution.</w:t>
      </w:r>
      <w:r>
        <w:t xml:space="preserve"> </w:t>
      </w:r>
      <w:r>
        <w:rPr>
          <w:rStyle w:val="Referencingstyle"/>
        </w:rPr>
        <w:t>[Schedule</w:t>
      </w:r>
      <w:r w:rsidR="008F5B83">
        <w:rPr>
          <w:rStyle w:val="Referencingstyle"/>
        </w:rPr>
        <w:t> </w:t>
      </w:r>
      <w:r>
        <w:rPr>
          <w:rStyle w:val="Referencingstyle"/>
        </w:rPr>
        <w:t>2, i</w:t>
      </w:r>
      <w:r w:rsidRPr="00375F1D">
        <w:rPr>
          <w:rStyle w:val="Referencingstyle"/>
        </w:rPr>
        <w:t>tem</w:t>
      </w:r>
      <w:r w:rsidR="00DA752E">
        <w:rPr>
          <w:rStyle w:val="Referencingstyle"/>
        </w:rPr>
        <w:t>s</w:t>
      </w:r>
      <w:r w:rsidR="00344792">
        <w:rPr>
          <w:rStyle w:val="Referencingstyle"/>
        </w:rPr>
        <w:t xml:space="preserve"> 30, 31,</w:t>
      </w:r>
      <w:r w:rsidR="008F5B83">
        <w:rPr>
          <w:rStyle w:val="Referencingstyle"/>
        </w:rPr>
        <w:t> </w:t>
      </w:r>
      <w:r>
        <w:rPr>
          <w:rStyle w:val="Referencingstyle"/>
        </w:rPr>
        <w:t>11</w:t>
      </w:r>
      <w:r w:rsidR="005F247A">
        <w:rPr>
          <w:rStyle w:val="Referencingstyle"/>
        </w:rPr>
        <w:t>1</w:t>
      </w:r>
      <w:r w:rsidR="00DA752E">
        <w:rPr>
          <w:rStyle w:val="Referencingstyle"/>
        </w:rPr>
        <w:t xml:space="preserve"> and 11</w:t>
      </w:r>
      <w:r w:rsidR="005F247A">
        <w:rPr>
          <w:rStyle w:val="Referencingstyle"/>
        </w:rPr>
        <w:t>2</w:t>
      </w:r>
      <w:r w:rsidRPr="00375F1D">
        <w:rPr>
          <w:rStyle w:val="Referencingstyle"/>
        </w:rPr>
        <w:t xml:space="preserve">, </w:t>
      </w:r>
      <w:r w:rsidR="00344792">
        <w:rPr>
          <w:rStyle w:val="Referencingstyle"/>
        </w:rPr>
        <w:t xml:space="preserve">section 9 definition of ‘return of particulars’ and </w:t>
      </w:r>
      <w:r>
        <w:rPr>
          <w:rStyle w:val="Referencingstyle"/>
        </w:rPr>
        <w:t>subsection</w:t>
      </w:r>
      <w:r w:rsidR="00DA752E">
        <w:rPr>
          <w:rStyle w:val="Referencingstyle"/>
        </w:rPr>
        <w:t>s</w:t>
      </w:r>
      <w:r w:rsidR="008F5B83">
        <w:rPr>
          <w:rStyle w:val="Referencingstyle"/>
        </w:rPr>
        <w:t> </w:t>
      </w:r>
      <w:r>
        <w:rPr>
          <w:rStyle w:val="Referencingstyle"/>
        </w:rPr>
        <w:t>348A(1A)</w:t>
      </w:r>
      <w:r w:rsidR="00DA752E">
        <w:rPr>
          <w:rStyle w:val="Referencingstyle"/>
        </w:rPr>
        <w:t xml:space="preserve"> to</w:t>
      </w:r>
      <w:r w:rsidR="007C370A">
        <w:rPr>
          <w:rStyle w:val="Referencingstyle"/>
        </w:rPr>
        <w:t> </w:t>
      </w:r>
      <w:r w:rsidR="00441220">
        <w:rPr>
          <w:rStyle w:val="Referencingstyle"/>
        </w:rPr>
        <w:t>(2A</w:t>
      </w:r>
      <w:r>
        <w:rPr>
          <w:rStyle w:val="Referencingstyle"/>
        </w:rPr>
        <w:t>)</w:t>
      </w:r>
      <w:r w:rsidRPr="00375F1D">
        <w:rPr>
          <w:rStyle w:val="Referencingstyle"/>
        </w:rPr>
        <w:t>]</w:t>
      </w:r>
    </w:p>
    <w:p w:rsidR="00832E3C" w:rsidRDefault="0072346A" w:rsidP="008D51C1">
      <w:pPr>
        <w:pStyle w:val="base-text-paragraph"/>
      </w:pPr>
      <w:r>
        <w:t>ASIC may make the return of particulars available electronically, if the operator has agreed</w:t>
      </w:r>
      <w:r w:rsidR="00FE50C3">
        <w:t>. The process for the operator formally agreeing to electronic communication is the same as under the existing corporations law (see existing subsection 352(1)</w:t>
      </w:r>
      <w:r w:rsidR="00347B80">
        <w:t xml:space="preserve"> of the Corporations Act</w:t>
      </w:r>
      <w:r w:rsidR="00FE50C3">
        <w:t xml:space="preserve">). This process expands on the general requirements for </w:t>
      </w:r>
      <w:r w:rsidR="00347B80">
        <w:t xml:space="preserve">when information may be provided by </w:t>
      </w:r>
      <w:r w:rsidR="00FE50C3">
        <w:t xml:space="preserve">electronic </w:t>
      </w:r>
      <w:r w:rsidR="00347B80">
        <w:t>means</w:t>
      </w:r>
      <w:r w:rsidR="00FE50C3">
        <w:t xml:space="preserve"> in the </w:t>
      </w:r>
      <w:r w:rsidR="00FE50C3" w:rsidRPr="00FE50C3">
        <w:rPr>
          <w:i/>
        </w:rPr>
        <w:t>Electronic Transactions Act 1999</w:t>
      </w:r>
      <w:r w:rsidR="00FE50C3">
        <w:t xml:space="preserve">.   </w:t>
      </w:r>
      <w:r>
        <w:t xml:space="preserve"> </w:t>
      </w:r>
    </w:p>
    <w:p w:rsidR="00441220" w:rsidRPr="001201D7" w:rsidRDefault="000275B5" w:rsidP="008D51C1">
      <w:pPr>
        <w:pStyle w:val="base-text-paragraph"/>
        <w:rPr>
          <w:rStyle w:val="Referencingstyle"/>
          <w:b w:val="0"/>
          <w:i w:val="0"/>
          <w:sz w:val="22"/>
        </w:rPr>
      </w:pPr>
      <w:r w:rsidRPr="00441220">
        <w:t xml:space="preserve">ASIC may </w:t>
      </w:r>
      <w:r>
        <w:t>ask questions</w:t>
      </w:r>
      <w:r w:rsidR="00441220">
        <w:t xml:space="preserve"> </w:t>
      </w:r>
      <w:r w:rsidR="00441220" w:rsidRPr="00441220">
        <w:t xml:space="preserve">in a return of particulars </w:t>
      </w:r>
      <w:r w:rsidR="00441220">
        <w:t>f</w:t>
      </w:r>
      <w:r w:rsidR="00441220" w:rsidRPr="00441220">
        <w:t xml:space="preserve">or a notified foreign passport fund </w:t>
      </w:r>
      <w:r w:rsidR="00790BE3">
        <w:t xml:space="preserve">by </w:t>
      </w:r>
      <w:r w:rsidR="00441220" w:rsidRPr="00441220">
        <w:t>includ</w:t>
      </w:r>
      <w:r w:rsidR="00790BE3">
        <w:t>ing</w:t>
      </w:r>
      <w:r w:rsidR="00441220" w:rsidRPr="00441220">
        <w:t xml:space="preserve"> a requirement that the operator of the fund provide a particular prescribed by the regulations</w:t>
      </w:r>
      <w:r w:rsidR="00441220">
        <w:t xml:space="preserve">. </w:t>
      </w:r>
      <w:r w:rsidR="00441220">
        <w:rPr>
          <w:rStyle w:val="Referencingstyle"/>
        </w:rPr>
        <w:t>[Schedule</w:t>
      </w:r>
      <w:r w:rsidR="008F5B83">
        <w:rPr>
          <w:rStyle w:val="Referencingstyle"/>
        </w:rPr>
        <w:t> </w:t>
      </w:r>
      <w:r w:rsidR="001201D7">
        <w:rPr>
          <w:rStyle w:val="Referencingstyle"/>
        </w:rPr>
        <w:t>2</w:t>
      </w:r>
      <w:r w:rsidR="00441220">
        <w:rPr>
          <w:rStyle w:val="Referencingstyle"/>
        </w:rPr>
        <w:t>, i</w:t>
      </w:r>
      <w:r w:rsidR="00441220" w:rsidRPr="00375F1D">
        <w:rPr>
          <w:rStyle w:val="Referencingstyle"/>
        </w:rPr>
        <w:t>tem</w:t>
      </w:r>
      <w:r w:rsidR="008F5B83">
        <w:rPr>
          <w:rStyle w:val="Referencingstyle"/>
        </w:rPr>
        <w:t> </w:t>
      </w:r>
      <w:r w:rsidR="001201D7">
        <w:rPr>
          <w:rStyle w:val="Referencingstyle"/>
        </w:rPr>
        <w:t>11</w:t>
      </w:r>
      <w:r w:rsidR="005F247A">
        <w:rPr>
          <w:rStyle w:val="Referencingstyle"/>
        </w:rPr>
        <w:t>3</w:t>
      </w:r>
      <w:r w:rsidR="001201D7">
        <w:rPr>
          <w:rStyle w:val="Referencingstyle"/>
        </w:rPr>
        <w:t>, section</w:t>
      </w:r>
      <w:r w:rsidR="008F5B83">
        <w:rPr>
          <w:rStyle w:val="Referencingstyle"/>
        </w:rPr>
        <w:t> </w:t>
      </w:r>
      <w:r w:rsidR="001201D7">
        <w:rPr>
          <w:rStyle w:val="Referencingstyle"/>
        </w:rPr>
        <w:t>348B</w:t>
      </w:r>
      <w:r w:rsidR="00441220" w:rsidRPr="00375F1D">
        <w:rPr>
          <w:rStyle w:val="Referencingstyle"/>
        </w:rPr>
        <w:t>]</w:t>
      </w:r>
    </w:p>
    <w:p w:rsidR="001201D7" w:rsidRPr="00DA752E" w:rsidRDefault="000275B5" w:rsidP="008D51C1">
      <w:pPr>
        <w:pStyle w:val="base-text-paragraph"/>
        <w:rPr>
          <w:rStyle w:val="Referencingstyle"/>
          <w:b w:val="0"/>
          <w:i w:val="0"/>
          <w:sz w:val="22"/>
        </w:rPr>
      </w:pPr>
      <w:r>
        <w:t>T</w:t>
      </w:r>
      <w:r w:rsidR="00790BE3" w:rsidRPr="00DA752E">
        <w:t xml:space="preserve">he operator of </w:t>
      </w:r>
      <w:r w:rsidR="001201D7" w:rsidRPr="00DA752E">
        <w:t xml:space="preserve">a notified foreign passport fund must respond to a return of particulars that it receives. The response must be </w:t>
      </w:r>
      <w:r w:rsidR="00E34036" w:rsidRPr="00DA752E">
        <w:t>such that the particulars set out in the return, taken together with the response, are correct</w:t>
      </w:r>
      <w:r w:rsidR="00240D8F" w:rsidRPr="00DA752E">
        <w:t>,</w:t>
      </w:r>
      <w:r w:rsidR="00E34036" w:rsidRPr="00DA752E">
        <w:t xml:space="preserve"> </w:t>
      </w:r>
      <w:r w:rsidR="00240D8F" w:rsidRPr="00DA752E">
        <w:t xml:space="preserve">as well as </w:t>
      </w:r>
      <w:r w:rsidR="00E34036" w:rsidRPr="00DA752E">
        <w:t xml:space="preserve">provide </w:t>
      </w:r>
      <w:r w:rsidR="00240D8F" w:rsidRPr="00DA752E">
        <w:t xml:space="preserve">any particular that ASIC may require. </w:t>
      </w:r>
      <w:r w:rsidR="001201D7" w:rsidRPr="00DA752E">
        <w:t xml:space="preserve">The response must be lodged with ASIC within </w:t>
      </w:r>
      <w:r w:rsidR="00AB39B4" w:rsidRPr="00DA752E">
        <w:t>two </w:t>
      </w:r>
      <w:r w:rsidR="001201D7" w:rsidRPr="00DA752E">
        <w:t>months after the date of issue of the return</w:t>
      </w:r>
      <w:r w:rsidR="00E86F96" w:rsidRPr="00DA752E">
        <w:t xml:space="preserve">, be in the prescribed form, </w:t>
      </w:r>
      <w:r w:rsidR="00240D8F" w:rsidRPr="00DA752E">
        <w:t xml:space="preserve">and </w:t>
      </w:r>
      <w:r w:rsidR="00E86F96" w:rsidRPr="00DA752E">
        <w:t xml:space="preserve">be signed or authenticated. </w:t>
      </w:r>
      <w:r w:rsidR="00E86F96" w:rsidRPr="00DA752E">
        <w:rPr>
          <w:rStyle w:val="Referencingstyle"/>
        </w:rPr>
        <w:t>[Schedule</w:t>
      </w:r>
      <w:r w:rsidR="008F5B83" w:rsidRPr="00DA752E">
        <w:rPr>
          <w:rStyle w:val="Referencingstyle"/>
        </w:rPr>
        <w:t> </w:t>
      </w:r>
      <w:r w:rsidR="00E86F96" w:rsidRPr="00DA752E">
        <w:rPr>
          <w:rStyle w:val="Referencingstyle"/>
        </w:rPr>
        <w:t>2, item</w:t>
      </w:r>
      <w:r w:rsidR="00DA752E" w:rsidRPr="00DA752E">
        <w:rPr>
          <w:rStyle w:val="Referencingstyle"/>
        </w:rPr>
        <w:t>s</w:t>
      </w:r>
      <w:r w:rsidR="008F5B83" w:rsidRPr="00DA752E">
        <w:rPr>
          <w:rStyle w:val="Referencingstyle"/>
        </w:rPr>
        <w:t> </w:t>
      </w:r>
      <w:r w:rsidR="00E86F96" w:rsidRPr="00DA752E">
        <w:rPr>
          <w:rStyle w:val="Referencingstyle"/>
        </w:rPr>
        <w:t>11</w:t>
      </w:r>
      <w:r w:rsidR="0034023C">
        <w:rPr>
          <w:rStyle w:val="Referencingstyle"/>
        </w:rPr>
        <w:t>4</w:t>
      </w:r>
      <w:r w:rsidR="00DA752E" w:rsidRPr="00DA752E">
        <w:rPr>
          <w:rStyle w:val="Referencingstyle"/>
        </w:rPr>
        <w:t xml:space="preserve"> to 11</w:t>
      </w:r>
      <w:r w:rsidR="0034023C">
        <w:rPr>
          <w:rStyle w:val="Referencingstyle"/>
        </w:rPr>
        <w:t>6</w:t>
      </w:r>
      <w:r w:rsidR="00E86F96" w:rsidRPr="00DA752E">
        <w:rPr>
          <w:rStyle w:val="Referencingstyle"/>
        </w:rPr>
        <w:t>, subsection</w:t>
      </w:r>
      <w:r w:rsidR="00DA752E" w:rsidRPr="00DA752E">
        <w:rPr>
          <w:rStyle w:val="Referencingstyle"/>
        </w:rPr>
        <w:t>s</w:t>
      </w:r>
      <w:r w:rsidR="008F5B83" w:rsidRPr="00DA752E">
        <w:rPr>
          <w:rStyle w:val="Referencingstyle"/>
        </w:rPr>
        <w:t> </w:t>
      </w:r>
      <w:r w:rsidR="00E86F96" w:rsidRPr="00DA752E">
        <w:rPr>
          <w:rStyle w:val="Referencingstyle"/>
        </w:rPr>
        <w:t>348D(1)</w:t>
      </w:r>
      <w:r w:rsidR="00DA752E" w:rsidRPr="00DA752E">
        <w:rPr>
          <w:rStyle w:val="Referencingstyle"/>
        </w:rPr>
        <w:t xml:space="preserve"> and </w:t>
      </w:r>
      <w:r w:rsidR="00E86F96" w:rsidRPr="00DA752E">
        <w:rPr>
          <w:rStyle w:val="Referencingstyle"/>
        </w:rPr>
        <w:t>(2) and paragraph</w:t>
      </w:r>
      <w:r w:rsidR="008F5B83" w:rsidRPr="00DA752E">
        <w:rPr>
          <w:rStyle w:val="Referencingstyle"/>
        </w:rPr>
        <w:t> </w:t>
      </w:r>
      <w:r w:rsidR="00E86F96" w:rsidRPr="00DA752E">
        <w:rPr>
          <w:rStyle w:val="Referencingstyle"/>
        </w:rPr>
        <w:t>348D(2)</w:t>
      </w:r>
      <w:r w:rsidR="0019538C" w:rsidRPr="00DA752E">
        <w:rPr>
          <w:rStyle w:val="Referencingstyle"/>
        </w:rPr>
        <w:t>(e)</w:t>
      </w:r>
      <w:r w:rsidR="00E86F96" w:rsidRPr="00DA752E">
        <w:rPr>
          <w:rStyle w:val="Referencingstyle"/>
        </w:rPr>
        <w:t>]</w:t>
      </w:r>
    </w:p>
    <w:p w:rsidR="006125ED" w:rsidRPr="00DA752E" w:rsidRDefault="00483963" w:rsidP="008D51C1">
      <w:pPr>
        <w:pStyle w:val="base-text-paragraph"/>
        <w:rPr>
          <w:rStyle w:val="Referencingstyle"/>
          <w:b w:val="0"/>
          <w:i w:val="0"/>
          <w:sz w:val="22"/>
        </w:rPr>
      </w:pPr>
      <w:r>
        <w:rPr>
          <w:rStyle w:val="Referencingstyle"/>
          <w:b w:val="0"/>
          <w:i w:val="0"/>
          <w:sz w:val="22"/>
        </w:rPr>
        <w:t>A r</w:t>
      </w:r>
      <w:r w:rsidR="006125ED">
        <w:rPr>
          <w:rStyle w:val="Referencingstyle"/>
          <w:b w:val="0"/>
          <w:i w:val="0"/>
          <w:sz w:val="22"/>
        </w:rPr>
        <w:t>elevant heading</w:t>
      </w:r>
      <w:r>
        <w:rPr>
          <w:rStyle w:val="Referencingstyle"/>
          <w:b w:val="0"/>
          <w:i w:val="0"/>
          <w:sz w:val="22"/>
        </w:rPr>
        <w:t xml:space="preserve"> is</w:t>
      </w:r>
      <w:r w:rsidR="006125ED">
        <w:rPr>
          <w:rStyle w:val="Referencingstyle"/>
          <w:b w:val="0"/>
          <w:i w:val="0"/>
          <w:sz w:val="22"/>
        </w:rPr>
        <w:t xml:space="preserve"> also updated to refer to notified foreign passport funds, in addition </w:t>
      </w:r>
      <w:r w:rsidR="006125ED" w:rsidRPr="000834D0">
        <w:t>to</w:t>
      </w:r>
      <w:r w:rsidR="006125ED">
        <w:rPr>
          <w:rStyle w:val="Referencingstyle"/>
          <w:b w:val="0"/>
          <w:i w:val="0"/>
          <w:sz w:val="22"/>
        </w:rPr>
        <w:t xml:space="preserve"> companies and registered schemes. </w:t>
      </w:r>
      <w:r w:rsidR="006125ED" w:rsidRPr="00DA752E">
        <w:rPr>
          <w:rStyle w:val="Referencingstyle"/>
        </w:rPr>
        <w:t>[Schedule 2, item</w:t>
      </w:r>
      <w:r w:rsidR="0024734C">
        <w:rPr>
          <w:rStyle w:val="Referencingstyle"/>
        </w:rPr>
        <w:t> </w:t>
      </w:r>
      <w:r w:rsidR="006125ED">
        <w:rPr>
          <w:rStyle w:val="Referencingstyle"/>
        </w:rPr>
        <w:t>100</w:t>
      </w:r>
      <w:r w:rsidR="006125ED" w:rsidRPr="00DA752E">
        <w:rPr>
          <w:rStyle w:val="Referencingstyle"/>
        </w:rPr>
        <w:t xml:space="preserve">, </w:t>
      </w:r>
      <w:r w:rsidR="006125ED">
        <w:rPr>
          <w:rStyle w:val="Referencingstyle"/>
        </w:rPr>
        <w:t>heading to Chapter</w:t>
      </w:r>
      <w:r w:rsidR="0024734C">
        <w:rPr>
          <w:rStyle w:val="Referencingstyle"/>
        </w:rPr>
        <w:t> </w:t>
      </w:r>
      <w:r w:rsidR="006125ED">
        <w:rPr>
          <w:rStyle w:val="Referencingstyle"/>
        </w:rPr>
        <w:t>2N</w:t>
      </w:r>
      <w:r w:rsidR="006125ED" w:rsidRPr="00DA752E">
        <w:rPr>
          <w:rStyle w:val="Referencingstyle"/>
        </w:rPr>
        <w:t>]</w:t>
      </w:r>
    </w:p>
    <w:p w:rsidR="00F62F5E" w:rsidRDefault="00F62F5E" w:rsidP="008D51C1">
      <w:pPr>
        <w:pStyle w:val="Heading4"/>
      </w:pPr>
      <w:proofErr w:type="spellStart"/>
      <w:r>
        <w:t>Lodgments</w:t>
      </w:r>
      <w:proofErr w:type="spellEnd"/>
      <w:r>
        <w:t xml:space="preserve"> with ASIC</w:t>
      </w:r>
    </w:p>
    <w:p w:rsidR="00F62F5E" w:rsidRPr="0059323F" w:rsidRDefault="00F62F5E" w:rsidP="008D51C1">
      <w:pPr>
        <w:pStyle w:val="base-text-paragraph"/>
        <w:rPr>
          <w:rStyle w:val="Referencingstyle"/>
          <w:b w:val="0"/>
          <w:i w:val="0"/>
          <w:sz w:val="22"/>
        </w:rPr>
      </w:pPr>
      <w:r>
        <w:t>Similar to a body or registered scheme, a document lodged with ASIC by, or on behalf of, a notified foreign passport fund or its operator, must either be signed by a director or secretary of the operator of the fund, or the local agent for the operator of the fund, or if the local agent is a company —</w:t>
      </w:r>
      <w:r w:rsidRPr="00F62F5E">
        <w:t xml:space="preserve"> </w:t>
      </w:r>
      <w:r>
        <w:t xml:space="preserve">a director or secretary of that company. </w:t>
      </w:r>
      <w:r>
        <w:rPr>
          <w:rStyle w:val="Referencingstyle"/>
        </w:rPr>
        <w:t>[Schedule 2, item </w:t>
      </w:r>
      <w:r w:rsidR="002D49DF">
        <w:rPr>
          <w:rStyle w:val="Referencingstyle"/>
        </w:rPr>
        <w:t>11</w:t>
      </w:r>
      <w:r w:rsidR="0034023C">
        <w:rPr>
          <w:rStyle w:val="Referencingstyle"/>
        </w:rPr>
        <w:t>7</w:t>
      </w:r>
      <w:r w:rsidR="002D49DF">
        <w:rPr>
          <w:rStyle w:val="Referencingstyle"/>
        </w:rPr>
        <w:t>, s</w:t>
      </w:r>
      <w:r w:rsidR="001427D5">
        <w:rPr>
          <w:rStyle w:val="Referencingstyle"/>
        </w:rPr>
        <w:t>ubs</w:t>
      </w:r>
      <w:r w:rsidR="002D49DF">
        <w:rPr>
          <w:rStyle w:val="Referencingstyle"/>
        </w:rPr>
        <w:t>ection 351(1A)</w:t>
      </w:r>
      <w:r w:rsidRPr="00375F1D">
        <w:rPr>
          <w:rStyle w:val="Referencingstyle"/>
        </w:rPr>
        <w:t>]</w:t>
      </w:r>
    </w:p>
    <w:p w:rsidR="002933BB" w:rsidRPr="0059323F" w:rsidRDefault="002933BB" w:rsidP="008D51C1">
      <w:pPr>
        <w:pStyle w:val="base-text-paragraph"/>
        <w:rPr>
          <w:rStyle w:val="Referencingstyle"/>
          <w:b w:val="0"/>
          <w:i w:val="0"/>
          <w:sz w:val="22"/>
        </w:rPr>
      </w:pPr>
      <w:r>
        <w:rPr>
          <w:rStyle w:val="Referencingstyle"/>
          <w:b w:val="0"/>
          <w:i w:val="0"/>
          <w:sz w:val="22"/>
        </w:rPr>
        <w:t>A</w:t>
      </w:r>
      <w:r w:rsidR="00261522">
        <w:rPr>
          <w:rStyle w:val="Referencingstyle"/>
          <w:b w:val="0"/>
          <w:i w:val="0"/>
          <w:sz w:val="22"/>
        </w:rPr>
        <w:t>n</w:t>
      </w:r>
      <w:r>
        <w:rPr>
          <w:rStyle w:val="Referencingstyle"/>
          <w:b w:val="0"/>
          <w:i w:val="0"/>
          <w:sz w:val="22"/>
        </w:rPr>
        <w:t xml:space="preserve"> amendment </w:t>
      </w:r>
      <w:r w:rsidR="00605CC6">
        <w:rPr>
          <w:rStyle w:val="Referencingstyle"/>
          <w:b w:val="0"/>
          <w:i w:val="0"/>
          <w:sz w:val="22"/>
        </w:rPr>
        <w:t xml:space="preserve">unrelated to notified foreign passport funds </w:t>
      </w:r>
      <w:r>
        <w:rPr>
          <w:rStyle w:val="Referencingstyle"/>
          <w:b w:val="0"/>
          <w:i w:val="0"/>
          <w:sz w:val="22"/>
        </w:rPr>
        <w:t xml:space="preserve">is </w:t>
      </w:r>
      <w:r w:rsidR="00605CC6">
        <w:rPr>
          <w:rStyle w:val="Referencingstyle"/>
          <w:b w:val="0"/>
          <w:i w:val="0"/>
          <w:sz w:val="22"/>
        </w:rPr>
        <w:t xml:space="preserve">also </w:t>
      </w:r>
      <w:r>
        <w:rPr>
          <w:rStyle w:val="Referencingstyle"/>
          <w:b w:val="0"/>
          <w:i w:val="0"/>
          <w:sz w:val="22"/>
        </w:rPr>
        <w:t xml:space="preserve">made to clarify that liability for late </w:t>
      </w:r>
      <w:proofErr w:type="spellStart"/>
      <w:r>
        <w:rPr>
          <w:rStyle w:val="Referencingstyle"/>
          <w:b w:val="0"/>
          <w:i w:val="0"/>
          <w:sz w:val="22"/>
        </w:rPr>
        <w:t>lodgment</w:t>
      </w:r>
      <w:proofErr w:type="spellEnd"/>
      <w:r>
        <w:rPr>
          <w:rStyle w:val="Referencingstyle"/>
          <w:b w:val="0"/>
          <w:i w:val="0"/>
          <w:sz w:val="22"/>
        </w:rPr>
        <w:t xml:space="preserve"> fees or continuing offences is not </w:t>
      </w:r>
      <w:r w:rsidRPr="000834D0">
        <w:t>affected</w:t>
      </w:r>
      <w:r>
        <w:rPr>
          <w:rStyle w:val="Referencingstyle"/>
          <w:b w:val="0"/>
          <w:i w:val="0"/>
          <w:sz w:val="22"/>
        </w:rPr>
        <w:t xml:space="preserve"> if ASIC accepts a telephone notice of a change to a particular</w:t>
      </w:r>
      <w:r w:rsidR="00605CC6">
        <w:rPr>
          <w:rStyle w:val="Referencingstyle"/>
          <w:b w:val="0"/>
          <w:i w:val="0"/>
          <w:sz w:val="22"/>
        </w:rPr>
        <w:t xml:space="preserve"> in respect of telephone notices made by registered schemes</w:t>
      </w:r>
      <w:r w:rsidR="0090704E">
        <w:rPr>
          <w:rStyle w:val="Referencingstyle"/>
          <w:b w:val="0"/>
          <w:i w:val="0"/>
          <w:sz w:val="22"/>
        </w:rPr>
        <w:t>, in addition to companies as currently provided</w:t>
      </w:r>
      <w:r w:rsidR="00605CC6">
        <w:rPr>
          <w:rStyle w:val="Referencingstyle"/>
          <w:b w:val="0"/>
          <w:i w:val="0"/>
          <w:sz w:val="22"/>
        </w:rPr>
        <w:t xml:space="preserve">. </w:t>
      </w:r>
      <w:r w:rsidR="00605CC6">
        <w:rPr>
          <w:rStyle w:val="Referencingstyle"/>
        </w:rPr>
        <w:t>[Schedule</w:t>
      </w:r>
      <w:r w:rsidR="001A765F">
        <w:rPr>
          <w:rStyle w:val="Referencingstyle"/>
        </w:rPr>
        <w:t> </w:t>
      </w:r>
      <w:r w:rsidR="00605CC6">
        <w:rPr>
          <w:rStyle w:val="Referencingstyle"/>
        </w:rPr>
        <w:t xml:space="preserve">2, </w:t>
      </w:r>
      <w:r w:rsidR="001A765F">
        <w:rPr>
          <w:rStyle w:val="Referencingstyle"/>
        </w:rPr>
        <w:t>i</w:t>
      </w:r>
      <w:r w:rsidR="00605CC6">
        <w:rPr>
          <w:rStyle w:val="Referencingstyle"/>
        </w:rPr>
        <w:t>tem</w:t>
      </w:r>
      <w:r w:rsidR="001A765F">
        <w:rPr>
          <w:rStyle w:val="Referencingstyle"/>
        </w:rPr>
        <w:t> </w:t>
      </w:r>
      <w:r w:rsidR="00605CC6">
        <w:rPr>
          <w:rStyle w:val="Referencingstyle"/>
        </w:rPr>
        <w:t>1</w:t>
      </w:r>
      <w:r w:rsidR="0034023C">
        <w:rPr>
          <w:rStyle w:val="Referencingstyle"/>
        </w:rPr>
        <w:t>18</w:t>
      </w:r>
      <w:r w:rsidR="00605CC6">
        <w:rPr>
          <w:rStyle w:val="Referencingstyle"/>
        </w:rPr>
        <w:t>, subsection</w:t>
      </w:r>
      <w:r w:rsidR="001A765F">
        <w:rPr>
          <w:rStyle w:val="Referencingstyle"/>
        </w:rPr>
        <w:t> </w:t>
      </w:r>
      <w:r w:rsidR="00605CC6">
        <w:rPr>
          <w:rStyle w:val="Referencingstyle"/>
        </w:rPr>
        <w:t>354(2)]</w:t>
      </w:r>
    </w:p>
    <w:p w:rsidR="0059323F" w:rsidRPr="0057740D" w:rsidRDefault="00F34FDB" w:rsidP="008D51C1">
      <w:pPr>
        <w:pStyle w:val="Heading4"/>
      </w:pPr>
      <w:r>
        <w:t>Sanctions and e</w:t>
      </w:r>
      <w:r w:rsidR="0059323F" w:rsidRPr="0057740D">
        <w:t>xemption orders relating to Part 2M.3 Financial reporting</w:t>
      </w:r>
    </w:p>
    <w:p w:rsidR="00F34FDB" w:rsidRPr="0059323F" w:rsidRDefault="00F34FDB" w:rsidP="008D51C1">
      <w:pPr>
        <w:pStyle w:val="base-text-paragraph"/>
        <w:rPr>
          <w:rStyle w:val="Referencingstyle"/>
          <w:b w:val="0"/>
          <w:i w:val="0"/>
          <w:sz w:val="22"/>
        </w:rPr>
      </w:pPr>
      <w:r>
        <w:t>Directors and operators of notified foreign passport funds who contravene the financial reporting requirements in Part</w:t>
      </w:r>
      <w:r w:rsidR="001A1DED">
        <w:t> </w:t>
      </w:r>
      <w:r>
        <w:t>2M.3 commit an offence. This offence is a civil penalty provision</w:t>
      </w:r>
      <w:r>
        <w:rPr>
          <w:rStyle w:val="Referencingstyle"/>
          <w:b w:val="0"/>
          <w:i w:val="0"/>
          <w:sz w:val="22"/>
        </w:rPr>
        <w:t xml:space="preserve">. </w:t>
      </w:r>
      <w:r>
        <w:rPr>
          <w:rStyle w:val="Referencingstyle"/>
        </w:rPr>
        <w:t>[Schedule 2, items 97 to 99 and 272, note to subsection</w:t>
      </w:r>
      <w:r w:rsidR="00FB4AE5">
        <w:rPr>
          <w:rStyle w:val="Referencingstyle"/>
        </w:rPr>
        <w:t> </w:t>
      </w:r>
      <w:r>
        <w:rPr>
          <w:rStyle w:val="Referencingstyle"/>
        </w:rPr>
        <w:t>344(1), subsections</w:t>
      </w:r>
      <w:r w:rsidR="00FB4AE5">
        <w:rPr>
          <w:rStyle w:val="Referencingstyle"/>
        </w:rPr>
        <w:t> </w:t>
      </w:r>
      <w:r>
        <w:rPr>
          <w:rStyle w:val="Referencingstyle"/>
        </w:rPr>
        <w:t>344(1) and (2) and subsection</w:t>
      </w:r>
      <w:r w:rsidR="00FB4AE5">
        <w:rPr>
          <w:rStyle w:val="Referencingstyle"/>
        </w:rPr>
        <w:t> </w:t>
      </w:r>
      <w:r>
        <w:rPr>
          <w:rStyle w:val="Referencingstyle"/>
        </w:rPr>
        <w:t>1317E(1) table item</w:t>
      </w:r>
      <w:r w:rsidR="00FB4AE5">
        <w:rPr>
          <w:rStyle w:val="Referencingstyle"/>
        </w:rPr>
        <w:t> </w:t>
      </w:r>
      <w:r>
        <w:rPr>
          <w:rStyle w:val="Referencingstyle"/>
        </w:rPr>
        <w:t>5]</w:t>
      </w:r>
    </w:p>
    <w:p w:rsidR="0059323F" w:rsidRDefault="0057740D" w:rsidP="008D51C1">
      <w:pPr>
        <w:pStyle w:val="base-text-paragraph"/>
      </w:pPr>
      <w:r w:rsidRPr="001C55E7">
        <w:t xml:space="preserve">Exemption orders in relation to the application of all or specified requirements under </w:t>
      </w:r>
      <w:r w:rsidRPr="0057740D">
        <w:t xml:space="preserve">Part 2M.3 to notified foreign passport funds are discussed </w:t>
      </w:r>
      <w:r w:rsidR="001427D5">
        <w:t>at paragraph</w:t>
      </w:r>
      <w:r w:rsidR="00415938">
        <w:t>s</w:t>
      </w:r>
      <w:r w:rsidR="00FB4AE5">
        <w:t> </w:t>
      </w:r>
      <w:r w:rsidR="00415938">
        <w:t>7.27 to 7.36</w:t>
      </w:r>
      <w:r w:rsidRPr="0057740D">
        <w:t>.</w:t>
      </w:r>
    </w:p>
    <w:p w:rsidR="00546EFB" w:rsidRDefault="00543E49" w:rsidP="008D51C1">
      <w:pPr>
        <w:pStyle w:val="Heading4"/>
      </w:pPr>
      <w:r>
        <w:t>Process for inspecting books</w:t>
      </w:r>
    </w:p>
    <w:p w:rsidR="00A30B09" w:rsidRPr="00823DE8" w:rsidRDefault="00543E49" w:rsidP="008D51C1">
      <w:pPr>
        <w:pStyle w:val="base-text-paragraph"/>
      </w:pPr>
      <w:r w:rsidRPr="0047291C">
        <w:t>The existing law gives persons a right to inspect any document lodged with ASIC. In the context of notified foreign passport funds, documents lodged with ASIC include PDSs, financial statements and audit reports.</w:t>
      </w:r>
    </w:p>
    <w:p w:rsidR="00543E49" w:rsidRPr="00D95DD8" w:rsidRDefault="009E2381" w:rsidP="008D51C1">
      <w:pPr>
        <w:pStyle w:val="base-text-paragraph"/>
        <w:rPr>
          <w:rStyle w:val="Referencingstyle"/>
          <w:sz w:val="22"/>
        </w:rPr>
      </w:pPr>
      <w:r>
        <w:t>Any book that the Act requires to be made available for inspection may be inspected</w:t>
      </w:r>
      <w:r w:rsidR="00543E49" w:rsidRPr="0047291C">
        <w:t xml:space="preserve"> by attending the registered Australian office of the operator of the fund at any time when the office is open to the public. </w:t>
      </w:r>
      <w:r w:rsidR="00543E49" w:rsidRPr="00543E49">
        <w:rPr>
          <w:rStyle w:val="Referencingstyle"/>
        </w:rPr>
        <w:t xml:space="preserve">[Schedule 2, item </w:t>
      </w:r>
      <w:r w:rsidR="00347422">
        <w:rPr>
          <w:rStyle w:val="Referencingstyle"/>
        </w:rPr>
        <w:t>270A</w:t>
      </w:r>
      <w:r w:rsidR="00543E49" w:rsidRPr="00543E49">
        <w:rPr>
          <w:rStyle w:val="Referencingstyle"/>
        </w:rPr>
        <w:t xml:space="preserve">, section </w:t>
      </w:r>
      <w:r w:rsidR="00543E49" w:rsidRPr="004B4454">
        <w:rPr>
          <w:rStyle w:val="Referencingstyle"/>
        </w:rPr>
        <w:t>1</w:t>
      </w:r>
      <w:r w:rsidR="00543E49" w:rsidRPr="00B17932">
        <w:rPr>
          <w:rStyle w:val="Referencingstyle"/>
        </w:rPr>
        <w:t>300]</w:t>
      </w:r>
    </w:p>
    <w:p w:rsidR="00D95DD8" w:rsidRPr="00543E49" w:rsidRDefault="00D95DD8" w:rsidP="008D51C1">
      <w:pPr>
        <w:pStyle w:val="base-text-paragraph"/>
      </w:pPr>
      <w:r>
        <w:t xml:space="preserve">A member or former member of the fund </w:t>
      </w:r>
      <w:r w:rsidR="00B042D6">
        <w:t>who acquired an interest in Australia or is ordinarily resident in Australia</w:t>
      </w:r>
      <w:r>
        <w:t xml:space="preserve"> may </w:t>
      </w:r>
      <w:r w:rsidR="001C7078">
        <w:t xml:space="preserve">also </w:t>
      </w:r>
      <w:r>
        <w:t xml:space="preserve">apply to the Court for an order that the operator of the fund </w:t>
      </w:r>
      <w:r w:rsidR="00521A55">
        <w:t>provide them with</w:t>
      </w:r>
      <w:r>
        <w:t xml:space="preserve"> </w:t>
      </w:r>
      <w:r w:rsidR="005A4DBE">
        <w:t xml:space="preserve">an electronic copy of the </w:t>
      </w:r>
      <w:r>
        <w:t xml:space="preserve">books that relate to the fund or an English translation of those books. </w:t>
      </w:r>
      <w:r w:rsidR="00521A55">
        <w:t>These books may</w:t>
      </w:r>
      <w:r w:rsidR="008A7F4B">
        <w:t xml:space="preserve"> also</w:t>
      </w:r>
      <w:r w:rsidR="00521A55">
        <w:t xml:space="preserve"> be copied, unless the Court orders otherwise. An application by a person seeking books will only be granted if the person acts in good faith and for a proper purpose.</w:t>
      </w:r>
      <w:r w:rsidR="00521A55" w:rsidRPr="00521A55">
        <w:rPr>
          <w:rStyle w:val="Referencingstyle"/>
        </w:rPr>
        <w:t xml:space="preserve"> </w:t>
      </w:r>
      <w:r w:rsidR="00521A55">
        <w:rPr>
          <w:rStyle w:val="Referencingstyle"/>
        </w:rPr>
        <w:t>[Schedule 1</w:t>
      </w:r>
      <w:r w:rsidR="00521A55" w:rsidRPr="00543E49">
        <w:rPr>
          <w:rStyle w:val="Referencingstyle"/>
        </w:rPr>
        <w:t xml:space="preserve">, item </w:t>
      </w:r>
      <w:r w:rsidR="00521A55">
        <w:rPr>
          <w:rStyle w:val="Referencingstyle"/>
        </w:rPr>
        <w:t>1</w:t>
      </w:r>
      <w:r w:rsidR="00521A55" w:rsidRPr="00543E49">
        <w:rPr>
          <w:rStyle w:val="Referencingstyle"/>
        </w:rPr>
        <w:t xml:space="preserve">, section </w:t>
      </w:r>
      <w:r w:rsidR="00521A55">
        <w:rPr>
          <w:rStyle w:val="Referencingstyle"/>
        </w:rPr>
        <w:t>1213HB</w:t>
      </w:r>
      <w:r w:rsidR="00521A55" w:rsidRPr="00B17932">
        <w:rPr>
          <w:rStyle w:val="Referencingstyle"/>
        </w:rPr>
        <w:t>]</w:t>
      </w:r>
    </w:p>
    <w:p w:rsidR="00B14825" w:rsidRDefault="00B14825" w:rsidP="008D51C1">
      <w:pPr>
        <w:pStyle w:val="Heading3"/>
      </w:pPr>
      <w:r>
        <w:t>Takeovers</w:t>
      </w:r>
    </w:p>
    <w:p w:rsidR="00AF31D9" w:rsidRPr="00AF31D9" w:rsidRDefault="00AF31D9" w:rsidP="008D51C1">
      <w:pPr>
        <w:pStyle w:val="Heading4"/>
      </w:pPr>
      <w:r>
        <w:t>Securities</w:t>
      </w:r>
      <w:r w:rsidR="00304821">
        <w:t xml:space="preserve"> and </w:t>
      </w:r>
      <w:r w:rsidR="00D03A91">
        <w:t>r</w:t>
      </w:r>
      <w:r w:rsidR="00304821">
        <w:t>egistered scheme</w:t>
      </w:r>
      <w:r w:rsidR="00D03A91">
        <w:t>s</w:t>
      </w:r>
    </w:p>
    <w:p w:rsidR="00803048" w:rsidRPr="00A14F17" w:rsidRDefault="00657BDD" w:rsidP="008D51C1">
      <w:pPr>
        <w:pStyle w:val="base-text-paragraph"/>
      </w:pPr>
      <w:r w:rsidRPr="00A14F17">
        <w:t xml:space="preserve">The </w:t>
      </w:r>
      <w:r w:rsidR="00803048" w:rsidRPr="00A14F17">
        <w:t>definition</w:t>
      </w:r>
      <w:r w:rsidRPr="00A14F17">
        <w:t xml:space="preserve"> of </w:t>
      </w:r>
      <w:r w:rsidR="00C37EFB">
        <w:t>‘</w:t>
      </w:r>
      <w:r w:rsidRPr="00F230C4">
        <w:t>securities</w:t>
      </w:r>
      <w:r w:rsidR="00C37EFB">
        <w:t>’</w:t>
      </w:r>
      <w:r w:rsidRPr="00A14F17">
        <w:t xml:space="preserve"> for the purposes of </w:t>
      </w:r>
      <w:r w:rsidR="00A14F17" w:rsidRPr="00A14F17">
        <w:t>Chapters</w:t>
      </w:r>
      <w:r w:rsidR="00A14F17">
        <w:t> </w:t>
      </w:r>
      <w:r w:rsidR="00803048" w:rsidRPr="00A14F17">
        <w:t xml:space="preserve">6 </w:t>
      </w:r>
      <w:r w:rsidR="00A14F17" w:rsidRPr="00A14F17">
        <w:t>to</w:t>
      </w:r>
      <w:r w:rsidR="00A14F17">
        <w:t> </w:t>
      </w:r>
      <w:r w:rsidR="00803048" w:rsidRPr="00A14F17">
        <w:t>6CA is repealed and replaced with a revised definition.</w:t>
      </w:r>
      <w:r w:rsidR="00803048" w:rsidRPr="00A14F17">
        <w:rPr>
          <w:rStyle w:val="Referencingstyle"/>
        </w:rPr>
        <w:t xml:space="preserve"> </w:t>
      </w:r>
      <w:r w:rsidR="00276054" w:rsidRPr="00A14F17">
        <w:rPr>
          <w:rStyle w:val="Referencingstyle"/>
        </w:rPr>
        <w:t>[</w:t>
      </w:r>
      <w:r w:rsidR="00A14F17" w:rsidRPr="00A14F17">
        <w:rPr>
          <w:rStyle w:val="Referencingstyle"/>
        </w:rPr>
        <w:t>Schedule</w:t>
      </w:r>
      <w:r w:rsidR="00A14F17">
        <w:rPr>
          <w:rStyle w:val="Referencingstyle"/>
        </w:rPr>
        <w:t> </w:t>
      </w:r>
      <w:r w:rsidR="00803048" w:rsidRPr="00A14F17">
        <w:rPr>
          <w:rStyle w:val="Referencingstyle"/>
        </w:rPr>
        <w:t xml:space="preserve">2, </w:t>
      </w:r>
      <w:r w:rsidR="00A14F17" w:rsidRPr="00A14F17">
        <w:rPr>
          <w:rStyle w:val="Referencingstyle"/>
        </w:rPr>
        <w:t>item</w:t>
      </w:r>
      <w:r w:rsidR="00A14F17">
        <w:rPr>
          <w:rStyle w:val="Referencingstyle"/>
        </w:rPr>
        <w:t> </w:t>
      </w:r>
      <w:r w:rsidR="00803048" w:rsidRPr="00A14F17">
        <w:rPr>
          <w:rStyle w:val="Referencingstyle"/>
        </w:rPr>
        <w:t xml:space="preserve">40, </w:t>
      </w:r>
      <w:r w:rsidR="00A14F17" w:rsidRPr="00A14F17">
        <w:rPr>
          <w:rStyle w:val="Referencingstyle"/>
        </w:rPr>
        <w:t>subsection</w:t>
      </w:r>
      <w:r w:rsidR="00A14F17">
        <w:rPr>
          <w:rStyle w:val="Referencingstyle"/>
        </w:rPr>
        <w:t> </w:t>
      </w:r>
      <w:r w:rsidR="00803048" w:rsidRPr="00A14F17">
        <w:rPr>
          <w:rStyle w:val="Referencingstyle"/>
        </w:rPr>
        <w:t>92(3)]</w:t>
      </w:r>
    </w:p>
    <w:p w:rsidR="008B289F" w:rsidRPr="00A14F17" w:rsidRDefault="00197704" w:rsidP="008D51C1">
      <w:pPr>
        <w:pStyle w:val="base-text-paragraph"/>
      </w:pPr>
      <w:r>
        <w:rPr>
          <w:rStyle w:val="Referencingstyle"/>
          <w:b w:val="0"/>
          <w:i w:val="0"/>
          <w:sz w:val="22"/>
        </w:rPr>
        <w:t xml:space="preserve">To ensure that the acquisition of interests in a notified foreign passport fund will not be subject to Australia’s takeovers rules, </w:t>
      </w:r>
      <w:r w:rsidR="00821959" w:rsidRPr="00A14F17">
        <w:rPr>
          <w:rStyle w:val="Referencingstyle"/>
          <w:b w:val="0"/>
          <w:i w:val="0"/>
          <w:sz w:val="22"/>
        </w:rPr>
        <w:t>the meaning of</w:t>
      </w:r>
      <w:r w:rsidR="0031022B" w:rsidRPr="00A14F17">
        <w:rPr>
          <w:rStyle w:val="Referencingstyle"/>
          <w:b w:val="0"/>
          <w:i w:val="0"/>
          <w:sz w:val="22"/>
        </w:rPr>
        <w:t xml:space="preserve"> </w:t>
      </w:r>
      <w:r w:rsidR="0031022B" w:rsidRPr="000834D0">
        <w:t>securities</w:t>
      </w:r>
      <w:r w:rsidR="0031022B" w:rsidRPr="00A14F17">
        <w:rPr>
          <w:rStyle w:val="Referencingstyle"/>
          <w:b w:val="0"/>
          <w:i w:val="0"/>
          <w:sz w:val="22"/>
        </w:rPr>
        <w:t xml:space="preserve"> </w:t>
      </w:r>
      <w:r>
        <w:rPr>
          <w:rStyle w:val="Referencingstyle"/>
          <w:b w:val="0"/>
          <w:i w:val="0"/>
          <w:sz w:val="22"/>
        </w:rPr>
        <w:t xml:space="preserve">in Chapters 6 to 6B and 6CA </w:t>
      </w:r>
      <w:r w:rsidR="00AC2DF0" w:rsidRPr="00A14F17">
        <w:rPr>
          <w:rStyle w:val="Referencingstyle"/>
          <w:b w:val="0"/>
          <w:i w:val="0"/>
          <w:sz w:val="22"/>
        </w:rPr>
        <w:t>exclude</w:t>
      </w:r>
      <w:r>
        <w:rPr>
          <w:rStyle w:val="Referencingstyle"/>
          <w:b w:val="0"/>
          <w:i w:val="0"/>
          <w:sz w:val="22"/>
        </w:rPr>
        <w:t>s</w:t>
      </w:r>
      <w:r w:rsidR="0041558D" w:rsidRPr="00A14F17" w:rsidDel="00CE6CF8">
        <w:rPr>
          <w:rStyle w:val="Referencingstyle"/>
          <w:b w:val="0"/>
          <w:i w:val="0"/>
          <w:sz w:val="22"/>
        </w:rPr>
        <w:t xml:space="preserve"> </w:t>
      </w:r>
      <w:r w:rsidR="0041558D" w:rsidRPr="00A14F17">
        <w:rPr>
          <w:rStyle w:val="Referencingstyle"/>
          <w:b w:val="0"/>
          <w:i w:val="0"/>
          <w:sz w:val="22"/>
        </w:rPr>
        <w:t>interest</w:t>
      </w:r>
      <w:r w:rsidR="00C666CC" w:rsidRPr="00A14F17">
        <w:rPr>
          <w:rStyle w:val="Referencingstyle"/>
          <w:b w:val="0"/>
          <w:i w:val="0"/>
          <w:sz w:val="22"/>
        </w:rPr>
        <w:t>s</w:t>
      </w:r>
      <w:r w:rsidR="0041558D" w:rsidRPr="00A14F17">
        <w:rPr>
          <w:rStyle w:val="Referencingstyle"/>
          <w:b w:val="0"/>
          <w:i w:val="0"/>
          <w:sz w:val="22"/>
        </w:rPr>
        <w:t xml:space="preserve"> in a notified foreign passport fund</w:t>
      </w:r>
      <w:r w:rsidR="008B289F">
        <w:rPr>
          <w:rStyle w:val="Referencingstyle"/>
          <w:b w:val="0"/>
          <w:i w:val="0"/>
          <w:sz w:val="22"/>
        </w:rPr>
        <w:t>.</w:t>
      </w:r>
      <w:r w:rsidR="00AB39B4">
        <w:rPr>
          <w:rStyle w:val="Referencingstyle"/>
          <w:b w:val="0"/>
          <w:i w:val="0"/>
          <w:sz w:val="22"/>
        </w:rPr>
        <w:t xml:space="preserve"> </w:t>
      </w:r>
      <w:r w:rsidR="00D53934">
        <w:rPr>
          <w:rStyle w:val="Referencingstyle"/>
          <w:b w:val="0"/>
          <w:i w:val="0"/>
          <w:sz w:val="22"/>
        </w:rPr>
        <w:t>Takeovers of notified foreign passport funds are more appropriately regulated in the fund’s home economy.</w:t>
      </w:r>
      <w:r w:rsidR="00AB39B4" w:rsidRPr="00A14F17">
        <w:rPr>
          <w:rStyle w:val="Referencingstyle"/>
        </w:rPr>
        <w:t xml:space="preserve"> [Schedule</w:t>
      </w:r>
      <w:r w:rsidR="00CD25AD" w:rsidRPr="00A14F17">
        <w:rPr>
          <w:rStyle w:val="Referencingstyle"/>
        </w:rPr>
        <w:t> </w:t>
      </w:r>
      <w:r w:rsidR="00A12AEE" w:rsidRPr="00A14F17">
        <w:rPr>
          <w:rStyle w:val="Referencingstyle"/>
        </w:rPr>
        <w:t>2</w:t>
      </w:r>
      <w:r w:rsidR="00AB39B4" w:rsidRPr="00A14F17">
        <w:rPr>
          <w:rStyle w:val="Referencingstyle"/>
        </w:rPr>
        <w:t xml:space="preserve">, </w:t>
      </w:r>
      <w:r w:rsidR="001427D5" w:rsidRPr="00A14F17">
        <w:rPr>
          <w:rStyle w:val="Referencingstyle"/>
        </w:rPr>
        <w:t>item</w:t>
      </w:r>
      <w:r w:rsidR="00862284">
        <w:rPr>
          <w:rStyle w:val="Referencingstyle"/>
        </w:rPr>
        <w:t> </w:t>
      </w:r>
      <w:r w:rsidR="004975BD" w:rsidRPr="00A14F17">
        <w:rPr>
          <w:rStyle w:val="Referencingstyle"/>
        </w:rPr>
        <w:t>40</w:t>
      </w:r>
      <w:r w:rsidR="00AB39B4" w:rsidRPr="00A14F17">
        <w:rPr>
          <w:rStyle w:val="Referencingstyle"/>
        </w:rPr>
        <w:t xml:space="preserve">, </w:t>
      </w:r>
      <w:r w:rsidR="001427D5" w:rsidRPr="00A14F17">
        <w:rPr>
          <w:rStyle w:val="Referencingstyle"/>
        </w:rPr>
        <w:t>paragraph </w:t>
      </w:r>
      <w:r w:rsidR="00AB39B4" w:rsidRPr="00A14F17">
        <w:rPr>
          <w:rStyle w:val="Referencingstyle"/>
        </w:rPr>
        <w:t>92</w:t>
      </w:r>
      <w:r w:rsidR="00C44B97" w:rsidRPr="00A14F17">
        <w:rPr>
          <w:rStyle w:val="Referencingstyle"/>
        </w:rPr>
        <w:t>(3)</w:t>
      </w:r>
      <w:r w:rsidR="0017652D" w:rsidRPr="00A14F17">
        <w:rPr>
          <w:rStyle w:val="Referencingstyle"/>
        </w:rPr>
        <w:t>(</w:t>
      </w:r>
      <w:proofErr w:type="spellStart"/>
      <w:r w:rsidR="004975BD" w:rsidRPr="00A14F17">
        <w:rPr>
          <w:rStyle w:val="Referencingstyle"/>
        </w:rPr>
        <w:t>i</w:t>
      </w:r>
      <w:proofErr w:type="spellEnd"/>
      <w:r w:rsidR="00C44B97" w:rsidRPr="00A14F17">
        <w:rPr>
          <w:rStyle w:val="Referencingstyle"/>
        </w:rPr>
        <w:t>)</w:t>
      </w:r>
      <w:r w:rsidR="00AB39B4" w:rsidRPr="00A14F17">
        <w:rPr>
          <w:rStyle w:val="Referencingstyle"/>
        </w:rPr>
        <w:t>]</w:t>
      </w:r>
    </w:p>
    <w:p w:rsidR="0017652D" w:rsidRPr="00A14F17" w:rsidRDefault="00B90B80" w:rsidP="008D51C1">
      <w:pPr>
        <w:pStyle w:val="base-text-paragraph"/>
      </w:pPr>
      <w:r>
        <w:t xml:space="preserve"> </w:t>
      </w:r>
      <w:r w:rsidR="00803048" w:rsidRPr="00A14F17">
        <w:t>For the purposes of</w:t>
      </w:r>
      <w:r w:rsidR="00AE435B" w:rsidRPr="00A14F17">
        <w:t xml:space="preserve"> Chapter</w:t>
      </w:r>
      <w:r w:rsidR="00B64849" w:rsidRPr="00A14F17">
        <w:t> </w:t>
      </w:r>
      <w:r w:rsidR="00AE435B" w:rsidRPr="00A14F17">
        <w:t xml:space="preserve">6C, </w:t>
      </w:r>
      <w:r w:rsidR="006A2B97">
        <w:t>the meaning of</w:t>
      </w:r>
      <w:r w:rsidR="00AE435B" w:rsidRPr="00A14F17">
        <w:t xml:space="preserve"> </w:t>
      </w:r>
      <w:r w:rsidR="00803048" w:rsidRPr="00A14F17">
        <w:t>‘</w:t>
      </w:r>
      <w:r w:rsidR="00AE435B" w:rsidRPr="00A14F17">
        <w:t>securities</w:t>
      </w:r>
      <w:r w:rsidR="00803048" w:rsidRPr="00A14F17">
        <w:t>’</w:t>
      </w:r>
      <w:r w:rsidR="00AE435B" w:rsidRPr="00A14F17">
        <w:t xml:space="preserve"> include</w:t>
      </w:r>
      <w:r w:rsidR="00CE6CF8" w:rsidRPr="00A14F17">
        <w:t xml:space="preserve">s </w:t>
      </w:r>
      <w:r w:rsidR="0017652D" w:rsidRPr="00A14F17">
        <w:t xml:space="preserve">interests in a </w:t>
      </w:r>
      <w:r w:rsidR="00CE6CF8" w:rsidRPr="00A14F17">
        <w:t xml:space="preserve">listed </w:t>
      </w:r>
      <w:r w:rsidR="0017652D" w:rsidRPr="00A14F17">
        <w:t>notified foreign passport fund</w:t>
      </w:r>
      <w:r w:rsidR="00D53934">
        <w:t>, and the definition of ‘substantial holding’ is also extended</w:t>
      </w:r>
      <w:r w:rsidR="0017652D" w:rsidRPr="00A14F17">
        <w:t xml:space="preserve">. </w:t>
      </w:r>
      <w:r w:rsidR="00D53934">
        <w:t xml:space="preserve">This means that a person who holds a substantial interest in a listed notified foreign passport fund (and a listed notified foreign passport fund itself) will be subject to the information and disclosure requirements set out in Chapter 6C. These disclosure requirements are important protections for Australian investors so they are also applied to notified foreign passport funds. </w:t>
      </w:r>
      <w:r w:rsidR="0017652D" w:rsidRPr="00A14F17">
        <w:t xml:space="preserve"> </w:t>
      </w:r>
      <w:r w:rsidR="0017652D" w:rsidRPr="00A14F17">
        <w:rPr>
          <w:rStyle w:val="Referencingstyle"/>
        </w:rPr>
        <w:t>[</w:t>
      </w:r>
      <w:r w:rsidR="00B64849" w:rsidRPr="00A14F17">
        <w:rPr>
          <w:rStyle w:val="Referencingstyle"/>
        </w:rPr>
        <w:t>Schedule </w:t>
      </w:r>
      <w:r w:rsidR="0017652D" w:rsidRPr="00A14F17">
        <w:rPr>
          <w:rStyle w:val="Referencingstyle"/>
        </w:rPr>
        <w:t xml:space="preserve">2, </w:t>
      </w:r>
      <w:r w:rsidR="00B64849" w:rsidRPr="00A14F17">
        <w:rPr>
          <w:rStyle w:val="Referencingstyle"/>
        </w:rPr>
        <w:t>item</w:t>
      </w:r>
      <w:r w:rsidR="00D53934">
        <w:rPr>
          <w:rStyle w:val="Referencingstyle"/>
        </w:rPr>
        <w:t>s 32A</w:t>
      </w:r>
      <w:r w:rsidR="0088144F">
        <w:rPr>
          <w:rStyle w:val="Referencingstyle"/>
        </w:rPr>
        <w:t xml:space="preserve">, </w:t>
      </w:r>
      <w:r w:rsidR="004975BD" w:rsidRPr="00A14F17">
        <w:rPr>
          <w:rStyle w:val="Referencingstyle"/>
        </w:rPr>
        <w:t>40</w:t>
      </w:r>
      <w:r w:rsidR="00D53934">
        <w:rPr>
          <w:rStyle w:val="Referencingstyle"/>
        </w:rPr>
        <w:t xml:space="preserve"> and</w:t>
      </w:r>
      <w:r w:rsidR="0088144F">
        <w:rPr>
          <w:rStyle w:val="Referencingstyle"/>
        </w:rPr>
        <w:t xml:space="preserve"> 127A</w:t>
      </w:r>
      <w:r w:rsidR="0017652D" w:rsidRPr="00A14F17">
        <w:rPr>
          <w:rStyle w:val="Referencingstyle"/>
        </w:rPr>
        <w:t>,</w:t>
      </w:r>
      <w:r w:rsidR="0017652D" w:rsidRPr="00A14F17" w:rsidDel="004975BD">
        <w:rPr>
          <w:rStyle w:val="Referencingstyle"/>
        </w:rPr>
        <w:t xml:space="preserve"> </w:t>
      </w:r>
      <w:r w:rsidR="00D53934">
        <w:rPr>
          <w:rStyle w:val="Referencingstyle"/>
        </w:rPr>
        <w:t xml:space="preserve">section 9 and </w:t>
      </w:r>
      <w:r w:rsidR="00B64849" w:rsidRPr="00A14F17" w:rsidDel="004975BD">
        <w:rPr>
          <w:rStyle w:val="Referencingstyle"/>
        </w:rPr>
        <w:t>paragraph</w:t>
      </w:r>
      <w:r w:rsidR="00B64849" w:rsidRPr="00A14F17">
        <w:rPr>
          <w:rStyle w:val="Referencingstyle"/>
        </w:rPr>
        <w:t> </w:t>
      </w:r>
      <w:r w:rsidR="0017652D" w:rsidRPr="00A14F17">
        <w:rPr>
          <w:rStyle w:val="Referencingstyle"/>
        </w:rPr>
        <w:t>92(3)(</w:t>
      </w:r>
      <w:r w:rsidR="004975BD" w:rsidRPr="00A14F17">
        <w:rPr>
          <w:rStyle w:val="Referencingstyle"/>
        </w:rPr>
        <w:t>d</w:t>
      </w:r>
      <w:r w:rsidR="0017652D" w:rsidRPr="00A14F17">
        <w:rPr>
          <w:rStyle w:val="Referencingstyle"/>
        </w:rPr>
        <w:t>)</w:t>
      </w:r>
      <w:r w:rsidR="0088144F">
        <w:rPr>
          <w:rStyle w:val="Referencingstyle"/>
        </w:rPr>
        <w:t>, section 608</w:t>
      </w:r>
      <w:r w:rsidR="0017652D" w:rsidRPr="00A14F17">
        <w:rPr>
          <w:rStyle w:val="Referencingstyle"/>
        </w:rPr>
        <w:t>]</w:t>
      </w:r>
    </w:p>
    <w:p w:rsidR="005A55CD" w:rsidRPr="00A14F17" w:rsidRDefault="005A55CD" w:rsidP="008D51C1">
      <w:pPr>
        <w:pStyle w:val="base-text-paragraph"/>
      </w:pPr>
      <w:r>
        <w:t xml:space="preserve">The definition of ‘relevant financial market’ has also been updated to include any financial market on which a notified foreign passport fund is listed. The definition of ‘relevant operator’ has been expanded to include the operator of these markets. </w:t>
      </w:r>
      <w:r>
        <w:rPr>
          <w:rStyle w:val="Referencingstyle"/>
        </w:rPr>
        <w:t>[S</w:t>
      </w:r>
      <w:r w:rsidRPr="00A14F17">
        <w:rPr>
          <w:rStyle w:val="Referencingstyle"/>
        </w:rPr>
        <w:t>chedule 2, item</w:t>
      </w:r>
      <w:r>
        <w:rPr>
          <w:rStyle w:val="Referencingstyle"/>
        </w:rPr>
        <w:t>s 25 to 28</w:t>
      </w:r>
      <w:r w:rsidRPr="00A14F17">
        <w:rPr>
          <w:rStyle w:val="Referencingstyle"/>
        </w:rPr>
        <w:t>,</w:t>
      </w:r>
      <w:r w:rsidRPr="00A14F17" w:rsidDel="004975BD">
        <w:rPr>
          <w:rStyle w:val="Referencingstyle"/>
        </w:rPr>
        <w:t xml:space="preserve"> </w:t>
      </w:r>
      <w:r>
        <w:rPr>
          <w:rStyle w:val="Referencingstyle"/>
        </w:rPr>
        <w:t>section 9, definitions of ‘relevant financial market’ and ‘relevant market operator’</w:t>
      </w:r>
      <w:r w:rsidRPr="00A14F17">
        <w:rPr>
          <w:rStyle w:val="Referencingstyle"/>
        </w:rPr>
        <w:t>]</w:t>
      </w:r>
    </w:p>
    <w:p w:rsidR="008B289F" w:rsidRPr="00100CE8" w:rsidRDefault="004C3492" w:rsidP="008D51C1">
      <w:pPr>
        <w:pStyle w:val="base-text-paragraph"/>
        <w:rPr>
          <w:rStyle w:val="Referencingstyle"/>
          <w:b w:val="0"/>
          <w:i w:val="0"/>
          <w:sz w:val="22"/>
        </w:rPr>
      </w:pPr>
      <w:r>
        <w:t>In addition, r</w:t>
      </w:r>
      <w:r w:rsidR="00C7099D">
        <w:t xml:space="preserve">eferences to </w:t>
      </w:r>
      <w:r w:rsidR="008C6709">
        <w:t>‘</w:t>
      </w:r>
      <w:r>
        <w:t xml:space="preserve">registered </w:t>
      </w:r>
      <w:r w:rsidR="008C6709">
        <w:t xml:space="preserve">managed investment scheme’ </w:t>
      </w:r>
      <w:r>
        <w:t>generally</w:t>
      </w:r>
      <w:r w:rsidR="00C7099D">
        <w:t xml:space="preserve"> in Chapters 6 to 6CA </w:t>
      </w:r>
      <w:r w:rsidR="00D03A91">
        <w:t xml:space="preserve">are </w:t>
      </w:r>
      <w:r>
        <w:t>replaced with</w:t>
      </w:r>
      <w:r w:rsidR="008B289F">
        <w:t xml:space="preserve"> </w:t>
      </w:r>
      <w:r w:rsidR="006A2B97">
        <w:t>references to</w:t>
      </w:r>
      <w:r w:rsidR="008B289F">
        <w:t xml:space="preserve"> </w:t>
      </w:r>
      <w:r>
        <w:t>‘</w:t>
      </w:r>
      <w:r w:rsidR="008B289F">
        <w:t>registered scheme</w:t>
      </w:r>
      <w:r>
        <w:t>’</w:t>
      </w:r>
      <w:r w:rsidR="00C7099D">
        <w:t xml:space="preserve">. This </w:t>
      </w:r>
      <w:r w:rsidR="007F0E1D">
        <w:t xml:space="preserve">clarifies </w:t>
      </w:r>
      <w:r w:rsidR="00C7099D">
        <w:t>that the</w:t>
      </w:r>
      <w:r w:rsidR="007F0E1D">
        <w:t>se</w:t>
      </w:r>
      <w:r w:rsidR="00C7099D">
        <w:t xml:space="preserve"> provisions </w:t>
      </w:r>
      <w:r w:rsidR="007F0E1D">
        <w:t>only apply to registered schemes and not more generally to MISs (including notified foreign passport funds).</w:t>
      </w:r>
      <w:r w:rsidR="00E95B77">
        <w:t xml:space="preserve"> </w:t>
      </w:r>
      <w:r w:rsidR="008E0CFA">
        <w:rPr>
          <w:rStyle w:val="Referencingstyle"/>
        </w:rPr>
        <w:t>[</w:t>
      </w:r>
      <w:r w:rsidR="00B64849">
        <w:rPr>
          <w:rStyle w:val="Referencingstyle"/>
        </w:rPr>
        <w:t>Schedule </w:t>
      </w:r>
      <w:r w:rsidR="00A12AEE">
        <w:rPr>
          <w:rStyle w:val="Referencingstyle"/>
        </w:rPr>
        <w:t>2</w:t>
      </w:r>
      <w:r w:rsidR="008E0CFA">
        <w:rPr>
          <w:rStyle w:val="Referencingstyle"/>
        </w:rPr>
        <w:t>, i</w:t>
      </w:r>
      <w:r w:rsidR="008E0CFA" w:rsidRPr="00375F1D">
        <w:rPr>
          <w:rStyle w:val="Referencingstyle"/>
        </w:rPr>
        <w:t>tem</w:t>
      </w:r>
      <w:r w:rsidR="005937B9">
        <w:rPr>
          <w:rStyle w:val="Referencingstyle"/>
        </w:rPr>
        <w:t>s</w:t>
      </w:r>
      <w:r w:rsidR="00B64849">
        <w:rPr>
          <w:rStyle w:val="Referencingstyle"/>
        </w:rPr>
        <w:t> </w:t>
      </w:r>
      <w:r w:rsidR="00E35A04">
        <w:rPr>
          <w:rStyle w:val="Referencingstyle"/>
        </w:rPr>
        <w:t xml:space="preserve">40, </w:t>
      </w:r>
      <w:r w:rsidR="00030B98">
        <w:rPr>
          <w:rStyle w:val="Referencingstyle"/>
        </w:rPr>
        <w:t>124</w:t>
      </w:r>
      <w:r w:rsidR="005937B9">
        <w:rPr>
          <w:rStyle w:val="Referencingstyle"/>
        </w:rPr>
        <w:t xml:space="preserve"> to </w:t>
      </w:r>
      <w:r w:rsidR="00103666">
        <w:rPr>
          <w:rStyle w:val="Referencingstyle"/>
        </w:rPr>
        <w:t>12</w:t>
      </w:r>
      <w:r w:rsidR="000F07BB">
        <w:rPr>
          <w:rStyle w:val="Referencingstyle"/>
        </w:rPr>
        <w:t>7, 12</w:t>
      </w:r>
      <w:r w:rsidR="00103666">
        <w:rPr>
          <w:rStyle w:val="Referencingstyle"/>
        </w:rPr>
        <w:t>8</w:t>
      </w:r>
      <w:r w:rsidR="008E0CFA" w:rsidRPr="00375F1D">
        <w:rPr>
          <w:rStyle w:val="Referencingstyle"/>
        </w:rPr>
        <w:t>,</w:t>
      </w:r>
      <w:r w:rsidR="005937B9">
        <w:rPr>
          <w:rStyle w:val="Referencingstyle"/>
        </w:rPr>
        <w:t xml:space="preserve"> </w:t>
      </w:r>
      <w:r w:rsidR="008A68B7">
        <w:rPr>
          <w:rStyle w:val="Referencingstyle"/>
        </w:rPr>
        <w:t xml:space="preserve">130, </w:t>
      </w:r>
      <w:r w:rsidR="005937B9">
        <w:rPr>
          <w:rStyle w:val="Referencingstyle"/>
        </w:rPr>
        <w:t>1</w:t>
      </w:r>
      <w:r w:rsidR="004B363C">
        <w:rPr>
          <w:rStyle w:val="Referencingstyle"/>
        </w:rPr>
        <w:t xml:space="preserve">38 to </w:t>
      </w:r>
      <w:r w:rsidR="005937B9">
        <w:rPr>
          <w:rStyle w:val="Referencingstyle"/>
        </w:rPr>
        <w:t>1</w:t>
      </w:r>
      <w:r w:rsidR="004B363C">
        <w:rPr>
          <w:rStyle w:val="Referencingstyle"/>
        </w:rPr>
        <w:t>39</w:t>
      </w:r>
      <w:r w:rsidR="008E0CFA" w:rsidRPr="00375F1D">
        <w:rPr>
          <w:rStyle w:val="Referencingstyle"/>
        </w:rPr>
        <w:t xml:space="preserve">, </w:t>
      </w:r>
      <w:r w:rsidR="00B131ED">
        <w:rPr>
          <w:rStyle w:val="Referencingstyle"/>
        </w:rPr>
        <w:t xml:space="preserve">paragraph 92(3)(c), </w:t>
      </w:r>
      <w:r w:rsidR="00A14F17">
        <w:rPr>
          <w:rStyle w:val="Referencingstyle"/>
        </w:rPr>
        <w:t>sub</w:t>
      </w:r>
      <w:r w:rsidR="005E6455">
        <w:rPr>
          <w:rStyle w:val="Referencingstyle"/>
        </w:rPr>
        <w:t>paragraph </w:t>
      </w:r>
      <w:r w:rsidR="008E0CFA">
        <w:rPr>
          <w:rStyle w:val="Referencingstyle"/>
        </w:rPr>
        <w:t xml:space="preserve">602(a)(iii), </w:t>
      </w:r>
      <w:r w:rsidR="00B131ED">
        <w:rPr>
          <w:rStyle w:val="Referencingstyle"/>
        </w:rPr>
        <w:t>sections 602A and 604 paragraph 636(1)(d</w:t>
      </w:r>
      <w:r w:rsidR="00E35A04">
        <w:rPr>
          <w:rStyle w:val="Referencingstyle"/>
        </w:rPr>
        <w:t>)</w:t>
      </w:r>
      <w:r w:rsidR="008A68B7">
        <w:rPr>
          <w:rStyle w:val="Referencingstyle"/>
        </w:rPr>
        <w:t>,</w:t>
      </w:r>
      <w:r w:rsidR="00A14F17">
        <w:rPr>
          <w:rStyle w:val="Referencingstyle"/>
        </w:rPr>
        <w:t xml:space="preserve"> </w:t>
      </w:r>
      <w:r w:rsidR="008A68B7">
        <w:rPr>
          <w:rStyle w:val="Referencingstyle"/>
        </w:rPr>
        <w:t>subparagraphs 636(1)(</w:t>
      </w:r>
      <w:proofErr w:type="spellStart"/>
      <w:r w:rsidR="008A68B7">
        <w:rPr>
          <w:rStyle w:val="Referencingstyle"/>
        </w:rPr>
        <w:t>ga</w:t>
      </w:r>
      <w:proofErr w:type="spellEnd"/>
      <w:r w:rsidR="008A68B7">
        <w:rPr>
          <w:rStyle w:val="Referencingstyle"/>
        </w:rPr>
        <w:t>)(</w:t>
      </w:r>
      <w:proofErr w:type="spellStart"/>
      <w:r w:rsidR="008A68B7">
        <w:rPr>
          <w:rStyle w:val="Referencingstyle"/>
        </w:rPr>
        <w:t>i</w:t>
      </w:r>
      <w:proofErr w:type="spellEnd"/>
      <w:r w:rsidR="008A68B7">
        <w:rPr>
          <w:rStyle w:val="Referencingstyle"/>
        </w:rPr>
        <w:t xml:space="preserve">) and (ii), </w:t>
      </w:r>
      <w:r w:rsidR="00A14F17">
        <w:rPr>
          <w:rStyle w:val="Referencingstyle"/>
        </w:rPr>
        <w:t>and</w:t>
      </w:r>
      <w:r w:rsidR="008E0CFA">
        <w:rPr>
          <w:rStyle w:val="Referencingstyle"/>
        </w:rPr>
        <w:t xml:space="preserve"> </w:t>
      </w:r>
      <w:proofErr w:type="spellStart"/>
      <w:r w:rsidR="005E6455">
        <w:rPr>
          <w:rStyle w:val="Referencingstyle"/>
        </w:rPr>
        <w:t>and</w:t>
      </w:r>
      <w:proofErr w:type="spellEnd"/>
      <w:r w:rsidR="00E574D0">
        <w:rPr>
          <w:rStyle w:val="Referencingstyle"/>
        </w:rPr>
        <w:t> </w:t>
      </w:r>
      <w:r w:rsidR="00B131ED">
        <w:rPr>
          <w:rStyle w:val="Referencingstyle"/>
        </w:rPr>
        <w:t xml:space="preserve">section </w:t>
      </w:r>
      <w:r w:rsidR="008E0CFA">
        <w:rPr>
          <w:rStyle w:val="Referencingstyle"/>
        </w:rPr>
        <w:t>660B</w:t>
      </w:r>
      <w:r w:rsidR="008E0CFA" w:rsidRPr="00375F1D">
        <w:rPr>
          <w:rStyle w:val="Referencingstyle"/>
        </w:rPr>
        <w:t>]</w:t>
      </w:r>
    </w:p>
    <w:p w:rsidR="00030B98" w:rsidRPr="00100CE8" w:rsidRDefault="00EB25B4" w:rsidP="008D51C1">
      <w:pPr>
        <w:pStyle w:val="base-text-paragraph"/>
        <w:rPr>
          <w:rStyle w:val="Referencingstyle"/>
          <w:b w:val="0"/>
          <w:i w:val="0"/>
          <w:sz w:val="22"/>
        </w:rPr>
      </w:pPr>
      <w:r>
        <w:rPr>
          <w:rStyle w:val="Referencingstyle"/>
          <w:b w:val="0"/>
          <w:i w:val="0"/>
          <w:sz w:val="22"/>
        </w:rPr>
        <w:t>Similarly</w:t>
      </w:r>
      <w:r w:rsidR="00030B98" w:rsidRPr="004672B0">
        <w:rPr>
          <w:rStyle w:val="Referencingstyle"/>
          <w:b w:val="0"/>
          <w:i w:val="0"/>
          <w:sz w:val="22"/>
        </w:rPr>
        <w:t>, notified foreign passport fund</w:t>
      </w:r>
      <w:r w:rsidR="00030B98" w:rsidRPr="009119E9">
        <w:rPr>
          <w:rStyle w:val="Referencingstyle"/>
          <w:b w:val="0"/>
          <w:i w:val="0"/>
          <w:sz w:val="22"/>
        </w:rPr>
        <w:t>s</w:t>
      </w:r>
      <w:r w:rsidR="00030B98" w:rsidRPr="00507620">
        <w:rPr>
          <w:rStyle w:val="Referencingstyle"/>
          <w:b w:val="0"/>
          <w:i w:val="0"/>
          <w:sz w:val="22"/>
        </w:rPr>
        <w:t xml:space="preserve"> </w:t>
      </w:r>
      <w:r w:rsidR="007F0E1D">
        <w:rPr>
          <w:rStyle w:val="Referencingstyle"/>
          <w:b w:val="0"/>
          <w:i w:val="0"/>
          <w:sz w:val="22"/>
        </w:rPr>
        <w:t>are excluded</w:t>
      </w:r>
      <w:r>
        <w:rPr>
          <w:rStyle w:val="Referencingstyle"/>
          <w:b w:val="0"/>
          <w:i w:val="0"/>
          <w:sz w:val="22"/>
        </w:rPr>
        <w:t xml:space="preserve"> </w:t>
      </w:r>
      <w:r w:rsidR="00030B98" w:rsidRPr="00276054">
        <w:rPr>
          <w:rStyle w:val="Referencingstyle"/>
          <w:b w:val="0"/>
          <w:i w:val="0"/>
          <w:sz w:val="22"/>
        </w:rPr>
        <w:t>from references to ‘listed body</w:t>
      </w:r>
      <w:r w:rsidR="00ED11D3">
        <w:rPr>
          <w:rStyle w:val="Referencingstyle"/>
          <w:b w:val="0"/>
          <w:i w:val="0"/>
          <w:sz w:val="22"/>
        </w:rPr>
        <w:t>’</w:t>
      </w:r>
      <w:r w:rsidR="007F0E1D">
        <w:rPr>
          <w:rStyle w:val="Referencingstyle"/>
          <w:b w:val="0"/>
          <w:i w:val="0"/>
          <w:sz w:val="22"/>
        </w:rPr>
        <w:t xml:space="preserve"> for the </w:t>
      </w:r>
      <w:r w:rsidR="007F0E1D" w:rsidRPr="000834D0">
        <w:t>purposes</w:t>
      </w:r>
      <w:r w:rsidR="007F0E1D">
        <w:rPr>
          <w:rStyle w:val="Referencingstyle"/>
          <w:b w:val="0"/>
          <w:i w:val="0"/>
          <w:sz w:val="22"/>
        </w:rPr>
        <w:t xml:space="preserve"> of Chapter</w:t>
      </w:r>
      <w:r w:rsidR="00F25F6E">
        <w:rPr>
          <w:rStyle w:val="Referencingstyle"/>
          <w:b w:val="0"/>
          <w:i w:val="0"/>
          <w:sz w:val="22"/>
        </w:rPr>
        <w:t> </w:t>
      </w:r>
      <w:r w:rsidR="007F0E1D">
        <w:rPr>
          <w:rStyle w:val="Referencingstyle"/>
          <w:b w:val="0"/>
          <w:i w:val="0"/>
          <w:sz w:val="22"/>
        </w:rPr>
        <w:t>6. This is because takeovers of notified foreign passport funds are covered by home economy laws</w:t>
      </w:r>
      <w:r w:rsidR="00ED11D3">
        <w:rPr>
          <w:rStyle w:val="Referencingstyle"/>
          <w:b w:val="0"/>
          <w:i w:val="0"/>
          <w:sz w:val="22"/>
        </w:rPr>
        <w:t>.</w:t>
      </w:r>
      <w:r w:rsidR="00030B98">
        <w:rPr>
          <w:rStyle w:val="Referencingstyle"/>
        </w:rPr>
        <w:t xml:space="preserve"> </w:t>
      </w:r>
      <w:r w:rsidR="00030B98" w:rsidRPr="00030B98">
        <w:rPr>
          <w:rStyle w:val="Referencingstyle"/>
        </w:rPr>
        <w:t>[</w:t>
      </w:r>
      <w:r w:rsidR="00ED11D3">
        <w:rPr>
          <w:rStyle w:val="Referencingstyle"/>
        </w:rPr>
        <w:t>Schedule</w:t>
      </w:r>
      <w:r w:rsidR="00A14F17">
        <w:rPr>
          <w:rStyle w:val="Referencingstyle"/>
        </w:rPr>
        <w:t> </w:t>
      </w:r>
      <w:r w:rsidR="00030B98">
        <w:rPr>
          <w:rStyle w:val="Referencingstyle"/>
        </w:rPr>
        <w:t xml:space="preserve">2, </w:t>
      </w:r>
      <w:r w:rsidR="00A14F17" w:rsidRPr="00030B98">
        <w:rPr>
          <w:rStyle w:val="Referencingstyle"/>
        </w:rPr>
        <w:t>item</w:t>
      </w:r>
      <w:r w:rsidR="00A14F17">
        <w:rPr>
          <w:rStyle w:val="Referencingstyle"/>
        </w:rPr>
        <w:t> </w:t>
      </w:r>
      <w:r w:rsidR="00030B98">
        <w:rPr>
          <w:rStyle w:val="Referencingstyle"/>
        </w:rPr>
        <w:t xml:space="preserve">123, </w:t>
      </w:r>
      <w:r w:rsidR="00A14F17">
        <w:rPr>
          <w:rStyle w:val="Referencingstyle"/>
        </w:rPr>
        <w:t>subparagraph </w:t>
      </w:r>
      <w:r w:rsidR="00030B98">
        <w:rPr>
          <w:rStyle w:val="Referencingstyle"/>
        </w:rPr>
        <w:t>602(a)(ii</w:t>
      </w:r>
      <w:r w:rsidR="00ED11D3">
        <w:rPr>
          <w:rStyle w:val="Referencingstyle"/>
        </w:rPr>
        <w:t>)</w:t>
      </w:r>
      <w:r w:rsidR="00030B98" w:rsidRPr="00030B98">
        <w:rPr>
          <w:rStyle w:val="Referencingstyle"/>
        </w:rPr>
        <w:t>]</w:t>
      </w:r>
    </w:p>
    <w:p w:rsidR="008108FF" w:rsidRPr="004C04D5" w:rsidRDefault="004C3492" w:rsidP="008D51C1">
      <w:pPr>
        <w:pStyle w:val="base-text-paragraph"/>
        <w:rPr>
          <w:rStyle w:val="Referencingstyle"/>
          <w:b w:val="0"/>
          <w:i w:val="0"/>
          <w:sz w:val="22"/>
        </w:rPr>
      </w:pPr>
      <w:r>
        <w:rPr>
          <w:rStyle w:val="Referencingstyle"/>
          <w:b w:val="0"/>
          <w:i w:val="0"/>
          <w:sz w:val="22"/>
        </w:rPr>
        <w:t>Amendments are also made so</w:t>
      </w:r>
      <w:r w:rsidR="008108FF" w:rsidRPr="004C04D5">
        <w:rPr>
          <w:rStyle w:val="Referencingstyle"/>
          <w:b w:val="0"/>
          <w:i w:val="0"/>
          <w:sz w:val="22"/>
        </w:rPr>
        <w:t xml:space="preserve"> that </w:t>
      </w:r>
      <w:r w:rsidR="008108FF" w:rsidRPr="004C04D5" w:rsidDel="004C3492">
        <w:rPr>
          <w:rStyle w:val="Referencingstyle"/>
          <w:b w:val="0"/>
          <w:i w:val="0"/>
          <w:sz w:val="22"/>
        </w:rPr>
        <w:t>the</w:t>
      </w:r>
      <w:r>
        <w:rPr>
          <w:rStyle w:val="Referencingstyle"/>
          <w:b w:val="0"/>
          <w:i w:val="0"/>
          <w:sz w:val="22"/>
        </w:rPr>
        <w:t xml:space="preserve"> </w:t>
      </w:r>
      <w:r w:rsidR="00ED11D3">
        <w:rPr>
          <w:rStyle w:val="Referencingstyle"/>
          <w:b w:val="0"/>
          <w:i w:val="0"/>
          <w:sz w:val="22"/>
        </w:rPr>
        <w:t>court</w:t>
      </w:r>
      <w:r>
        <w:rPr>
          <w:rStyle w:val="Referencingstyle"/>
          <w:b w:val="0"/>
          <w:i w:val="0"/>
          <w:sz w:val="22"/>
        </w:rPr>
        <w:t xml:space="preserve"> may give directions </w:t>
      </w:r>
      <w:r w:rsidR="001A33C3">
        <w:rPr>
          <w:rStyle w:val="Referencingstyle"/>
          <w:b w:val="0"/>
          <w:i w:val="0"/>
          <w:sz w:val="22"/>
        </w:rPr>
        <w:t xml:space="preserve">to the directors of the operator </w:t>
      </w:r>
      <w:r w:rsidR="001A33C3" w:rsidRPr="000834D0">
        <w:t>of</w:t>
      </w:r>
      <w:r w:rsidR="001A33C3">
        <w:rPr>
          <w:rStyle w:val="Referencingstyle"/>
          <w:b w:val="0"/>
          <w:i w:val="0"/>
          <w:sz w:val="22"/>
        </w:rPr>
        <w:t xml:space="preserve"> a notified foreign passport fund where a person contravenes</w:t>
      </w:r>
      <w:r>
        <w:rPr>
          <w:rStyle w:val="Referencingstyle"/>
          <w:b w:val="0"/>
          <w:i w:val="0"/>
          <w:sz w:val="22"/>
        </w:rPr>
        <w:t xml:space="preserve"> a rule </w:t>
      </w:r>
      <w:r w:rsidR="001A33C3">
        <w:rPr>
          <w:rStyle w:val="Referencingstyle"/>
          <w:b w:val="0"/>
          <w:i w:val="0"/>
          <w:sz w:val="22"/>
        </w:rPr>
        <w:t>made by</w:t>
      </w:r>
      <w:r>
        <w:rPr>
          <w:rStyle w:val="Referencingstyle"/>
          <w:b w:val="0"/>
          <w:i w:val="0"/>
          <w:sz w:val="22"/>
        </w:rPr>
        <w:t xml:space="preserve"> the Takeovers Panel</w:t>
      </w:r>
      <w:r w:rsidR="008108FF" w:rsidRPr="004C04D5">
        <w:rPr>
          <w:rStyle w:val="Referencingstyle"/>
          <w:b w:val="0"/>
          <w:i w:val="0"/>
          <w:sz w:val="22"/>
        </w:rPr>
        <w:t xml:space="preserve">. </w:t>
      </w:r>
      <w:r w:rsidR="00D53934">
        <w:rPr>
          <w:rStyle w:val="Referencingstyle"/>
          <w:b w:val="0"/>
          <w:i w:val="0"/>
          <w:sz w:val="22"/>
        </w:rPr>
        <w:t xml:space="preserve">Investment restrictions in the Passport Rules will effectively prohibit a notified foreign passport fund from using the Chapter 6 takeovers provisions to acquire </w:t>
      </w:r>
      <w:r w:rsidR="006A2B97">
        <w:rPr>
          <w:rStyle w:val="Referencingstyle"/>
          <w:b w:val="0"/>
          <w:i w:val="0"/>
          <w:sz w:val="22"/>
        </w:rPr>
        <w:t>a controlling interest in an entity</w:t>
      </w:r>
      <w:r w:rsidR="00B300BB">
        <w:rPr>
          <w:rStyle w:val="Referencingstyle"/>
          <w:b w:val="0"/>
          <w:i w:val="0"/>
          <w:sz w:val="22"/>
        </w:rPr>
        <w:t>. H</w:t>
      </w:r>
      <w:r w:rsidR="00D53934">
        <w:rPr>
          <w:rStyle w:val="Referencingstyle"/>
          <w:b w:val="0"/>
          <w:i w:val="0"/>
          <w:sz w:val="22"/>
        </w:rPr>
        <w:t>owever</w:t>
      </w:r>
      <w:r w:rsidR="00B300BB">
        <w:rPr>
          <w:rStyle w:val="Referencingstyle"/>
          <w:b w:val="0"/>
          <w:i w:val="0"/>
          <w:sz w:val="22"/>
        </w:rPr>
        <w:t>,</w:t>
      </w:r>
      <w:r w:rsidR="00D53934">
        <w:rPr>
          <w:rStyle w:val="Referencingstyle"/>
          <w:b w:val="0"/>
          <w:i w:val="0"/>
          <w:sz w:val="22"/>
        </w:rPr>
        <w:t xml:space="preserve"> it is possible that the Takeovers Panel could</w:t>
      </w:r>
      <w:r w:rsidR="006A2B97">
        <w:rPr>
          <w:rStyle w:val="Referencingstyle"/>
          <w:b w:val="0"/>
          <w:i w:val="0"/>
          <w:sz w:val="22"/>
        </w:rPr>
        <w:t xml:space="preserve"> nonetheless</w:t>
      </w:r>
      <w:r w:rsidR="00D53934">
        <w:rPr>
          <w:rStyle w:val="Referencingstyle"/>
          <w:b w:val="0"/>
          <w:i w:val="0"/>
          <w:sz w:val="22"/>
        </w:rPr>
        <w:t xml:space="preserve"> make rules that would apply to the operator of a notified foreign passport fund under section 658C. These amendments ensure that any such rules are enforceable by a court. </w:t>
      </w:r>
      <w:r w:rsidR="00B300BB">
        <w:rPr>
          <w:rStyle w:val="Referencingstyle"/>
          <w:b w:val="0"/>
          <w:i w:val="0"/>
          <w:sz w:val="22"/>
        </w:rPr>
        <w:t>To date,</w:t>
      </w:r>
      <w:r w:rsidR="00D53934">
        <w:rPr>
          <w:rStyle w:val="Referencingstyle"/>
          <w:b w:val="0"/>
          <w:i w:val="0"/>
          <w:sz w:val="22"/>
        </w:rPr>
        <w:t xml:space="preserve"> the Takeovers Panel has not made </w:t>
      </w:r>
      <w:r w:rsidR="006A2B97">
        <w:rPr>
          <w:rStyle w:val="Referencingstyle"/>
          <w:b w:val="0"/>
          <w:i w:val="0"/>
          <w:sz w:val="22"/>
        </w:rPr>
        <w:t>any rules under section 658C.</w:t>
      </w:r>
      <w:r w:rsidR="00D53934">
        <w:rPr>
          <w:rStyle w:val="Referencingstyle"/>
          <w:b w:val="0"/>
          <w:i w:val="0"/>
          <w:sz w:val="22"/>
        </w:rPr>
        <w:t xml:space="preserve"> </w:t>
      </w:r>
      <w:r w:rsidR="008108FF" w:rsidRPr="003A32DD">
        <w:rPr>
          <w:rStyle w:val="Referencingstyle"/>
        </w:rPr>
        <w:t xml:space="preserve">[Schedule 2, items 136 </w:t>
      </w:r>
      <w:r w:rsidR="00EF6D4C">
        <w:rPr>
          <w:rStyle w:val="Referencingstyle"/>
        </w:rPr>
        <w:t>and</w:t>
      </w:r>
      <w:r w:rsidR="008108FF" w:rsidRPr="003A32DD">
        <w:rPr>
          <w:rStyle w:val="Referencingstyle"/>
        </w:rPr>
        <w:t xml:space="preserve"> 137,</w:t>
      </w:r>
      <w:r w:rsidR="008108FF" w:rsidRPr="004C04D5" w:rsidDel="004975BD">
        <w:rPr>
          <w:rStyle w:val="Referencingstyle"/>
        </w:rPr>
        <w:t xml:space="preserve"> </w:t>
      </w:r>
      <w:r w:rsidR="00ED11D3">
        <w:rPr>
          <w:rStyle w:val="Referencingstyle"/>
        </w:rPr>
        <w:t>paragraphs</w:t>
      </w:r>
      <w:r w:rsidR="00A14F17">
        <w:rPr>
          <w:rStyle w:val="Referencingstyle"/>
        </w:rPr>
        <w:t> </w:t>
      </w:r>
      <w:r w:rsidR="008108FF" w:rsidRPr="003A32DD">
        <w:rPr>
          <w:rStyle w:val="Referencingstyle"/>
        </w:rPr>
        <w:t>658C</w:t>
      </w:r>
      <w:r w:rsidR="00EF6D4C">
        <w:rPr>
          <w:rStyle w:val="Referencingstyle"/>
        </w:rPr>
        <w:t>(5)(b) and (c)</w:t>
      </w:r>
      <w:r w:rsidR="008108FF" w:rsidRPr="003A32DD">
        <w:rPr>
          <w:rStyle w:val="Referencingstyle"/>
        </w:rPr>
        <w:t>]</w:t>
      </w:r>
    </w:p>
    <w:p w:rsidR="000E4437" w:rsidRPr="007D6836" w:rsidRDefault="007D6836" w:rsidP="008D51C1">
      <w:pPr>
        <w:pStyle w:val="Heading4"/>
      </w:pPr>
      <w:r>
        <w:t>Prohibition on certain acquisitions</w:t>
      </w:r>
    </w:p>
    <w:p w:rsidR="00EF246D" w:rsidRDefault="005E7204" w:rsidP="008D51C1">
      <w:pPr>
        <w:pStyle w:val="base-text-paragraph"/>
      </w:pPr>
      <w:r>
        <w:t xml:space="preserve">The </w:t>
      </w:r>
      <w:r w:rsidR="00782EE2">
        <w:t xml:space="preserve">general </w:t>
      </w:r>
      <w:r>
        <w:t xml:space="preserve">prohibition on certain acquisitions </w:t>
      </w:r>
      <w:r w:rsidR="00782EE2">
        <w:t>in Chapter 6</w:t>
      </w:r>
      <w:r>
        <w:t xml:space="preserve"> does not apply if</w:t>
      </w:r>
      <w:r w:rsidR="007D6836">
        <w:t xml:space="preserve"> the acquisition is of a relevant interest in a notified foreign passport fund</w:t>
      </w:r>
      <w:r w:rsidR="00EF246D">
        <w:t>. This is</w:t>
      </w:r>
      <w:r w:rsidR="00C8437F">
        <w:t xml:space="preserve"> because </w:t>
      </w:r>
      <w:r w:rsidR="00EF246D">
        <w:t xml:space="preserve">the definition of </w:t>
      </w:r>
      <w:r w:rsidR="00C37EFB">
        <w:t>‘</w:t>
      </w:r>
      <w:r w:rsidR="00EF246D">
        <w:t>securities</w:t>
      </w:r>
      <w:r w:rsidR="00C37EFB">
        <w:t>’</w:t>
      </w:r>
      <w:r w:rsidR="00EF246D">
        <w:t xml:space="preserve"> </w:t>
      </w:r>
      <w:r w:rsidR="004F1D79">
        <w:t>for the purposes of Chapters</w:t>
      </w:r>
      <w:r w:rsidR="00C37EFB">
        <w:t> </w:t>
      </w:r>
      <w:r w:rsidR="004F1D79">
        <w:t>6 to 6CA (inclusive, but not Chapter</w:t>
      </w:r>
      <w:r w:rsidR="008F520C">
        <w:t> </w:t>
      </w:r>
      <w:r w:rsidR="004F1D79">
        <w:t xml:space="preserve">6C) </w:t>
      </w:r>
      <w:r w:rsidR="00930300">
        <w:t xml:space="preserve">excludes </w:t>
      </w:r>
      <w:r w:rsidR="00EF246D">
        <w:t xml:space="preserve">interests in </w:t>
      </w:r>
      <w:r w:rsidR="00F56CF9">
        <w:t xml:space="preserve">a </w:t>
      </w:r>
      <w:r w:rsidR="00C8437F">
        <w:t>notified foreign passport fund</w:t>
      </w:r>
      <w:r w:rsidR="004F1D79">
        <w:t xml:space="preserve"> </w:t>
      </w:r>
      <w:r w:rsidR="00EF246D">
        <w:t>(</w:t>
      </w:r>
      <w:r w:rsidR="007D6836">
        <w:t>see paragraph</w:t>
      </w:r>
      <w:r w:rsidR="004F1D79">
        <w:t>s</w:t>
      </w:r>
      <w:r>
        <w:t> </w:t>
      </w:r>
      <w:r w:rsidR="00602D1F">
        <w:t>5.5</w:t>
      </w:r>
      <w:r w:rsidR="004F1D79">
        <w:t>4 and 5.55</w:t>
      </w:r>
      <w:r w:rsidR="00602D1F">
        <w:t>).</w:t>
      </w:r>
      <w:r w:rsidR="00E95B77">
        <w:t xml:space="preserve"> </w:t>
      </w:r>
      <w:r w:rsidR="00EF246D">
        <w:rPr>
          <w:rStyle w:val="Referencingstyle"/>
        </w:rPr>
        <w:t>[</w:t>
      </w:r>
      <w:r w:rsidR="00EF246D" w:rsidRPr="00E57F9B">
        <w:rPr>
          <w:rStyle w:val="Referencingstyle"/>
        </w:rPr>
        <w:t xml:space="preserve">Schedule </w:t>
      </w:r>
      <w:r w:rsidR="00EF246D">
        <w:rPr>
          <w:rStyle w:val="Referencingstyle"/>
        </w:rPr>
        <w:t>2</w:t>
      </w:r>
      <w:r w:rsidR="00EF246D" w:rsidRPr="00E57F9B">
        <w:rPr>
          <w:rStyle w:val="Referencingstyle"/>
        </w:rPr>
        <w:t xml:space="preserve">, </w:t>
      </w:r>
      <w:r w:rsidR="000109B3" w:rsidRPr="00E57F9B">
        <w:rPr>
          <w:rStyle w:val="Referencingstyle"/>
        </w:rPr>
        <w:t>item</w:t>
      </w:r>
      <w:r w:rsidR="000109B3">
        <w:rPr>
          <w:rStyle w:val="Referencingstyle"/>
        </w:rPr>
        <w:t> </w:t>
      </w:r>
      <w:r w:rsidR="00A53D20">
        <w:rPr>
          <w:rStyle w:val="Referencingstyle"/>
        </w:rPr>
        <w:t>40</w:t>
      </w:r>
      <w:r w:rsidR="00EF246D" w:rsidRPr="00E57F9B">
        <w:rPr>
          <w:rStyle w:val="Referencingstyle"/>
        </w:rPr>
        <w:t xml:space="preserve">, </w:t>
      </w:r>
      <w:r w:rsidR="000109B3">
        <w:rPr>
          <w:rStyle w:val="Referencingstyle"/>
        </w:rPr>
        <w:t>subsection </w:t>
      </w:r>
      <w:r w:rsidR="00EF246D">
        <w:rPr>
          <w:rStyle w:val="Referencingstyle"/>
        </w:rPr>
        <w:t>92</w:t>
      </w:r>
      <w:r w:rsidR="00C44B97">
        <w:rPr>
          <w:rStyle w:val="Referencingstyle"/>
        </w:rPr>
        <w:t>(3)</w:t>
      </w:r>
      <w:r w:rsidR="00EF246D" w:rsidRPr="00375F1D">
        <w:rPr>
          <w:rStyle w:val="Referencingstyle"/>
        </w:rPr>
        <w:t>]</w:t>
      </w:r>
    </w:p>
    <w:p w:rsidR="00930300" w:rsidRDefault="00B300BB" w:rsidP="008D51C1">
      <w:pPr>
        <w:pStyle w:val="base-text-paragraph"/>
      </w:pPr>
      <w:r>
        <w:t>Paragraph</w:t>
      </w:r>
      <w:r w:rsidR="00930300">
        <w:t xml:space="preserve"> 36 of </w:t>
      </w:r>
      <w:r>
        <w:t>Annex 3 of the MOC</w:t>
      </w:r>
      <w:r w:rsidR="00930300">
        <w:t xml:space="preserve"> prohibit</w:t>
      </w:r>
      <w:r w:rsidR="000F4776">
        <w:t>s</w:t>
      </w:r>
      <w:r w:rsidR="00930300">
        <w:t xml:space="preserve"> a Passport Fund from holding </w:t>
      </w:r>
      <w:r w:rsidR="000F4776">
        <w:t>sufficient</w:t>
      </w:r>
      <w:r w:rsidR="00930300">
        <w:t xml:space="preserve"> voting shares in an entity that would allow the fund or its operator to exert significant influence on the management of the business of the entity. </w:t>
      </w:r>
      <w:r>
        <w:t>Paragraph</w:t>
      </w:r>
      <w:r w:rsidR="00930300">
        <w:t xml:space="preserve"> 37 of the Passport Rules provides additional limits on the non-voting securities of an entity. </w:t>
      </w:r>
      <w:r>
        <w:t>Together, these limits</w:t>
      </w:r>
      <w:r w:rsidR="00930300">
        <w:t xml:space="preserve"> mean that a notified foreign passport fund will not be able to take over another entity. As such, Chapter 6 </w:t>
      </w:r>
      <w:r w:rsidR="000F4776">
        <w:t>does not allow for</w:t>
      </w:r>
      <w:r w:rsidR="00930300">
        <w:t xml:space="preserve"> notified foreign passport funds </w:t>
      </w:r>
      <w:r w:rsidR="000F4776">
        <w:t>to make takeover bids</w:t>
      </w:r>
      <w:r w:rsidR="00930300">
        <w:t>.</w:t>
      </w:r>
    </w:p>
    <w:p w:rsidR="008D01BE" w:rsidRDefault="00D1649E" w:rsidP="008D51C1">
      <w:pPr>
        <w:pStyle w:val="Heading3"/>
      </w:pPr>
      <w:r>
        <w:t xml:space="preserve">Information about ownership of listed </w:t>
      </w:r>
      <w:r w:rsidR="00DF17CA">
        <w:t>notified foreign passport funds</w:t>
      </w:r>
    </w:p>
    <w:p w:rsidR="00782EE2" w:rsidRDefault="00D7587C" w:rsidP="008D51C1">
      <w:pPr>
        <w:pStyle w:val="base-text-paragraph"/>
      </w:pPr>
      <w:r>
        <w:t>Chapter</w:t>
      </w:r>
      <w:r w:rsidR="00A14F17">
        <w:t> </w:t>
      </w:r>
      <w:r>
        <w:t xml:space="preserve">6C is amended to </w:t>
      </w:r>
      <w:r w:rsidR="00A363B5">
        <w:t>apply</w:t>
      </w:r>
      <w:r>
        <w:t xml:space="preserve"> </w:t>
      </w:r>
      <w:r w:rsidR="00A85782">
        <w:t xml:space="preserve">the </w:t>
      </w:r>
      <w:r>
        <w:t xml:space="preserve">information </w:t>
      </w:r>
      <w:r w:rsidR="00AC00BA">
        <w:t xml:space="preserve">and disclosure </w:t>
      </w:r>
      <w:r>
        <w:t xml:space="preserve">requirements </w:t>
      </w:r>
      <w:r w:rsidR="006E1BCF">
        <w:t xml:space="preserve">to </w:t>
      </w:r>
      <w:r w:rsidR="00AC00BA">
        <w:t xml:space="preserve">persons who hold interests in a listed notified foreign passport fund (and the </w:t>
      </w:r>
      <w:r>
        <w:t>listed notified foreign passport fund</w:t>
      </w:r>
      <w:r w:rsidR="00AC00BA">
        <w:t xml:space="preserve"> it</w:t>
      </w:r>
      <w:r>
        <w:t>s</w:t>
      </w:r>
      <w:r w:rsidR="00AC00BA">
        <w:t>elf)</w:t>
      </w:r>
      <w:r>
        <w:t xml:space="preserve">. </w:t>
      </w:r>
      <w:r w:rsidR="0093367C">
        <w:t>To give effect</w:t>
      </w:r>
      <w:r w:rsidR="00782EE2">
        <w:t xml:space="preserve"> to </w:t>
      </w:r>
      <w:r w:rsidR="0093367C">
        <w:t xml:space="preserve">this, </w:t>
      </w:r>
      <w:r w:rsidR="00782EE2">
        <w:t>the definition</w:t>
      </w:r>
      <w:r w:rsidR="0093367C">
        <w:t>s</w:t>
      </w:r>
      <w:r w:rsidR="00782EE2">
        <w:t xml:space="preserve"> of ‘securities’, ‘substantial holding’, and ‘relevant interest’ </w:t>
      </w:r>
      <w:r w:rsidR="0093367C">
        <w:t xml:space="preserve">are extended </w:t>
      </w:r>
      <w:r w:rsidR="00782EE2">
        <w:t xml:space="preserve">to ensure that the Chapter 6C obligations apply. </w:t>
      </w:r>
      <w:r w:rsidR="006D7A59">
        <w:rPr>
          <w:rStyle w:val="Referencingstyle"/>
        </w:rPr>
        <w:t>[Schedule 2</w:t>
      </w:r>
      <w:r w:rsidR="00782EE2">
        <w:rPr>
          <w:rStyle w:val="Referencingstyle"/>
        </w:rPr>
        <w:t>, i</w:t>
      </w:r>
      <w:r w:rsidR="00782EE2" w:rsidRPr="00375F1D">
        <w:rPr>
          <w:rStyle w:val="Referencingstyle"/>
        </w:rPr>
        <w:t>te</w:t>
      </w:r>
      <w:r w:rsidR="006D7A59">
        <w:rPr>
          <w:rStyle w:val="Referencingstyle"/>
        </w:rPr>
        <w:t>ms</w:t>
      </w:r>
      <w:r w:rsidR="00782EE2" w:rsidRPr="00375F1D">
        <w:rPr>
          <w:rStyle w:val="Referencingstyle"/>
        </w:rPr>
        <w:t xml:space="preserve"> </w:t>
      </w:r>
      <w:r w:rsidR="004A737A">
        <w:rPr>
          <w:rStyle w:val="Referencingstyle"/>
        </w:rPr>
        <w:t>32A, 40 and 127A</w:t>
      </w:r>
      <w:r w:rsidR="00782EE2" w:rsidRPr="00375F1D">
        <w:rPr>
          <w:rStyle w:val="Referencingstyle"/>
        </w:rPr>
        <w:t>, sections</w:t>
      </w:r>
      <w:r w:rsidR="006D7A59">
        <w:rPr>
          <w:rStyle w:val="Referencingstyle"/>
        </w:rPr>
        <w:t xml:space="preserve"> 9, subsection 92(3), and 608</w:t>
      </w:r>
      <w:r w:rsidR="00782EE2" w:rsidRPr="00375F1D">
        <w:rPr>
          <w:rStyle w:val="Referencingstyle"/>
        </w:rPr>
        <w:t>]</w:t>
      </w:r>
    </w:p>
    <w:p w:rsidR="00D1649E" w:rsidRDefault="00AC00BA" w:rsidP="008D51C1">
      <w:pPr>
        <w:pStyle w:val="base-text-paragraph"/>
      </w:pPr>
      <w:r>
        <w:t>In particular, i</w:t>
      </w:r>
      <w:r w:rsidR="00750AAB">
        <w:t>f</w:t>
      </w:r>
      <w:r w:rsidR="00DF17CA">
        <w:t xml:space="preserve"> a person </w:t>
      </w:r>
      <w:r w:rsidR="00750AAB">
        <w:t>acquires</w:t>
      </w:r>
      <w:r w:rsidR="00DF17CA">
        <w:t xml:space="preserve"> a </w:t>
      </w:r>
      <w:r w:rsidR="007A3BFA">
        <w:t>‘substantial holding’</w:t>
      </w:r>
      <w:r w:rsidR="00DF17CA">
        <w:t xml:space="preserve"> in </w:t>
      </w:r>
      <w:r w:rsidR="00750AAB">
        <w:t>a listed notified foreign passport</w:t>
      </w:r>
      <w:r w:rsidR="00DF17CA">
        <w:t xml:space="preserve"> fund</w:t>
      </w:r>
      <w:r w:rsidR="00750AAB">
        <w:t>, that person</w:t>
      </w:r>
      <w:r w:rsidR="00DF17CA">
        <w:t xml:space="preserve"> is required to disclose that fact to the fund</w:t>
      </w:r>
      <w:r w:rsidR="00A53D20">
        <w:t>’s operator</w:t>
      </w:r>
      <w:r w:rsidR="00DF17CA">
        <w:t xml:space="preserve">. The obligation </w:t>
      </w:r>
      <w:r w:rsidR="00750AAB">
        <w:t>also applies</w:t>
      </w:r>
      <w:r w:rsidR="00DF17CA">
        <w:t xml:space="preserve"> where a person’s substantial holding in the fund changes</w:t>
      </w:r>
      <w:r w:rsidR="00750AAB">
        <w:t xml:space="preserve"> </w:t>
      </w:r>
      <w:r w:rsidR="00782EE2">
        <w:t>(with a movement of at least 1 per cent in their holding)</w:t>
      </w:r>
      <w:r w:rsidR="00DF17CA">
        <w:t xml:space="preserve">. </w:t>
      </w:r>
      <w:r w:rsidR="00DF17CA">
        <w:rPr>
          <w:rStyle w:val="Referencingstyle"/>
        </w:rPr>
        <w:t>[Schedule</w:t>
      </w:r>
      <w:r w:rsidR="008F1623">
        <w:rPr>
          <w:rStyle w:val="Referencingstyle"/>
        </w:rPr>
        <w:t> 2</w:t>
      </w:r>
      <w:r w:rsidR="00DF17CA">
        <w:rPr>
          <w:rStyle w:val="Referencingstyle"/>
        </w:rPr>
        <w:t>, i</w:t>
      </w:r>
      <w:r w:rsidR="00DF17CA" w:rsidRPr="00375F1D">
        <w:rPr>
          <w:rStyle w:val="Referencingstyle"/>
        </w:rPr>
        <w:t>tem</w:t>
      </w:r>
      <w:r w:rsidR="00A53D20">
        <w:rPr>
          <w:rStyle w:val="Referencingstyle"/>
        </w:rPr>
        <w:t>s</w:t>
      </w:r>
      <w:r w:rsidR="008F1623">
        <w:rPr>
          <w:rStyle w:val="Referencingstyle"/>
        </w:rPr>
        <w:t> </w:t>
      </w:r>
      <w:r w:rsidR="00A53D20">
        <w:rPr>
          <w:rStyle w:val="Referencingstyle"/>
        </w:rPr>
        <w:t>14</w:t>
      </w:r>
      <w:r w:rsidR="00D7587C">
        <w:rPr>
          <w:rStyle w:val="Referencingstyle"/>
        </w:rPr>
        <w:t>6</w:t>
      </w:r>
      <w:r w:rsidR="00A53D20">
        <w:rPr>
          <w:rStyle w:val="Referencingstyle"/>
        </w:rPr>
        <w:t xml:space="preserve"> </w:t>
      </w:r>
      <w:r w:rsidR="00A12F0A">
        <w:rPr>
          <w:rStyle w:val="Referencingstyle"/>
        </w:rPr>
        <w:t xml:space="preserve">to </w:t>
      </w:r>
      <w:r w:rsidR="008F1623">
        <w:rPr>
          <w:rStyle w:val="Referencingstyle"/>
        </w:rPr>
        <w:t>15</w:t>
      </w:r>
      <w:r w:rsidR="00330B11">
        <w:rPr>
          <w:rStyle w:val="Referencingstyle"/>
        </w:rPr>
        <w:t>2</w:t>
      </w:r>
      <w:r w:rsidR="00DF17CA" w:rsidRPr="00375F1D">
        <w:rPr>
          <w:rStyle w:val="Referencingstyle"/>
        </w:rPr>
        <w:t xml:space="preserve">, </w:t>
      </w:r>
      <w:r w:rsidR="00FF32D8">
        <w:rPr>
          <w:rStyle w:val="Referencingstyle"/>
        </w:rPr>
        <w:t>paragraphs</w:t>
      </w:r>
      <w:r w:rsidR="000C0B37">
        <w:rPr>
          <w:rStyle w:val="Referencingstyle"/>
        </w:rPr>
        <w:t> </w:t>
      </w:r>
      <w:r w:rsidR="00DF17CA">
        <w:rPr>
          <w:rStyle w:val="Referencingstyle"/>
        </w:rPr>
        <w:t>671B(1)</w:t>
      </w:r>
      <w:r w:rsidR="00FF32D8">
        <w:rPr>
          <w:rStyle w:val="Referencingstyle"/>
        </w:rPr>
        <w:t>(a</w:t>
      </w:r>
      <w:r w:rsidR="000109B3">
        <w:rPr>
          <w:rStyle w:val="Referencingstyle"/>
        </w:rPr>
        <w:t xml:space="preserve">) to </w:t>
      </w:r>
      <w:r w:rsidR="00FF32D8">
        <w:rPr>
          <w:rStyle w:val="Referencingstyle"/>
        </w:rPr>
        <w:t>(c)</w:t>
      </w:r>
      <w:r w:rsidR="00393CAE">
        <w:rPr>
          <w:rStyle w:val="Referencingstyle"/>
        </w:rPr>
        <w:t>,</w:t>
      </w:r>
      <w:r w:rsidR="00565846">
        <w:rPr>
          <w:rStyle w:val="Referencingstyle"/>
        </w:rPr>
        <w:t xml:space="preserve"> </w:t>
      </w:r>
      <w:r w:rsidR="00DF17CA">
        <w:rPr>
          <w:rStyle w:val="Referencingstyle"/>
        </w:rPr>
        <w:t>subsection</w:t>
      </w:r>
      <w:r w:rsidR="000109B3">
        <w:rPr>
          <w:rStyle w:val="Referencingstyle"/>
        </w:rPr>
        <w:t> </w:t>
      </w:r>
      <w:r w:rsidR="00DF17CA">
        <w:rPr>
          <w:rStyle w:val="Referencingstyle"/>
        </w:rPr>
        <w:t>672(2)</w:t>
      </w:r>
      <w:r w:rsidR="007A3248">
        <w:rPr>
          <w:rStyle w:val="Referencingstyle"/>
        </w:rPr>
        <w:t>,</w:t>
      </w:r>
      <w:r w:rsidR="00393CAE">
        <w:rPr>
          <w:rStyle w:val="Referencingstyle"/>
        </w:rPr>
        <w:t xml:space="preserve"> </w:t>
      </w:r>
      <w:r w:rsidR="007A3248">
        <w:rPr>
          <w:rStyle w:val="Referencingstyle"/>
        </w:rPr>
        <w:t>paragraph</w:t>
      </w:r>
      <w:r w:rsidR="00A14F17">
        <w:rPr>
          <w:rStyle w:val="Referencingstyle"/>
        </w:rPr>
        <w:t>s </w:t>
      </w:r>
      <w:r w:rsidR="00393CAE">
        <w:rPr>
          <w:rStyle w:val="Referencingstyle"/>
        </w:rPr>
        <w:t>672(3</w:t>
      </w:r>
      <w:r w:rsidR="00DF17CA">
        <w:rPr>
          <w:rStyle w:val="Referencingstyle"/>
        </w:rPr>
        <w:t>)</w:t>
      </w:r>
      <w:r w:rsidR="00A12F0A">
        <w:rPr>
          <w:rStyle w:val="Referencingstyle"/>
        </w:rPr>
        <w:t>(b)</w:t>
      </w:r>
      <w:r w:rsidR="008F20C5">
        <w:rPr>
          <w:rStyle w:val="Referencingstyle"/>
        </w:rPr>
        <w:t xml:space="preserve"> </w:t>
      </w:r>
      <w:r w:rsidR="00A12F0A">
        <w:rPr>
          <w:rStyle w:val="Referencingstyle"/>
        </w:rPr>
        <w:t>to</w:t>
      </w:r>
      <w:r w:rsidR="008F20C5">
        <w:rPr>
          <w:rStyle w:val="Referencingstyle"/>
        </w:rPr>
        <w:t> </w:t>
      </w:r>
      <w:r w:rsidR="00A12F0A">
        <w:rPr>
          <w:rStyle w:val="Referencingstyle"/>
        </w:rPr>
        <w:t xml:space="preserve">(d) and </w:t>
      </w:r>
      <w:r w:rsidR="007A3248">
        <w:rPr>
          <w:rStyle w:val="Referencingstyle"/>
        </w:rPr>
        <w:t>subparagraph</w:t>
      </w:r>
      <w:r w:rsidR="00A14F17">
        <w:rPr>
          <w:rStyle w:val="Referencingstyle"/>
        </w:rPr>
        <w:t> </w:t>
      </w:r>
      <w:r w:rsidR="00A12F0A">
        <w:rPr>
          <w:rStyle w:val="Referencingstyle"/>
        </w:rPr>
        <w:t>671B(6)(b)(</w:t>
      </w:r>
      <w:proofErr w:type="spellStart"/>
      <w:r w:rsidR="00A12F0A">
        <w:rPr>
          <w:rStyle w:val="Referencingstyle"/>
        </w:rPr>
        <w:t>i</w:t>
      </w:r>
      <w:proofErr w:type="spellEnd"/>
      <w:r w:rsidR="00DF17CA">
        <w:rPr>
          <w:rStyle w:val="Referencingstyle"/>
        </w:rPr>
        <w:t>)</w:t>
      </w:r>
      <w:r w:rsidR="00DF17CA" w:rsidRPr="00375F1D">
        <w:rPr>
          <w:rStyle w:val="Referencingstyle"/>
        </w:rPr>
        <w:t>]</w:t>
      </w:r>
    </w:p>
    <w:p w:rsidR="00750AAB" w:rsidRPr="00CD26A5" w:rsidRDefault="00750AAB" w:rsidP="008D51C1">
      <w:pPr>
        <w:pStyle w:val="base-text-paragraph"/>
        <w:rPr>
          <w:rStyle w:val="Referencingstyle"/>
          <w:b w:val="0"/>
          <w:i w:val="0"/>
          <w:sz w:val="22"/>
        </w:rPr>
      </w:pPr>
      <w:r>
        <w:t>ASIC or</w:t>
      </w:r>
      <w:r w:rsidR="00CF0E3C">
        <w:t xml:space="preserve"> the</w:t>
      </w:r>
      <w:r>
        <w:t xml:space="preserve"> operator of</w:t>
      </w:r>
      <w:r w:rsidR="00CF0E3C">
        <w:t xml:space="preserve"> a listed</w:t>
      </w:r>
      <w:r>
        <w:t xml:space="preserve"> notified foreign passport fund may direct a </w:t>
      </w:r>
      <w:r w:rsidR="00F35B31">
        <w:t>person</w:t>
      </w:r>
      <w:r>
        <w:t xml:space="preserve"> to </w:t>
      </w:r>
      <w:r w:rsidR="00AC00BA">
        <w:t>disclose</w:t>
      </w:r>
      <w:r w:rsidR="00CF0E3C">
        <w:t xml:space="preserve"> their relevant interest in the fund. ASIC </w:t>
      </w:r>
      <w:r w:rsidR="00DE3FA5">
        <w:t xml:space="preserve">must </w:t>
      </w:r>
      <w:r w:rsidR="00CF0E3C">
        <w:t xml:space="preserve">also direct a </w:t>
      </w:r>
      <w:r w:rsidR="007A3BFA">
        <w:t>person</w:t>
      </w:r>
      <w:r w:rsidR="00CF0E3C">
        <w:t xml:space="preserve"> to make such a disclosure, if requested by a member of the fund</w:t>
      </w:r>
      <w:r w:rsidR="007A3BFA">
        <w:t>,</w:t>
      </w:r>
      <w:r w:rsidR="00CF0E3C">
        <w:t xml:space="preserve"> unless it considers </w:t>
      </w:r>
      <w:r w:rsidR="00782EE2">
        <w:t xml:space="preserve">that </w:t>
      </w:r>
      <w:r w:rsidR="00CF0E3C">
        <w:t xml:space="preserve">it </w:t>
      </w:r>
      <w:r w:rsidR="00782EE2">
        <w:t>would be</w:t>
      </w:r>
      <w:r w:rsidR="00CF0E3C">
        <w:t xml:space="preserve"> unreasonable to do so</w:t>
      </w:r>
      <w:r w:rsidR="00782EE2">
        <w:t xml:space="preserve"> in all the circumstances</w:t>
      </w:r>
      <w:r w:rsidR="00095460">
        <w:t>.</w:t>
      </w:r>
      <w:r w:rsidR="00CF0E3C">
        <w:t xml:space="preserve"> </w:t>
      </w:r>
      <w:r w:rsidR="00CF0E3C">
        <w:rPr>
          <w:rStyle w:val="Referencingstyle"/>
        </w:rPr>
        <w:t>[</w:t>
      </w:r>
      <w:r w:rsidR="000109B3">
        <w:rPr>
          <w:rStyle w:val="Referencingstyle"/>
        </w:rPr>
        <w:t>Schedule </w:t>
      </w:r>
      <w:r w:rsidR="00095460">
        <w:rPr>
          <w:rStyle w:val="Referencingstyle"/>
        </w:rPr>
        <w:t xml:space="preserve">2, </w:t>
      </w:r>
      <w:r w:rsidR="000109B3">
        <w:rPr>
          <w:rStyle w:val="Referencingstyle"/>
        </w:rPr>
        <w:t>items </w:t>
      </w:r>
      <w:r w:rsidR="00A12F0A">
        <w:rPr>
          <w:rStyle w:val="Referencingstyle"/>
        </w:rPr>
        <w:t>154 to</w:t>
      </w:r>
      <w:r w:rsidR="00767222">
        <w:rPr>
          <w:rStyle w:val="Referencingstyle"/>
        </w:rPr>
        <w:t xml:space="preserve"> 158</w:t>
      </w:r>
      <w:r w:rsidR="00095460">
        <w:rPr>
          <w:rStyle w:val="Referencingstyle"/>
        </w:rPr>
        <w:t xml:space="preserve">, </w:t>
      </w:r>
      <w:r w:rsidR="00CF0E3C">
        <w:rPr>
          <w:rStyle w:val="Referencingstyle"/>
        </w:rPr>
        <w:t>sub</w:t>
      </w:r>
      <w:r w:rsidR="00CF0E3C" w:rsidRPr="00375F1D">
        <w:rPr>
          <w:rStyle w:val="Referencingstyle"/>
        </w:rPr>
        <w:t>sections</w:t>
      </w:r>
      <w:r w:rsidR="000109B3">
        <w:rPr>
          <w:rStyle w:val="Referencingstyle"/>
        </w:rPr>
        <w:t> </w:t>
      </w:r>
      <w:r w:rsidR="00CF0E3C">
        <w:rPr>
          <w:rStyle w:val="Referencingstyle"/>
        </w:rPr>
        <w:t>672A(1)</w:t>
      </w:r>
      <w:r w:rsidR="000109B3">
        <w:rPr>
          <w:rStyle w:val="Referencingstyle"/>
        </w:rPr>
        <w:t xml:space="preserve"> and </w:t>
      </w:r>
      <w:r w:rsidR="00CF0E3C">
        <w:rPr>
          <w:rStyle w:val="Referencingstyle"/>
        </w:rPr>
        <w:t xml:space="preserve">(2), </w:t>
      </w:r>
      <w:r w:rsidR="00095460">
        <w:rPr>
          <w:rStyle w:val="Referencingstyle"/>
        </w:rPr>
        <w:t>paragraphs</w:t>
      </w:r>
      <w:r w:rsidR="00EB46A4">
        <w:rPr>
          <w:rStyle w:val="Referencingstyle"/>
        </w:rPr>
        <w:t> </w:t>
      </w:r>
      <w:r w:rsidR="00095460">
        <w:rPr>
          <w:rStyle w:val="Referencingstyle"/>
        </w:rPr>
        <w:t>672B(1)(a) and (2)(c) and subsection</w:t>
      </w:r>
      <w:r w:rsidR="000109B3">
        <w:rPr>
          <w:rStyle w:val="Referencingstyle"/>
        </w:rPr>
        <w:t> </w:t>
      </w:r>
      <w:r w:rsidR="00CF0E3C">
        <w:rPr>
          <w:rStyle w:val="Referencingstyle"/>
        </w:rPr>
        <w:t>672B(3)</w:t>
      </w:r>
      <w:r w:rsidR="00CF0E3C" w:rsidRPr="00375F1D">
        <w:rPr>
          <w:rStyle w:val="Referencingstyle"/>
        </w:rPr>
        <w:t>]</w:t>
      </w:r>
    </w:p>
    <w:p w:rsidR="00CF0E3C" w:rsidDel="00023A35" w:rsidRDefault="00CF0E3C" w:rsidP="008D51C1">
      <w:pPr>
        <w:pStyle w:val="base-text-paragraph"/>
      </w:pPr>
      <w:r w:rsidDel="00023A35">
        <w:t xml:space="preserve">If ASIC does receive information in response to a direction to a </w:t>
      </w:r>
      <w:r w:rsidR="00F35B31" w:rsidDel="00023A35">
        <w:t>person</w:t>
      </w:r>
      <w:r w:rsidR="00CD26A5" w:rsidDel="00023A35">
        <w:t xml:space="preserve"> about</w:t>
      </w:r>
      <w:r w:rsidDel="00023A35">
        <w:t xml:space="preserve"> their interests in a</w:t>
      </w:r>
      <w:r w:rsidR="00CD26A5" w:rsidDel="00023A35">
        <w:t xml:space="preserve"> listed</w:t>
      </w:r>
      <w:r w:rsidDel="00023A35">
        <w:t xml:space="preserve"> notified foreig</w:t>
      </w:r>
      <w:r w:rsidR="00CD26A5" w:rsidDel="00023A35">
        <w:t>n passport fund, it may pass</w:t>
      </w:r>
      <w:r w:rsidDel="00023A35">
        <w:t xml:space="preserve"> on that information to the</w:t>
      </w:r>
      <w:r w:rsidR="00CD26A5" w:rsidDel="00023A35">
        <w:t xml:space="preserve"> operator of the fund. I</w:t>
      </w:r>
      <w:r w:rsidR="00782EE2">
        <w:t xml:space="preserve">f the disclosure was made under a request by another member of the fund under subsection 672A(2), ASIC </w:t>
      </w:r>
      <w:r w:rsidR="00CD26A5" w:rsidDel="00023A35">
        <w:t>must also pass on that information to the member who made the request for that information, unless it considers it unreasonable to do so</w:t>
      </w:r>
      <w:r w:rsidR="00782EE2">
        <w:t xml:space="preserve"> in all the circumstances</w:t>
      </w:r>
      <w:r w:rsidR="00CD26A5" w:rsidDel="00023A35">
        <w:t xml:space="preserve">. </w:t>
      </w:r>
      <w:r w:rsidR="00CD26A5" w:rsidDel="00023A35">
        <w:rPr>
          <w:rStyle w:val="Referencingstyle"/>
        </w:rPr>
        <w:t>[</w:t>
      </w:r>
      <w:r w:rsidR="00A04CC2" w:rsidDel="00023A35">
        <w:rPr>
          <w:rStyle w:val="Referencingstyle"/>
        </w:rPr>
        <w:t>Schedule</w:t>
      </w:r>
      <w:r w:rsidR="00E15D84" w:rsidDel="00023A35">
        <w:rPr>
          <w:rStyle w:val="Referencingstyle"/>
        </w:rPr>
        <w:t> </w:t>
      </w:r>
      <w:r w:rsidR="00A04CC2" w:rsidDel="00023A35">
        <w:rPr>
          <w:rStyle w:val="Referencingstyle"/>
        </w:rPr>
        <w:t>2, item</w:t>
      </w:r>
      <w:r w:rsidR="008A2DBA" w:rsidDel="00023A35">
        <w:rPr>
          <w:rStyle w:val="Referencingstyle"/>
        </w:rPr>
        <w:t>s</w:t>
      </w:r>
      <w:r w:rsidR="00E15D84" w:rsidDel="00023A35">
        <w:rPr>
          <w:rStyle w:val="Referencingstyle"/>
        </w:rPr>
        <w:t> </w:t>
      </w:r>
      <w:r w:rsidR="00767222" w:rsidDel="00023A35">
        <w:rPr>
          <w:rStyle w:val="Referencingstyle"/>
        </w:rPr>
        <w:t>159 and 160</w:t>
      </w:r>
      <w:r w:rsidR="00A04CC2" w:rsidDel="00023A35">
        <w:rPr>
          <w:rStyle w:val="Referencingstyle"/>
        </w:rPr>
        <w:t xml:space="preserve">, </w:t>
      </w:r>
      <w:r w:rsidR="008A2DBA" w:rsidDel="00023A35">
        <w:rPr>
          <w:rStyle w:val="Referencingstyle"/>
        </w:rPr>
        <w:t>section</w:t>
      </w:r>
      <w:r w:rsidR="00EE6125" w:rsidDel="00023A35">
        <w:rPr>
          <w:rStyle w:val="Referencingstyle"/>
        </w:rPr>
        <w:t> </w:t>
      </w:r>
      <w:r w:rsidR="008A2DBA" w:rsidDel="00023A35">
        <w:rPr>
          <w:rStyle w:val="Referencingstyle"/>
        </w:rPr>
        <w:t>672C</w:t>
      </w:r>
      <w:r w:rsidR="00A14F17" w:rsidDel="00023A35">
        <w:rPr>
          <w:rStyle w:val="Referencingstyle"/>
        </w:rPr>
        <w:t xml:space="preserve"> and</w:t>
      </w:r>
      <w:r w:rsidR="005D3A00" w:rsidDel="00023A35">
        <w:rPr>
          <w:rStyle w:val="Referencingstyle"/>
        </w:rPr>
        <w:t xml:space="preserve"> </w:t>
      </w:r>
      <w:r w:rsidR="00A04CC2" w:rsidDel="00023A35">
        <w:rPr>
          <w:rStyle w:val="Referencingstyle"/>
        </w:rPr>
        <w:t>paragraph</w:t>
      </w:r>
      <w:r w:rsidR="006C0D28" w:rsidDel="00023A35">
        <w:rPr>
          <w:rStyle w:val="Referencingstyle"/>
        </w:rPr>
        <w:t> </w:t>
      </w:r>
      <w:r w:rsidR="00CD26A5" w:rsidDel="00023A35">
        <w:rPr>
          <w:rStyle w:val="Referencingstyle"/>
        </w:rPr>
        <w:t>672C(a)</w:t>
      </w:r>
      <w:r w:rsidR="00CD26A5" w:rsidRPr="00375F1D" w:rsidDel="00023A35">
        <w:rPr>
          <w:rStyle w:val="Referencingstyle"/>
        </w:rPr>
        <w:t>]</w:t>
      </w:r>
    </w:p>
    <w:p w:rsidR="00782EE2" w:rsidRPr="00CD26A5" w:rsidRDefault="00782EE2" w:rsidP="008D51C1">
      <w:pPr>
        <w:pStyle w:val="base-text-paragraph"/>
        <w:rPr>
          <w:rStyle w:val="Referencingstyle"/>
          <w:b w:val="0"/>
          <w:i w:val="0"/>
          <w:sz w:val="22"/>
        </w:rPr>
      </w:pPr>
      <w:r>
        <w:rPr>
          <w:rStyle w:val="Referencingstyle"/>
          <w:b w:val="0"/>
          <w:i w:val="0"/>
          <w:sz w:val="22"/>
        </w:rPr>
        <w:t xml:space="preserve">The regulations may prescribe fees that the operator of a listed notified foreign passport fund is required to pay to persons for complying with a direction to disclose </w:t>
      </w:r>
      <w:r w:rsidRPr="000834D0">
        <w:t>information</w:t>
      </w:r>
      <w:r>
        <w:rPr>
          <w:rStyle w:val="Referencingstyle"/>
          <w:b w:val="0"/>
          <w:i w:val="0"/>
          <w:sz w:val="22"/>
        </w:rPr>
        <w:t xml:space="preserve"> in relation to their relevant interests. </w:t>
      </w:r>
      <w:r w:rsidRPr="003B0DA5">
        <w:rPr>
          <w:rStyle w:val="Referencingstyle"/>
        </w:rPr>
        <w:t>[Schedule</w:t>
      </w:r>
      <w:r>
        <w:rPr>
          <w:rStyle w:val="Referencingstyle"/>
        </w:rPr>
        <w:t> </w:t>
      </w:r>
      <w:r w:rsidRPr="003B0DA5">
        <w:rPr>
          <w:rStyle w:val="Referencingstyle"/>
        </w:rPr>
        <w:t>2, items</w:t>
      </w:r>
      <w:r>
        <w:rPr>
          <w:rStyle w:val="Referencingstyle"/>
        </w:rPr>
        <w:t> </w:t>
      </w:r>
      <w:r w:rsidRPr="003B0DA5">
        <w:rPr>
          <w:rStyle w:val="Referencingstyle"/>
        </w:rPr>
        <w:t xml:space="preserve">161 to 163, </w:t>
      </w:r>
      <w:r w:rsidRPr="00653E67">
        <w:rPr>
          <w:rStyle w:val="Referencingstyle"/>
        </w:rPr>
        <w:t>subsections</w:t>
      </w:r>
      <w:r>
        <w:rPr>
          <w:rStyle w:val="Referencingstyle"/>
        </w:rPr>
        <w:t> </w:t>
      </w:r>
      <w:r w:rsidRPr="00653E67">
        <w:rPr>
          <w:rStyle w:val="Referencingstyle"/>
        </w:rPr>
        <w:t>672D(1)</w:t>
      </w:r>
      <w:r>
        <w:rPr>
          <w:rStyle w:val="Referencingstyle"/>
        </w:rPr>
        <w:t xml:space="preserve"> and </w:t>
      </w:r>
      <w:r w:rsidRPr="00653E67">
        <w:rPr>
          <w:rStyle w:val="Referencingstyle"/>
        </w:rPr>
        <w:t>(2)]</w:t>
      </w:r>
    </w:p>
    <w:p w:rsidR="00907DA6" w:rsidRPr="00100CE8" w:rsidRDefault="00907DA6" w:rsidP="008D51C1">
      <w:pPr>
        <w:pStyle w:val="base-text-paragraph"/>
        <w:rPr>
          <w:rStyle w:val="Referencingstyle"/>
          <w:b w:val="0"/>
          <w:i w:val="0"/>
          <w:sz w:val="22"/>
        </w:rPr>
      </w:pPr>
      <w:r w:rsidRPr="00BD4E20">
        <w:rPr>
          <w:rStyle w:val="Referencingstyle"/>
          <w:b w:val="0"/>
          <w:i w:val="0"/>
          <w:sz w:val="22"/>
        </w:rPr>
        <w:t>An operator</w:t>
      </w:r>
      <w:r w:rsidR="00A14974" w:rsidRPr="000C0B37">
        <w:rPr>
          <w:rStyle w:val="Referencingstyle"/>
          <w:b w:val="0"/>
          <w:i w:val="0"/>
          <w:sz w:val="22"/>
        </w:rPr>
        <w:t xml:space="preserve"> of a listed notified foreign passport fund</w:t>
      </w:r>
      <w:r w:rsidRPr="000C0B37">
        <w:rPr>
          <w:rStyle w:val="Referencingstyle"/>
          <w:b w:val="0"/>
          <w:i w:val="0"/>
          <w:sz w:val="22"/>
        </w:rPr>
        <w:t xml:space="preserve"> </w:t>
      </w:r>
      <w:r w:rsidRPr="00A14974">
        <w:rPr>
          <w:rStyle w:val="Referencingstyle"/>
          <w:b w:val="0"/>
          <w:i w:val="0"/>
          <w:sz w:val="22"/>
        </w:rPr>
        <w:t xml:space="preserve">is not </w:t>
      </w:r>
      <w:r w:rsidR="005D30F1">
        <w:rPr>
          <w:rStyle w:val="Referencingstyle"/>
          <w:b w:val="0"/>
          <w:i w:val="0"/>
          <w:sz w:val="22"/>
        </w:rPr>
        <w:t>taken to have</w:t>
      </w:r>
      <w:r w:rsidRPr="00A14974">
        <w:rPr>
          <w:rStyle w:val="Referencingstyle"/>
          <w:b w:val="0"/>
          <w:i w:val="0"/>
          <w:sz w:val="22"/>
        </w:rPr>
        <w:t xml:space="preserve"> notice of </w:t>
      </w:r>
      <w:r w:rsidR="005D30F1">
        <w:rPr>
          <w:rStyle w:val="Referencingstyle"/>
          <w:b w:val="0"/>
          <w:i w:val="0"/>
          <w:sz w:val="22"/>
        </w:rPr>
        <w:t xml:space="preserve">a </w:t>
      </w:r>
      <w:r w:rsidR="005D30F1" w:rsidRPr="000834D0">
        <w:t>person’s</w:t>
      </w:r>
      <w:r w:rsidR="005D30F1">
        <w:rPr>
          <w:rStyle w:val="Referencingstyle"/>
          <w:b w:val="0"/>
          <w:i w:val="0"/>
          <w:sz w:val="22"/>
        </w:rPr>
        <w:t xml:space="preserve"> right in relation to an interest in the fund because of anything done under Part</w:t>
      </w:r>
      <w:r w:rsidR="00886D3D">
        <w:rPr>
          <w:rStyle w:val="Referencingstyle"/>
          <w:b w:val="0"/>
          <w:i w:val="0"/>
          <w:sz w:val="22"/>
        </w:rPr>
        <w:t> </w:t>
      </w:r>
      <w:r w:rsidR="005D30F1">
        <w:rPr>
          <w:rStyle w:val="Referencingstyle"/>
          <w:b w:val="0"/>
          <w:i w:val="0"/>
          <w:sz w:val="22"/>
        </w:rPr>
        <w:t>6C.2</w:t>
      </w:r>
      <w:r w:rsidRPr="00A14974">
        <w:rPr>
          <w:rStyle w:val="Referencingstyle"/>
          <w:b w:val="0"/>
          <w:i w:val="0"/>
          <w:sz w:val="22"/>
        </w:rPr>
        <w:t>.</w:t>
      </w:r>
      <w:r>
        <w:rPr>
          <w:rStyle w:val="Referencingstyle"/>
          <w:b w:val="0"/>
          <w:i w:val="0"/>
          <w:sz w:val="22"/>
        </w:rPr>
        <w:t xml:space="preserve"> </w:t>
      </w:r>
      <w:r w:rsidR="00FE1DCD">
        <w:rPr>
          <w:rStyle w:val="Referencingstyle"/>
          <w:b w:val="0"/>
          <w:i w:val="0"/>
          <w:sz w:val="22"/>
        </w:rPr>
        <w:t>A</w:t>
      </w:r>
      <w:r>
        <w:rPr>
          <w:rStyle w:val="Referencingstyle"/>
          <w:b w:val="0"/>
          <w:i w:val="0"/>
          <w:sz w:val="22"/>
        </w:rPr>
        <w:t xml:space="preserve">n amendment </w:t>
      </w:r>
      <w:r w:rsidR="000F3796">
        <w:rPr>
          <w:rStyle w:val="Referencingstyle"/>
          <w:b w:val="0"/>
          <w:i w:val="0"/>
          <w:sz w:val="22"/>
        </w:rPr>
        <w:t>i</w:t>
      </w:r>
      <w:r>
        <w:rPr>
          <w:rStyle w:val="Referencingstyle"/>
          <w:b w:val="0"/>
          <w:i w:val="0"/>
          <w:sz w:val="22"/>
        </w:rPr>
        <w:t xml:space="preserve">s not strictly required to achieve this </w:t>
      </w:r>
      <w:r w:rsidR="00F9732F">
        <w:rPr>
          <w:rStyle w:val="Referencingstyle"/>
          <w:b w:val="0"/>
          <w:i w:val="0"/>
          <w:sz w:val="22"/>
        </w:rPr>
        <w:t>result because</w:t>
      </w:r>
      <w:r w:rsidR="00FE1DCD">
        <w:rPr>
          <w:rStyle w:val="Referencingstyle"/>
          <w:b w:val="0"/>
          <w:i w:val="0"/>
          <w:sz w:val="22"/>
        </w:rPr>
        <w:t xml:space="preserve"> the</w:t>
      </w:r>
      <w:r w:rsidR="001C648C">
        <w:rPr>
          <w:rStyle w:val="Referencingstyle"/>
          <w:b w:val="0"/>
          <w:i w:val="0"/>
          <w:sz w:val="22"/>
        </w:rPr>
        <w:t xml:space="preserve"> </w:t>
      </w:r>
      <w:r w:rsidR="000F3796">
        <w:rPr>
          <w:rStyle w:val="Referencingstyle"/>
          <w:b w:val="0"/>
          <w:i w:val="0"/>
          <w:sz w:val="22"/>
        </w:rPr>
        <w:t>former</w:t>
      </w:r>
      <w:r w:rsidR="00FE1DCD">
        <w:rPr>
          <w:rStyle w:val="Referencingstyle"/>
          <w:b w:val="0"/>
          <w:i w:val="0"/>
          <w:sz w:val="22"/>
        </w:rPr>
        <w:t xml:space="preserve"> provision applie</w:t>
      </w:r>
      <w:r w:rsidR="000F3796">
        <w:rPr>
          <w:rStyle w:val="Referencingstyle"/>
          <w:b w:val="0"/>
          <w:i w:val="0"/>
          <w:sz w:val="22"/>
        </w:rPr>
        <w:t>d</w:t>
      </w:r>
      <w:r w:rsidR="00FE1DCD">
        <w:rPr>
          <w:rStyle w:val="Referencingstyle"/>
          <w:b w:val="0"/>
          <w:i w:val="0"/>
          <w:sz w:val="22"/>
        </w:rPr>
        <w:t xml:space="preserve"> to listed </w:t>
      </w:r>
      <w:proofErr w:type="spellStart"/>
      <w:r w:rsidR="00FE1DCD">
        <w:rPr>
          <w:rStyle w:val="Referencingstyle"/>
          <w:b w:val="0"/>
          <w:i w:val="0"/>
          <w:sz w:val="22"/>
        </w:rPr>
        <w:t>MISs</w:t>
      </w:r>
      <w:r w:rsidR="00DE71AE">
        <w:rPr>
          <w:rStyle w:val="Referencingstyle"/>
          <w:b w:val="0"/>
          <w:i w:val="0"/>
          <w:sz w:val="22"/>
        </w:rPr>
        <w:t>.</w:t>
      </w:r>
      <w:proofErr w:type="spellEnd"/>
      <w:r w:rsidR="001C648C">
        <w:rPr>
          <w:rStyle w:val="Referencingstyle"/>
          <w:b w:val="0"/>
          <w:i w:val="0"/>
          <w:sz w:val="22"/>
        </w:rPr>
        <w:t xml:space="preserve"> </w:t>
      </w:r>
      <w:r w:rsidR="00F9732F">
        <w:rPr>
          <w:rStyle w:val="Referencingstyle"/>
          <w:b w:val="0"/>
          <w:i w:val="0"/>
          <w:sz w:val="22"/>
        </w:rPr>
        <w:t>(</w:t>
      </w:r>
      <w:r w:rsidR="00DE71AE">
        <w:rPr>
          <w:rStyle w:val="Referencingstyle"/>
          <w:b w:val="0"/>
          <w:i w:val="0"/>
          <w:sz w:val="22"/>
        </w:rPr>
        <w:t>N</w:t>
      </w:r>
      <w:r w:rsidR="001C648C">
        <w:rPr>
          <w:rStyle w:val="Referencingstyle"/>
          <w:b w:val="0"/>
          <w:i w:val="0"/>
          <w:sz w:val="22"/>
        </w:rPr>
        <w:t>otified foreign passport funds are treated as MISs</w:t>
      </w:r>
      <w:r w:rsidR="00DE71AE">
        <w:rPr>
          <w:rStyle w:val="Referencingstyle"/>
          <w:b w:val="0"/>
          <w:i w:val="0"/>
          <w:sz w:val="22"/>
        </w:rPr>
        <w:t xml:space="preserve"> as outlined in paragraph</w:t>
      </w:r>
      <w:r w:rsidR="00FB0BD5">
        <w:rPr>
          <w:rStyle w:val="Referencingstyle"/>
          <w:b w:val="0"/>
          <w:i w:val="0"/>
          <w:sz w:val="22"/>
        </w:rPr>
        <w:t> </w:t>
      </w:r>
      <w:r w:rsidR="00B301E6">
        <w:rPr>
          <w:rStyle w:val="Referencingstyle"/>
          <w:b w:val="0"/>
          <w:i w:val="0"/>
          <w:sz w:val="22"/>
        </w:rPr>
        <w:t>3.65</w:t>
      </w:r>
      <w:r w:rsidR="00DE71AE">
        <w:rPr>
          <w:rStyle w:val="Referencingstyle"/>
          <w:b w:val="0"/>
          <w:i w:val="0"/>
          <w:sz w:val="22"/>
        </w:rPr>
        <w:t xml:space="preserve"> of the </w:t>
      </w:r>
      <w:r w:rsidR="00090F3C">
        <w:rPr>
          <w:rStyle w:val="Referencingstyle"/>
          <w:b w:val="0"/>
          <w:i w:val="0"/>
          <w:sz w:val="22"/>
        </w:rPr>
        <w:t>explanatory material</w:t>
      </w:r>
      <w:r w:rsidR="00DE71AE">
        <w:rPr>
          <w:rStyle w:val="Referencingstyle"/>
          <w:b w:val="0"/>
          <w:i w:val="0"/>
          <w:sz w:val="22"/>
        </w:rPr>
        <w:t>s</w:t>
      </w:r>
      <w:r w:rsidR="00FE1DCD">
        <w:rPr>
          <w:rStyle w:val="Referencingstyle"/>
          <w:b w:val="0"/>
          <w:i w:val="0"/>
          <w:sz w:val="22"/>
        </w:rPr>
        <w:t>.</w:t>
      </w:r>
      <w:r w:rsidR="00DE71AE">
        <w:rPr>
          <w:rStyle w:val="Referencingstyle"/>
          <w:b w:val="0"/>
          <w:i w:val="0"/>
          <w:sz w:val="22"/>
        </w:rPr>
        <w:t>)</w:t>
      </w:r>
      <w:r w:rsidR="00FE1DCD">
        <w:rPr>
          <w:rStyle w:val="Referencingstyle"/>
          <w:b w:val="0"/>
          <w:i w:val="0"/>
          <w:sz w:val="22"/>
        </w:rPr>
        <w:t xml:space="preserve"> However</w:t>
      </w:r>
      <w:r>
        <w:rPr>
          <w:rStyle w:val="Referencingstyle"/>
          <w:b w:val="0"/>
          <w:i w:val="0"/>
          <w:sz w:val="22"/>
        </w:rPr>
        <w:t xml:space="preserve">, for the avoidance of doubt, the reference to a listed MIS </w:t>
      </w:r>
      <w:r w:rsidR="00B96C7C">
        <w:rPr>
          <w:rStyle w:val="Referencingstyle"/>
          <w:b w:val="0"/>
          <w:i w:val="0"/>
          <w:sz w:val="22"/>
        </w:rPr>
        <w:t>is</w:t>
      </w:r>
      <w:r>
        <w:rPr>
          <w:rStyle w:val="Referencingstyle"/>
          <w:b w:val="0"/>
          <w:i w:val="0"/>
          <w:sz w:val="22"/>
        </w:rPr>
        <w:t xml:space="preserve"> replaced with a reference to a listed registered scheme or a listed notified foreign passport fund. </w:t>
      </w:r>
      <w:r>
        <w:rPr>
          <w:rStyle w:val="Referencingstyle"/>
        </w:rPr>
        <w:t>[Schedule</w:t>
      </w:r>
      <w:r w:rsidR="00C42B07">
        <w:rPr>
          <w:rStyle w:val="Referencingstyle"/>
        </w:rPr>
        <w:t> </w:t>
      </w:r>
      <w:r>
        <w:rPr>
          <w:rStyle w:val="Referencingstyle"/>
        </w:rPr>
        <w:t>2, i</w:t>
      </w:r>
      <w:r w:rsidRPr="00375F1D">
        <w:rPr>
          <w:rStyle w:val="Referencingstyle"/>
        </w:rPr>
        <w:t>tem</w:t>
      </w:r>
      <w:r>
        <w:rPr>
          <w:rStyle w:val="Referencingstyle"/>
        </w:rPr>
        <w:t> 17</w:t>
      </w:r>
      <w:r w:rsidR="001E0779">
        <w:rPr>
          <w:rStyle w:val="Referencingstyle"/>
        </w:rPr>
        <w:t>8</w:t>
      </w:r>
      <w:r>
        <w:rPr>
          <w:rStyle w:val="Referencingstyle"/>
        </w:rPr>
        <w:t>,</w:t>
      </w:r>
      <w:r w:rsidRPr="00375F1D">
        <w:rPr>
          <w:rStyle w:val="Referencingstyle"/>
        </w:rPr>
        <w:t xml:space="preserve"> </w:t>
      </w:r>
      <w:r>
        <w:rPr>
          <w:rStyle w:val="Referencingstyle"/>
        </w:rPr>
        <w:t>section</w:t>
      </w:r>
      <w:r w:rsidR="00C42B07">
        <w:rPr>
          <w:rStyle w:val="Referencingstyle"/>
        </w:rPr>
        <w:t> </w:t>
      </w:r>
      <w:r>
        <w:rPr>
          <w:rStyle w:val="Referencingstyle"/>
        </w:rPr>
        <w:t>672E]</w:t>
      </w:r>
    </w:p>
    <w:p w:rsidR="00A04CC2" w:rsidRDefault="00F35B31" w:rsidP="008D51C1">
      <w:pPr>
        <w:pStyle w:val="base-text-paragraph"/>
      </w:pPr>
      <w:r>
        <w:t xml:space="preserve">The operator of a listed notified foreign passport fund must keep a register of information </w:t>
      </w:r>
      <w:r w:rsidR="00A04CC2">
        <w:t>about interests in a listed notified foreign passport fund. This register must include:</w:t>
      </w:r>
    </w:p>
    <w:p w:rsidR="00A04CC2" w:rsidRDefault="00A04CC2" w:rsidP="008D51C1">
      <w:pPr>
        <w:pStyle w:val="dotpoint"/>
      </w:pPr>
      <w:r>
        <w:t xml:space="preserve">details of </w:t>
      </w:r>
      <w:r w:rsidR="005A2B1A">
        <w:t>the nature and extent of a person’s relevant interest in the fund</w:t>
      </w:r>
      <w:r>
        <w:t xml:space="preserve"> and the circumstances that give rise to members’ interests;</w:t>
      </w:r>
    </w:p>
    <w:p w:rsidR="00A04CC2" w:rsidRDefault="00A04CC2" w:rsidP="008D51C1">
      <w:pPr>
        <w:pStyle w:val="dotpoint"/>
      </w:pPr>
      <w:r>
        <w:t xml:space="preserve">the name and address of </w:t>
      </w:r>
      <w:r w:rsidR="005A2B1A">
        <w:t>a person who has a relevant interest in the fund</w:t>
      </w:r>
      <w:r w:rsidR="00913EE2">
        <w:t>; and</w:t>
      </w:r>
    </w:p>
    <w:p w:rsidR="00C041BC" w:rsidRDefault="00A04CC2" w:rsidP="008D51C1">
      <w:pPr>
        <w:pStyle w:val="dotpoint"/>
      </w:pPr>
      <w:r>
        <w:t xml:space="preserve">details of instructions </w:t>
      </w:r>
      <w:r w:rsidR="005A2B1A">
        <w:t xml:space="preserve">that a person has </w:t>
      </w:r>
      <w:r>
        <w:t>given about matters relating to their interests</w:t>
      </w:r>
      <w:r w:rsidR="005A2B1A">
        <w:t xml:space="preserve"> in the fund</w:t>
      </w:r>
      <w:r>
        <w:t xml:space="preserve">, including the acquisition or disposal of their interests and the </w:t>
      </w:r>
      <w:r w:rsidR="00072049">
        <w:t xml:space="preserve">voting or other </w:t>
      </w:r>
      <w:r>
        <w:t>rights attached to their interests</w:t>
      </w:r>
      <w:r w:rsidR="00913EE2">
        <w:t>.</w:t>
      </w:r>
    </w:p>
    <w:p w:rsidR="00A04CC2" w:rsidRPr="00A14F17" w:rsidRDefault="00B96C7C" w:rsidP="008D51C1">
      <w:pPr>
        <w:pStyle w:val="base-text-paragraphnonumbers"/>
        <w:rPr>
          <w:rStyle w:val="Referencingstyle"/>
        </w:rPr>
      </w:pPr>
      <w:r>
        <w:rPr>
          <w:rStyle w:val="Referencingstyle"/>
        </w:rPr>
        <w:t>[</w:t>
      </w:r>
      <w:r w:rsidR="00C42B07">
        <w:rPr>
          <w:rStyle w:val="Referencingstyle"/>
        </w:rPr>
        <w:t>Schedule </w:t>
      </w:r>
      <w:r>
        <w:rPr>
          <w:rStyle w:val="Referencingstyle"/>
        </w:rPr>
        <w:t xml:space="preserve">2, </w:t>
      </w:r>
      <w:r w:rsidR="00C42B07">
        <w:rPr>
          <w:rStyle w:val="Referencingstyle"/>
        </w:rPr>
        <w:t>item </w:t>
      </w:r>
      <w:r w:rsidR="002D74DE">
        <w:rPr>
          <w:rStyle w:val="Referencingstyle"/>
        </w:rPr>
        <w:t>165</w:t>
      </w:r>
      <w:r>
        <w:rPr>
          <w:rStyle w:val="Referencingstyle"/>
        </w:rPr>
        <w:t xml:space="preserve">, </w:t>
      </w:r>
      <w:r w:rsidR="00C42B07">
        <w:rPr>
          <w:rStyle w:val="Referencingstyle"/>
        </w:rPr>
        <w:t>subs</w:t>
      </w:r>
      <w:r w:rsidR="00C42B07" w:rsidRPr="00375F1D">
        <w:rPr>
          <w:rStyle w:val="Referencingstyle"/>
        </w:rPr>
        <w:t>ection</w:t>
      </w:r>
      <w:r w:rsidR="00C42B07">
        <w:rPr>
          <w:rStyle w:val="Referencingstyle"/>
        </w:rPr>
        <w:t> </w:t>
      </w:r>
      <w:r>
        <w:rPr>
          <w:rStyle w:val="Referencingstyle"/>
        </w:rPr>
        <w:t>672DA(1)]</w:t>
      </w:r>
    </w:p>
    <w:p w:rsidR="00F35B31" w:rsidRDefault="00F35B31" w:rsidP="008D51C1">
      <w:pPr>
        <w:pStyle w:val="base-text-paragraph"/>
      </w:pPr>
      <w:r>
        <w:t xml:space="preserve">The register must be </w:t>
      </w:r>
      <w:r w:rsidR="00072049">
        <w:t>kept</w:t>
      </w:r>
      <w:r>
        <w:t xml:space="preserve"> at the operator’s registered office, </w:t>
      </w:r>
      <w:r w:rsidR="00913EE2">
        <w:t xml:space="preserve">their </w:t>
      </w:r>
      <w:r>
        <w:t xml:space="preserve">principal place of business </w:t>
      </w:r>
      <w:r w:rsidR="00913EE2">
        <w:t>or another place i</w:t>
      </w:r>
      <w:r>
        <w:t xml:space="preserve">n this jurisdiction </w:t>
      </w:r>
      <w:r w:rsidR="00913EE2">
        <w:t>approved by ASIC</w:t>
      </w:r>
      <w:r w:rsidR="006D1D55">
        <w:t xml:space="preserve">. The operator of the fund must notify ASIC of changes to the location of the register in the same circumstances </w:t>
      </w:r>
      <w:r w:rsidR="00B80FCD">
        <w:t>as</w:t>
      </w:r>
      <w:r w:rsidR="006D1D55">
        <w:t xml:space="preserve"> for listed registered schemes.</w:t>
      </w:r>
      <w:r>
        <w:t xml:space="preserve"> </w:t>
      </w:r>
      <w:r w:rsidR="006D1D55">
        <w:rPr>
          <w:rStyle w:val="Referencingstyle"/>
        </w:rPr>
        <w:t>[Schedule</w:t>
      </w:r>
      <w:r w:rsidR="00C42B07">
        <w:rPr>
          <w:rStyle w:val="Referencingstyle"/>
        </w:rPr>
        <w:t> </w:t>
      </w:r>
      <w:r w:rsidR="006D1D55">
        <w:rPr>
          <w:rStyle w:val="Referencingstyle"/>
        </w:rPr>
        <w:t>2, item</w:t>
      </w:r>
      <w:r w:rsidR="002D74DE">
        <w:rPr>
          <w:rStyle w:val="Referencingstyle"/>
        </w:rPr>
        <w:t>s</w:t>
      </w:r>
      <w:r w:rsidR="00EB46A4">
        <w:rPr>
          <w:rStyle w:val="Referencingstyle"/>
        </w:rPr>
        <w:t> </w:t>
      </w:r>
      <w:r w:rsidR="006D1D55">
        <w:rPr>
          <w:rStyle w:val="Referencingstyle"/>
        </w:rPr>
        <w:t>16</w:t>
      </w:r>
      <w:r w:rsidR="00031CAC">
        <w:rPr>
          <w:rStyle w:val="Referencingstyle"/>
        </w:rPr>
        <w:t>4</w:t>
      </w:r>
      <w:r w:rsidR="00BA0F31">
        <w:rPr>
          <w:rStyle w:val="Referencingstyle"/>
        </w:rPr>
        <w:t xml:space="preserve"> and</w:t>
      </w:r>
      <w:r w:rsidR="00031CAC">
        <w:rPr>
          <w:rStyle w:val="Referencingstyle"/>
        </w:rPr>
        <w:t xml:space="preserve"> </w:t>
      </w:r>
      <w:r w:rsidR="006D1D55">
        <w:rPr>
          <w:rStyle w:val="Referencingstyle"/>
        </w:rPr>
        <w:t>166</w:t>
      </w:r>
      <w:r w:rsidR="002D74DE">
        <w:rPr>
          <w:rStyle w:val="Referencingstyle"/>
        </w:rPr>
        <w:t xml:space="preserve"> to 168</w:t>
      </w:r>
      <w:r w:rsidR="006D1D55">
        <w:rPr>
          <w:rStyle w:val="Referencingstyle"/>
        </w:rPr>
        <w:t>, s</w:t>
      </w:r>
      <w:r w:rsidR="006D1D55" w:rsidRPr="00375F1D">
        <w:rPr>
          <w:rStyle w:val="Referencingstyle"/>
        </w:rPr>
        <w:t>ection</w:t>
      </w:r>
      <w:r w:rsidR="00C42B07">
        <w:rPr>
          <w:rStyle w:val="Referencingstyle"/>
        </w:rPr>
        <w:t> </w:t>
      </w:r>
      <w:r w:rsidR="006D1D55">
        <w:rPr>
          <w:rStyle w:val="Referencingstyle"/>
        </w:rPr>
        <w:t>672DA</w:t>
      </w:r>
      <w:r w:rsidR="00A14F17">
        <w:rPr>
          <w:rStyle w:val="Referencingstyle"/>
        </w:rPr>
        <w:t xml:space="preserve"> and</w:t>
      </w:r>
      <w:r w:rsidR="00E95AE5">
        <w:rPr>
          <w:rStyle w:val="Referencingstyle"/>
        </w:rPr>
        <w:t xml:space="preserve"> </w:t>
      </w:r>
      <w:r w:rsidR="006D1D55">
        <w:rPr>
          <w:rStyle w:val="Referencingstyle"/>
        </w:rPr>
        <w:t>subs</w:t>
      </w:r>
      <w:r w:rsidR="006D1D55" w:rsidRPr="00375F1D">
        <w:rPr>
          <w:rStyle w:val="Referencingstyle"/>
        </w:rPr>
        <w:t>ection</w:t>
      </w:r>
      <w:r w:rsidR="00C42B07">
        <w:rPr>
          <w:rStyle w:val="Referencingstyle"/>
        </w:rPr>
        <w:t>s </w:t>
      </w:r>
      <w:r w:rsidR="006D1D55">
        <w:rPr>
          <w:rStyle w:val="Referencingstyle"/>
        </w:rPr>
        <w:t>672DA</w:t>
      </w:r>
      <w:r>
        <w:rPr>
          <w:rStyle w:val="Referencingstyle"/>
        </w:rPr>
        <w:t>(3</w:t>
      </w:r>
      <w:r w:rsidR="00C42B07">
        <w:rPr>
          <w:rStyle w:val="Referencingstyle"/>
        </w:rPr>
        <w:t>) to</w:t>
      </w:r>
      <w:r w:rsidR="00BA0F31">
        <w:rPr>
          <w:rStyle w:val="Referencingstyle"/>
        </w:rPr>
        <w:t> </w:t>
      </w:r>
      <w:r>
        <w:rPr>
          <w:rStyle w:val="Referencingstyle"/>
        </w:rPr>
        <w:t>(</w:t>
      </w:r>
      <w:r w:rsidR="00E95AE5">
        <w:rPr>
          <w:rStyle w:val="Referencingstyle"/>
        </w:rPr>
        <w:t>4</w:t>
      </w:r>
      <w:r>
        <w:rPr>
          <w:rStyle w:val="Referencingstyle"/>
        </w:rPr>
        <w:t>)</w:t>
      </w:r>
      <w:r w:rsidRPr="00375F1D">
        <w:rPr>
          <w:rStyle w:val="Referencingstyle"/>
        </w:rPr>
        <w:t>]</w:t>
      </w:r>
    </w:p>
    <w:p w:rsidR="00680F31" w:rsidRDefault="0040087C" w:rsidP="008D51C1">
      <w:pPr>
        <w:pStyle w:val="base-text-paragraph"/>
      </w:pPr>
      <w:r>
        <w:t>A f</w:t>
      </w:r>
      <w:r w:rsidR="006D1D55">
        <w:t xml:space="preserve">ailure to comply with the requirements relating to the register </w:t>
      </w:r>
      <w:r w:rsidR="00680F31">
        <w:t>is a</w:t>
      </w:r>
      <w:r w:rsidR="006D1D55">
        <w:t xml:space="preserve"> strict li</w:t>
      </w:r>
      <w:r w:rsidR="00680F31">
        <w:t>ability offence</w:t>
      </w:r>
      <w:r w:rsidR="004C3E5A">
        <w:t xml:space="preserve"> with a maximum penalty of 10</w:t>
      </w:r>
      <w:r w:rsidR="00A14F17">
        <w:t> </w:t>
      </w:r>
      <w:r w:rsidR="004C3E5A">
        <w:t>penalty units</w:t>
      </w:r>
      <w:r w:rsidR="00680F31">
        <w:t>.</w:t>
      </w:r>
      <w:r w:rsidR="00680F31" w:rsidRPr="00680F31">
        <w:rPr>
          <w:rStyle w:val="Referencingstyle"/>
        </w:rPr>
        <w:t xml:space="preserve"> </w:t>
      </w:r>
      <w:r w:rsidR="00680F31">
        <w:rPr>
          <w:rStyle w:val="Referencingstyle"/>
        </w:rPr>
        <w:t>[Schedule</w:t>
      </w:r>
      <w:r w:rsidR="009A7A6C">
        <w:rPr>
          <w:rStyle w:val="Referencingstyle"/>
        </w:rPr>
        <w:t> </w:t>
      </w:r>
      <w:r w:rsidR="00680F31">
        <w:rPr>
          <w:rStyle w:val="Referencingstyle"/>
        </w:rPr>
        <w:t>2, item</w:t>
      </w:r>
      <w:r w:rsidR="00BA0F31">
        <w:rPr>
          <w:rStyle w:val="Referencingstyle"/>
        </w:rPr>
        <w:t>s</w:t>
      </w:r>
      <w:r w:rsidR="009A7A6C">
        <w:rPr>
          <w:rStyle w:val="Referencingstyle"/>
        </w:rPr>
        <w:t> </w:t>
      </w:r>
      <w:r w:rsidR="002D74DE">
        <w:rPr>
          <w:rStyle w:val="Referencingstyle"/>
        </w:rPr>
        <w:t>169</w:t>
      </w:r>
      <w:r w:rsidR="000C4E70">
        <w:rPr>
          <w:rStyle w:val="Referencingstyle"/>
        </w:rPr>
        <w:t xml:space="preserve"> and 294</w:t>
      </w:r>
      <w:r w:rsidR="00680F31">
        <w:rPr>
          <w:rStyle w:val="Referencingstyle"/>
        </w:rPr>
        <w:t>, subs</w:t>
      </w:r>
      <w:r w:rsidR="00680F31" w:rsidRPr="00375F1D">
        <w:rPr>
          <w:rStyle w:val="Referencingstyle"/>
        </w:rPr>
        <w:t>ection</w:t>
      </w:r>
      <w:r w:rsidR="009A7A6C">
        <w:rPr>
          <w:rStyle w:val="Referencingstyle"/>
        </w:rPr>
        <w:t> </w:t>
      </w:r>
      <w:r w:rsidR="00680F31">
        <w:rPr>
          <w:rStyle w:val="Referencingstyle"/>
        </w:rPr>
        <w:t>672DA(5)</w:t>
      </w:r>
      <w:r w:rsidR="000C4E70">
        <w:rPr>
          <w:rStyle w:val="Referencingstyle"/>
        </w:rPr>
        <w:t xml:space="preserve"> and schedule</w:t>
      </w:r>
      <w:r w:rsidR="00A14F17">
        <w:rPr>
          <w:rStyle w:val="Referencingstyle"/>
        </w:rPr>
        <w:t> </w:t>
      </w:r>
      <w:r w:rsidR="000C4E70">
        <w:rPr>
          <w:rStyle w:val="Referencingstyle"/>
        </w:rPr>
        <w:t>3 table item</w:t>
      </w:r>
      <w:r w:rsidR="00A14F17">
        <w:rPr>
          <w:rStyle w:val="Referencingstyle"/>
        </w:rPr>
        <w:t> </w:t>
      </w:r>
      <w:r w:rsidR="000C4E70">
        <w:rPr>
          <w:rStyle w:val="Referencingstyle"/>
        </w:rPr>
        <w:t>229AA</w:t>
      </w:r>
      <w:r w:rsidR="00680F31" w:rsidRPr="00375F1D">
        <w:rPr>
          <w:rStyle w:val="Referencingstyle"/>
        </w:rPr>
        <w:t>]</w:t>
      </w:r>
    </w:p>
    <w:p w:rsidR="00555710" w:rsidRPr="0040140A" w:rsidRDefault="00555710" w:rsidP="008D51C1">
      <w:pPr>
        <w:pStyle w:val="base-text-paragraph"/>
        <w:rPr>
          <w:rStyle w:val="Referencingstyle"/>
          <w:b w:val="0"/>
          <w:i w:val="0"/>
          <w:sz w:val="22"/>
        </w:rPr>
      </w:pPr>
      <w:r>
        <w:t>Minor amendments are also made to replace the references to scheme in Chapter</w:t>
      </w:r>
      <w:r w:rsidR="009A7A6C">
        <w:t> </w:t>
      </w:r>
      <w:r>
        <w:t xml:space="preserve">6C with the words ‘scheme or fund’, and </w:t>
      </w:r>
      <w:r w:rsidR="001633D8">
        <w:t xml:space="preserve">insert a </w:t>
      </w:r>
      <w:r>
        <w:t>reference to ‘</w:t>
      </w:r>
      <w:r w:rsidR="001633D8">
        <w:t>operator’ or ‘fund operator’ after the word ‘</w:t>
      </w:r>
      <w:r>
        <w:t>responsible entity’. This ensures that the other provisions in Chapter</w:t>
      </w:r>
      <w:r w:rsidR="009A7A6C">
        <w:t> </w:t>
      </w:r>
      <w:r>
        <w:t xml:space="preserve">6C apply to notified foreign passport funds in the same way that they apply to registered schemes. </w:t>
      </w:r>
      <w:r>
        <w:rPr>
          <w:rStyle w:val="Referencingstyle"/>
        </w:rPr>
        <w:t>[Schedule</w:t>
      </w:r>
      <w:r w:rsidR="009A7A6C">
        <w:rPr>
          <w:rStyle w:val="Referencingstyle"/>
        </w:rPr>
        <w:t> </w:t>
      </w:r>
      <w:r>
        <w:rPr>
          <w:rStyle w:val="Referencingstyle"/>
        </w:rPr>
        <w:t>2, i</w:t>
      </w:r>
      <w:r w:rsidRPr="00375F1D">
        <w:rPr>
          <w:rStyle w:val="Referencingstyle"/>
        </w:rPr>
        <w:t>tem</w:t>
      </w:r>
      <w:r w:rsidR="00EB46A4">
        <w:rPr>
          <w:rStyle w:val="Referencingstyle"/>
        </w:rPr>
        <w:t>s</w:t>
      </w:r>
      <w:r w:rsidR="009A7A6C">
        <w:rPr>
          <w:rStyle w:val="Referencingstyle"/>
        </w:rPr>
        <w:t> </w:t>
      </w:r>
      <w:r w:rsidR="001633D8">
        <w:rPr>
          <w:rStyle w:val="Referencingstyle"/>
        </w:rPr>
        <w:t>14</w:t>
      </w:r>
      <w:r w:rsidR="001E0779">
        <w:rPr>
          <w:rStyle w:val="Referencingstyle"/>
        </w:rPr>
        <w:t>7</w:t>
      </w:r>
      <w:r w:rsidR="001633D8">
        <w:rPr>
          <w:rStyle w:val="Referencingstyle"/>
        </w:rPr>
        <w:t xml:space="preserve"> and </w:t>
      </w:r>
      <w:r>
        <w:rPr>
          <w:rStyle w:val="Referencingstyle"/>
        </w:rPr>
        <w:t>17</w:t>
      </w:r>
      <w:r w:rsidR="001E0779">
        <w:rPr>
          <w:rStyle w:val="Referencingstyle"/>
        </w:rPr>
        <w:t>0</w:t>
      </w:r>
      <w:r>
        <w:rPr>
          <w:rStyle w:val="Referencingstyle"/>
        </w:rPr>
        <w:t xml:space="preserve"> to 17</w:t>
      </w:r>
      <w:r w:rsidR="001E0779">
        <w:rPr>
          <w:rStyle w:val="Referencingstyle"/>
        </w:rPr>
        <w:t>7</w:t>
      </w:r>
      <w:r w:rsidRPr="00375F1D">
        <w:rPr>
          <w:rStyle w:val="Referencingstyle"/>
        </w:rPr>
        <w:t xml:space="preserve">, </w:t>
      </w:r>
      <w:r w:rsidR="001633D8">
        <w:rPr>
          <w:rStyle w:val="Referencingstyle"/>
        </w:rPr>
        <w:t>section</w:t>
      </w:r>
      <w:r w:rsidR="00F76204">
        <w:rPr>
          <w:rStyle w:val="Referencingstyle"/>
        </w:rPr>
        <w:t> </w:t>
      </w:r>
      <w:r w:rsidR="001633D8">
        <w:rPr>
          <w:rStyle w:val="Referencingstyle"/>
        </w:rPr>
        <w:t xml:space="preserve">671B, </w:t>
      </w:r>
      <w:r>
        <w:rPr>
          <w:rStyle w:val="Referencingstyle"/>
        </w:rPr>
        <w:t>sub</w:t>
      </w:r>
      <w:r w:rsidRPr="00375F1D">
        <w:rPr>
          <w:rStyle w:val="Referencingstyle"/>
        </w:rPr>
        <w:t>sections</w:t>
      </w:r>
      <w:r>
        <w:rPr>
          <w:rStyle w:val="Referencingstyle"/>
        </w:rPr>
        <w:t> 672DA(</w:t>
      </w:r>
      <w:r w:rsidR="001E0779">
        <w:rPr>
          <w:rStyle w:val="Referencingstyle"/>
        </w:rPr>
        <w:t>6</w:t>
      </w:r>
      <w:r>
        <w:rPr>
          <w:rStyle w:val="Referencingstyle"/>
        </w:rPr>
        <w:t>)</w:t>
      </w:r>
      <w:r w:rsidR="009A7A6C">
        <w:rPr>
          <w:rStyle w:val="Referencingstyle"/>
        </w:rPr>
        <w:t xml:space="preserve"> to</w:t>
      </w:r>
      <w:r w:rsidR="00BA0F31">
        <w:rPr>
          <w:rStyle w:val="Referencingstyle"/>
        </w:rPr>
        <w:t> </w:t>
      </w:r>
      <w:r>
        <w:rPr>
          <w:rStyle w:val="Referencingstyle"/>
        </w:rPr>
        <w:t>(9) and section</w:t>
      </w:r>
      <w:r w:rsidR="009A7A6C">
        <w:rPr>
          <w:rStyle w:val="Referencingstyle"/>
        </w:rPr>
        <w:t> </w:t>
      </w:r>
      <w:r>
        <w:rPr>
          <w:rStyle w:val="Referencingstyle"/>
        </w:rPr>
        <w:t>672E</w:t>
      </w:r>
      <w:r w:rsidRPr="00375F1D">
        <w:rPr>
          <w:rStyle w:val="Referencingstyle"/>
        </w:rPr>
        <w:t>]</w:t>
      </w:r>
    </w:p>
    <w:p w:rsidR="00555710" w:rsidRPr="00167D6E" w:rsidRDefault="00555710" w:rsidP="008D51C1">
      <w:pPr>
        <w:pStyle w:val="Heading3"/>
      </w:pPr>
      <w:r>
        <w:t>Continuous disclosure</w:t>
      </w:r>
    </w:p>
    <w:p w:rsidR="0007680B" w:rsidRDefault="0037630B" w:rsidP="008D51C1">
      <w:pPr>
        <w:pStyle w:val="base-text-paragraph"/>
      </w:pPr>
      <w:r>
        <w:t xml:space="preserve">The </w:t>
      </w:r>
      <w:r w:rsidR="00B67CFC">
        <w:t xml:space="preserve">operator of a listed notified foreign passport fund must comply with the </w:t>
      </w:r>
      <w:r>
        <w:t xml:space="preserve">continuous disclosure requirements </w:t>
      </w:r>
      <w:r w:rsidR="00B67CFC">
        <w:t xml:space="preserve">set out </w:t>
      </w:r>
      <w:r w:rsidR="00577646">
        <w:t>in</w:t>
      </w:r>
      <w:r w:rsidR="00B67CFC">
        <w:t xml:space="preserve"> </w:t>
      </w:r>
      <w:r>
        <w:t>Chapter</w:t>
      </w:r>
      <w:r w:rsidR="007C7BEE">
        <w:t> </w:t>
      </w:r>
      <w:r>
        <w:t>6CA</w:t>
      </w:r>
      <w:r w:rsidR="00B67CFC">
        <w:t xml:space="preserve">. In particular, if the listing rules of a listing market apply to a listed notified foreign passport fund, then the operator of the fund must notify the market operator of certain information that is expected to materially affect the price of their securities and is not generally available in accordance with the provisions of the listing rules. This mirrors the requirements for listed registered schemes. </w:t>
      </w:r>
      <w:r w:rsidR="0007680B">
        <w:rPr>
          <w:rStyle w:val="Referencingstyle"/>
        </w:rPr>
        <w:t>[Schedule</w:t>
      </w:r>
      <w:r w:rsidR="009A7A6C">
        <w:rPr>
          <w:rStyle w:val="Referencingstyle"/>
        </w:rPr>
        <w:t> </w:t>
      </w:r>
      <w:r w:rsidR="0007680B">
        <w:rPr>
          <w:rStyle w:val="Referencingstyle"/>
        </w:rPr>
        <w:t>2, i</w:t>
      </w:r>
      <w:r w:rsidR="0007680B" w:rsidRPr="00375F1D">
        <w:rPr>
          <w:rStyle w:val="Referencingstyle"/>
        </w:rPr>
        <w:t>tem</w:t>
      </w:r>
      <w:r w:rsidR="0007680B">
        <w:rPr>
          <w:rStyle w:val="Referencingstyle"/>
        </w:rPr>
        <w:t>s</w:t>
      </w:r>
      <w:r w:rsidR="009A7A6C">
        <w:rPr>
          <w:rStyle w:val="Referencingstyle"/>
        </w:rPr>
        <w:t> </w:t>
      </w:r>
      <w:r w:rsidR="0007680B">
        <w:rPr>
          <w:rStyle w:val="Referencingstyle"/>
        </w:rPr>
        <w:t>1</w:t>
      </w:r>
      <w:r w:rsidR="001E0779">
        <w:rPr>
          <w:rStyle w:val="Referencingstyle"/>
        </w:rPr>
        <w:t>79</w:t>
      </w:r>
      <w:r w:rsidR="0007680B">
        <w:rPr>
          <w:rStyle w:val="Referencingstyle"/>
        </w:rPr>
        <w:t xml:space="preserve"> and 18</w:t>
      </w:r>
      <w:r w:rsidR="001E0779">
        <w:rPr>
          <w:rStyle w:val="Referencingstyle"/>
        </w:rPr>
        <w:t>0</w:t>
      </w:r>
      <w:r w:rsidR="0007680B" w:rsidRPr="00375F1D">
        <w:rPr>
          <w:rStyle w:val="Referencingstyle"/>
        </w:rPr>
        <w:t xml:space="preserve">, </w:t>
      </w:r>
      <w:r w:rsidR="0007680B">
        <w:rPr>
          <w:rStyle w:val="Referencingstyle"/>
        </w:rPr>
        <w:t>subsection</w:t>
      </w:r>
      <w:r w:rsidR="00011AE1">
        <w:rPr>
          <w:rStyle w:val="Referencingstyle"/>
        </w:rPr>
        <w:t>s</w:t>
      </w:r>
      <w:r w:rsidR="0007680B">
        <w:rPr>
          <w:rStyle w:val="Referencingstyle"/>
        </w:rPr>
        <w:t> 674(3A) and</w:t>
      </w:r>
      <w:r w:rsidR="00643C11">
        <w:rPr>
          <w:rStyle w:val="Referencingstyle"/>
        </w:rPr>
        <w:t> </w:t>
      </w:r>
      <w:r w:rsidR="0007680B">
        <w:rPr>
          <w:rStyle w:val="Referencingstyle"/>
        </w:rPr>
        <w:t>(5)</w:t>
      </w:r>
      <w:r w:rsidR="0007680B" w:rsidRPr="00375F1D">
        <w:rPr>
          <w:rStyle w:val="Referencingstyle"/>
        </w:rPr>
        <w:t>]</w:t>
      </w:r>
    </w:p>
    <w:p w:rsidR="00E95B77" w:rsidRPr="00EE69FC" w:rsidRDefault="00C15F70" w:rsidP="008D51C1">
      <w:pPr>
        <w:pStyle w:val="base-text-paragraph"/>
        <w:rPr>
          <w:rStyle w:val="Referencingstyle"/>
          <w:b w:val="0"/>
          <w:i w:val="0"/>
          <w:sz w:val="22"/>
        </w:rPr>
      </w:pPr>
      <w:r>
        <w:t>If the listing rules of the listing market (or listing markets) do not contain provisions that require a listed disclosing entity or an unlisted disclosing entity (being an undertaking to which interests in a notified foreign passport fund relate)</w:t>
      </w:r>
      <w:r w:rsidR="006E62E4">
        <w:t xml:space="preserve"> to disclose information to the market operator</w:t>
      </w:r>
      <w:r>
        <w:t xml:space="preserve">, and the </w:t>
      </w:r>
      <w:r w:rsidR="00E95B77">
        <w:t xml:space="preserve">operator of </w:t>
      </w:r>
      <w:r w:rsidR="006E62E4">
        <w:t xml:space="preserve">that notified foreign passport fund </w:t>
      </w:r>
      <w:r w:rsidR="00E95B77">
        <w:t xml:space="preserve">becomes aware of </w:t>
      </w:r>
      <w:r w:rsidR="006E62E4">
        <w:t xml:space="preserve">certain </w:t>
      </w:r>
      <w:r w:rsidR="00E95B77">
        <w:t>information</w:t>
      </w:r>
      <w:r w:rsidR="006E62E4">
        <w:t xml:space="preserve"> (that has not been disclosed in a PDS)</w:t>
      </w:r>
      <w:r w:rsidR="00E95B77">
        <w:t xml:space="preserve">, the operator must lodge a document with ASIC containing that information. </w:t>
      </w:r>
      <w:r w:rsidR="00E95B77">
        <w:rPr>
          <w:rStyle w:val="Referencingstyle"/>
        </w:rPr>
        <w:t>[Schedule</w:t>
      </w:r>
      <w:r w:rsidR="009A7A6C">
        <w:rPr>
          <w:rStyle w:val="Referencingstyle"/>
        </w:rPr>
        <w:t> </w:t>
      </w:r>
      <w:r w:rsidR="00555710">
        <w:rPr>
          <w:rStyle w:val="Referencingstyle"/>
        </w:rPr>
        <w:t>2</w:t>
      </w:r>
      <w:r w:rsidR="00E95B77">
        <w:rPr>
          <w:rStyle w:val="Referencingstyle"/>
        </w:rPr>
        <w:t>, i</w:t>
      </w:r>
      <w:r w:rsidR="00E95B77" w:rsidRPr="00375F1D">
        <w:rPr>
          <w:rStyle w:val="Referencingstyle"/>
        </w:rPr>
        <w:t>tem</w:t>
      </w:r>
      <w:r w:rsidR="0007680B">
        <w:rPr>
          <w:rStyle w:val="Referencingstyle"/>
        </w:rPr>
        <w:t>s</w:t>
      </w:r>
      <w:r w:rsidR="009A7A6C">
        <w:rPr>
          <w:rStyle w:val="Referencingstyle"/>
        </w:rPr>
        <w:t> </w:t>
      </w:r>
      <w:r w:rsidR="0007680B">
        <w:rPr>
          <w:rStyle w:val="Referencingstyle"/>
        </w:rPr>
        <w:t>18</w:t>
      </w:r>
      <w:r w:rsidR="00F27CB4">
        <w:rPr>
          <w:rStyle w:val="Referencingstyle"/>
        </w:rPr>
        <w:t>1</w:t>
      </w:r>
      <w:r w:rsidR="0007680B">
        <w:rPr>
          <w:rStyle w:val="Referencingstyle"/>
        </w:rPr>
        <w:t xml:space="preserve"> and 18</w:t>
      </w:r>
      <w:r w:rsidR="00F27CB4">
        <w:rPr>
          <w:rStyle w:val="Referencingstyle"/>
        </w:rPr>
        <w:t>2</w:t>
      </w:r>
      <w:r w:rsidR="00E95B77" w:rsidRPr="00375F1D">
        <w:rPr>
          <w:rStyle w:val="Referencingstyle"/>
        </w:rPr>
        <w:t xml:space="preserve">, </w:t>
      </w:r>
      <w:r w:rsidR="00E95B77">
        <w:rPr>
          <w:rStyle w:val="Referencingstyle"/>
        </w:rPr>
        <w:t>sub</w:t>
      </w:r>
      <w:r w:rsidR="00E95B77" w:rsidRPr="00375F1D">
        <w:rPr>
          <w:rStyle w:val="Referencingstyle"/>
        </w:rPr>
        <w:t>sections</w:t>
      </w:r>
      <w:r w:rsidR="005E6455">
        <w:rPr>
          <w:rStyle w:val="Referencingstyle"/>
        </w:rPr>
        <w:t> </w:t>
      </w:r>
      <w:r w:rsidR="00E95B77">
        <w:rPr>
          <w:rStyle w:val="Referencingstyle"/>
        </w:rPr>
        <w:t>675(2) and</w:t>
      </w:r>
      <w:r w:rsidR="00D44418">
        <w:rPr>
          <w:rStyle w:val="Referencingstyle"/>
        </w:rPr>
        <w:t> </w:t>
      </w:r>
      <w:r w:rsidR="00E95B77">
        <w:rPr>
          <w:rStyle w:val="Referencingstyle"/>
        </w:rPr>
        <w:t>(4)</w:t>
      </w:r>
      <w:r w:rsidR="00E95B77" w:rsidRPr="00375F1D">
        <w:rPr>
          <w:rStyle w:val="Referencingstyle"/>
        </w:rPr>
        <w:t>]</w:t>
      </w:r>
    </w:p>
    <w:p w:rsidR="00EE69FC" w:rsidRPr="00F723A4" w:rsidRDefault="00EE69FC" w:rsidP="008D51C1">
      <w:pPr>
        <w:pStyle w:val="base-text-paragraph"/>
        <w:rPr>
          <w:rStyle w:val="Referencingstyle"/>
          <w:b w:val="0"/>
          <w:i w:val="0"/>
          <w:sz w:val="22"/>
        </w:rPr>
      </w:pPr>
      <w:r>
        <w:rPr>
          <w:rStyle w:val="Referencingstyle"/>
          <w:b w:val="0"/>
          <w:i w:val="0"/>
          <w:sz w:val="22"/>
        </w:rPr>
        <w:t>The existing infringement notice regime in Part 9.4AA applies to alleged contraventions of the new continuous disclosure provisions.</w:t>
      </w:r>
      <w:r w:rsidR="00347422">
        <w:rPr>
          <w:rStyle w:val="Referencingstyle"/>
          <w:b w:val="0"/>
          <w:i w:val="0"/>
          <w:sz w:val="22"/>
        </w:rPr>
        <w:t xml:space="preserve"> The operator of the fund </w:t>
      </w:r>
      <w:r w:rsidR="00347422" w:rsidRPr="000834D0">
        <w:t>is</w:t>
      </w:r>
      <w:r w:rsidR="00347422">
        <w:rPr>
          <w:rStyle w:val="Referencingstyle"/>
          <w:b w:val="0"/>
          <w:i w:val="0"/>
          <w:sz w:val="22"/>
        </w:rPr>
        <w:t xml:space="preserve"> taken to be the disclosing entity for the purposes of applying the regime</w:t>
      </w:r>
      <w:r w:rsidR="004323FF">
        <w:rPr>
          <w:rStyle w:val="Referencingstyle"/>
          <w:b w:val="0"/>
          <w:i w:val="0"/>
          <w:sz w:val="22"/>
        </w:rPr>
        <w:t>.</w:t>
      </w:r>
      <w:r w:rsidR="00347422" w:rsidRPr="00954F47">
        <w:rPr>
          <w:rStyle w:val="Referencingstyle"/>
        </w:rPr>
        <w:t xml:space="preserve"> </w:t>
      </w:r>
      <w:r>
        <w:rPr>
          <w:rStyle w:val="Referencingstyle"/>
        </w:rPr>
        <w:t>[Schedule 2, i</w:t>
      </w:r>
      <w:r w:rsidRPr="00375F1D">
        <w:rPr>
          <w:rStyle w:val="Referencingstyle"/>
        </w:rPr>
        <w:t>tem</w:t>
      </w:r>
      <w:r w:rsidR="00347422">
        <w:rPr>
          <w:rStyle w:val="Referencingstyle"/>
        </w:rPr>
        <w:t>s 271B to 271F,</w:t>
      </w:r>
      <w:r>
        <w:rPr>
          <w:rStyle w:val="Referencingstyle"/>
        </w:rPr>
        <w:t xml:space="preserve"> sub</w:t>
      </w:r>
      <w:r w:rsidRPr="00375F1D">
        <w:rPr>
          <w:rStyle w:val="Referencingstyle"/>
        </w:rPr>
        <w:t>sections</w:t>
      </w:r>
      <w:r>
        <w:rPr>
          <w:rStyle w:val="Referencingstyle"/>
        </w:rPr>
        <w:t> 1317DAA</w:t>
      </w:r>
      <w:r w:rsidR="00347422">
        <w:rPr>
          <w:rStyle w:val="Referencingstyle"/>
        </w:rPr>
        <w:t xml:space="preserve">(1) and </w:t>
      </w:r>
      <w:r>
        <w:rPr>
          <w:rStyle w:val="Referencingstyle"/>
        </w:rPr>
        <w:t>(</w:t>
      </w:r>
      <w:r w:rsidR="00F73F38">
        <w:rPr>
          <w:rStyle w:val="Referencingstyle"/>
        </w:rPr>
        <w:t>3</w:t>
      </w:r>
      <w:r>
        <w:rPr>
          <w:rStyle w:val="Referencingstyle"/>
        </w:rPr>
        <w:t>)</w:t>
      </w:r>
      <w:r w:rsidR="00347422">
        <w:rPr>
          <w:rStyle w:val="Referencingstyle"/>
        </w:rPr>
        <w:t xml:space="preserve"> and paragraphs 1317DAA(2)(f), 1317DAE(3)(e), 1317DAE(5)(c) and 1317DAG(5)(c)</w:t>
      </w:r>
      <w:r>
        <w:rPr>
          <w:rStyle w:val="Referencingstyle"/>
        </w:rPr>
        <w:t>]</w:t>
      </w:r>
    </w:p>
    <w:p w:rsidR="00EE69FC" w:rsidRPr="00954F47" w:rsidRDefault="00EE69FC" w:rsidP="008D51C1">
      <w:pPr>
        <w:pStyle w:val="base-text-paragraph"/>
        <w:numPr>
          <w:ilvl w:val="0"/>
          <w:numId w:val="0"/>
        </w:numPr>
        <w:ind w:left="1134"/>
        <w:rPr>
          <w:rStyle w:val="Referencingstyle"/>
          <w:b w:val="0"/>
          <w:i w:val="0"/>
          <w:sz w:val="22"/>
        </w:rPr>
      </w:pPr>
    </w:p>
    <w:p w:rsidR="00FD6CE9" w:rsidRDefault="00FD6CE9" w:rsidP="008D51C1">
      <w:pPr>
        <w:pStyle w:val="Heading3"/>
      </w:pPr>
      <w:r w:rsidRPr="00FD6CE9">
        <w:t>Provision of financial services</w:t>
      </w:r>
    </w:p>
    <w:p w:rsidR="008B65C6" w:rsidRDefault="008B65C6" w:rsidP="008D51C1">
      <w:pPr>
        <w:pStyle w:val="Heading4"/>
      </w:pPr>
      <w:r>
        <w:t xml:space="preserve">Who is </w:t>
      </w:r>
      <w:r w:rsidR="00625436">
        <w:t xml:space="preserve">responsible for obligations owed by </w:t>
      </w:r>
      <w:r>
        <w:t>the issuer of an interest in a notified foreign passport fund?</w:t>
      </w:r>
    </w:p>
    <w:p w:rsidR="008B65C6" w:rsidRDefault="008B65C6" w:rsidP="008D51C1">
      <w:pPr>
        <w:pStyle w:val="base-text-paragraph"/>
      </w:pPr>
      <w:r>
        <w:t xml:space="preserve">Various obligations in the financial services regime apply to the issuer of a financial product, including certain product disclosure obligations. </w:t>
      </w:r>
      <w:r w:rsidR="00DC3ED9">
        <w:t>To provide clarity and to ensure consistency for all foreign passport funds</w:t>
      </w:r>
      <w:r w:rsidR="001B5CE0">
        <w:t>,</w:t>
      </w:r>
      <w:r w:rsidR="00DC3ED9">
        <w:t xml:space="preserve"> the operator of a notified foreign passport fund is taken to be responsible for the obligations owed under the terms of the financial product that is an interest in the fund. The operator will therefore </w:t>
      </w:r>
      <w:r w:rsidR="001B5CE0">
        <w:t xml:space="preserve">always </w:t>
      </w:r>
      <w:r w:rsidR="00DC3ED9">
        <w:t>be the</w:t>
      </w:r>
      <w:r w:rsidR="001B5CE0">
        <w:t xml:space="preserve"> </w:t>
      </w:r>
      <w:r w:rsidR="00DC3ED9">
        <w:t>issuer of the financial product.</w:t>
      </w:r>
      <w:r w:rsidR="00774C1C">
        <w:t xml:space="preserve"> </w:t>
      </w:r>
      <w:r w:rsidR="00774C1C">
        <w:rPr>
          <w:rStyle w:val="Referencingstyle"/>
        </w:rPr>
        <w:t>[Schedule 2, item 186A, subsection 761E(4A)]</w:t>
      </w:r>
    </w:p>
    <w:p w:rsidR="007D744E" w:rsidRDefault="007D744E" w:rsidP="008D51C1">
      <w:pPr>
        <w:pStyle w:val="Heading4"/>
      </w:pPr>
      <w:r>
        <w:t xml:space="preserve">Definition of </w:t>
      </w:r>
      <w:r w:rsidR="00B96C7C">
        <w:t>‘</w:t>
      </w:r>
      <w:r>
        <w:t>provides a financial service</w:t>
      </w:r>
      <w:r w:rsidR="00B96C7C">
        <w:t>’</w:t>
      </w:r>
    </w:p>
    <w:p w:rsidR="007D744E" w:rsidRDefault="00BC5C3B" w:rsidP="008D51C1">
      <w:pPr>
        <w:pStyle w:val="base-text-paragraph"/>
      </w:pPr>
      <w:r>
        <w:t>Several amendments are made to t</w:t>
      </w:r>
      <w:r w:rsidR="007D744E">
        <w:t xml:space="preserve">he definition of </w:t>
      </w:r>
      <w:r w:rsidR="005C0B8F">
        <w:t>‘</w:t>
      </w:r>
      <w:r w:rsidR="007D744E">
        <w:t>provides a financial service</w:t>
      </w:r>
      <w:r w:rsidR="005C0B8F">
        <w:t>’</w:t>
      </w:r>
      <w:r w:rsidR="007D744E">
        <w:t xml:space="preserve"> to </w:t>
      </w:r>
      <w:r>
        <w:t>capture</w:t>
      </w:r>
      <w:r w:rsidR="007D744E">
        <w:t xml:space="preserve"> activities associated with notified foreign passport funds. Current section</w:t>
      </w:r>
      <w:r w:rsidR="009A7A6C">
        <w:t> </w:t>
      </w:r>
      <w:r w:rsidR="007D744E">
        <w:t xml:space="preserve">766A defines </w:t>
      </w:r>
      <w:r w:rsidR="00B96C7C">
        <w:t>‘</w:t>
      </w:r>
      <w:r w:rsidR="007D744E">
        <w:t>provides a financial service</w:t>
      </w:r>
      <w:r w:rsidR="00B96C7C">
        <w:t>’</w:t>
      </w:r>
      <w:r w:rsidR="007D744E">
        <w:t xml:space="preserve"> to include </w:t>
      </w:r>
      <w:r w:rsidR="00E3473B">
        <w:t>‘</w:t>
      </w:r>
      <w:r w:rsidR="007D744E">
        <w:t>providing financial product advice</w:t>
      </w:r>
      <w:r w:rsidR="00E3473B">
        <w:t>’</w:t>
      </w:r>
      <w:r w:rsidR="007D744E">
        <w:t xml:space="preserve">, </w:t>
      </w:r>
      <w:r w:rsidR="00E3473B">
        <w:t>‘</w:t>
      </w:r>
      <w:r w:rsidR="007D744E">
        <w:t>dealing in a financial product</w:t>
      </w:r>
      <w:r w:rsidR="00E3473B">
        <w:t>’</w:t>
      </w:r>
      <w:r w:rsidR="007D744E">
        <w:t xml:space="preserve">, </w:t>
      </w:r>
      <w:r w:rsidR="00E3473B">
        <w:t>‘</w:t>
      </w:r>
      <w:r w:rsidR="007D744E">
        <w:t>making a market for a financial product</w:t>
      </w:r>
      <w:r w:rsidR="00E3473B">
        <w:t>’</w:t>
      </w:r>
      <w:r w:rsidR="007D744E">
        <w:t xml:space="preserve">, </w:t>
      </w:r>
      <w:r w:rsidR="00E3473B">
        <w:t>‘</w:t>
      </w:r>
      <w:r w:rsidR="007D744E">
        <w:t>operating a registered scheme</w:t>
      </w:r>
      <w:r w:rsidR="00E3473B">
        <w:t>’</w:t>
      </w:r>
      <w:r w:rsidR="007D744E">
        <w:t xml:space="preserve"> and </w:t>
      </w:r>
      <w:r w:rsidR="00E3473B">
        <w:t>‘</w:t>
      </w:r>
      <w:r w:rsidR="007D744E">
        <w:t>providing a custodial or depositary service</w:t>
      </w:r>
      <w:r w:rsidR="00E3473B">
        <w:t>’</w:t>
      </w:r>
      <w:r w:rsidR="007D744E">
        <w:t>.</w:t>
      </w:r>
    </w:p>
    <w:p w:rsidR="007D744E" w:rsidRDefault="007D744E" w:rsidP="008D51C1">
      <w:pPr>
        <w:pStyle w:val="base-text-paragraph"/>
      </w:pPr>
      <w:r>
        <w:t>First</w:t>
      </w:r>
      <w:r w:rsidR="0083394D">
        <w:t>, the definition of providing financial product advice is expanded to include providing advice about an interest in a foreign passport fund product. For the definition of a foreign passport fund product, see paragraph</w:t>
      </w:r>
      <w:r w:rsidR="009A7A6C">
        <w:t> </w:t>
      </w:r>
      <w:r w:rsidR="00602D1F">
        <w:t>4.22</w:t>
      </w:r>
      <w:r w:rsidR="0083394D">
        <w:t xml:space="preserve"> of the </w:t>
      </w:r>
      <w:r w:rsidR="00090F3C">
        <w:t>explanatory materials</w:t>
      </w:r>
      <w:r w:rsidR="0083394D">
        <w:t>.</w:t>
      </w:r>
      <w:r w:rsidR="0083394D" w:rsidRPr="004C279B">
        <w:rPr>
          <w:rStyle w:val="Referencingstyle"/>
          <w:b w:val="0"/>
          <w:i w:val="0"/>
          <w:sz w:val="22"/>
        </w:rPr>
        <w:t xml:space="preserve"> </w:t>
      </w:r>
      <w:r w:rsidR="002C331D">
        <w:rPr>
          <w:rStyle w:val="Referencingstyle"/>
        </w:rPr>
        <w:t>[Schedule </w:t>
      </w:r>
      <w:r w:rsidR="0083394D">
        <w:rPr>
          <w:rStyle w:val="Referencingstyle"/>
        </w:rPr>
        <w:t>2, i</w:t>
      </w:r>
      <w:r w:rsidR="0083394D" w:rsidRPr="00375F1D">
        <w:rPr>
          <w:rStyle w:val="Referencingstyle"/>
        </w:rPr>
        <w:t>tem</w:t>
      </w:r>
      <w:r w:rsidR="0083394D">
        <w:rPr>
          <w:rStyle w:val="Referencingstyle"/>
        </w:rPr>
        <w:t>s</w:t>
      </w:r>
      <w:r w:rsidR="002C331D">
        <w:rPr>
          <w:rStyle w:val="Referencingstyle"/>
        </w:rPr>
        <w:t> </w:t>
      </w:r>
      <w:r w:rsidR="0083394D">
        <w:rPr>
          <w:rStyle w:val="Referencingstyle"/>
        </w:rPr>
        <w:t>18</w:t>
      </w:r>
      <w:r w:rsidR="00F27CB4">
        <w:rPr>
          <w:rStyle w:val="Referencingstyle"/>
        </w:rPr>
        <w:t>4</w:t>
      </w:r>
      <w:r w:rsidR="0083394D">
        <w:rPr>
          <w:rStyle w:val="Referencingstyle"/>
        </w:rPr>
        <w:t xml:space="preserve"> and 18</w:t>
      </w:r>
      <w:r w:rsidR="00F27CB4">
        <w:rPr>
          <w:rStyle w:val="Referencingstyle"/>
        </w:rPr>
        <w:t>7</w:t>
      </w:r>
      <w:r w:rsidR="0083394D" w:rsidRPr="00375F1D">
        <w:rPr>
          <w:rStyle w:val="Referencingstyle"/>
        </w:rPr>
        <w:t xml:space="preserve">, </w:t>
      </w:r>
      <w:r w:rsidR="0083394D">
        <w:rPr>
          <w:rStyle w:val="Referencingstyle"/>
        </w:rPr>
        <w:t>section</w:t>
      </w:r>
      <w:r w:rsidR="002C331D">
        <w:rPr>
          <w:rStyle w:val="Referencingstyle"/>
        </w:rPr>
        <w:t> </w:t>
      </w:r>
      <w:r w:rsidR="0083394D">
        <w:rPr>
          <w:rStyle w:val="Referencingstyle"/>
        </w:rPr>
        <w:t>761A and paragraph</w:t>
      </w:r>
      <w:r w:rsidR="009A7A6C">
        <w:rPr>
          <w:rStyle w:val="Referencingstyle"/>
        </w:rPr>
        <w:t> </w:t>
      </w:r>
      <w:r w:rsidR="0083394D">
        <w:rPr>
          <w:rStyle w:val="Referencingstyle"/>
        </w:rPr>
        <w:t>761A(1)(b</w:t>
      </w:r>
      <w:r w:rsidR="00CF144F">
        <w:rPr>
          <w:rStyle w:val="Referencingstyle"/>
        </w:rPr>
        <w:t>b</w:t>
      </w:r>
      <w:r w:rsidR="0083394D">
        <w:rPr>
          <w:rStyle w:val="Referencingstyle"/>
        </w:rPr>
        <w:t>)</w:t>
      </w:r>
      <w:r w:rsidR="0083394D" w:rsidRPr="00375F1D">
        <w:rPr>
          <w:rStyle w:val="Referencingstyle"/>
        </w:rPr>
        <w:t>]</w:t>
      </w:r>
    </w:p>
    <w:p w:rsidR="002C331D" w:rsidRDefault="0083394D" w:rsidP="008D51C1">
      <w:pPr>
        <w:pStyle w:val="base-text-paragraph"/>
      </w:pPr>
      <w:r>
        <w:t xml:space="preserve">Interests in </w:t>
      </w:r>
      <w:r w:rsidR="00140356">
        <w:t>unregistered</w:t>
      </w:r>
      <w:r>
        <w:t xml:space="preserve"> schemes</w:t>
      </w:r>
      <w:r w:rsidR="0095700B">
        <w:t xml:space="preserve"> and other similar interests</w:t>
      </w:r>
      <w:r>
        <w:t xml:space="preserve"> </w:t>
      </w:r>
      <w:r w:rsidR="0095700B">
        <w:t>continue to be</w:t>
      </w:r>
      <w:r>
        <w:t xml:space="preserve"> specifically excluded from the definition of a financial product </w:t>
      </w:r>
      <w:r w:rsidR="0095700B">
        <w:t xml:space="preserve">but only </w:t>
      </w:r>
      <w:r>
        <w:t xml:space="preserve">if they </w:t>
      </w:r>
      <w:r w:rsidR="002C331D">
        <w:t xml:space="preserve">do not </w:t>
      </w:r>
      <w:r w:rsidR="00922B7D">
        <w:t>relate</w:t>
      </w:r>
      <w:r w:rsidR="002C331D">
        <w:t xml:space="preserve"> to a notified foreign passport fund. </w:t>
      </w:r>
      <w:r w:rsidR="002C331D">
        <w:rPr>
          <w:rStyle w:val="Referencingstyle"/>
        </w:rPr>
        <w:t>[Schedule 2, i</w:t>
      </w:r>
      <w:r w:rsidR="002C331D" w:rsidRPr="00375F1D">
        <w:rPr>
          <w:rStyle w:val="Referencingstyle"/>
        </w:rPr>
        <w:t>tem</w:t>
      </w:r>
      <w:r w:rsidR="002C331D">
        <w:rPr>
          <w:rStyle w:val="Referencingstyle"/>
        </w:rPr>
        <w:t> 18</w:t>
      </w:r>
      <w:r w:rsidR="00F27CB4">
        <w:rPr>
          <w:rStyle w:val="Referencingstyle"/>
        </w:rPr>
        <w:t>8</w:t>
      </w:r>
      <w:r w:rsidR="002C331D" w:rsidRPr="00375F1D">
        <w:rPr>
          <w:rStyle w:val="Referencingstyle"/>
        </w:rPr>
        <w:t xml:space="preserve">, </w:t>
      </w:r>
      <w:r w:rsidR="002C331D">
        <w:rPr>
          <w:rStyle w:val="Referencingstyle"/>
        </w:rPr>
        <w:t>paragraph 765A(1)(s)</w:t>
      </w:r>
      <w:r w:rsidR="002C331D" w:rsidRPr="00375F1D">
        <w:rPr>
          <w:rStyle w:val="Referencingstyle"/>
        </w:rPr>
        <w:t>]</w:t>
      </w:r>
    </w:p>
    <w:p w:rsidR="002C331D" w:rsidRPr="00073DD9" w:rsidRDefault="002C331D" w:rsidP="008D51C1">
      <w:pPr>
        <w:pStyle w:val="base-text-paragraph"/>
        <w:rPr>
          <w:rStyle w:val="Referencingstyle"/>
          <w:b w:val="0"/>
          <w:i w:val="0"/>
          <w:sz w:val="22"/>
        </w:rPr>
      </w:pPr>
      <w:r>
        <w:t xml:space="preserve">The definition of dealing in a financial product </w:t>
      </w:r>
      <w:r w:rsidR="0095700B">
        <w:t>is also expanded to include</w:t>
      </w:r>
      <w:r>
        <w:t xml:space="preserve"> underwriting securities or interests in foreign passport fund product</w:t>
      </w:r>
      <w:r w:rsidR="00922B7D">
        <w:t>s</w:t>
      </w:r>
      <w:r>
        <w:t xml:space="preserve">. </w:t>
      </w:r>
      <w:r>
        <w:rPr>
          <w:rStyle w:val="Referencingstyle"/>
        </w:rPr>
        <w:t>[Schedule 2, i</w:t>
      </w:r>
      <w:r w:rsidRPr="00375F1D">
        <w:rPr>
          <w:rStyle w:val="Referencingstyle"/>
        </w:rPr>
        <w:t>tem</w:t>
      </w:r>
      <w:r>
        <w:rPr>
          <w:rStyle w:val="Referencingstyle"/>
        </w:rPr>
        <w:t> 1</w:t>
      </w:r>
      <w:r w:rsidR="00F27CB4">
        <w:rPr>
          <w:rStyle w:val="Referencingstyle"/>
        </w:rPr>
        <w:t>89</w:t>
      </w:r>
      <w:r w:rsidRPr="00375F1D">
        <w:rPr>
          <w:rStyle w:val="Referencingstyle"/>
        </w:rPr>
        <w:t xml:space="preserve">, </w:t>
      </w:r>
      <w:r>
        <w:rPr>
          <w:rStyle w:val="Referencingstyle"/>
        </w:rPr>
        <w:t>paragraph 766C(1)(c)</w:t>
      </w:r>
      <w:r w:rsidRPr="00375F1D">
        <w:rPr>
          <w:rStyle w:val="Referencingstyle"/>
        </w:rPr>
        <w:t>]</w:t>
      </w:r>
    </w:p>
    <w:p w:rsidR="0070014A" w:rsidRDefault="002C331D" w:rsidP="008D51C1">
      <w:pPr>
        <w:pStyle w:val="base-text-paragraph"/>
      </w:pPr>
      <w:r>
        <w:t xml:space="preserve">An amendment is made to the definition of </w:t>
      </w:r>
      <w:r w:rsidR="00B62502">
        <w:t>‘</w:t>
      </w:r>
      <w:r w:rsidR="00BC5C3B">
        <w:t>makes</w:t>
      </w:r>
      <w:r>
        <w:t xml:space="preserve"> a market</w:t>
      </w:r>
      <w:r w:rsidR="00B62502">
        <w:t>’</w:t>
      </w:r>
      <w:r>
        <w:t xml:space="preserve"> to clarify that </w:t>
      </w:r>
      <w:r w:rsidR="00D5618D">
        <w:t>a person</w:t>
      </w:r>
      <w:r>
        <w:t xml:space="preserve"> </w:t>
      </w:r>
      <w:r w:rsidR="006761BA">
        <w:t>do</w:t>
      </w:r>
      <w:r w:rsidR="00D5618D">
        <w:t>es</w:t>
      </w:r>
      <w:r w:rsidR="006761BA">
        <w:t xml:space="preserve"> not make a market by </w:t>
      </w:r>
      <w:r>
        <w:t xml:space="preserve">stating the prices for </w:t>
      </w:r>
      <w:r w:rsidR="00BC5C3B">
        <w:t xml:space="preserve">foreign passport fund products. </w:t>
      </w:r>
      <w:r w:rsidR="0070014A">
        <w:rPr>
          <w:rStyle w:val="Referencingstyle"/>
        </w:rPr>
        <w:t>[Schedule 2, i</w:t>
      </w:r>
      <w:r w:rsidR="0070014A" w:rsidRPr="00375F1D">
        <w:rPr>
          <w:rStyle w:val="Referencingstyle"/>
        </w:rPr>
        <w:t>tem</w:t>
      </w:r>
      <w:r w:rsidR="0070014A">
        <w:rPr>
          <w:rStyle w:val="Referencingstyle"/>
        </w:rPr>
        <w:t> 190</w:t>
      </w:r>
      <w:r w:rsidR="0070014A" w:rsidRPr="00375F1D">
        <w:rPr>
          <w:rStyle w:val="Referencingstyle"/>
        </w:rPr>
        <w:t xml:space="preserve">, </w:t>
      </w:r>
      <w:r w:rsidR="0070014A">
        <w:rPr>
          <w:rStyle w:val="Referencingstyle"/>
        </w:rPr>
        <w:t>paragraph 766D(2)(b)</w:t>
      </w:r>
      <w:r w:rsidR="0070014A" w:rsidRPr="00375F1D">
        <w:rPr>
          <w:rStyle w:val="Referencingstyle"/>
        </w:rPr>
        <w:t>]</w:t>
      </w:r>
    </w:p>
    <w:p w:rsidR="00BC5C3B" w:rsidRPr="001A552A" w:rsidRDefault="00BC5C3B" w:rsidP="008D51C1">
      <w:pPr>
        <w:pStyle w:val="base-text-paragraph"/>
        <w:rPr>
          <w:rStyle w:val="Referencingstyle"/>
          <w:b w:val="0"/>
          <w:i w:val="0"/>
          <w:sz w:val="22"/>
        </w:rPr>
      </w:pPr>
      <w:r>
        <w:t xml:space="preserve">Finally, the definition of </w:t>
      </w:r>
      <w:r w:rsidR="00B96C7C">
        <w:t>‘</w:t>
      </w:r>
      <w:r>
        <w:t>providing a custodial or depositary service</w:t>
      </w:r>
      <w:r w:rsidR="00B96C7C">
        <w:t>’</w:t>
      </w:r>
      <w:r>
        <w:t xml:space="preserve"> is amended to exclude operating a notified foreign passport fund or holding </w:t>
      </w:r>
      <w:r w:rsidR="00922B7D">
        <w:t>its</w:t>
      </w:r>
      <w:r>
        <w:t xml:space="preserve"> assets. This is consistent with </w:t>
      </w:r>
      <w:r w:rsidR="0095700B">
        <w:t>excluding from the definition</w:t>
      </w:r>
      <w:r>
        <w:t xml:space="preserve"> persons holding the assets of a registered scheme. </w:t>
      </w:r>
      <w:r>
        <w:rPr>
          <w:rStyle w:val="Referencingstyle"/>
        </w:rPr>
        <w:t>[Schedule 2, i</w:t>
      </w:r>
      <w:r w:rsidRPr="00375F1D">
        <w:rPr>
          <w:rStyle w:val="Referencingstyle"/>
        </w:rPr>
        <w:t>tem</w:t>
      </w:r>
      <w:r>
        <w:rPr>
          <w:rStyle w:val="Referencingstyle"/>
        </w:rPr>
        <w:t> 19</w:t>
      </w:r>
      <w:r w:rsidR="004B363C">
        <w:rPr>
          <w:rStyle w:val="Referencingstyle"/>
        </w:rPr>
        <w:t>1</w:t>
      </w:r>
      <w:r w:rsidRPr="00375F1D">
        <w:rPr>
          <w:rStyle w:val="Referencingstyle"/>
        </w:rPr>
        <w:t xml:space="preserve">, </w:t>
      </w:r>
      <w:r>
        <w:rPr>
          <w:rStyle w:val="Referencingstyle"/>
        </w:rPr>
        <w:t>paragraphs 766E(3)(</w:t>
      </w:r>
      <w:proofErr w:type="spellStart"/>
      <w:r>
        <w:rPr>
          <w:rStyle w:val="Referencingstyle"/>
        </w:rPr>
        <w:t>ba</w:t>
      </w:r>
      <w:proofErr w:type="spellEnd"/>
      <w:r>
        <w:rPr>
          <w:rStyle w:val="Referencingstyle"/>
        </w:rPr>
        <w:t>) and (bb)</w:t>
      </w:r>
      <w:r w:rsidRPr="00375F1D">
        <w:rPr>
          <w:rStyle w:val="Referencingstyle"/>
        </w:rPr>
        <w:t>]</w:t>
      </w:r>
    </w:p>
    <w:p w:rsidR="002A546C" w:rsidRDefault="002A546C" w:rsidP="008D51C1">
      <w:pPr>
        <w:pStyle w:val="Heading4"/>
      </w:pPr>
      <w:r>
        <w:t xml:space="preserve">Licensing </w:t>
      </w:r>
      <w:r w:rsidR="00361505">
        <w:t>r</w:t>
      </w:r>
      <w:r>
        <w:t>equirements</w:t>
      </w:r>
    </w:p>
    <w:p w:rsidR="00A475FB" w:rsidRDefault="00E33136" w:rsidP="008D51C1">
      <w:pPr>
        <w:pStyle w:val="base-text-paragraph"/>
      </w:pPr>
      <w:r>
        <w:t xml:space="preserve">A </w:t>
      </w:r>
      <w:r w:rsidR="00A475FB">
        <w:t>number of licensing exemptions are provided to entities associated with a notified foreign passport fund so that AFSLs are not required in the ordinary course of operating a notified foreign passport fund.</w:t>
      </w:r>
      <w:r w:rsidR="0078677A">
        <w:t xml:space="preserve"> Operators and others who carry on a financial services business in this </w:t>
      </w:r>
      <w:r w:rsidR="00284DEE">
        <w:t>jurisdiction</w:t>
      </w:r>
      <w:r w:rsidR="0078677A">
        <w:t xml:space="preserve"> that do not fall within these exemptions will continue to require a licence.</w:t>
      </w:r>
    </w:p>
    <w:p w:rsidR="00E33136" w:rsidRDefault="00E33136" w:rsidP="008D51C1">
      <w:pPr>
        <w:pStyle w:val="base-text-paragraph"/>
      </w:pPr>
      <w:r>
        <w:t xml:space="preserve">The new licensing exemptions are designed to operate broadly because the MOC is based on the principle that notified foreign passport funds are </w:t>
      </w:r>
      <w:r w:rsidR="00CE54AD">
        <w:t xml:space="preserve">primarily </w:t>
      </w:r>
      <w:r>
        <w:t xml:space="preserve">regulated by their home economy. </w:t>
      </w:r>
      <w:r w:rsidR="005829F2">
        <w:t>Further, there</w:t>
      </w:r>
      <w:r>
        <w:t xml:space="preserve"> are restrictions on the activities of notified foreign passport funds in the Passport Rules</w:t>
      </w:r>
      <w:r w:rsidR="00CE54AD">
        <w:t xml:space="preserve"> contained in Annex 3 of the MOC</w:t>
      </w:r>
      <w:r w:rsidR="005829F2">
        <w:t>.</w:t>
      </w:r>
    </w:p>
    <w:p w:rsidR="002470CE" w:rsidRPr="00F67083" w:rsidRDefault="005377F2" w:rsidP="008D51C1">
      <w:pPr>
        <w:pStyle w:val="base-text-paragraph"/>
        <w:rPr>
          <w:rStyle w:val="Referencingstyle"/>
          <w:b w:val="0"/>
          <w:i w:val="0"/>
          <w:sz w:val="22"/>
        </w:rPr>
      </w:pPr>
      <w:r>
        <w:t>The new law grants a licensing exemption for custody</w:t>
      </w:r>
      <w:r w:rsidR="00F67083">
        <w:t xml:space="preserve"> of assets of notified foreign passport funds</w:t>
      </w:r>
      <w:r>
        <w:t xml:space="preserve"> regardless of the location of the assets.</w:t>
      </w:r>
      <w:r w:rsidR="006332FB">
        <w:t xml:space="preserve"> </w:t>
      </w:r>
      <w:r w:rsidR="00F67083" w:rsidDel="00F67083">
        <w:t xml:space="preserve">The MOC provides host economies the choice of whether to require the </w:t>
      </w:r>
      <w:r w:rsidR="00BC4B24">
        <w:t>p</w:t>
      </w:r>
      <w:r w:rsidR="00F67083" w:rsidDel="00F67083">
        <w:t xml:space="preserve">assport </w:t>
      </w:r>
      <w:r w:rsidR="00BC4B24">
        <w:t>f</w:t>
      </w:r>
      <w:r w:rsidR="00F67083" w:rsidDel="00F67083">
        <w:t>und or its operator be licen</w:t>
      </w:r>
      <w:r w:rsidR="0096193F">
        <w:t>s</w:t>
      </w:r>
      <w:r w:rsidR="00F67083" w:rsidDel="00F67083">
        <w:t xml:space="preserve">ed for services provided in the </w:t>
      </w:r>
      <w:r w:rsidR="00BC4B24">
        <w:t>h</w:t>
      </w:r>
      <w:r w:rsidR="00F67083" w:rsidDel="00F67083">
        <w:t xml:space="preserve">ost </w:t>
      </w:r>
      <w:r w:rsidR="00BC4B24">
        <w:t>e</w:t>
      </w:r>
      <w:r w:rsidR="00F67083" w:rsidDel="00F67083">
        <w:t xml:space="preserve">conomy related to assets in the </w:t>
      </w:r>
      <w:r w:rsidR="00BC4B24">
        <w:t>h</w:t>
      </w:r>
      <w:r w:rsidR="00F67083" w:rsidDel="00F67083">
        <w:t xml:space="preserve">ost </w:t>
      </w:r>
      <w:r w:rsidR="00BC4B24">
        <w:t>e</w:t>
      </w:r>
      <w:r w:rsidR="00F67083" w:rsidDel="00F67083">
        <w:t xml:space="preserve">conomy </w:t>
      </w:r>
      <w:r w:rsidR="00BC4B24">
        <w:t>(see</w:t>
      </w:r>
      <w:r w:rsidR="00F67083" w:rsidDel="00F67083">
        <w:t xml:space="preserve"> </w:t>
      </w:r>
      <w:r w:rsidR="00F67083" w:rsidRPr="00277C6F" w:rsidDel="00F67083">
        <w:t>sub</w:t>
      </w:r>
      <w:r w:rsidR="009A7A6C" w:rsidRPr="00277C6F" w:rsidDel="00F67083">
        <w:t>paragraph</w:t>
      </w:r>
      <w:r w:rsidR="009A7A6C">
        <w:t> </w:t>
      </w:r>
      <w:r w:rsidR="00F67083" w:rsidRPr="00277C6F" w:rsidDel="00F67083">
        <w:t>2(2)(c)(</w:t>
      </w:r>
      <w:proofErr w:type="spellStart"/>
      <w:r w:rsidR="00F67083" w:rsidRPr="00277C6F" w:rsidDel="00F67083">
        <w:t>i</w:t>
      </w:r>
      <w:proofErr w:type="spellEnd"/>
      <w:r w:rsidR="00F67083" w:rsidRPr="00277C6F" w:rsidDel="00F67083">
        <w:t>)</w:t>
      </w:r>
      <w:r w:rsidR="00BC4B24">
        <w:t xml:space="preserve"> of </w:t>
      </w:r>
      <w:r w:rsidR="000D5922" w:rsidRPr="00277C6F" w:rsidDel="00F67083">
        <w:t>Annex</w:t>
      </w:r>
      <w:r w:rsidR="000D5922">
        <w:t> </w:t>
      </w:r>
      <w:r w:rsidR="000D5922" w:rsidRPr="00277C6F" w:rsidDel="00F67083">
        <w:t xml:space="preserve">1 </w:t>
      </w:r>
      <w:r w:rsidR="00BC4B24">
        <w:t>of the MOC</w:t>
      </w:r>
      <w:r w:rsidR="00F67083" w:rsidDel="00F67083">
        <w:t>).</w:t>
      </w:r>
      <w:r w:rsidR="00F67083">
        <w:t xml:space="preserve"> Nevertheless, the new law includes this optional licensing exemption as it is consistent with the policy intention of promoting </w:t>
      </w:r>
      <w:r w:rsidR="00E30D4C">
        <w:t xml:space="preserve">market </w:t>
      </w:r>
      <w:r w:rsidR="00AB39B4">
        <w:t xml:space="preserve">access. </w:t>
      </w:r>
      <w:r w:rsidR="00F67083">
        <w:rPr>
          <w:rStyle w:val="Referencingstyle"/>
        </w:rPr>
        <w:t>[Schedule</w:t>
      </w:r>
      <w:r w:rsidR="009A7A6C">
        <w:rPr>
          <w:rStyle w:val="Referencingstyle"/>
        </w:rPr>
        <w:t> </w:t>
      </w:r>
      <w:r w:rsidR="00F67083">
        <w:rPr>
          <w:rStyle w:val="Referencingstyle"/>
        </w:rPr>
        <w:t>2, i</w:t>
      </w:r>
      <w:r w:rsidR="00F67083" w:rsidRPr="00375F1D">
        <w:rPr>
          <w:rStyle w:val="Referencingstyle"/>
        </w:rPr>
        <w:t>tem</w:t>
      </w:r>
      <w:r w:rsidR="009A7A6C">
        <w:rPr>
          <w:rStyle w:val="Referencingstyle"/>
        </w:rPr>
        <w:t> </w:t>
      </w:r>
      <w:r w:rsidR="00F67083">
        <w:rPr>
          <w:rStyle w:val="Referencingstyle"/>
        </w:rPr>
        <w:t>19</w:t>
      </w:r>
      <w:r w:rsidR="004B363C">
        <w:rPr>
          <w:rStyle w:val="Referencingstyle"/>
        </w:rPr>
        <w:t>1</w:t>
      </w:r>
      <w:r w:rsidR="00F67083">
        <w:rPr>
          <w:rStyle w:val="Referencingstyle"/>
        </w:rPr>
        <w:t>, paragraph</w:t>
      </w:r>
      <w:r w:rsidR="009A7A6C">
        <w:rPr>
          <w:rStyle w:val="Referencingstyle"/>
        </w:rPr>
        <w:t> </w:t>
      </w:r>
      <w:r w:rsidR="00F67083">
        <w:rPr>
          <w:rStyle w:val="Referencingstyle"/>
        </w:rPr>
        <w:t>766E(3)(bb)</w:t>
      </w:r>
      <w:r w:rsidR="00F67083" w:rsidRPr="00375F1D">
        <w:rPr>
          <w:rStyle w:val="Referencingstyle"/>
        </w:rPr>
        <w:t>]</w:t>
      </w:r>
    </w:p>
    <w:p w:rsidR="009D3E9A" w:rsidRDefault="00DB10E3" w:rsidP="008D51C1">
      <w:pPr>
        <w:pStyle w:val="base-text-paragraph"/>
      </w:pPr>
      <w:r>
        <w:t>Similarly, the new law provides a</w:t>
      </w:r>
      <w:r w:rsidR="000C7C94">
        <w:t xml:space="preserve"> licensing</w:t>
      </w:r>
      <w:r>
        <w:t xml:space="preserve"> exemption for </w:t>
      </w:r>
      <w:r w:rsidR="000C7C94">
        <w:t>the</w:t>
      </w:r>
      <w:r w:rsidR="00981B26">
        <w:t xml:space="preserve"> operator and persons acting on the direction of the </w:t>
      </w:r>
      <w:r w:rsidR="000C7C94">
        <w:t>operator when</w:t>
      </w:r>
      <w:r w:rsidRPr="00981B26">
        <w:t xml:space="preserve"> </w:t>
      </w:r>
      <w:r w:rsidR="00E33136">
        <w:t>acquiring</w:t>
      </w:r>
      <w:r w:rsidRPr="00981B26">
        <w:t xml:space="preserve"> </w:t>
      </w:r>
      <w:r w:rsidR="00E33136">
        <w:t xml:space="preserve">and disposing </w:t>
      </w:r>
      <w:r w:rsidRPr="00981B26">
        <w:t xml:space="preserve">of the </w:t>
      </w:r>
      <w:r w:rsidR="00E33136">
        <w:t xml:space="preserve">property of the </w:t>
      </w:r>
      <w:r w:rsidRPr="00981B26">
        <w:t>fund</w:t>
      </w:r>
      <w:r>
        <w:t>.</w:t>
      </w:r>
      <w:r w:rsidR="00981B26" w:rsidRPr="00981B26">
        <w:rPr>
          <w:rStyle w:val="Referencingstyle"/>
        </w:rPr>
        <w:t xml:space="preserve"> </w:t>
      </w:r>
      <w:r w:rsidR="009D3E9A">
        <w:t>This addresses a concern that the operators or custodians of funds that are not separate legal persons could, depending on the structure of the fund, be considered to be acquiring or disposing of financial products on behalf of the members of the fund</w:t>
      </w:r>
      <w:r w:rsidR="00DC7DE3">
        <w:t>. The assets of the fund are those required by subsection</w:t>
      </w:r>
      <w:r w:rsidR="007147EA">
        <w:t> </w:t>
      </w:r>
      <w:r w:rsidR="00DC7DE3">
        <w:t xml:space="preserve">13(6) of the Passport Rules </w:t>
      </w:r>
      <w:r w:rsidR="00F230C4">
        <w:t xml:space="preserve">in Annex 3 of the MOC </w:t>
      </w:r>
      <w:r w:rsidR="00DC7DE3">
        <w:t>to be held separately from other assets or in a clearly recorded omnibus account. The term ‘investment’ take</w:t>
      </w:r>
      <w:r w:rsidR="0033325A">
        <w:t>s</w:t>
      </w:r>
      <w:r w:rsidR="00DC7DE3">
        <w:t xml:space="preserve"> its ordinary meaning and does not rely on the definition of that word in </w:t>
      </w:r>
      <w:r w:rsidR="009A7A6C">
        <w:t>section </w:t>
      </w:r>
      <w:r w:rsidR="00DC7DE3">
        <w:t>9</w:t>
      </w:r>
      <w:r w:rsidR="0033325A">
        <w:t xml:space="preserve"> (which only applies to investments in registered schemes)</w:t>
      </w:r>
      <w:r w:rsidR="00DC7DE3">
        <w:t>.</w:t>
      </w:r>
      <w:r w:rsidR="00981B26">
        <w:t xml:space="preserve"> </w:t>
      </w:r>
      <w:r w:rsidR="009D3E9A">
        <w:rPr>
          <w:rStyle w:val="Referencingstyle"/>
        </w:rPr>
        <w:t>[Schedule</w:t>
      </w:r>
      <w:r w:rsidR="009A7A6C">
        <w:rPr>
          <w:rStyle w:val="Referencingstyle"/>
        </w:rPr>
        <w:t> </w:t>
      </w:r>
      <w:r w:rsidR="009D3E9A">
        <w:rPr>
          <w:rStyle w:val="Referencingstyle"/>
        </w:rPr>
        <w:t>2, i</w:t>
      </w:r>
      <w:r w:rsidR="009D3E9A" w:rsidRPr="00375F1D">
        <w:rPr>
          <w:rStyle w:val="Referencingstyle"/>
        </w:rPr>
        <w:t>tem</w:t>
      </w:r>
      <w:r w:rsidR="009A7A6C">
        <w:rPr>
          <w:rStyle w:val="Referencingstyle"/>
        </w:rPr>
        <w:t> </w:t>
      </w:r>
      <w:r w:rsidR="009D3E9A">
        <w:rPr>
          <w:rStyle w:val="Referencingstyle"/>
        </w:rPr>
        <w:t>20</w:t>
      </w:r>
      <w:r w:rsidR="002275FD">
        <w:rPr>
          <w:rStyle w:val="Referencingstyle"/>
        </w:rPr>
        <w:t>4</w:t>
      </w:r>
      <w:r w:rsidR="009D3E9A" w:rsidRPr="00375F1D">
        <w:rPr>
          <w:rStyle w:val="Referencingstyle"/>
        </w:rPr>
        <w:t xml:space="preserve">, </w:t>
      </w:r>
      <w:r w:rsidR="009D3E9A">
        <w:rPr>
          <w:rStyle w:val="Referencingstyle"/>
        </w:rPr>
        <w:t>paragraphs</w:t>
      </w:r>
      <w:r w:rsidR="009A7A6C">
        <w:rPr>
          <w:rStyle w:val="Referencingstyle"/>
        </w:rPr>
        <w:t> </w:t>
      </w:r>
      <w:r w:rsidR="009D3E9A">
        <w:rPr>
          <w:rStyle w:val="Referencingstyle"/>
        </w:rPr>
        <w:t>911A(2)(eh) and (</w:t>
      </w:r>
      <w:proofErr w:type="spellStart"/>
      <w:r w:rsidR="009D3E9A">
        <w:rPr>
          <w:rStyle w:val="Referencingstyle"/>
        </w:rPr>
        <w:t>ei</w:t>
      </w:r>
      <w:proofErr w:type="spellEnd"/>
      <w:r w:rsidR="009D3E9A">
        <w:rPr>
          <w:rStyle w:val="Referencingstyle"/>
        </w:rPr>
        <w:t>)</w:t>
      </w:r>
      <w:r w:rsidR="009D3E9A" w:rsidRPr="00375F1D">
        <w:rPr>
          <w:rStyle w:val="Referencingstyle"/>
        </w:rPr>
        <w:t>]</w:t>
      </w:r>
    </w:p>
    <w:p w:rsidR="00735859" w:rsidRDefault="004E7729" w:rsidP="008D51C1">
      <w:pPr>
        <w:pStyle w:val="base-text-paragraph"/>
      </w:pPr>
      <w:r>
        <w:t>The new exemption relating to investments also covers</w:t>
      </w:r>
      <w:r w:rsidR="00FB00AE">
        <w:t xml:space="preserve"> operator</w:t>
      </w:r>
      <w:r>
        <w:t>s</w:t>
      </w:r>
      <w:r w:rsidR="00FB00AE">
        <w:t xml:space="preserve"> (or person</w:t>
      </w:r>
      <w:r>
        <w:t>s</w:t>
      </w:r>
      <w:r w:rsidR="00FB00AE">
        <w:t xml:space="preserve"> acting on the direction of the operator) investing fund assets in</w:t>
      </w:r>
      <w:r w:rsidR="00735859">
        <w:t xml:space="preserve"> </w:t>
      </w:r>
      <w:r w:rsidR="004D442C">
        <w:t xml:space="preserve">unlisted </w:t>
      </w:r>
      <w:r w:rsidR="00735859">
        <w:t>derivatives or foreign exchange contracts</w:t>
      </w:r>
      <w:r>
        <w:t xml:space="preserve">. This is because </w:t>
      </w:r>
      <w:r w:rsidR="00FB00AE">
        <w:t>each party to a derivative is considered to be both issuing and acquiring that derivative</w:t>
      </w:r>
      <w:r w:rsidR="00735859">
        <w:t>.</w:t>
      </w:r>
    </w:p>
    <w:p w:rsidR="00FB00AE" w:rsidRDefault="005A6CEE" w:rsidP="008D51C1">
      <w:pPr>
        <w:pStyle w:val="base-text-paragraph"/>
      </w:pPr>
      <w:r>
        <w:t>The new law also provides an exemption for the</w:t>
      </w:r>
      <w:r w:rsidR="004E04C6">
        <w:t xml:space="preserve"> </w:t>
      </w:r>
      <w:r>
        <w:t>issuance</w:t>
      </w:r>
      <w:r w:rsidR="00F30C8C">
        <w:t>, acquisition</w:t>
      </w:r>
      <w:r>
        <w:t xml:space="preserve"> </w:t>
      </w:r>
      <w:r w:rsidR="00F30C8C">
        <w:t>or</w:t>
      </w:r>
      <w:r>
        <w:t xml:space="preserve"> disposal of derivatives and foreign exchange contracts for the purposes of financial risk management. </w:t>
      </w:r>
      <w:r w:rsidR="008A6F72">
        <w:t>This allows notified foreign passpor</w:t>
      </w:r>
      <w:r w:rsidR="00E33136">
        <w:t>t funds to hedge their exposure to risk</w:t>
      </w:r>
      <w:r w:rsidR="008A6F72">
        <w:t xml:space="preserve"> without requiring a licence or an Australian distributor.</w:t>
      </w:r>
      <w:r w:rsidR="003B6F9E">
        <w:t xml:space="preserve"> It also allows them to enter netting arrangements to manage, for example, the default risk of a counterparty where those arrangements constitute a derivative.</w:t>
      </w:r>
      <w:r w:rsidR="00D24708">
        <w:t xml:space="preserve"> This exemption is intended to be limited to derivatives issued to wholesale investors but the exemption was not limited to wholesale investors because an operator may not always be aware of the identify of its counterparties (e.g. where it purchases the derivatives on a financial market).</w:t>
      </w:r>
      <w:r w:rsidR="009A7A6C">
        <w:t xml:space="preserve"> </w:t>
      </w:r>
      <w:r w:rsidR="003B6F9E">
        <w:rPr>
          <w:rStyle w:val="Referencingstyle"/>
        </w:rPr>
        <w:t>[</w:t>
      </w:r>
      <w:r w:rsidR="009A7A6C">
        <w:rPr>
          <w:rStyle w:val="Referencingstyle"/>
        </w:rPr>
        <w:t>Schedule </w:t>
      </w:r>
      <w:r w:rsidR="003B6F9E">
        <w:rPr>
          <w:rStyle w:val="Referencingstyle"/>
        </w:rPr>
        <w:t xml:space="preserve">2, </w:t>
      </w:r>
      <w:r w:rsidR="009A7A6C">
        <w:rPr>
          <w:rStyle w:val="Referencingstyle"/>
        </w:rPr>
        <w:t>i</w:t>
      </w:r>
      <w:r w:rsidR="009A7A6C" w:rsidRPr="00375F1D">
        <w:rPr>
          <w:rStyle w:val="Referencingstyle"/>
        </w:rPr>
        <w:t>tem</w:t>
      </w:r>
      <w:r w:rsidR="009A7A6C">
        <w:rPr>
          <w:rStyle w:val="Referencingstyle"/>
        </w:rPr>
        <w:t> </w:t>
      </w:r>
      <w:r w:rsidR="003B6F9E">
        <w:rPr>
          <w:rStyle w:val="Referencingstyle"/>
        </w:rPr>
        <w:t>20</w:t>
      </w:r>
      <w:r w:rsidR="002275FD">
        <w:rPr>
          <w:rStyle w:val="Referencingstyle"/>
        </w:rPr>
        <w:t>4</w:t>
      </w:r>
      <w:r w:rsidR="003B6F9E" w:rsidRPr="00375F1D">
        <w:rPr>
          <w:rStyle w:val="Referencingstyle"/>
        </w:rPr>
        <w:t xml:space="preserve">, </w:t>
      </w:r>
      <w:r w:rsidR="009A7A6C">
        <w:rPr>
          <w:rStyle w:val="Referencingstyle"/>
        </w:rPr>
        <w:t>paragraph </w:t>
      </w:r>
      <w:r w:rsidR="003B6F9E">
        <w:rPr>
          <w:rStyle w:val="Referencingstyle"/>
        </w:rPr>
        <w:t>911A(2)(</w:t>
      </w:r>
      <w:proofErr w:type="spellStart"/>
      <w:r w:rsidR="003B6F9E">
        <w:rPr>
          <w:rStyle w:val="Referencingstyle"/>
        </w:rPr>
        <w:t>ej</w:t>
      </w:r>
      <w:proofErr w:type="spellEnd"/>
      <w:r w:rsidR="003B6F9E">
        <w:rPr>
          <w:rStyle w:val="Referencingstyle"/>
        </w:rPr>
        <w:t>)</w:t>
      </w:r>
      <w:r w:rsidR="003B6F9E" w:rsidRPr="00375F1D">
        <w:rPr>
          <w:rStyle w:val="Referencingstyle"/>
        </w:rPr>
        <w:t>]</w:t>
      </w:r>
    </w:p>
    <w:p w:rsidR="00E33136" w:rsidRDefault="00E33136" w:rsidP="008D51C1">
      <w:pPr>
        <w:pStyle w:val="base-text-paragraph"/>
      </w:pPr>
      <w:r>
        <w:t>The exemption for the issuance of derivatives and foreign exchange contracts automatically covers their acquisition. This is because the person who acquires a derivative or foreign exchange contract also acquires it (see subsections 761E(1) and (3) and the note to subsection 761E(5) in the existing law).</w:t>
      </w:r>
    </w:p>
    <w:p w:rsidR="005A447F" w:rsidRDefault="005A447F" w:rsidP="008D51C1">
      <w:pPr>
        <w:pStyle w:val="base-text-paragraph"/>
      </w:pPr>
      <w:r>
        <w:t xml:space="preserve">The MOC provides that a </w:t>
      </w:r>
      <w:r w:rsidR="00B42301">
        <w:t>notified foreign</w:t>
      </w:r>
      <w:r>
        <w:t xml:space="preserve"> </w:t>
      </w:r>
      <w:r w:rsidR="00224E4B">
        <w:t xml:space="preserve">passport fund </w:t>
      </w:r>
      <w:r>
        <w:t xml:space="preserve">and its operator shall not be required to be licensed in a host economy to issue, redeem or sell interests in a notified foreign passport fund through a qualified distributor </w:t>
      </w:r>
      <w:r w:rsidR="006C0BD7">
        <w:t>(</w:t>
      </w:r>
      <w:r w:rsidR="00557FA1">
        <w:t>see</w:t>
      </w:r>
      <w:r w:rsidRPr="00277C6F">
        <w:t xml:space="preserve"> </w:t>
      </w:r>
      <w:r w:rsidR="00224E4B" w:rsidRPr="00277C6F">
        <w:t>paragraph</w:t>
      </w:r>
      <w:r w:rsidR="00224E4B">
        <w:t>s </w:t>
      </w:r>
      <w:r w:rsidRPr="00277C6F">
        <w:t>2(2)(b) and (d)</w:t>
      </w:r>
      <w:r w:rsidR="00557FA1">
        <w:t xml:space="preserve"> of </w:t>
      </w:r>
      <w:r w:rsidR="00F230C4" w:rsidRPr="00277C6F">
        <w:t>Annex</w:t>
      </w:r>
      <w:r w:rsidR="00F230C4">
        <w:t> </w:t>
      </w:r>
      <w:r w:rsidR="00F230C4" w:rsidRPr="00277C6F">
        <w:t>1</w:t>
      </w:r>
      <w:r w:rsidR="00F230C4">
        <w:t xml:space="preserve"> of </w:t>
      </w:r>
      <w:r w:rsidR="00557FA1">
        <w:t>the MOC</w:t>
      </w:r>
      <w:r w:rsidR="006C0BD7">
        <w:t>)</w:t>
      </w:r>
      <w:r w:rsidR="00557FA1">
        <w:t>.</w:t>
      </w:r>
      <w:r w:rsidR="0078677A">
        <w:t xml:space="preserve"> Without a licensed distributor, the operator would require an AFSL to issue, redeem or sell these interests. </w:t>
      </w:r>
      <w:r w:rsidR="00976026">
        <w:t xml:space="preserve">Under existing </w:t>
      </w:r>
      <w:r w:rsidR="00735859">
        <w:t>exemptions in paragraph</w:t>
      </w:r>
      <w:r w:rsidR="00557FA1">
        <w:t>s</w:t>
      </w:r>
      <w:r w:rsidR="00224E4B">
        <w:t> </w:t>
      </w:r>
      <w:r w:rsidR="00735859">
        <w:t>911A(2)(b) and (</w:t>
      </w:r>
      <w:proofErr w:type="spellStart"/>
      <w:r w:rsidR="00735859">
        <w:t>ba</w:t>
      </w:r>
      <w:proofErr w:type="spellEnd"/>
      <w:r w:rsidR="00735859">
        <w:t>)</w:t>
      </w:r>
      <w:r w:rsidR="00976026">
        <w:t>, passport operators are able to enter an intermediary authorisation with a licensed distributor to issue, vary or dispose of interests in a notified foreign passport fund without requiring a licence. The disposal of f</w:t>
      </w:r>
      <w:r w:rsidR="00E6043F">
        <w:t>inancial</w:t>
      </w:r>
      <w:r w:rsidR="00976026">
        <w:t xml:space="preserve"> products, as defined in </w:t>
      </w:r>
      <w:r w:rsidR="00AB39B4">
        <w:t>section </w:t>
      </w:r>
      <w:r w:rsidR="00976026">
        <w:t xml:space="preserve">761A, includes the redemption of an interest in a notified foreign passport fund. </w:t>
      </w:r>
      <w:r w:rsidR="00735859">
        <w:t>As such, no separate exemption is required to give effect to this provision of the MOC.</w:t>
      </w:r>
    </w:p>
    <w:p w:rsidR="00AD618D" w:rsidRPr="005A447F" w:rsidRDefault="00AD618D" w:rsidP="008D51C1">
      <w:pPr>
        <w:pStyle w:val="Heading4"/>
        <w:rPr>
          <w:rStyle w:val="Referencingstyle"/>
          <w:sz w:val="22"/>
        </w:rPr>
      </w:pPr>
      <w:r>
        <w:rPr>
          <w:rStyle w:val="Referencingstyle"/>
          <w:b/>
          <w:i/>
          <w:sz w:val="22"/>
        </w:rPr>
        <w:t>Hawking</w:t>
      </w:r>
      <w:r w:rsidR="00977ED7">
        <w:rPr>
          <w:rStyle w:val="Referencingstyle"/>
          <w:b/>
          <w:i/>
          <w:sz w:val="22"/>
        </w:rPr>
        <w:t xml:space="preserve"> of foreign passport fund products</w:t>
      </w:r>
    </w:p>
    <w:p w:rsidR="00AD618D" w:rsidRPr="004A683E" w:rsidRDefault="00AD618D" w:rsidP="008D51C1">
      <w:pPr>
        <w:pStyle w:val="base-text-paragraph"/>
        <w:numPr>
          <w:ilvl w:val="1"/>
          <w:numId w:val="5"/>
        </w:numPr>
        <w:rPr>
          <w:rStyle w:val="Referencingstyle"/>
          <w:b w:val="0"/>
          <w:i w:val="0"/>
          <w:sz w:val="22"/>
        </w:rPr>
      </w:pPr>
      <w:r w:rsidRPr="00B55B07">
        <w:t xml:space="preserve">The prohibition on hawking </w:t>
      </w:r>
      <w:r w:rsidR="00D97FD2">
        <w:t xml:space="preserve">interests in </w:t>
      </w:r>
      <w:r w:rsidR="00D03A91">
        <w:t>MIS</w:t>
      </w:r>
      <w:r w:rsidR="00D97FD2">
        <w:t>s</w:t>
      </w:r>
      <w:r w:rsidRPr="00B55B07">
        <w:t xml:space="preserve"> </w:t>
      </w:r>
      <w:r w:rsidR="00D97FD2">
        <w:t>in existing section</w:t>
      </w:r>
      <w:r w:rsidR="001A708D">
        <w:t> </w:t>
      </w:r>
      <w:r w:rsidR="00D97FD2">
        <w:t xml:space="preserve">992AA </w:t>
      </w:r>
      <w:r>
        <w:t>is</w:t>
      </w:r>
      <w:r w:rsidRPr="00B55B07">
        <w:t xml:space="preserve"> extended to foreign passport fund products</w:t>
      </w:r>
      <w:r w:rsidR="00977ED7">
        <w:t>. This is achieved</w:t>
      </w:r>
      <w:r w:rsidR="004A683E">
        <w:t xml:space="preserve"> by treating notified foreign passport funds as </w:t>
      </w:r>
      <w:proofErr w:type="spellStart"/>
      <w:r w:rsidR="00D03A91">
        <w:t>MIS</w:t>
      </w:r>
      <w:r w:rsidR="004A683E">
        <w:t>s</w:t>
      </w:r>
      <w:r w:rsidRPr="00B55B07">
        <w:t>.</w:t>
      </w:r>
      <w:proofErr w:type="spellEnd"/>
      <w:r w:rsidRPr="00B55B07">
        <w:t xml:space="preserve"> </w:t>
      </w:r>
      <w:r w:rsidR="00977ED7">
        <w:t>It</w:t>
      </w:r>
      <w:r w:rsidRPr="00B55B07">
        <w:t xml:space="preserve"> </w:t>
      </w:r>
      <w:r w:rsidRPr="004B40E9">
        <w:t xml:space="preserve">ensures that the same consumer protections </w:t>
      </w:r>
      <w:r w:rsidRPr="00977ED7">
        <w:t xml:space="preserve">apply to </w:t>
      </w:r>
      <w:r w:rsidR="00977ED7" w:rsidRPr="00977ED7">
        <w:t>both</w:t>
      </w:r>
      <w:r w:rsidRPr="00B55B07">
        <w:t xml:space="preserve"> managed investment products and foreign passport fund products. </w:t>
      </w:r>
      <w:r w:rsidRPr="00B55B07">
        <w:rPr>
          <w:rStyle w:val="Referencingstyle"/>
        </w:rPr>
        <w:t>[Schedule</w:t>
      </w:r>
      <w:r w:rsidR="001A708D">
        <w:rPr>
          <w:rStyle w:val="Referencingstyle"/>
        </w:rPr>
        <w:t> </w:t>
      </w:r>
      <w:r w:rsidR="004A683E">
        <w:rPr>
          <w:rStyle w:val="Referencingstyle"/>
        </w:rPr>
        <w:t>1</w:t>
      </w:r>
      <w:r w:rsidRPr="00B55B07">
        <w:rPr>
          <w:rStyle w:val="Referencingstyle"/>
        </w:rPr>
        <w:t>, item</w:t>
      </w:r>
      <w:r w:rsidR="001A708D">
        <w:rPr>
          <w:rStyle w:val="Referencingstyle"/>
        </w:rPr>
        <w:t> </w:t>
      </w:r>
      <w:r w:rsidR="004A683E">
        <w:rPr>
          <w:rStyle w:val="Referencingstyle"/>
        </w:rPr>
        <w:t>1</w:t>
      </w:r>
      <w:r w:rsidRPr="00B55B07">
        <w:rPr>
          <w:rStyle w:val="Referencingstyle"/>
        </w:rPr>
        <w:t>, section </w:t>
      </w:r>
      <w:r w:rsidR="004A683E">
        <w:rPr>
          <w:rStyle w:val="Referencingstyle"/>
        </w:rPr>
        <w:t>1213E</w:t>
      </w:r>
      <w:r w:rsidRPr="00B55B07">
        <w:rPr>
          <w:rStyle w:val="Referencingstyle"/>
        </w:rPr>
        <w:t>]</w:t>
      </w:r>
    </w:p>
    <w:p w:rsidR="004A683E" w:rsidRPr="00D97FD2" w:rsidRDefault="004A683E" w:rsidP="008D51C1">
      <w:pPr>
        <w:pStyle w:val="base-text-paragraph"/>
        <w:numPr>
          <w:ilvl w:val="1"/>
          <w:numId w:val="5"/>
        </w:numPr>
        <w:rPr>
          <w:rStyle w:val="Referencingstyle"/>
          <w:b w:val="0"/>
          <w:i w:val="0"/>
          <w:sz w:val="22"/>
        </w:rPr>
      </w:pPr>
      <w:r>
        <w:t>A</w:t>
      </w:r>
      <w:r w:rsidR="00741B6D">
        <w:t>n</w:t>
      </w:r>
      <w:r>
        <w:t xml:space="preserve"> amendment is made to the heading of current section</w:t>
      </w:r>
      <w:r w:rsidR="001A708D">
        <w:t> </w:t>
      </w:r>
      <w:r>
        <w:t xml:space="preserve">992AA </w:t>
      </w:r>
      <w:r w:rsidR="00815DDF">
        <w:t>(</w:t>
      </w:r>
      <w:r>
        <w:t>which prohibits hawking</w:t>
      </w:r>
      <w:r w:rsidR="00D97FD2">
        <w:t xml:space="preserve"> of interests in </w:t>
      </w:r>
      <w:r w:rsidR="00D03A91">
        <w:t>MIS</w:t>
      </w:r>
      <w:r w:rsidR="00D97FD2">
        <w:t>s</w:t>
      </w:r>
      <w:r w:rsidR="00815DDF">
        <w:t>)</w:t>
      </w:r>
      <w:r w:rsidR="00977ED7">
        <w:t>. This amendment</w:t>
      </w:r>
      <w:r>
        <w:t xml:space="preserve"> clarif</w:t>
      </w:r>
      <w:r w:rsidR="00977ED7">
        <w:t>ies</w:t>
      </w:r>
      <w:r>
        <w:t xml:space="preserve"> that the section applies to all </w:t>
      </w:r>
      <w:r w:rsidR="00D03A91">
        <w:t>MIS</w:t>
      </w:r>
      <w:r>
        <w:t xml:space="preserve">s, rather than merely </w:t>
      </w:r>
      <w:r w:rsidR="00D97FD2">
        <w:t>registered schemes</w:t>
      </w:r>
      <w:r>
        <w:t xml:space="preserve">. </w:t>
      </w:r>
      <w:r w:rsidR="00815DDF">
        <w:t xml:space="preserve">It does not alter the effect of the section because the text of the section applies to all </w:t>
      </w:r>
      <w:r w:rsidR="00D03A91">
        <w:t>MIS</w:t>
      </w:r>
      <w:r w:rsidR="00815DDF">
        <w:t>s and section headings have less weight than the substantive text</w:t>
      </w:r>
      <w:r>
        <w:t xml:space="preserve"> </w:t>
      </w:r>
      <w:r w:rsidR="00815DDF">
        <w:t xml:space="preserve">under established principles of statutory interpretation. </w:t>
      </w:r>
      <w:r w:rsidRPr="001A552A">
        <w:rPr>
          <w:rStyle w:val="Referencingstyle"/>
        </w:rPr>
        <w:t>[Schedule</w:t>
      </w:r>
      <w:r w:rsidR="001A708D">
        <w:rPr>
          <w:rStyle w:val="Referencingstyle"/>
        </w:rPr>
        <w:t> </w:t>
      </w:r>
      <w:r w:rsidR="00D97FD2">
        <w:rPr>
          <w:rStyle w:val="Referencingstyle"/>
        </w:rPr>
        <w:t>2</w:t>
      </w:r>
      <w:r w:rsidRPr="001A552A">
        <w:rPr>
          <w:rStyle w:val="Referencingstyle"/>
        </w:rPr>
        <w:t>, item</w:t>
      </w:r>
      <w:r w:rsidR="001A708D">
        <w:rPr>
          <w:rStyle w:val="Referencingstyle"/>
        </w:rPr>
        <w:t> </w:t>
      </w:r>
      <w:r w:rsidR="00D97FD2">
        <w:rPr>
          <w:rStyle w:val="Referencingstyle"/>
        </w:rPr>
        <w:t>22</w:t>
      </w:r>
      <w:r w:rsidR="002275FD">
        <w:rPr>
          <w:rStyle w:val="Referencingstyle"/>
        </w:rPr>
        <w:t>1</w:t>
      </w:r>
      <w:r w:rsidRPr="001A552A">
        <w:rPr>
          <w:rStyle w:val="Referencingstyle"/>
        </w:rPr>
        <w:t xml:space="preserve">, </w:t>
      </w:r>
      <w:r w:rsidR="00171A9B">
        <w:rPr>
          <w:rStyle w:val="Referencingstyle"/>
        </w:rPr>
        <w:t xml:space="preserve">heading to </w:t>
      </w:r>
      <w:r w:rsidRPr="001A552A">
        <w:rPr>
          <w:rStyle w:val="Referencingstyle"/>
        </w:rPr>
        <w:t>section </w:t>
      </w:r>
      <w:r w:rsidR="00D97FD2">
        <w:rPr>
          <w:rStyle w:val="Referencingstyle"/>
        </w:rPr>
        <w:t>992AA</w:t>
      </w:r>
      <w:r w:rsidRPr="001A552A">
        <w:rPr>
          <w:rStyle w:val="Referencingstyle"/>
        </w:rPr>
        <w:t>]</w:t>
      </w:r>
    </w:p>
    <w:p w:rsidR="00D97FD2" w:rsidRPr="00D97FD2" w:rsidRDefault="00D97FD2" w:rsidP="008D51C1">
      <w:pPr>
        <w:pStyle w:val="base-text-paragraph"/>
        <w:numPr>
          <w:ilvl w:val="1"/>
          <w:numId w:val="5"/>
        </w:numPr>
        <w:rPr>
          <w:rStyle w:val="Referencingstyle"/>
          <w:b w:val="0"/>
          <w:i w:val="0"/>
          <w:sz w:val="22"/>
        </w:rPr>
      </w:pPr>
      <w:r>
        <w:t xml:space="preserve">Foreign passport fund products are excluded from the section in </w:t>
      </w:r>
      <w:r w:rsidDel="00D76F64">
        <w:t xml:space="preserve">the </w:t>
      </w:r>
      <w:r w:rsidR="00D76F64">
        <w:t>Corporations</w:t>
      </w:r>
      <w:r w:rsidR="0049488E">
        <w:t> </w:t>
      </w:r>
      <w:r w:rsidR="00D76F64">
        <w:t>Act</w:t>
      </w:r>
      <w:r>
        <w:t xml:space="preserve"> which applies to hawking products other than interests in </w:t>
      </w:r>
      <w:proofErr w:type="spellStart"/>
      <w:r w:rsidR="00D03A91">
        <w:t>MIS</w:t>
      </w:r>
      <w:r>
        <w:t>s.</w:t>
      </w:r>
      <w:proofErr w:type="spellEnd"/>
      <w:r>
        <w:t xml:space="preserve"> </w:t>
      </w:r>
      <w:r>
        <w:rPr>
          <w:rStyle w:val="Referencingstyle"/>
        </w:rPr>
        <w:t>[</w:t>
      </w:r>
      <w:r w:rsidRPr="001A552A">
        <w:rPr>
          <w:rStyle w:val="Referencingstyle"/>
        </w:rPr>
        <w:t>Schedule</w:t>
      </w:r>
      <w:r w:rsidR="001A708D">
        <w:rPr>
          <w:rStyle w:val="Referencingstyle"/>
        </w:rPr>
        <w:t> </w:t>
      </w:r>
      <w:r>
        <w:rPr>
          <w:rStyle w:val="Referencingstyle"/>
        </w:rPr>
        <w:t>2</w:t>
      </w:r>
      <w:r w:rsidRPr="001A552A">
        <w:rPr>
          <w:rStyle w:val="Referencingstyle"/>
        </w:rPr>
        <w:t>, item</w:t>
      </w:r>
      <w:r w:rsidR="001A708D">
        <w:rPr>
          <w:rStyle w:val="Referencingstyle"/>
        </w:rPr>
        <w:t> </w:t>
      </w:r>
      <w:r>
        <w:rPr>
          <w:rStyle w:val="Referencingstyle"/>
        </w:rPr>
        <w:t>22</w:t>
      </w:r>
      <w:r w:rsidR="002275FD">
        <w:rPr>
          <w:rStyle w:val="Referencingstyle"/>
        </w:rPr>
        <w:t>0</w:t>
      </w:r>
      <w:r w:rsidRPr="001A552A">
        <w:rPr>
          <w:rStyle w:val="Referencingstyle"/>
        </w:rPr>
        <w:t>, s</w:t>
      </w:r>
      <w:r w:rsidR="00F6223B">
        <w:rPr>
          <w:rStyle w:val="Referencingstyle"/>
        </w:rPr>
        <w:t>ubs</w:t>
      </w:r>
      <w:r w:rsidRPr="001A552A">
        <w:rPr>
          <w:rStyle w:val="Referencingstyle"/>
        </w:rPr>
        <w:t>ection </w:t>
      </w:r>
      <w:r>
        <w:rPr>
          <w:rStyle w:val="Referencingstyle"/>
        </w:rPr>
        <w:t>992A(2)</w:t>
      </w:r>
      <w:r w:rsidRPr="001A552A">
        <w:rPr>
          <w:rStyle w:val="Referencingstyle"/>
        </w:rPr>
        <w:t>]</w:t>
      </w:r>
    </w:p>
    <w:p w:rsidR="00FC1B3E" w:rsidRPr="005A447F" w:rsidRDefault="008057C3" w:rsidP="008D51C1">
      <w:pPr>
        <w:pStyle w:val="Heading4"/>
        <w:rPr>
          <w:rStyle w:val="Referencingstyle"/>
          <w:sz w:val="22"/>
        </w:rPr>
      </w:pPr>
      <w:r>
        <w:rPr>
          <w:rStyle w:val="Referencingstyle"/>
          <w:b/>
          <w:i/>
          <w:sz w:val="22"/>
        </w:rPr>
        <w:t>Insider trading and other p</w:t>
      </w:r>
      <w:r w:rsidR="00FC1B3E">
        <w:rPr>
          <w:rStyle w:val="Referencingstyle"/>
          <w:b/>
          <w:i/>
          <w:sz w:val="22"/>
        </w:rPr>
        <w:t>rohibited conduct</w:t>
      </w:r>
    </w:p>
    <w:p w:rsidR="00A91823" w:rsidRDefault="0034200D" w:rsidP="008D51C1">
      <w:pPr>
        <w:pStyle w:val="base-text-paragraph"/>
      </w:pPr>
      <w:r>
        <w:t>Part</w:t>
      </w:r>
      <w:r w:rsidR="00FB0BD5">
        <w:t> </w:t>
      </w:r>
      <w:r>
        <w:t xml:space="preserve">7.10 </w:t>
      </w:r>
      <w:r w:rsidR="001E67C1">
        <w:t xml:space="preserve">of </w:t>
      </w:r>
      <w:r w:rsidR="001E67C1" w:rsidDel="00D76F64">
        <w:t xml:space="preserve">the </w:t>
      </w:r>
      <w:r w:rsidR="00D76F64">
        <w:t>Corporations</w:t>
      </w:r>
      <w:r w:rsidR="0049488E">
        <w:t> </w:t>
      </w:r>
      <w:r w:rsidR="00D76F64">
        <w:t>Act</w:t>
      </w:r>
      <w:r w:rsidR="001E67C1">
        <w:t xml:space="preserve"> generally </w:t>
      </w:r>
      <w:r>
        <w:t>appl</w:t>
      </w:r>
      <w:r w:rsidR="00FC1B3E">
        <w:t>ies</w:t>
      </w:r>
      <w:r w:rsidR="007C1325">
        <w:t xml:space="preserve"> to </w:t>
      </w:r>
      <w:r w:rsidR="00224E4B">
        <w:t xml:space="preserve">notified foreign </w:t>
      </w:r>
      <w:r w:rsidR="007C1325">
        <w:t xml:space="preserve">passport funds in </w:t>
      </w:r>
      <w:r w:rsidR="00D36142">
        <w:t xml:space="preserve">the </w:t>
      </w:r>
      <w:r w:rsidR="00ED6496">
        <w:t>ordinary manner</w:t>
      </w:r>
      <w:r w:rsidR="00FC1B3E" w:rsidRPr="00FC1B3E">
        <w:t xml:space="preserve"> </w:t>
      </w:r>
      <w:r w:rsidR="00FC1B3E">
        <w:t>as foreign passport fund products are financial products (see paragraph</w:t>
      </w:r>
      <w:r w:rsidR="00FB0BD5">
        <w:t> </w:t>
      </w:r>
      <w:r w:rsidR="00B301E6">
        <w:t>4.22</w:t>
      </w:r>
      <w:r w:rsidR="00FC1B3E">
        <w:t xml:space="preserve"> of the </w:t>
      </w:r>
      <w:r w:rsidR="00090F3C">
        <w:t>explanatory material</w:t>
      </w:r>
      <w:r w:rsidR="00FB0BD5">
        <w:t>s</w:t>
      </w:r>
      <w:r w:rsidR="00FC1B3E">
        <w:t>)</w:t>
      </w:r>
      <w:r w:rsidR="007C1325">
        <w:t>.</w:t>
      </w:r>
      <w:r w:rsidR="00007DD8">
        <w:t xml:space="preserve"> </w:t>
      </w:r>
      <w:r w:rsidR="008B042D">
        <w:t>The existing requirements relating to</w:t>
      </w:r>
      <w:r>
        <w:t xml:space="preserve"> </w:t>
      </w:r>
      <w:r w:rsidR="008B042D">
        <w:t>r</w:t>
      </w:r>
      <w:r w:rsidR="00935C43">
        <w:t>epresentations made, that induce persons to deal in financial products using false, misleading or deceptive information, as outlined in section</w:t>
      </w:r>
      <w:r w:rsidR="00AB39B4">
        <w:t> </w:t>
      </w:r>
      <w:r w:rsidR="00935C43">
        <w:t xml:space="preserve">1041F, also apply to representations made in this jurisdiction about interests in </w:t>
      </w:r>
      <w:r w:rsidR="008B042D">
        <w:t>notified</w:t>
      </w:r>
      <w:r w:rsidR="00935C43">
        <w:t xml:space="preserve"> foreign passport funds.</w:t>
      </w:r>
    </w:p>
    <w:p w:rsidR="00640B89" w:rsidRDefault="008B042D" w:rsidP="008D51C1">
      <w:pPr>
        <w:pStyle w:val="base-text-paragraph"/>
        <w:numPr>
          <w:ilvl w:val="1"/>
          <w:numId w:val="21"/>
        </w:numPr>
      </w:pPr>
      <w:r>
        <w:t>A</w:t>
      </w:r>
      <w:r w:rsidR="00333C41">
        <w:t>n interest in a foreign passport fund is a Division</w:t>
      </w:r>
      <w:r w:rsidR="00D10040">
        <w:t> </w:t>
      </w:r>
      <w:r w:rsidR="00333C41">
        <w:t>3 financial product</w:t>
      </w:r>
      <w:r w:rsidR="001E67C1">
        <w:t xml:space="preserve"> and hence is subject to the insider trading prohibitions</w:t>
      </w:r>
      <w:r w:rsidR="00333C41">
        <w:t xml:space="preserve">. </w:t>
      </w:r>
      <w:r>
        <w:t>This is because interest</w:t>
      </w:r>
      <w:r w:rsidR="001E67C1">
        <w:t>s</w:t>
      </w:r>
      <w:r>
        <w:t xml:space="preserve"> in a </w:t>
      </w:r>
      <w:r w:rsidR="00D03A91">
        <w:t>MIS</w:t>
      </w:r>
      <w:r>
        <w:t xml:space="preserve"> are Division</w:t>
      </w:r>
      <w:r w:rsidR="00D10040">
        <w:t> </w:t>
      </w:r>
      <w:r>
        <w:t>3 financial products under existing section</w:t>
      </w:r>
      <w:r w:rsidR="00D10040">
        <w:t> </w:t>
      </w:r>
      <w:r>
        <w:t xml:space="preserve">1042A and a foreign passport fund product is to be treated as a </w:t>
      </w:r>
      <w:r w:rsidR="00D03A91">
        <w:t>MIS</w:t>
      </w:r>
      <w:r w:rsidR="00640B89">
        <w:t>.</w:t>
      </w:r>
      <w:r>
        <w:t xml:space="preserve"> </w:t>
      </w:r>
      <w:r w:rsidR="00640B89">
        <w:rPr>
          <w:rStyle w:val="Referencingstyle"/>
        </w:rPr>
        <w:t>[Schedule 1,</w:t>
      </w:r>
      <w:r>
        <w:rPr>
          <w:rStyle w:val="Referencingstyle"/>
        </w:rPr>
        <w:t xml:space="preserve"> </w:t>
      </w:r>
      <w:r w:rsidR="00224E4B">
        <w:rPr>
          <w:rStyle w:val="Referencingstyle"/>
        </w:rPr>
        <w:t>item </w:t>
      </w:r>
      <w:r w:rsidR="00640B89">
        <w:rPr>
          <w:rStyle w:val="Referencingstyle"/>
        </w:rPr>
        <w:t>1</w:t>
      </w:r>
      <w:r>
        <w:rPr>
          <w:rStyle w:val="Referencingstyle"/>
        </w:rPr>
        <w:t xml:space="preserve">, </w:t>
      </w:r>
      <w:r w:rsidR="00224E4B">
        <w:rPr>
          <w:rStyle w:val="Referencingstyle"/>
        </w:rPr>
        <w:t>section </w:t>
      </w:r>
      <w:r>
        <w:rPr>
          <w:rStyle w:val="Referencingstyle"/>
        </w:rPr>
        <w:t>1213EA]</w:t>
      </w:r>
      <w:r>
        <w:t xml:space="preserve"> </w:t>
      </w:r>
    </w:p>
    <w:p w:rsidR="00AB39B4" w:rsidRDefault="00640B89" w:rsidP="008D51C1">
      <w:pPr>
        <w:pStyle w:val="base-text-paragraph"/>
      </w:pPr>
      <w:r>
        <w:t>The i</w:t>
      </w:r>
      <w:r w:rsidR="00116F44">
        <w:t xml:space="preserve">nsider trading provisions in </w:t>
      </w:r>
      <w:r w:rsidR="00224E4B">
        <w:t>Division </w:t>
      </w:r>
      <w:r w:rsidR="00116F44">
        <w:t xml:space="preserve">3 of </w:t>
      </w:r>
      <w:r w:rsidR="00224E4B">
        <w:t>Part </w:t>
      </w:r>
      <w:r w:rsidR="00116F44">
        <w:t xml:space="preserve">7.10 apply to dealings in interests in </w:t>
      </w:r>
      <w:r w:rsidR="00333C41">
        <w:t>notified foreign p</w:t>
      </w:r>
      <w:r w:rsidR="00116F44">
        <w:t>assport funds</w:t>
      </w:r>
      <w:r w:rsidR="00333C41">
        <w:t xml:space="preserve"> </w:t>
      </w:r>
      <w:r w:rsidR="00935C43">
        <w:t>in their ordinary manner</w:t>
      </w:r>
      <w:r w:rsidR="00116F44">
        <w:t>.</w:t>
      </w:r>
      <w:r w:rsidR="00380C5C">
        <w:t xml:space="preserve"> </w:t>
      </w:r>
      <w:r w:rsidR="00BA6FFF">
        <w:t>Existing s</w:t>
      </w:r>
      <w:r w:rsidR="001F3EEC">
        <w:t>ection</w:t>
      </w:r>
      <w:r w:rsidR="00D10040">
        <w:t> </w:t>
      </w:r>
      <w:r w:rsidR="00130C3D">
        <w:t>1043</w:t>
      </w:r>
      <w:r w:rsidR="001F3EEC">
        <w:t xml:space="preserve">B, </w:t>
      </w:r>
      <w:r w:rsidR="001E67C1">
        <w:t xml:space="preserve">which creates an </w:t>
      </w:r>
      <w:r w:rsidR="00130C3D">
        <w:t>exception</w:t>
      </w:r>
      <w:r w:rsidR="001E67C1">
        <w:t xml:space="preserve"> from the use of inside information</w:t>
      </w:r>
      <w:r w:rsidR="00130C3D">
        <w:t xml:space="preserve"> for withdrawals</w:t>
      </w:r>
      <w:r w:rsidR="001F3EEC">
        <w:t xml:space="preserve"> from registered schemes, applies</w:t>
      </w:r>
      <w:r w:rsidR="00130C3D">
        <w:t xml:space="preserve"> to notified foreign passport funds </w:t>
      </w:r>
      <w:r w:rsidR="001F3EEC">
        <w:t xml:space="preserve">the same way as it does </w:t>
      </w:r>
      <w:r w:rsidR="00130C3D">
        <w:t>for registered schemes</w:t>
      </w:r>
      <w:r w:rsidR="00AB39B4">
        <w:t>.</w:t>
      </w:r>
      <w:r w:rsidR="00130C3D">
        <w:t xml:space="preserve"> </w:t>
      </w:r>
      <w:r w:rsidR="00130C3D">
        <w:rPr>
          <w:rStyle w:val="Referencingstyle"/>
        </w:rPr>
        <w:t>[Schedule 2, items</w:t>
      </w:r>
      <w:r w:rsidR="00D10040">
        <w:rPr>
          <w:rStyle w:val="Referencingstyle"/>
        </w:rPr>
        <w:t> </w:t>
      </w:r>
      <w:r w:rsidR="00130C3D">
        <w:rPr>
          <w:rStyle w:val="Referencingstyle"/>
        </w:rPr>
        <w:t>25</w:t>
      </w:r>
      <w:r w:rsidR="0072120B">
        <w:rPr>
          <w:rStyle w:val="Referencingstyle"/>
        </w:rPr>
        <w:t>8</w:t>
      </w:r>
      <w:r w:rsidR="00130C3D">
        <w:rPr>
          <w:rStyle w:val="Referencingstyle"/>
        </w:rPr>
        <w:t xml:space="preserve"> to </w:t>
      </w:r>
      <w:r w:rsidR="001F3EEC">
        <w:rPr>
          <w:rStyle w:val="Referencingstyle"/>
        </w:rPr>
        <w:t>2</w:t>
      </w:r>
      <w:r w:rsidR="0072120B">
        <w:rPr>
          <w:rStyle w:val="Referencingstyle"/>
        </w:rPr>
        <w:t>59</w:t>
      </w:r>
      <w:r w:rsidR="001F3EEC">
        <w:rPr>
          <w:rStyle w:val="Referencingstyle"/>
        </w:rPr>
        <w:t xml:space="preserve">, </w:t>
      </w:r>
      <w:r w:rsidR="0049488E">
        <w:rPr>
          <w:rStyle w:val="Referencingstyle"/>
        </w:rPr>
        <w:t xml:space="preserve">heading to </w:t>
      </w:r>
      <w:r w:rsidR="0049488E" w:rsidRPr="0049488E">
        <w:rPr>
          <w:rStyle w:val="Referencingstyle"/>
        </w:rPr>
        <w:t>section</w:t>
      </w:r>
      <w:r w:rsidR="0049488E">
        <w:rPr>
          <w:rStyle w:val="Referencingstyle"/>
        </w:rPr>
        <w:t> </w:t>
      </w:r>
      <w:r w:rsidR="0049488E" w:rsidRPr="0049488E">
        <w:rPr>
          <w:rStyle w:val="Referencingstyle"/>
        </w:rPr>
        <w:t xml:space="preserve">1043B </w:t>
      </w:r>
      <w:r w:rsidR="0049488E">
        <w:rPr>
          <w:rStyle w:val="Referencingstyle"/>
        </w:rPr>
        <w:t>and</w:t>
      </w:r>
      <w:r w:rsidR="001F3EEC">
        <w:rPr>
          <w:rStyle w:val="Referencingstyle"/>
        </w:rPr>
        <w:t xml:space="preserve"> section 1043B</w:t>
      </w:r>
      <w:r w:rsidR="00130C3D">
        <w:rPr>
          <w:rStyle w:val="Referencingstyle"/>
        </w:rPr>
        <w:t>]</w:t>
      </w:r>
    </w:p>
    <w:p w:rsidR="008115CD" w:rsidRDefault="008B1BFC" w:rsidP="008D51C1">
      <w:pPr>
        <w:pStyle w:val="base-text-paragraph"/>
        <w:numPr>
          <w:ilvl w:val="1"/>
          <w:numId w:val="21"/>
        </w:numPr>
      </w:pPr>
      <w:r>
        <w:t xml:space="preserve">Similarly, </w:t>
      </w:r>
      <w:r w:rsidR="00BA6FFF">
        <w:t xml:space="preserve">existing </w:t>
      </w:r>
      <w:r>
        <w:t>s</w:t>
      </w:r>
      <w:r w:rsidR="00380C5C">
        <w:t>ection</w:t>
      </w:r>
      <w:r w:rsidR="00AB39B4">
        <w:t> </w:t>
      </w:r>
      <w:r w:rsidR="00380C5C">
        <w:t>1043C</w:t>
      </w:r>
      <w:r w:rsidR="001F3EEC">
        <w:t xml:space="preserve">, </w:t>
      </w:r>
      <w:r>
        <w:t xml:space="preserve">which provides an </w:t>
      </w:r>
      <w:r w:rsidR="001F3EEC">
        <w:t>exception</w:t>
      </w:r>
      <w:r>
        <w:t xml:space="preserve"> from restrictions on communicating inside information</w:t>
      </w:r>
      <w:r w:rsidR="001F3EEC">
        <w:t xml:space="preserve"> for underwriters, applies to foreign passport fund products the same way as </w:t>
      </w:r>
      <w:r w:rsidR="007202AA">
        <w:t xml:space="preserve">it </w:t>
      </w:r>
      <w:r w:rsidR="001F3EEC">
        <w:t xml:space="preserve">does </w:t>
      </w:r>
      <w:r w:rsidR="008115CD">
        <w:t>for</w:t>
      </w:r>
      <w:r w:rsidR="001F3EEC">
        <w:t xml:space="preserve"> managed investment products</w:t>
      </w:r>
      <w:r w:rsidR="00AB39B4">
        <w:t>.</w:t>
      </w:r>
      <w:r w:rsidR="001F3EEC">
        <w:t xml:space="preserve"> </w:t>
      </w:r>
      <w:r w:rsidR="001F3EEC">
        <w:rPr>
          <w:rStyle w:val="Referencingstyle"/>
        </w:rPr>
        <w:t>[Schedule 2, items</w:t>
      </w:r>
      <w:r w:rsidR="001A708D">
        <w:rPr>
          <w:rStyle w:val="Referencingstyle"/>
        </w:rPr>
        <w:t> </w:t>
      </w:r>
      <w:r w:rsidR="001F3EEC">
        <w:rPr>
          <w:rStyle w:val="Referencingstyle"/>
        </w:rPr>
        <w:t>26</w:t>
      </w:r>
      <w:r w:rsidR="0072120B">
        <w:rPr>
          <w:rStyle w:val="Referencingstyle"/>
        </w:rPr>
        <w:t>0</w:t>
      </w:r>
      <w:r w:rsidR="001F3EEC">
        <w:rPr>
          <w:rStyle w:val="Referencingstyle"/>
        </w:rPr>
        <w:t xml:space="preserve"> </w:t>
      </w:r>
      <w:r w:rsidR="00224E4B">
        <w:rPr>
          <w:rStyle w:val="Referencingstyle"/>
        </w:rPr>
        <w:t>and</w:t>
      </w:r>
      <w:r w:rsidR="001F3EEC">
        <w:rPr>
          <w:rStyle w:val="Referencingstyle"/>
        </w:rPr>
        <w:t xml:space="preserve"> 26</w:t>
      </w:r>
      <w:r w:rsidR="0072120B">
        <w:rPr>
          <w:rStyle w:val="Referencingstyle"/>
        </w:rPr>
        <w:t>1</w:t>
      </w:r>
      <w:r w:rsidR="001F3EEC">
        <w:rPr>
          <w:rStyle w:val="Referencingstyle"/>
        </w:rPr>
        <w:t xml:space="preserve">, </w:t>
      </w:r>
      <w:r w:rsidR="00640B89">
        <w:rPr>
          <w:rStyle w:val="Referencingstyle"/>
        </w:rPr>
        <w:t>paragraphs</w:t>
      </w:r>
      <w:r w:rsidR="001F3EEC">
        <w:rPr>
          <w:rStyle w:val="Referencingstyle"/>
        </w:rPr>
        <w:t> </w:t>
      </w:r>
      <w:r w:rsidR="006D3BE6">
        <w:rPr>
          <w:rStyle w:val="Referencingstyle"/>
        </w:rPr>
        <w:t>1043C</w:t>
      </w:r>
      <w:r w:rsidR="00640B89">
        <w:rPr>
          <w:rStyle w:val="Referencingstyle"/>
        </w:rPr>
        <w:t>(1)(a), (1)(c), (2)(a) and (2)(b)</w:t>
      </w:r>
      <w:r w:rsidR="001F3EEC">
        <w:rPr>
          <w:rStyle w:val="Referencingstyle"/>
        </w:rPr>
        <w:t>]</w:t>
      </w:r>
    </w:p>
    <w:p w:rsidR="00572ECF" w:rsidRDefault="008057C3" w:rsidP="008D51C1">
      <w:pPr>
        <w:pStyle w:val="base-text-paragraph"/>
      </w:pPr>
      <w:r>
        <w:t xml:space="preserve">Minor amendments have been made to the </w:t>
      </w:r>
      <w:r w:rsidR="00BA6FFF">
        <w:t>compensation arrangements</w:t>
      </w:r>
      <w:r>
        <w:t xml:space="preserve"> to ensure that amounts recovered by operators of notified foreign passport funds</w:t>
      </w:r>
      <w:r w:rsidR="004A2B95">
        <w:t xml:space="preserve"> are held by the operator on behalf of members at the relevant time. Similarly, a</w:t>
      </w:r>
      <w:r w:rsidR="00572ECF">
        <w:t>mounts recovered</w:t>
      </w:r>
      <w:r w:rsidR="004A2B95">
        <w:t xml:space="preserve"> by ASIC on behalf of operators</w:t>
      </w:r>
      <w:r w:rsidR="00572ECF">
        <w:t xml:space="preserve"> are to be held on behalf of the persons who have interests in the fund at the relevant time</w:t>
      </w:r>
      <w:r w:rsidR="00AB39B4">
        <w:t>.</w:t>
      </w:r>
      <w:r w:rsidR="00E21EAF">
        <w:t xml:space="preserve"> </w:t>
      </w:r>
      <w:r w:rsidR="00572ECF">
        <w:rPr>
          <w:rStyle w:val="Referencingstyle"/>
        </w:rPr>
        <w:t xml:space="preserve">[Schedule 2, </w:t>
      </w:r>
      <w:r w:rsidR="00C46D5F">
        <w:rPr>
          <w:rStyle w:val="Referencingstyle"/>
        </w:rPr>
        <w:t>items </w:t>
      </w:r>
      <w:r w:rsidR="002D699C">
        <w:rPr>
          <w:rStyle w:val="Referencingstyle"/>
        </w:rPr>
        <w:t xml:space="preserve">29, </w:t>
      </w:r>
      <w:r w:rsidR="00572ECF">
        <w:rPr>
          <w:rStyle w:val="Referencingstyle"/>
        </w:rPr>
        <w:t>26</w:t>
      </w:r>
      <w:r w:rsidR="0072120B">
        <w:rPr>
          <w:rStyle w:val="Referencingstyle"/>
        </w:rPr>
        <w:t>2</w:t>
      </w:r>
      <w:r w:rsidR="004A2B95">
        <w:rPr>
          <w:rStyle w:val="Referencingstyle"/>
        </w:rPr>
        <w:t xml:space="preserve"> to </w:t>
      </w:r>
      <w:r w:rsidR="00572ECF">
        <w:rPr>
          <w:rStyle w:val="Referencingstyle"/>
        </w:rPr>
        <w:t>2</w:t>
      </w:r>
      <w:r w:rsidR="0072120B">
        <w:rPr>
          <w:rStyle w:val="Referencingstyle"/>
        </w:rPr>
        <w:t>69</w:t>
      </w:r>
      <w:r w:rsidR="00572ECF">
        <w:rPr>
          <w:rStyle w:val="Referencingstyle"/>
        </w:rPr>
        <w:t xml:space="preserve">, </w:t>
      </w:r>
      <w:r w:rsidR="002D699C">
        <w:rPr>
          <w:rStyle w:val="Referencingstyle"/>
        </w:rPr>
        <w:t xml:space="preserve">section 9, definition of ‘responsible holding party’, </w:t>
      </w:r>
      <w:r w:rsidR="0049488E" w:rsidRPr="0049488E">
        <w:rPr>
          <w:rStyle w:val="Referencingstyle"/>
        </w:rPr>
        <w:t xml:space="preserve">heading to </w:t>
      </w:r>
      <w:r w:rsidR="0049488E">
        <w:rPr>
          <w:rStyle w:val="Referencingstyle"/>
        </w:rPr>
        <w:t>sub</w:t>
      </w:r>
      <w:r w:rsidR="0049488E" w:rsidRPr="0049488E">
        <w:rPr>
          <w:rStyle w:val="Referencingstyle"/>
        </w:rPr>
        <w:t>section</w:t>
      </w:r>
      <w:r w:rsidR="0049488E">
        <w:rPr>
          <w:rStyle w:val="Referencingstyle"/>
        </w:rPr>
        <w:t> </w:t>
      </w:r>
      <w:r w:rsidR="0049488E" w:rsidRPr="0049488E">
        <w:rPr>
          <w:rStyle w:val="Referencingstyle"/>
        </w:rPr>
        <w:t>1043L</w:t>
      </w:r>
      <w:r w:rsidR="0049488E">
        <w:rPr>
          <w:rStyle w:val="Referencingstyle"/>
        </w:rPr>
        <w:t>(8),</w:t>
      </w:r>
      <w:r w:rsidR="0049488E" w:rsidRPr="0049488E">
        <w:rPr>
          <w:rStyle w:val="Referencingstyle"/>
        </w:rPr>
        <w:t xml:space="preserve"> </w:t>
      </w:r>
      <w:r w:rsidR="0049488E">
        <w:rPr>
          <w:rStyle w:val="Referencingstyle"/>
        </w:rPr>
        <w:t>paragraphs </w:t>
      </w:r>
      <w:r w:rsidR="0049488E" w:rsidRPr="0049488E">
        <w:rPr>
          <w:rStyle w:val="Referencingstyle"/>
        </w:rPr>
        <w:t>1043L(8)</w:t>
      </w:r>
      <w:r w:rsidR="0049488E">
        <w:rPr>
          <w:rStyle w:val="Referencingstyle"/>
        </w:rPr>
        <w:t>(a) and (b),</w:t>
      </w:r>
      <w:r w:rsidR="0049488E" w:rsidRPr="0049488E">
        <w:rPr>
          <w:rStyle w:val="Referencingstyle"/>
        </w:rPr>
        <w:t xml:space="preserve"> </w:t>
      </w:r>
      <w:r w:rsidR="00C46D5F">
        <w:rPr>
          <w:rStyle w:val="Referencingstyle"/>
        </w:rPr>
        <w:t>sub</w:t>
      </w:r>
      <w:r w:rsidR="00572ECF">
        <w:rPr>
          <w:rStyle w:val="Referencingstyle"/>
        </w:rPr>
        <w:t>section</w:t>
      </w:r>
      <w:r w:rsidR="00C46D5F">
        <w:rPr>
          <w:rStyle w:val="Referencingstyle"/>
        </w:rPr>
        <w:t>s</w:t>
      </w:r>
      <w:r w:rsidR="00572ECF">
        <w:rPr>
          <w:rStyle w:val="Referencingstyle"/>
        </w:rPr>
        <w:t> 1043L(8)</w:t>
      </w:r>
      <w:r w:rsidR="0049488E">
        <w:rPr>
          <w:rStyle w:val="Referencingstyle"/>
        </w:rPr>
        <w:t>, paragraph </w:t>
      </w:r>
      <w:r w:rsidR="0049488E" w:rsidRPr="0049488E">
        <w:rPr>
          <w:rStyle w:val="Referencingstyle"/>
        </w:rPr>
        <w:t>1043L(8)</w:t>
      </w:r>
      <w:r w:rsidR="0049488E">
        <w:rPr>
          <w:rStyle w:val="Referencingstyle"/>
        </w:rPr>
        <w:t xml:space="preserve">(c), </w:t>
      </w:r>
      <w:r w:rsidR="0049488E" w:rsidRPr="0049488E">
        <w:rPr>
          <w:rStyle w:val="Referencingstyle"/>
        </w:rPr>
        <w:t xml:space="preserve">heading to </w:t>
      </w:r>
      <w:r w:rsidR="0049488E">
        <w:rPr>
          <w:rStyle w:val="Referencingstyle"/>
        </w:rPr>
        <w:t>sub</w:t>
      </w:r>
      <w:r w:rsidR="0049488E" w:rsidRPr="0049488E">
        <w:rPr>
          <w:rStyle w:val="Referencingstyle"/>
        </w:rPr>
        <w:t>section</w:t>
      </w:r>
      <w:r w:rsidR="0049488E">
        <w:rPr>
          <w:rStyle w:val="Referencingstyle"/>
        </w:rPr>
        <w:t> </w:t>
      </w:r>
      <w:r w:rsidR="0049488E" w:rsidRPr="0049488E">
        <w:rPr>
          <w:rStyle w:val="Referencingstyle"/>
        </w:rPr>
        <w:t>1043L</w:t>
      </w:r>
      <w:r w:rsidR="0049488E">
        <w:rPr>
          <w:rStyle w:val="Referencingstyle"/>
        </w:rPr>
        <w:t>(9),</w:t>
      </w:r>
      <w:r w:rsidR="0049488E" w:rsidRPr="0049488E">
        <w:rPr>
          <w:rStyle w:val="Referencingstyle"/>
        </w:rPr>
        <w:t xml:space="preserve"> </w:t>
      </w:r>
      <w:r w:rsidR="0049488E">
        <w:rPr>
          <w:rStyle w:val="Referencingstyle"/>
        </w:rPr>
        <w:t>paragraphs 1043L(9</w:t>
      </w:r>
      <w:r w:rsidR="0049488E" w:rsidRPr="0049488E">
        <w:rPr>
          <w:rStyle w:val="Referencingstyle"/>
        </w:rPr>
        <w:t>)</w:t>
      </w:r>
      <w:r w:rsidR="0049488E">
        <w:rPr>
          <w:rStyle w:val="Referencingstyle"/>
        </w:rPr>
        <w:t>(a)</w:t>
      </w:r>
      <w:r w:rsidR="00CD32BF">
        <w:rPr>
          <w:rStyle w:val="Referencingstyle"/>
        </w:rPr>
        <w:t xml:space="preserve"> </w:t>
      </w:r>
      <w:r w:rsidR="0049488E">
        <w:rPr>
          <w:rStyle w:val="Referencingstyle"/>
        </w:rPr>
        <w:t>and</w:t>
      </w:r>
      <w:r w:rsidR="00CD32BF">
        <w:rPr>
          <w:rStyle w:val="Referencingstyle"/>
        </w:rPr>
        <w:t> </w:t>
      </w:r>
      <w:r w:rsidR="0049488E">
        <w:rPr>
          <w:rStyle w:val="Referencingstyle"/>
        </w:rPr>
        <w:t>(b),</w:t>
      </w:r>
      <w:r w:rsidR="0049488E" w:rsidRPr="0049488E">
        <w:rPr>
          <w:rStyle w:val="Referencingstyle"/>
        </w:rPr>
        <w:t xml:space="preserve"> </w:t>
      </w:r>
      <w:r w:rsidR="0049488E">
        <w:rPr>
          <w:rStyle w:val="Referencingstyle"/>
        </w:rPr>
        <w:t>subsection 1043L(9) and paragraph 1043L(9</w:t>
      </w:r>
      <w:r w:rsidR="0049488E" w:rsidRPr="0049488E">
        <w:rPr>
          <w:rStyle w:val="Referencingstyle"/>
        </w:rPr>
        <w:t>)</w:t>
      </w:r>
      <w:r w:rsidR="0049488E">
        <w:rPr>
          <w:rStyle w:val="Referencingstyle"/>
        </w:rPr>
        <w:t>(c)</w:t>
      </w:r>
      <w:r w:rsidR="00572ECF">
        <w:rPr>
          <w:rStyle w:val="Referencingstyle"/>
        </w:rPr>
        <w:t>]</w:t>
      </w:r>
    </w:p>
    <w:p w:rsidR="00AF76FF" w:rsidRPr="006F7DE0" w:rsidRDefault="002A0D0C" w:rsidP="008D51C1">
      <w:pPr>
        <w:pStyle w:val="base-text-paragraph"/>
        <w:numPr>
          <w:ilvl w:val="1"/>
          <w:numId w:val="21"/>
        </w:numPr>
      </w:pPr>
      <w:r w:rsidRPr="006F7DE0">
        <w:t>Off</w:t>
      </w:r>
      <w:r w:rsidR="00C46D5F">
        <w:noBreakHyphen/>
      </w:r>
      <w:r w:rsidRPr="006F7DE0">
        <w:t xml:space="preserve">market transfers of notified foreign passport fund interests in Australia </w:t>
      </w:r>
      <w:r w:rsidR="009D0020" w:rsidRPr="00277C6F">
        <w:t>are</w:t>
      </w:r>
      <w:r w:rsidRPr="006F7DE0">
        <w:t xml:space="preserve"> subject to </w:t>
      </w:r>
      <w:r w:rsidRPr="00277C6F">
        <w:t>home economy laws</w:t>
      </w:r>
      <w:r w:rsidR="009D0020" w:rsidRPr="00277C6F">
        <w:t xml:space="preserve"> and</w:t>
      </w:r>
      <w:r w:rsidRPr="00277C6F">
        <w:t xml:space="preserve"> </w:t>
      </w:r>
      <w:r w:rsidR="00BD714C">
        <w:t>existing</w:t>
      </w:r>
      <w:r w:rsidRPr="00277C6F">
        <w:t xml:space="preserve"> P</w:t>
      </w:r>
      <w:r w:rsidRPr="006F7DE0">
        <w:t>art</w:t>
      </w:r>
      <w:r w:rsidR="00C46D5F">
        <w:t> </w:t>
      </w:r>
      <w:r w:rsidRPr="006F7DE0">
        <w:t xml:space="preserve">7.11 </w:t>
      </w:r>
      <w:r w:rsidR="009D0020" w:rsidRPr="00277C6F">
        <w:t>does</w:t>
      </w:r>
      <w:r w:rsidRPr="006F7DE0">
        <w:t xml:space="preserve"> not regulate these transactions. Listed</w:t>
      </w:r>
      <w:r w:rsidR="00C46D5F">
        <w:t xml:space="preserve"> or </w:t>
      </w:r>
      <w:r w:rsidRPr="006F7DE0">
        <w:t xml:space="preserve">quoted notified foreign passport fund interest transfers on the Australian market </w:t>
      </w:r>
      <w:r w:rsidR="009D0020" w:rsidRPr="00277C6F">
        <w:t>are</w:t>
      </w:r>
      <w:r w:rsidRPr="006F7DE0">
        <w:t xml:space="preserve"> also subject to </w:t>
      </w:r>
      <w:r w:rsidRPr="00277C6F">
        <w:t>home economy laws</w:t>
      </w:r>
      <w:r w:rsidR="00BD4CE7" w:rsidRPr="00277C6F">
        <w:t>,</w:t>
      </w:r>
      <w:r w:rsidRPr="006F7DE0">
        <w:t xml:space="preserve"> </w:t>
      </w:r>
      <w:r w:rsidR="009D0020" w:rsidRPr="00277C6F">
        <w:t xml:space="preserve">rather than </w:t>
      </w:r>
      <w:r w:rsidR="00C873AB">
        <w:t>the requirements in</w:t>
      </w:r>
      <w:r w:rsidR="009D0020" w:rsidRPr="00277C6F">
        <w:t xml:space="preserve"> </w:t>
      </w:r>
      <w:r w:rsidR="00BD4CE7" w:rsidRPr="00277C6F">
        <w:t>Part</w:t>
      </w:r>
      <w:r w:rsidR="00C873AB">
        <w:t> </w:t>
      </w:r>
      <w:r w:rsidRPr="006F7DE0">
        <w:t>7</w:t>
      </w:r>
      <w:r w:rsidR="00C46D5F">
        <w:t>.11</w:t>
      </w:r>
      <w:r w:rsidRPr="006F7DE0">
        <w:t>.</w:t>
      </w:r>
    </w:p>
    <w:p w:rsidR="0041503C" w:rsidRDefault="00441207" w:rsidP="008D51C1">
      <w:pPr>
        <w:pStyle w:val="Heading4"/>
      </w:pPr>
      <w:r>
        <w:t>Prohibition of unconscionable conduct and o</w:t>
      </w:r>
      <w:r w:rsidR="001E4A50">
        <w:t>ther ASIC Act consumer protection</w:t>
      </w:r>
      <w:r>
        <w:t>s</w:t>
      </w:r>
    </w:p>
    <w:p w:rsidR="00A92775" w:rsidRDefault="00A92775" w:rsidP="008D51C1">
      <w:pPr>
        <w:pStyle w:val="base-text-paragraph"/>
        <w:numPr>
          <w:ilvl w:val="1"/>
          <w:numId w:val="26"/>
        </w:numPr>
      </w:pPr>
      <w:r>
        <w:t xml:space="preserve">The ASIC Act includes important consumer protections as well as the </w:t>
      </w:r>
      <w:r w:rsidR="007A25FB">
        <w:t xml:space="preserve">basis </w:t>
      </w:r>
      <w:r>
        <w:t>for ASIC’s regulatory and other functions. Under s</w:t>
      </w:r>
      <w:r w:rsidR="00777EA5">
        <w:t>ubsection 5(2)(b)</w:t>
      </w:r>
      <w:r w:rsidR="00297BCC">
        <w:t xml:space="preserve"> of the ASIC Act, </w:t>
      </w:r>
      <w:r>
        <w:t xml:space="preserve">an expression </w:t>
      </w:r>
      <w:r w:rsidR="00297BCC">
        <w:t xml:space="preserve">has the </w:t>
      </w:r>
      <w:r>
        <w:t xml:space="preserve">same meaning in the ASIC Act as in the Corporations Act where the expression is used in </w:t>
      </w:r>
      <w:r w:rsidR="00297BCC">
        <w:t xml:space="preserve">both Acts </w:t>
      </w:r>
      <w:r>
        <w:t xml:space="preserve">and not defined in the ASIC Act. </w:t>
      </w:r>
    </w:p>
    <w:p w:rsidR="006A4F3A" w:rsidRDefault="006A4F3A" w:rsidP="008D51C1">
      <w:pPr>
        <w:pStyle w:val="base-text-paragraph"/>
        <w:numPr>
          <w:ilvl w:val="1"/>
          <w:numId w:val="26"/>
        </w:numPr>
      </w:pPr>
      <w:r w:rsidRPr="005B1E0A">
        <w:t xml:space="preserve">A notified foreign passport fund is to be treated as a </w:t>
      </w:r>
      <w:r w:rsidRPr="007F1F1E">
        <w:t xml:space="preserve">MIS </w:t>
      </w:r>
      <w:r w:rsidRPr="005B1E0A">
        <w:t xml:space="preserve">for the purposes of </w:t>
      </w:r>
      <w:r>
        <w:t>the Corporations </w:t>
      </w:r>
      <w:r w:rsidRPr="005B1E0A">
        <w:t xml:space="preserve">Act, even if it would not otherwise be treated as a </w:t>
      </w:r>
      <w:r>
        <w:t>MIS.</w:t>
      </w:r>
      <w:r w:rsidR="007A25FB">
        <w:t xml:space="preserve"> This means that a notified foreign passport fund will also be a MIS for the purposes of the ASIC Act. </w:t>
      </w:r>
    </w:p>
    <w:p w:rsidR="00A92775" w:rsidRPr="0020652E" w:rsidRDefault="00A92775" w:rsidP="008D51C1">
      <w:pPr>
        <w:pStyle w:val="Heading5"/>
      </w:pPr>
      <w:r>
        <w:t>Financial products and financial services for the purposes of the ASIC Act</w:t>
      </w:r>
    </w:p>
    <w:p w:rsidR="005C4EDD" w:rsidRDefault="001E4A50" w:rsidP="008D51C1">
      <w:pPr>
        <w:pStyle w:val="base-text-paragraph"/>
        <w:numPr>
          <w:ilvl w:val="1"/>
          <w:numId w:val="26"/>
        </w:numPr>
      </w:pPr>
      <w:r>
        <w:t xml:space="preserve">Division 2 of Part 2 of the ASIC Act </w:t>
      </w:r>
      <w:r w:rsidR="005C4EDD">
        <w:t xml:space="preserve">establishes a framework for consumer protection </w:t>
      </w:r>
      <w:r w:rsidR="001F68D1">
        <w:t>and</w:t>
      </w:r>
      <w:r w:rsidR="005C4EDD">
        <w:t xml:space="preserve"> unconscionable conduct in relation to financial </w:t>
      </w:r>
      <w:r>
        <w:t>products and financial services.</w:t>
      </w:r>
      <w:r w:rsidR="005C4EDD">
        <w:t xml:space="preserve"> Amendments </w:t>
      </w:r>
      <w:r w:rsidR="007A25FB">
        <w:t xml:space="preserve">clarify the operation of this Part with respect to MIS’s </w:t>
      </w:r>
      <w:r w:rsidR="00C95286">
        <w:t>and notified foreign passport funds. Clarifying notes provide certainty</w:t>
      </w:r>
      <w:r w:rsidR="007A25FB">
        <w:t xml:space="preserve"> </w:t>
      </w:r>
      <w:r w:rsidR="005C4EDD">
        <w:t xml:space="preserve">that protections against </w:t>
      </w:r>
      <w:r w:rsidR="00412E0D">
        <w:t>un</w:t>
      </w:r>
      <w:r w:rsidR="005C4EDD">
        <w:t>conscionable conduct operate in relation to interests in a notified foreign passport fund.</w:t>
      </w:r>
    </w:p>
    <w:p w:rsidR="00441207" w:rsidRPr="0047291C" w:rsidRDefault="00402691" w:rsidP="008D51C1">
      <w:pPr>
        <w:pStyle w:val="base-text-paragraph"/>
        <w:numPr>
          <w:ilvl w:val="1"/>
          <w:numId w:val="26"/>
        </w:numPr>
        <w:rPr>
          <w:rStyle w:val="Referencingstyle"/>
          <w:b w:val="0"/>
          <w:i w:val="0"/>
          <w:sz w:val="22"/>
        </w:rPr>
      </w:pPr>
      <w:r>
        <w:t xml:space="preserve">Subsection 12BAA(7) lists specific things that are financial products </w:t>
      </w:r>
      <w:r w:rsidR="00412E0D">
        <w:t xml:space="preserve">for the purposes of the ASIC Act. This </w:t>
      </w:r>
      <w:r>
        <w:t>includes i</w:t>
      </w:r>
      <w:r w:rsidR="005A57CE">
        <w:t xml:space="preserve">nterests in a </w:t>
      </w:r>
      <w:r w:rsidR="00C95286">
        <w:t>MIS</w:t>
      </w:r>
      <w:r w:rsidR="007A25FB">
        <w:t>, and subsequently interests in a notified foreign passport fund</w:t>
      </w:r>
      <w:r w:rsidR="00FB69CC">
        <w:t>.</w:t>
      </w:r>
      <w:r w:rsidR="005A57CE" w:rsidDel="00FB69CC">
        <w:t xml:space="preserve"> </w:t>
      </w:r>
      <w:r w:rsidR="005A57CE">
        <w:t xml:space="preserve">This means that interests in a notified foreign passport fund, or rights or interests in such an interest, or an option over those interests are financial products. </w:t>
      </w:r>
      <w:r w:rsidR="007C2F37">
        <w:rPr>
          <w:rStyle w:val="Referencingstyle"/>
        </w:rPr>
        <w:t xml:space="preserve">[Schedule 2, items </w:t>
      </w:r>
      <w:r w:rsidR="00AB600C">
        <w:rPr>
          <w:rStyle w:val="Referencingstyle"/>
        </w:rPr>
        <w:t>2A</w:t>
      </w:r>
      <w:r w:rsidR="00C95286">
        <w:rPr>
          <w:rStyle w:val="Referencingstyle"/>
        </w:rPr>
        <w:t>-</w:t>
      </w:r>
      <w:r w:rsidR="00AB600C">
        <w:rPr>
          <w:rStyle w:val="Referencingstyle"/>
        </w:rPr>
        <w:t>2D</w:t>
      </w:r>
      <w:r w:rsidR="007C2F37">
        <w:rPr>
          <w:rStyle w:val="Referencingstyle"/>
        </w:rPr>
        <w:t xml:space="preserve">, notes to subsections 12BAA(7) and 12BAB(7), and </w:t>
      </w:r>
      <w:r w:rsidR="00A05668">
        <w:rPr>
          <w:rStyle w:val="Referencingstyle"/>
        </w:rPr>
        <w:t>paragraph 12BAB(7)(c)</w:t>
      </w:r>
      <w:r w:rsidR="00B60D79">
        <w:rPr>
          <w:rStyle w:val="Referencingstyle"/>
        </w:rPr>
        <w:t>]</w:t>
      </w:r>
    </w:p>
    <w:p w:rsidR="00A05668" w:rsidRDefault="00A05668" w:rsidP="008D51C1">
      <w:pPr>
        <w:pStyle w:val="base-text-paragraph"/>
        <w:numPr>
          <w:ilvl w:val="1"/>
          <w:numId w:val="26"/>
        </w:numPr>
      </w:pPr>
      <w:r>
        <w:t xml:space="preserve">Subsections 12BAB(1) and (7) </w:t>
      </w:r>
      <w:r w:rsidR="00CA2BDC">
        <w:t>provide</w:t>
      </w:r>
      <w:r>
        <w:t xml:space="preserve"> that dealing in interests in a MIS constitutes a financial service under the ASIC Act. Dealing in an interest in a notified foreign passport fund also </w:t>
      </w:r>
      <w:r w:rsidR="00CA2BDC">
        <w:t xml:space="preserve">therefore </w:t>
      </w:r>
      <w:r>
        <w:t xml:space="preserve">constitutes providing a financial service. A minor amendment </w:t>
      </w:r>
      <w:r w:rsidR="00B6727C">
        <w:t>replaces the phrase ‘managed investment interests’ with ‘interests in a managed investment schemes’ in</w:t>
      </w:r>
      <w:r>
        <w:t xml:space="preserve"> paragraph 12BAB(7)(c)</w:t>
      </w:r>
      <w:r w:rsidR="00B6727C">
        <w:t xml:space="preserve"> to provide consistency across the corporations legislation. </w:t>
      </w:r>
    </w:p>
    <w:p w:rsidR="00743AC1" w:rsidRPr="0047291C" w:rsidRDefault="00743AC1" w:rsidP="008D51C1">
      <w:pPr>
        <w:pStyle w:val="base-text-paragraph"/>
        <w:rPr>
          <w:rStyle w:val="Referencingstyle"/>
          <w:b w:val="0"/>
          <w:i w:val="0"/>
          <w:sz w:val="22"/>
        </w:rPr>
      </w:pPr>
      <w:r>
        <w:t>The operation of a notified foreign passport fund and the holding of the assets of such a fund are excluded from the definition of custodial or depository services. T</w:t>
      </w:r>
      <w:r w:rsidR="007C2F37">
        <w:t xml:space="preserve">his is consistent with amendments to the definition of custodial or depository services in the Corporations Act. </w:t>
      </w:r>
      <w:r w:rsidR="007C2F37">
        <w:rPr>
          <w:rStyle w:val="Referencingstyle"/>
        </w:rPr>
        <w:t xml:space="preserve">[Schedule 2, item </w:t>
      </w:r>
      <w:r w:rsidR="00AB600C">
        <w:rPr>
          <w:rStyle w:val="Referencingstyle"/>
        </w:rPr>
        <w:t>2E</w:t>
      </w:r>
      <w:r w:rsidR="007C2F37">
        <w:rPr>
          <w:rStyle w:val="Referencingstyle"/>
        </w:rPr>
        <w:t>, paragraphs 12BAB(14)(</w:t>
      </w:r>
      <w:proofErr w:type="spellStart"/>
      <w:r w:rsidR="007C2F37">
        <w:rPr>
          <w:rStyle w:val="Referencingstyle"/>
        </w:rPr>
        <w:t>ba</w:t>
      </w:r>
      <w:proofErr w:type="spellEnd"/>
      <w:r w:rsidR="007C2F37">
        <w:rPr>
          <w:rStyle w:val="Referencingstyle"/>
        </w:rPr>
        <w:t>) and (bb)]</w:t>
      </w:r>
    </w:p>
    <w:p w:rsidR="007F1E92" w:rsidRPr="00D055B0" w:rsidRDefault="00CA2BDC" w:rsidP="008D51C1">
      <w:pPr>
        <w:pStyle w:val="base-text-paragraph"/>
        <w:numPr>
          <w:ilvl w:val="1"/>
          <w:numId w:val="26"/>
        </w:numPr>
        <w:sectPr w:rsidR="007F1E92" w:rsidRPr="00D055B0" w:rsidSect="00EB465D">
          <w:headerReference w:type="even" r:id="rId49"/>
          <w:headerReference w:type="default" r:id="rId50"/>
          <w:footerReference w:type="even" r:id="rId51"/>
          <w:footerReference w:type="default" r:id="rId52"/>
          <w:footerReference w:type="first" r:id="rId53"/>
          <w:type w:val="oddPage"/>
          <w:pgSz w:w="9979" w:h="14175" w:code="9"/>
          <w:pgMar w:top="567" w:right="1134" w:bottom="567" w:left="1134" w:header="709" w:footer="709" w:gutter="0"/>
          <w:cols w:space="708"/>
          <w:titlePg/>
          <w:docGrid w:linePitch="360"/>
        </w:sectPr>
      </w:pPr>
      <w:r>
        <w:t>The amendments also clarify that the unfair contract terms protections in the ASIC Act do not apply to a contract that is the constitution of a notified foreign passport fund (as it is treated as a MIS for the purposes of the ASIC Act)</w:t>
      </w:r>
      <w:r w:rsidR="00C95286">
        <w:t xml:space="preserve">. </w:t>
      </w:r>
      <w:r w:rsidR="00C95286">
        <w:rPr>
          <w:rStyle w:val="Referencingstyle"/>
        </w:rPr>
        <w:t>[Schedule 2, item 2F, section 12BL]</w:t>
      </w:r>
    </w:p>
    <w:p w:rsidR="0041503C" w:rsidRPr="00F51A71" w:rsidRDefault="0041503C" w:rsidP="008D51C1">
      <w:pPr>
        <w:pStyle w:val="ChapterHeading"/>
        <w:numPr>
          <w:ilvl w:val="0"/>
          <w:numId w:val="49"/>
        </w:numPr>
        <w:tabs>
          <w:tab w:val="clear" w:pos="1134"/>
          <w:tab w:val="num" w:pos="360"/>
        </w:tabs>
        <w:spacing w:after="0"/>
      </w:pPr>
      <w:r w:rsidRPr="00F51A71">
        <w:br/>
      </w:r>
      <w:bookmarkStart w:id="225" w:name="_Toc490750343"/>
      <w:bookmarkStart w:id="226" w:name="_Toc500425950"/>
      <w:bookmarkStart w:id="227" w:name="_Toc500426347"/>
      <w:bookmarkStart w:id="228" w:name="_Toc500512466"/>
      <w:bookmarkStart w:id="229" w:name="_Toc500779075"/>
      <w:bookmarkStart w:id="230" w:name="_Toc500839077"/>
      <w:bookmarkStart w:id="231" w:name="_Toc500841348"/>
      <w:bookmarkStart w:id="232" w:name="_Toc500842253"/>
      <w:bookmarkStart w:id="233" w:name="_Toc500843191"/>
      <w:bookmarkStart w:id="234" w:name="_Toc500845175"/>
      <w:bookmarkStart w:id="235" w:name="_Toc500847369"/>
      <w:bookmarkStart w:id="236" w:name="_Toc500849876"/>
      <w:bookmarkStart w:id="237" w:name="_Toc500850352"/>
      <w:bookmarkStart w:id="238" w:name="_Toc500850433"/>
      <w:bookmarkStart w:id="239" w:name="_Toc500850612"/>
      <w:bookmarkStart w:id="240" w:name="_Toc500933808"/>
      <w:bookmarkStart w:id="241" w:name="_Toc500942571"/>
      <w:bookmarkStart w:id="242" w:name="_Toc500944276"/>
      <w:bookmarkStart w:id="243" w:name="_Toc500946610"/>
      <w:bookmarkStart w:id="244" w:name="_Toc500948857"/>
      <w:bookmarkStart w:id="245" w:name="_Toc500949871"/>
      <w:bookmarkStart w:id="246" w:name="_Toc500951841"/>
      <w:bookmarkStart w:id="247" w:name="_Toc500957374"/>
      <w:bookmarkStart w:id="248" w:name="_Toc501035909"/>
      <w:bookmarkStart w:id="249" w:name="_Toc501041018"/>
      <w:bookmarkStart w:id="250" w:name="_Toc501043626"/>
      <w:bookmarkStart w:id="251" w:name="_Toc501045846"/>
      <w:bookmarkStart w:id="252" w:name="_Toc501046520"/>
      <w:bookmarkStart w:id="253" w:name="_Toc501048193"/>
      <w:bookmarkStart w:id="254" w:name="_Toc501048331"/>
      <w:bookmarkStart w:id="255" w:name="_Toc506377002"/>
      <w:bookmarkStart w:id="256" w:name="_Toc506378944"/>
      <w:r>
        <w:t>Compliance and enforcement</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rsidR="0041503C" w:rsidRDefault="0041503C" w:rsidP="008D51C1">
      <w:pPr>
        <w:pStyle w:val="Heading2"/>
      </w:pPr>
      <w:r>
        <w:t>Outline of chapter</w:t>
      </w:r>
    </w:p>
    <w:p w:rsidR="00B00DAD" w:rsidRDefault="0041503C" w:rsidP="008D51C1">
      <w:pPr>
        <w:pStyle w:val="base-text-paragraph"/>
        <w:numPr>
          <w:ilvl w:val="1"/>
          <w:numId w:val="49"/>
        </w:numPr>
      </w:pPr>
      <w:r>
        <w:t xml:space="preserve">Part 8A.6 of the new law </w:t>
      </w:r>
      <w:r w:rsidR="007F1F1E">
        <w:t xml:space="preserve">gives </w:t>
      </w:r>
      <w:r>
        <w:t>ASIC additional compliance and enforcement powers for Australian passport funds and notified foreign passport funds.</w:t>
      </w:r>
      <w:r w:rsidR="001337EF">
        <w:t xml:space="preserve"> In </w:t>
      </w:r>
      <w:r w:rsidR="00C46D5F">
        <w:t xml:space="preserve">addition, Schedule 2 of </w:t>
      </w:r>
      <w:r w:rsidR="001337EF">
        <w:t>the Bill:</w:t>
      </w:r>
    </w:p>
    <w:p w:rsidR="00B00DAD" w:rsidRDefault="00B00DAD" w:rsidP="008D51C1">
      <w:pPr>
        <w:pStyle w:val="dotpoint"/>
      </w:pPr>
      <w:r>
        <w:t>provides ASIC with an additional regulatory function of passport regulator under the MOC;</w:t>
      </w:r>
    </w:p>
    <w:p w:rsidR="00B00DAD" w:rsidRDefault="00B00DAD" w:rsidP="008D51C1">
      <w:pPr>
        <w:pStyle w:val="dotpoint"/>
      </w:pPr>
      <w:r>
        <w:t>allows ASIC to accept enforceable undertakings from operators of notified foreign passport funds; and</w:t>
      </w:r>
    </w:p>
    <w:p w:rsidR="00B00DAD" w:rsidRDefault="00B00DAD" w:rsidP="008D51C1">
      <w:pPr>
        <w:pStyle w:val="dotpoint"/>
      </w:pPr>
      <w:r>
        <w:t>authorises persons to disclose confidential information held by ASIC to other passport regulators under the MOC.</w:t>
      </w:r>
    </w:p>
    <w:p w:rsidR="00373F7E" w:rsidRDefault="00373F7E" w:rsidP="008D51C1">
      <w:pPr>
        <w:pStyle w:val="Heading2"/>
      </w:pPr>
      <w:r w:rsidRPr="002F52A7">
        <w:t>Context of amendments</w:t>
      </w:r>
    </w:p>
    <w:p w:rsidR="00A77515" w:rsidRDefault="00373F7E" w:rsidP="008D51C1">
      <w:pPr>
        <w:pStyle w:val="base-text-paragraph"/>
      </w:pPr>
      <w:r w:rsidRPr="00373F7E">
        <w:t xml:space="preserve">The MOC </w:t>
      </w:r>
      <w:r w:rsidR="001D7CB3">
        <w:t>requires</w:t>
      </w:r>
      <w:r w:rsidR="00F30BAA">
        <w:t xml:space="preserve">, as </w:t>
      </w:r>
      <w:r w:rsidR="001A4D5F">
        <w:t>reflected in</w:t>
      </w:r>
      <w:r w:rsidR="00F30BAA">
        <w:t xml:space="preserve"> </w:t>
      </w:r>
      <w:r w:rsidR="00AB3FE3">
        <w:t>p</w:t>
      </w:r>
      <w:r w:rsidR="00F30BAA">
        <w:t>aragraph</w:t>
      </w:r>
      <w:r w:rsidR="00F859CE">
        <w:t> </w:t>
      </w:r>
      <w:r w:rsidR="00F30BAA">
        <w:t>5,</w:t>
      </w:r>
      <w:r w:rsidR="001D7CB3">
        <w:t xml:space="preserve"> that </w:t>
      </w:r>
      <w:r w:rsidR="00925A6B">
        <w:t>p</w:t>
      </w:r>
      <w:r w:rsidR="001D7CB3">
        <w:t>articipants</w:t>
      </w:r>
      <w:r w:rsidR="00A77515">
        <w:t>:</w:t>
      </w:r>
    </w:p>
    <w:p w:rsidR="00373F7E" w:rsidRDefault="001D7CB3" w:rsidP="008D51C1">
      <w:pPr>
        <w:pStyle w:val="dotpoint"/>
      </w:pPr>
      <w:r>
        <w:t>apply and conduct reasonable checks on compliance with and</w:t>
      </w:r>
      <w:r w:rsidR="001A4D5F">
        <w:t>,</w:t>
      </w:r>
      <w:r>
        <w:t xml:space="preserve"> where appropriate</w:t>
      </w:r>
      <w:r w:rsidR="001A4D5F">
        <w:t>,</w:t>
      </w:r>
      <w:r>
        <w:t xml:space="preserve"> enforce the home economy laws and regulations for regulated CIS</w:t>
      </w:r>
      <w:r w:rsidR="00294B76">
        <w:t>s</w:t>
      </w:r>
      <w:r>
        <w:t xml:space="preserve">, in relation to </w:t>
      </w:r>
      <w:r w:rsidR="00925A6B">
        <w:t>passport f</w:t>
      </w:r>
      <w:r>
        <w:t xml:space="preserve">unds registered in </w:t>
      </w:r>
      <w:r w:rsidR="001A4D5F">
        <w:t>the participant’s</w:t>
      </w:r>
      <w:r>
        <w:t xml:space="preserve"> economy</w:t>
      </w:r>
      <w:r w:rsidR="00294B76">
        <w:t>;</w:t>
      </w:r>
    </w:p>
    <w:p w:rsidR="00A77515" w:rsidRDefault="00A77515" w:rsidP="008D51C1">
      <w:pPr>
        <w:pStyle w:val="dotpoint"/>
      </w:pPr>
      <w:r>
        <w:t xml:space="preserve">apply any host economy laws and regulations </w:t>
      </w:r>
      <w:r w:rsidR="000F0EC5">
        <w:t>consistently with Annex 1</w:t>
      </w:r>
      <w:r w:rsidR="00D74AA6">
        <w:t xml:space="preserve"> of the MOC</w:t>
      </w:r>
      <w:r w:rsidR="000F0EC5">
        <w:t xml:space="preserve"> </w:t>
      </w:r>
      <w:r>
        <w:t xml:space="preserve">in relation to </w:t>
      </w:r>
      <w:r w:rsidR="00925A6B">
        <w:t>passport f</w:t>
      </w:r>
      <w:r>
        <w:t>unds registered in the economies of other participants</w:t>
      </w:r>
      <w:r w:rsidR="00294B76">
        <w:t>;</w:t>
      </w:r>
    </w:p>
    <w:p w:rsidR="00A77515" w:rsidRDefault="00A77515" w:rsidP="008D51C1">
      <w:pPr>
        <w:pStyle w:val="dotpoint"/>
      </w:pPr>
      <w:r>
        <w:t>conduct reasonable checks on compliance with and</w:t>
      </w:r>
      <w:r w:rsidR="001A4D5F">
        <w:t>,</w:t>
      </w:r>
      <w:r>
        <w:t xml:space="preserve"> where appropriate</w:t>
      </w:r>
      <w:r w:rsidR="001A4D5F">
        <w:t>,</w:t>
      </w:r>
      <w:r>
        <w:t xml:space="preserve"> enforce the Passport Rules, whether by administrative action, regulatory or supervisory function or other means</w:t>
      </w:r>
      <w:r w:rsidR="00C46D5F">
        <w:t>,</w:t>
      </w:r>
      <w:r>
        <w:t xml:space="preserve"> and whether directly or through another entity that is subject to supervision by the participant.</w:t>
      </w:r>
    </w:p>
    <w:p w:rsidR="00F30BAA" w:rsidRDefault="00294B76" w:rsidP="008D51C1">
      <w:pPr>
        <w:pStyle w:val="base-text-paragraph"/>
      </w:pPr>
      <w:r>
        <w:t>Accordingly</w:t>
      </w:r>
      <w:r w:rsidR="00925A6B">
        <w:t>,</w:t>
      </w:r>
      <w:r>
        <w:t xml:space="preserve"> for</w:t>
      </w:r>
      <w:r w:rsidR="00925A6B">
        <w:t xml:space="preserve"> example, in the </w:t>
      </w:r>
      <w:r w:rsidR="00F30BAA">
        <w:t xml:space="preserve">event that a </w:t>
      </w:r>
      <w:r w:rsidR="000F0EC5">
        <w:t xml:space="preserve">home </w:t>
      </w:r>
      <w:r w:rsidR="00925A6B">
        <w:t>r</w:t>
      </w:r>
      <w:r w:rsidR="00F30BAA">
        <w:t>egu</w:t>
      </w:r>
      <w:r w:rsidR="00925A6B">
        <w:t>lator</w:t>
      </w:r>
      <w:r w:rsidR="00F30BAA">
        <w:t xml:space="preserve"> is of the opinion that a </w:t>
      </w:r>
      <w:r w:rsidR="00925A6B">
        <w:t>passport f</w:t>
      </w:r>
      <w:r w:rsidR="00F30BAA">
        <w:t>und is not</w:t>
      </w:r>
      <w:r w:rsidR="004A10E0">
        <w:t xml:space="preserve"> </w:t>
      </w:r>
      <w:r w:rsidR="00F30BAA">
        <w:t>complying, or is not likely to comply, with</w:t>
      </w:r>
      <w:r w:rsidR="004A10E0">
        <w:t xml:space="preserve"> either home economy laws and regulations</w:t>
      </w:r>
      <w:r w:rsidR="00C81A3B">
        <w:t>, host economy laws and regulations</w:t>
      </w:r>
      <w:r w:rsidR="004A10E0">
        <w:t xml:space="preserve"> or the </w:t>
      </w:r>
      <w:r w:rsidR="00925A6B">
        <w:t>passport r</w:t>
      </w:r>
      <w:r w:rsidR="004A10E0">
        <w:t xml:space="preserve">ules, </w:t>
      </w:r>
      <w:r w:rsidR="00C81A3B">
        <w:t xml:space="preserve">subject to meeting certain conditions </w:t>
      </w:r>
      <w:r w:rsidR="004A10E0">
        <w:t xml:space="preserve">it may notify the fund or its operator that </w:t>
      </w:r>
      <w:r w:rsidR="00C81A3B">
        <w:t>it</w:t>
      </w:r>
      <w:r w:rsidR="004A10E0">
        <w:t xml:space="preserve"> must not or must no longer offer interests in the </w:t>
      </w:r>
      <w:r w:rsidR="00925A6B">
        <w:t>passport f</w:t>
      </w:r>
      <w:r w:rsidR="004A10E0">
        <w:t xml:space="preserve">und to persons in the </w:t>
      </w:r>
      <w:r w:rsidR="00925A6B">
        <w:t xml:space="preserve">home </w:t>
      </w:r>
      <w:r w:rsidR="00C81A3B">
        <w:t xml:space="preserve">or host </w:t>
      </w:r>
      <w:r w:rsidR="00925A6B">
        <w:t>e</w:t>
      </w:r>
      <w:r w:rsidR="004A10E0">
        <w:t>conomy (</w:t>
      </w:r>
      <w:r w:rsidR="001A4D5F">
        <w:t xml:space="preserve">see </w:t>
      </w:r>
      <w:r w:rsidR="00AB3FE3">
        <w:t>section</w:t>
      </w:r>
      <w:r w:rsidR="00C0505B">
        <w:t> </w:t>
      </w:r>
      <w:r w:rsidR="004A10E0">
        <w:t>10</w:t>
      </w:r>
      <w:r w:rsidR="001A4D5F">
        <w:t xml:space="preserve"> of </w:t>
      </w:r>
      <w:r w:rsidR="00F230C4">
        <w:t>Annex 2</w:t>
      </w:r>
      <w:r w:rsidR="001A4D5F">
        <w:t xml:space="preserve"> of the MOC</w:t>
      </w:r>
      <w:r w:rsidR="004A10E0">
        <w:t>).</w:t>
      </w:r>
    </w:p>
    <w:p w:rsidR="0041503C" w:rsidRDefault="0041503C" w:rsidP="008D51C1">
      <w:pPr>
        <w:pStyle w:val="Heading2"/>
      </w:pPr>
      <w:r>
        <w:t>Summary of new law</w:t>
      </w:r>
    </w:p>
    <w:p w:rsidR="0041503C" w:rsidRDefault="0041503C" w:rsidP="008D51C1">
      <w:pPr>
        <w:pStyle w:val="base-text-paragraph"/>
        <w:numPr>
          <w:ilvl w:val="1"/>
          <w:numId w:val="49"/>
        </w:numPr>
      </w:pPr>
      <w:r>
        <w:t>There are two offences for breaches of the Passport Rules:</w:t>
      </w:r>
    </w:p>
    <w:p w:rsidR="0041503C" w:rsidRDefault="0041503C" w:rsidP="008D51C1">
      <w:pPr>
        <w:pStyle w:val="dotpoint"/>
      </w:pPr>
      <w:r>
        <w:t>A person who intentionally or recklessly breaches the Passport Rules commits an offence punishable by a fine of up to 2,000 penalty units or five years imprisonment or both. This offence may also attract a civil penalty.</w:t>
      </w:r>
    </w:p>
    <w:p w:rsidR="0041503C" w:rsidRDefault="0041503C" w:rsidP="008D51C1">
      <w:pPr>
        <w:pStyle w:val="dotpoint"/>
      </w:pPr>
      <w:r>
        <w:t xml:space="preserve">Minor breaches of the Passport Rules are strict liability offences punishable by up to 60 penalty units. </w:t>
      </w:r>
      <w:r w:rsidRPr="001B2163">
        <w:t xml:space="preserve">The strict liability offence is </w:t>
      </w:r>
      <w:r>
        <w:t>subject to an infringement notice regime.</w:t>
      </w:r>
    </w:p>
    <w:p w:rsidR="0041503C" w:rsidRDefault="0041503C" w:rsidP="008D51C1">
      <w:pPr>
        <w:pStyle w:val="base-text-paragraph"/>
        <w:numPr>
          <w:ilvl w:val="1"/>
          <w:numId w:val="49"/>
        </w:numPr>
      </w:pPr>
      <w:r>
        <w:t xml:space="preserve">Both offences apply to Australian passport funds, notified foreign passport funds, and any person connected to such funds. </w:t>
      </w:r>
      <w:r w:rsidRPr="001B2163">
        <w:t>Australia has jurisdiction over Australian citizens and bod</w:t>
      </w:r>
      <w:r>
        <w:t>ies</w:t>
      </w:r>
      <w:r w:rsidRPr="001B2163">
        <w:t xml:space="preserve"> corporate irrespective of whether the physical elements of the offence occurred in Australia</w:t>
      </w:r>
      <w:r>
        <w:t>,</w:t>
      </w:r>
      <w:r w:rsidRPr="001B2163">
        <w:t xml:space="preserve"> or overseas</w:t>
      </w:r>
      <w:r>
        <w:t>,</w:t>
      </w:r>
      <w:r w:rsidRPr="001B2163">
        <w:t xml:space="preserve"> and irrespective of the laws of the foreign country.</w:t>
      </w:r>
      <w:r>
        <w:t xml:space="preserve"> For foreign citizens and bodies corporate, a defence is available if the conduct occurs overseas and there is no equivalent offence in the laws of the foreign jurisdiction.</w:t>
      </w:r>
    </w:p>
    <w:p w:rsidR="0041503C" w:rsidRDefault="0041503C" w:rsidP="008D51C1">
      <w:pPr>
        <w:pStyle w:val="base-text-paragraph"/>
        <w:numPr>
          <w:ilvl w:val="1"/>
          <w:numId w:val="49"/>
        </w:numPr>
      </w:pPr>
      <w:r>
        <w:t>ASIC may also make a final or interim stop order against an Australian or notified foreign passport fund that is not complying, or is not likely to comply, with the relevant corporations legislation, or the Passport Rules for this jurisdiction. Notified foreign passport funds that are not registered as foreign companies, or fail to appoint a local agent, may also be subject to a stop order. Finally, a stop order may also be made against notified foreign passport funds from economies that have ceased to be participating economies, or have a different understanding about the application or implementation of the MOC to Australia.</w:t>
      </w:r>
    </w:p>
    <w:p w:rsidR="0041503C" w:rsidRDefault="0041503C" w:rsidP="008D51C1">
      <w:pPr>
        <w:pStyle w:val="base-text-paragraph"/>
        <w:numPr>
          <w:ilvl w:val="1"/>
          <w:numId w:val="49"/>
        </w:numPr>
      </w:pPr>
      <w:r>
        <w:t>The licensing and breach reporting requirements, ASIC’s banning powers, and the court’s power to award compensation have been extended to cover non</w:t>
      </w:r>
      <w:r>
        <w:noBreakHyphen/>
        <w:t>compliance with the Passport Rules for this jurisdiction and host economy laws.</w:t>
      </w:r>
    </w:p>
    <w:p w:rsidR="004D2641" w:rsidRPr="008F726E" w:rsidRDefault="004D2641" w:rsidP="008D51C1">
      <w:pPr>
        <w:pStyle w:val="base-text-paragraph"/>
        <w:numPr>
          <w:ilvl w:val="1"/>
          <w:numId w:val="49"/>
        </w:numPr>
      </w:pPr>
      <w:r>
        <w:t>In addition, ASIC may:</w:t>
      </w:r>
    </w:p>
    <w:p w:rsidR="00B00DAD" w:rsidRDefault="00B00DAD" w:rsidP="008D51C1">
      <w:pPr>
        <w:pStyle w:val="dotpoint"/>
      </w:pPr>
      <w:r>
        <w:t>perform the functions and exercise the powers of a passport regulator under the MOC</w:t>
      </w:r>
      <w:r w:rsidR="004D2641">
        <w:t>; and</w:t>
      </w:r>
    </w:p>
    <w:p w:rsidR="00B00DAD" w:rsidRDefault="00B00DAD" w:rsidP="008D51C1">
      <w:pPr>
        <w:pStyle w:val="dotpoint"/>
      </w:pPr>
      <w:r>
        <w:t>accept enforceable undertakings from the operators of notified foreign passport funds.</w:t>
      </w:r>
    </w:p>
    <w:p w:rsidR="00B00DAD" w:rsidRPr="008F726E" w:rsidRDefault="004D2641" w:rsidP="008D51C1">
      <w:pPr>
        <w:pStyle w:val="base-text-paragraph"/>
        <w:numPr>
          <w:ilvl w:val="1"/>
          <w:numId w:val="49"/>
        </w:numPr>
      </w:pPr>
      <w:r>
        <w:t>ASIC</w:t>
      </w:r>
      <w:r w:rsidR="00B00DAD">
        <w:t xml:space="preserve"> may </w:t>
      </w:r>
      <w:r>
        <w:t xml:space="preserve">also </w:t>
      </w:r>
      <w:r w:rsidR="00B00DAD">
        <w:t xml:space="preserve">disclose information </w:t>
      </w:r>
      <w:r w:rsidR="00DF51B9">
        <w:t xml:space="preserve">that </w:t>
      </w:r>
      <w:r>
        <w:t>it</w:t>
      </w:r>
      <w:r w:rsidR="00DF51B9">
        <w:t xml:space="preserve"> </w:t>
      </w:r>
      <w:r w:rsidR="00B00DAD">
        <w:t>was given in confidence</w:t>
      </w:r>
      <w:r w:rsidR="00DF51B9">
        <w:t>,</w:t>
      </w:r>
      <w:r w:rsidR="00B00DAD">
        <w:t xml:space="preserve"> </w:t>
      </w:r>
      <w:r w:rsidR="00DF51B9">
        <w:t>or which is</w:t>
      </w:r>
      <w:r w:rsidR="00B00DAD">
        <w:t xml:space="preserve"> protected </w:t>
      </w:r>
      <w:r w:rsidR="00DF51B9">
        <w:t>information,</w:t>
      </w:r>
      <w:r w:rsidR="00B00DAD">
        <w:t xml:space="preserve"> to another passport regulator under the MOC to</w:t>
      </w:r>
      <w:r w:rsidR="00C463F7">
        <w:t xml:space="preserve"> enable or assist the passport regulator to perform </w:t>
      </w:r>
      <w:r w:rsidR="007802F7">
        <w:t xml:space="preserve">its </w:t>
      </w:r>
      <w:r w:rsidR="00DF51B9">
        <w:t>functions as a passport regulator.</w:t>
      </w:r>
    </w:p>
    <w:p w:rsidR="0041503C" w:rsidRDefault="0041503C" w:rsidP="008D51C1">
      <w:pPr>
        <w:pStyle w:val="Heading2with18pointafter"/>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41503C" w:rsidRPr="004666B8" w:rsidTr="009F255E">
        <w:trPr>
          <w:cantSplit/>
          <w:tblHeader/>
        </w:trPr>
        <w:tc>
          <w:tcPr>
            <w:tcW w:w="3275" w:type="dxa"/>
          </w:tcPr>
          <w:p w:rsidR="0041503C" w:rsidRPr="004666B8" w:rsidRDefault="0041503C" w:rsidP="008D51C1">
            <w:pPr>
              <w:pStyle w:val="tableheaderwithintable"/>
              <w:rPr>
                <w:lang w:val="en-US" w:eastAsia="en-US"/>
              </w:rPr>
            </w:pPr>
            <w:r w:rsidRPr="004666B8">
              <w:rPr>
                <w:lang w:val="en-US" w:eastAsia="en-US"/>
              </w:rPr>
              <w:t>New law</w:t>
            </w:r>
          </w:p>
        </w:tc>
        <w:tc>
          <w:tcPr>
            <w:tcW w:w="3276" w:type="dxa"/>
          </w:tcPr>
          <w:p w:rsidR="0041503C" w:rsidRPr="004666B8" w:rsidRDefault="0041503C" w:rsidP="008D51C1">
            <w:pPr>
              <w:pStyle w:val="tableheaderwithintable"/>
              <w:rPr>
                <w:lang w:val="en-US" w:eastAsia="en-US"/>
              </w:rPr>
            </w:pPr>
            <w:r w:rsidRPr="004666B8">
              <w:rPr>
                <w:lang w:val="en-US" w:eastAsia="en-US"/>
              </w:rPr>
              <w:t>Current law</w:t>
            </w:r>
          </w:p>
        </w:tc>
      </w:tr>
      <w:tr w:rsidR="0041503C" w:rsidRPr="004666B8" w:rsidTr="009F255E">
        <w:trPr>
          <w:cantSplit/>
        </w:trPr>
        <w:tc>
          <w:tcPr>
            <w:tcW w:w="3275" w:type="dxa"/>
          </w:tcPr>
          <w:p w:rsidR="0041503C" w:rsidRDefault="0041503C" w:rsidP="008D51C1">
            <w:pPr>
              <w:pStyle w:val="tabletext"/>
            </w:pPr>
            <w:r>
              <w:t>A person who intentionally or recklessly breaches the Passport Rules commits an offence punishable by a fine of up to 2,000 penalty units or five years imprisonment or both.</w:t>
            </w:r>
          </w:p>
          <w:p w:rsidR="0041503C" w:rsidRDefault="0041503C" w:rsidP="008D51C1">
            <w:pPr>
              <w:pStyle w:val="tabletext"/>
            </w:pPr>
            <w:r>
              <w:t>A person who breaches the Passport Rules</w:t>
            </w:r>
            <w:r w:rsidR="00D74AA6">
              <w:t xml:space="preserve"> </w:t>
            </w:r>
            <w:r>
              <w:t xml:space="preserve">commits a strict liability offence punishable by up to 60 penalty units. </w:t>
            </w:r>
          </w:p>
          <w:p w:rsidR="0041503C" w:rsidRPr="00455B9F" w:rsidRDefault="0041503C" w:rsidP="008D51C1">
            <w:pPr>
              <w:pStyle w:val="tabletext"/>
            </w:pPr>
            <w:r>
              <w:t>The strict liability offence is subject to an infringement notice regime.</w:t>
            </w:r>
          </w:p>
        </w:tc>
        <w:tc>
          <w:tcPr>
            <w:tcW w:w="3276" w:type="dxa"/>
          </w:tcPr>
          <w:p w:rsidR="0041503C" w:rsidRPr="004666B8" w:rsidRDefault="0041503C" w:rsidP="008D51C1">
            <w:pPr>
              <w:pStyle w:val="tabletext"/>
              <w:rPr>
                <w:lang w:val="en-US" w:eastAsia="en-US"/>
              </w:rPr>
            </w:pPr>
            <w:r>
              <w:rPr>
                <w:lang w:val="en-US" w:eastAsia="en-US"/>
              </w:rPr>
              <w:t>No equivalent</w:t>
            </w:r>
            <w:r w:rsidR="00CD32BF">
              <w:rPr>
                <w:lang w:val="en-US" w:eastAsia="en-US"/>
              </w:rPr>
              <w:t>.</w:t>
            </w:r>
          </w:p>
        </w:tc>
      </w:tr>
      <w:tr w:rsidR="0041503C" w:rsidRPr="004666B8" w:rsidTr="009F255E">
        <w:trPr>
          <w:cantSplit/>
        </w:trPr>
        <w:tc>
          <w:tcPr>
            <w:tcW w:w="3275" w:type="dxa"/>
          </w:tcPr>
          <w:p w:rsidR="0041503C" w:rsidRDefault="0041503C" w:rsidP="008D51C1">
            <w:pPr>
              <w:pStyle w:val="tabletext"/>
            </w:pPr>
            <w:r>
              <w:t>ASIC may make a final or interim stop order against an operator who:</w:t>
            </w:r>
          </w:p>
          <w:p w:rsidR="0041503C" w:rsidRDefault="0041503C" w:rsidP="008D51C1">
            <w:pPr>
              <w:pStyle w:val="tabledotpoint"/>
              <w:numPr>
                <w:ilvl w:val="0"/>
                <w:numId w:val="19"/>
              </w:numPr>
            </w:pPr>
            <w:r>
              <w:t xml:space="preserve">is not complying, or is not likely to comply, with the relevant corporations laws or the Passport Rules in this jurisdiction; </w:t>
            </w:r>
          </w:p>
          <w:p w:rsidR="0041503C" w:rsidRDefault="0041503C" w:rsidP="008D51C1">
            <w:pPr>
              <w:pStyle w:val="tabledotpoint"/>
              <w:numPr>
                <w:ilvl w:val="0"/>
                <w:numId w:val="19"/>
              </w:numPr>
            </w:pPr>
            <w:r>
              <w:t>ceases to be a registered foreign company or fails to appoint a local agent; or</w:t>
            </w:r>
          </w:p>
          <w:p w:rsidR="0041503C" w:rsidRDefault="0041503C" w:rsidP="008D51C1">
            <w:pPr>
              <w:pStyle w:val="tabledotpoint"/>
              <w:numPr>
                <w:ilvl w:val="0"/>
                <w:numId w:val="19"/>
              </w:numPr>
            </w:pPr>
            <w:r>
              <w:t>in the case of a notified foreign passport fund, is subject to any determination made by the Minister.</w:t>
            </w:r>
          </w:p>
        </w:tc>
        <w:tc>
          <w:tcPr>
            <w:tcW w:w="3276" w:type="dxa"/>
          </w:tcPr>
          <w:p w:rsidR="0041503C" w:rsidRDefault="0041503C" w:rsidP="008D51C1">
            <w:pPr>
              <w:pStyle w:val="tabletext"/>
              <w:rPr>
                <w:lang w:val="en-US" w:eastAsia="en-US"/>
              </w:rPr>
            </w:pPr>
            <w:r>
              <w:rPr>
                <w:lang w:val="en-US" w:eastAsia="en-US"/>
              </w:rPr>
              <w:t>No equivalent.</w:t>
            </w:r>
          </w:p>
        </w:tc>
      </w:tr>
      <w:tr w:rsidR="002770CA" w:rsidRPr="004666B8" w:rsidTr="009F255E">
        <w:trPr>
          <w:cantSplit/>
        </w:trPr>
        <w:tc>
          <w:tcPr>
            <w:tcW w:w="3275" w:type="dxa"/>
          </w:tcPr>
          <w:p w:rsidR="002770CA" w:rsidRDefault="002770CA" w:rsidP="008D51C1">
            <w:pPr>
              <w:pStyle w:val="tabletext"/>
            </w:pPr>
            <w:r>
              <w:t>ASIC may exercise the functions and powers of a home regulator or a host regulator under the MOC.</w:t>
            </w:r>
          </w:p>
        </w:tc>
        <w:tc>
          <w:tcPr>
            <w:tcW w:w="3276" w:type="dxa"/>
          </w:tcPr>
          <w:p w:rsidR="002770CA" w:rsidRDefault="007D3B9D" w:rsidP="008D51C1">
            <w:pPr>
              <w:pStyle w:val="tabletext"/>
              <w:rPr>
                <w:lang w:val="en-US" w:eastAsia="en-US"/>
              </w:rPr>
            </w:pPr>
            <w:r>
              <w:rPr>
                <w:lang w:val="en-US" w:eastAsia="en-US"/>
              </w:rPr>
              <w:t>No equivalent</w:t>
            </w:r>
            <w:r w:rsidR="00C46D5F">
              <w:rPr>
                <w:lang w:val="en-US" w:eastAsia="en-US"/>
              </w:rPr>
              <w:t>.</w:t>
            </w:r>
          </w:p>
        </w:tc>
      </w:tr>
      <w:tr w:rsidR="002770CA" w:rsidRPr="004666B8" w:rsidTr="009F255E">
        <w:trPr>
          <w:cantSplit/>
        </w:trPr>
        <w:tc>
          <w:tcPr>
            <w:tcW w:w="3275" w:type="dxa"/>
          </w:tcPr>
          <w:p w:rsidR="002770CA" w:rsidRDefault="002770CA" w:rsidP="008D51C1">
            <w:pPr>
              <w:pStyle w:val="tabletext"/>
            </w:pPr>
            <w:r>
              <w:t>ASIC may disclos</w:t>
            </w:r>
            <w:r w:rsidR="004D2641">
              <w:t>e</w:t>
            </w:r>
            <w:r>
              <w:t xml:space="preserve"> confidential information to assist or enable another passport regulator to perform their functions.</w:t>
            </w:r>
          </w:p>
        </w:tc>
        <w:tc>
          <w:tcPr>
            <w:tcW w:w="3276" w:type="dxa"/>
          </w:tcPr>
          <w:p w:rsidR="002770CA" w:rsidRDefault="007D3B9D" w:rsidP="008D51C1">
            <w:pPr>
              <w:pStyle w:val="tabletext"/>
              <w:rPr>
                <w:lang w:val="en-US" w:eastAsia="en-US"/>
              </w:rPr>
            </w:pPr>
            <w:r>
              <w:rPr>
                <w:lang w:val="en-US" w:eastAsia="en-US"/>
              </w:rPr>
              <w:t>No equivalent</w:t>
            </w:r>
            <w:r w:rsidR="00C46D5F">
              <w:rPr>
                <w:lang w:val="en-US" w:eastAsia="en-US"/>
              </w:rPr>
              <w:t>.</w:t>
            </w:r>
          </w:p>
        </w:tc>
      </w:tr>
      <w:tr w:rsidR="002770CA" w:rsidRPr="004666B8" w:rsidTr="009F255E">
        <w:trPr>
          <w:cantSplit/>
        </w:trPr>
        <w:tc>
          <w:tcPr>
            <w:tcW w:w="3275" w:type="dxa"/>
          </w:tcPr>
          <w:p w:rsidR="002770CA" w:rsidRDefault="00B63095" w:rsidP="008D51C1">
            <w:pPr>
              <w:pStyle w:val="tabletext"/>
            </w:pPr>
            <w:r w:rsidRPr="00B63095">
              <w:t>ASIC may</w:t>
            </w:r>
            <w:r>
              <w:t xml:space="preserve"> accept an enforceable undertaking from the operator of a notified foreign passport fund.</w:t>
            </w:r>
          </w:p>
        </w:tc>
        <w:tc>
          <w:tcPr>
            <w:tcW w:w="3276" w:type="dxa"/>
          </w:tcPr>
          <w:p w:rsidR="002770CA" w:rsidRDefault="00B63095" w:rsidP="008D51C1">
            <w:pPr>
              <w:pStyle w:val="tabletext"/>
              <w:rPr>
                <w:lang w:val="en-US" w:eastAsia="en-US"/>
              </w:rPr>
            </w:pPr>
            <w:r w:rsidRPr="00B63095">
              <w:rPr>
                <w:lang w:val="en-US" w:eastAsia="en-US"/>
              </w:rPr>
              <w:t xml:space="preserve">ASIC may accept an enforceable undertaking from the </w:t>
            </w:r>
            <w:r>
              <w:rPr>
                <w:lang w:val="en-US" w:eastAsia="en-US"/>
              </w:rPr>
              <w:t xml:space="preserve">responsible entity of a </w:t>
            </w:r>
            <w:r w:rsidR="008755B3">
              <w:rPr>
                <w:lang w:val="en-US" w:eastAsia="en-US"/>
              </w:rPr>
              <w:t>MIS</w:t>
            </w:r>
            <w:r w:rsidRPr="00B63095">
              <w:rPr>
                <w:lang w:val="en-US" w:eastAsia="en-US"/>
              </w:rPr>
              <w:t>.</w:t>
            </w:r>
          </w:p>
        </w:tc>
      </w:tr>
    </w:tbl>
    <w:p w:rsidR="0041503C" w:rsidRDefault="0041503C" w:rsidP="008D51C1">
      <w:pPr>
        <w:pStyle w:val="Heading2"/>
      </w:pPr>
      <w:r>
        <w:t>Detailed explanation of new law</w:t>
      </w:r>
    </w:p>
    <w:p w:rsidR="0041503C" w:rsidRDefault="0041503C" w:rsidP="008D51C1">
      <w:pPr>
        <w:pStyle w:val="Heading3"/>
      </w:pPr>
      <w:r>
        <w:t>Breaches of the Passport Rules in this Jurisdiction</w:t>
      </w:r>
    </w:p>
    <w:p w:rsidR="0041503C" w:rsidRDefault="0052033E" w:rsidP="008D51C1">
      <w:pPr>
        <w:pStyle w:val="Heading4"/>
      </w:pPr>
      <w:r>
        <w:t>Offences for breaching the Passport Rul</w:t>
      </w:r>
      <w:r w:rsidR="00442498">
        <w:t>es</w:t>
      </w:r>
    </w:p>
    <w:p w:rsidR="0041503C" w:rsidRDefault="0041503C" w:rsidP="008D51C1">
      <w:pPr>
        <w:pStyle w:val="base-text-paragraph"/>
        <w:numPr>
          <w:ilvl w:val="1"/>
          <w:numId w:val="49"/>
        </w:numPr>
      </w:pPr>
      <w:r>
        <w:t xml:space="preserve">Breaches of the Passport Rules are an offence under the amendments </w:t>
      </w:r>
      <w:r w:rsidR="00374D83">
        <w:t xml:space="preserve">contained </w:t>
      </w:r>
      <w:r>
        <w:t>in the Bill. It is generally not best practice for the content of an offence to be set out in another instrument (an arrangement known as a ‘delegation of offence content’. See the Guide, section 2.3.4). The general concern is that such an arrangement may obscure the scope and effect of the offence for Parliament and those subject to the offence.</w:t>
      </w:r>
    </w:p>
    <w:p w:rsidR="0041503C" w:rsidRDefault="0041503C" w:rsidP="008D51C1">
      <w:pPr>
        <w:pStyle w:val="base-text-paragraph"/>
        <w:numPr>
          <w:ilvl w:val="1"/>
          <w:numId w:val="49"/>
        </w:numPr>
      </w:pPr>
      <w:r>
        <w:t xml:space="preserve">The Guide provides a number of circumstances in which it may nevertheless be appropriate for a delegation of offence content to occur, several of which apply to breaches of the Passport Rules. The first, is that the Australian Government has committed to abide by the Passport Rules as an internationally agreed set of requirements, and to incorporate the Passport Rules in the domestic law. In doing so, it is necessary to support the implementation of the Passport Rules in Australia with the appropriate penalties. Secondly, the Passport Rules contain a large number of technical and detailed requirements which are inappropriate for inclusion in an Act. Finally, it is </w:t>
      </w:r>
      <w:r w:rsidR="005A324D">
        <w:t>possible</w:t>
      </w:r>
      <w:r>
        <w:t xml:space="preserve"> that the Passport Rules </w:t>
      </w:r>
      <w:r w:rsidR="00374D83">
        <w:t xml:space="preserve">may </w:t>
      </w:r>
      <w:r>
        <w:t xml:space="preserve">have to be amended as the Passport arrangements are implemented, </w:t>
      </w:r>
      <w:r w:rsidR="00374D83">
        <w:t>or</w:t>
      </w:r>
      <w:r>
        <w:t xml:space="preserve"> to deal with unanticipated consequences and changing market circumstances. The delegation of offence content in this context is therefore justified and complies with the Guide.</w:t>
      </w:r>
    </w:p>
    <w:p w:rsidR="0041503C" w:rsidRDefault="0041503C" w:rsidP="008D51C1">
      <w:pPr>
        <w:pStyle w:val="base-text-paragraph"/>
        <w:numPr>
          <w:ilvl w:val="1"/>
          <w:numId w:val="49"/>
        </w:numPr>
      </w:pPr>
      <w:r>
        <w:t xml:space="preserve">Furthermore, incorporation of the Passport Rules in the domestic law of Australia will occur in the form of a legislative instrument which </w:t>
      </w:r>
      <w:r w:rsidRPr="007752A6">
        <w:t>will be subject to consideration and scrutiny by Parliament (see paragraph</w:t>
      </w:r>
      <w:r>
        <w:t> </w:t>
      </w:r>
      <w:r w:rsidR="00B301E6">
        <w:t>2.23</w:t>
      </w:r>
      <w:r w:rsidR="00C46D5F">
        <w:t xml:space="preserve"> of the </w:t>
      </w:r>
      <w:r w:rsidR="00090F3C">
        <w:t>explanatory material</w:t>
      </w:r>
      <w:r w:rsidR="00C46D5F">
        <w:t>s</w:t>
      </w:r>
      <w:r w:rsidRPr="007752A6">
        <w:t>). For this and the other reasons set out above, it is considered</w:t>
      </w:r>
      <w:r>
        <w:t xml:space="preserve"> that the delegation of offence content inherent in the offences included in the Bill with regard to breaches of the Passport Rules are consistent with the Guide.</w:t>
      </w:r>
    </w:p>
    <w:p w:rsidR="0041503C" w:rsidRDefault="0041503C" w:rsidP="008D51C1">
      <w:pPr>
        <w:pStyle w:val="base-text-paragraph"/>
        <w:numPr>
          <w:ilvl w:val="1"/>
          <w:numId w:val="49"/>
        </w:numPr>
      </w:pPr>
      <w:r>
        <w:t xml:space="preserve">The new law sets out two offences for persons who breach the Passport Rules in this jurisdiction. </w:t>
      </w:r>
      <w:r>
        <w:rPr>
          <w:rStyle w:val="Referencingstyle"/>
        </w:rPr>
        <w:t>[Schedule 1, item 1, section 1211C]</w:t>
      </w:r>
    </w:p>
    <w:p w:rsidR="0041503C" w:rsidRDefault="0041503C" w:rsidP="008D51C1">
      <w:pPr>
        <w:pStyle w:val="base-text-paragraph"/>
        <w:numPr>
          <w:ilvl w:val="1"/>
          <w:numId w:val="49"/>
        </w:numPr>
      </w:pPr>
      <w:r>
        <w:t>The first offence is a more serious offence that applies if the person acted intentionally or recklessly. As that section does not specify the fault element, the default fault element of ‘intention’ or ‘recklessness’ in section 5.6 of the Criminal</w:t>
      </w:r>
      <w:r w:rsidR="00FD29BD">
        <w:t> </w:t>
      </w:r>
      <w:r>
        <w:t xml:space="preserve">Code applies. The penalty for the more serious offence is a fine of up to 2,000 penalty units or imprisonment for up to five years or both. This penalty is consistent with those for similar offences applying to </w:t>
      </w:r>
      <w:r w:rsidR="00AA0EB8">
        <w:t xml:space="preserve">MISs </w:t>
      </w:r>
      <w:r>
        <w:t>in the Corporations Act (for example, in the case of a person intentionally or recklessly breaching their duties as an officer of a responsible entity</w:t>
      </w:r>
      <w:r w:rsidR="007802F7">
        <w:rPr>
          <w:rFonts w:ascii="Calibri" w:hAnsi="Calibri"/>
        </w:rPr>
        <w:t>—</w:t>
      </w:r>
      <w:r w:rsidR="0049488E">
        <w:rPr>
          <w:rFonts w:ascii="Calibri" w:hAnsi="Calibri"/>
        </w:rPr>
        <w:t xml:space="preserve"> </w:t>
      </w:r>
      <w:r>
        <w:t xml:space="preserve">see subsection 601FD(4) and related penalty). </w:t>
      </w:r>
      <w:r>
        <w:rPr>
          <w:rStyle w:val="Referencingstyle"/>
        </w:rPr>
        <w:t>[Schedule 1, item 1, subsection 1211C(3)]</w:t>
      </w:r>
    </w:p>
    <w:p w:rsidR="0041503C" w:rsidRPr="00424E5F" w:rsidRDefault="0041503C" w:rsidP="008D51C1">
      <w:pPr>
        <w:pStyle w:val="base-text-paragraph"/>
        <w:numPr>
          <w:ilvl w:val="1"/>
          <w:numId w:val="49"/>
        </w:numPr>
      </w:pPr>
      <w:r w:rsidRPr="00424E5F">
        <w:t>The second</w:t>
      </w:r>
      <w:r w:rsidR="00374D83">
        <w:t>,</w:t>
      </w:r>
      <w:r w:rsidRPr="00424E5F">
        <w:t xml:space="preserve"> less serious</w:t>
      </w:r>
      <w:r w:rsidR="00374D83">
        <w:t>,</w:t>
      </w:r>
      <w:r w:rsidRPr="00424E5F">
        <w:t xml:space="preserve"> offence applies </w:t>
      </w:r>
      <w:r w:rsidR="000F0EC5">
        <w:t xml:space="preserve">even </w:t>
      </w:r>
      <w:r w:rsidRPr="00424E5F">
        <w:t>if there is no intention or recklessness. It is a strict liability offence</w:t>
      </w:r>
      <w:r w:rsidR="00374D83">
        <w:t>;</w:t>
      </w:r>
      <w:r w:rsidRPr="00424E5F">
        <w:t xml:space="preserve"> that is, the prosecution does not need to prove fault elements (intention, knowledge, recklessness or negligence) for any of the physical elements of the offence. The defence of reasonable mistake of fact, and other general defences, remain available under section 6.1 of the Criminal</w:t>
      </w:r>
      <w:r w:rsidR="00FD29BD">
        <w:t> </w:t>
      </w:r>
      <w:r w:rsidRPr="00424E5F">
        <w:t xml:space="preserve">Code. </w:t>
      </w:r>
      <w:r w:rsidRPr="00424E5F">
        <w:rPr>
          <w:rStyle w:val="Referencingstyle"/>
        </w:rPr>
        <w:t>[Schedule 1, item 1, subsection 1211C(4)]</w:t>
      </w:r>
    </w:p>
    <w:p w:rsidR="0041503C" w:rsidRDefault="0041503C" w:rsidP="008D51C1">
      <w:pPr>
        <w:pStyle w:val="base-text-paragraph"/>
        <w:numPr>
          <w:ilvl w:val="1"/>
          <w:numId w:val="49"/>
        </w:numPr>
      </w:pPr>
      <w:r w:rsidRPr="00A47011">
        <w:t xml:space="preserve">The penalty for the less serious offence is a fine of up to </w:t>
      </w:r>
      <w:r>
        <w:t>6</w:t>
      </w:r>
      <w:r w:rsidRPr="00A47011">
        <w:t>0</w:t>
      </w:r>
      <w:r>
        <w:t> </w:t>
      </w:r>
      <w:r w:rsidRPr="00A47011">
        <w:t>penalty unit</w:t>
      </w:r>
      <w:r>
        <w:t>s</w:t>
      </w:r>
      <w:r w:rsidRPr="00A47011">
        <w:t>.</w:t>
      </w:r>
      <w:r>
        <w:t xml:space="preserve"> There is no imprisonment penalty. The amount of the fine and the absence of an imprisonment penalty are consistent with the recommended penalties in the Guide</w:t>
      </w:r>
      <w:r>
        <w:rPr>
          <w:rStyle w:val="Referencingstyle"/>
        </w:rPr>
        <w:t>.</w:t>
      </w:r>
      <w:r w:rsidRPr="004C279B">
        <w:rPr>
          <w:rStyle w:val="Referencingstyle"/>
          <w:b w:val="0"/>
          <w:i w:val="0"/>
          <w:sz w:val="22"/>
        </w:rPr>
        <w:t xml:space="preserve"> </w:t>
      </w:r>
      <w:r>
        <w:rPr>
          <w:rStyle w:val="Referencingstyle"/>
        </w:rPr>
        <w:t>[Schedule 1, item 1, subsection 1211C(5)]</w:t>
      </w:r>
    </w:p>
    <w:p w:rsidR="0041503C" w:rsidRDefault="0041503C" w:rsidP="008D51C1">
      <w:pPr>
        <w:pStyle w:val="base-text-paragraph"/>
        <w:numPr>
          <w:ilvl w:val="1"/>
          <w:numId w:val="49"/>
        </w:numPr>
      </w:pPr>
      <w:r>
        <w:t xml:space="preserve">While strict liability offences often sit uncomfortably with the presumption of innocence, they are appropriate if they pursue a legitimate aim and are proportionate to achieving that aim (see the </w:t>
      </w:r>
      <w:r w:rsidRPr="00137BC8">
        <w:t>Guide</w:t>
      </w:r>
      <w:r>
        <w:t>, section 2.2.6</w:t>
      </w:r>
      <w:r w:rsidRPr="00137BC8">
        <w:t>)</w:t>
      </w:r>
      <w:r>
        <w:t>. The strict liability offence for less serious breaches of the Passport Rules is consistent with the Guide. It is designed to ensure the integrity of the new regime, protect investors, and make it easier for ASIC to prosecute an offence.</w:t>
      </w:r>
      <w:r w:rsidRPr="007E2B76">
        <w:t xml:space="preserve"> </w:t>
      </w:r>
      <w:r>
        <w:t>The Passport Rules contain a large number of detailed rules, especially with respect to investment restrictions, and it is conceivable that there may be a significant number of minor infringements. Proof of fault is likely to be relatively easy to demonstrate, as the investment restrictions provide objective criteria which can be used to assess whether an infringement has occurred. A quick and effective means of dealing with these infringements is an essential element in preserving the integrity of the passport regime.</w:t>
      </w:r>
    </w:p>
    <w:p w:rsidR="0052033E" w:rsidRPr="0009753A" w:rsidRDefault="0052033E" w:rsidP="008D51C1">
      <w:pPr>
        <w:pStyle w:val="base-text-paragraph"/>
      </w:pPr>
      <w:r w:rsidRPr="0009753A">
        <w:t>Both of the offences for breaches of the Passport Rules in this jurisdiction apply to Australian passport funds, notified foreign passport funds (that is, funds which are permitted to offer interests in Australia), and any person connected with one of these funds. In the case of notified foreign passport funds, the breach must also result, or be likely to result, in financial losses or other disadvantages for members of the fund</w:t>
      </w:r>
      <w:r w:rsidR="000E29DB" w:rsidRPr="000E29DB">
        <w:t xml:space="preserve"> </w:t>
      </w:r>
      <w:r w:rsidR="000E29DB">
        <w:t xml:space="preserve">in </w:t>
      </w:r>
      <w:r w:rsidR="000E29DB" w:rsidRPr="0009753A">
        <w:t>Australia</w:t>
      </w:r>
      <w:r w:rsidRPr="0009753A">
        <w:t xml:space="preserve">. </w:t>
      </w:r>
      <w:r w:rsidRPr="0009753A">
        <w:rPr>
          <w:rStyle w:val="Referencingstyle"/>
        </w:rPr>
        <w:t>[Schedule 1, item 1, subsections 1211C(1) and</w:t>
      </w:r>
      <w:r>
        <w:rPr>
          <w:rStyle w:val="Referencingstyle"/>
        </w:rPr>
        <w:t> </w:t>
      </w:r>
      <w:r w:rsidRPr="0009753A">
        <w:rPr>
          <w:rStyle w:val="Referencingstyle"/>
        </w:rPr>
        <w:t>(2)]</w:t>
      </w:r>
    </w:p>
    <w:p w:rsidR="0041503C" w:rsidRDefault="0041503C" w:rsidP="008D51C1">
      <w:pPr>
        <w:pStyle w:val="base-text-paragraph"/>
        <w:numPr>
          <w:ilvl w:val="1"/>
          <w:numId w:val="49"/>
        </w:numPr>
      </w:pPr>
      <w:r>
        <w:t xml:space="preserve">Breaches of the Passport Rules are subject to the </w:t>
      </w:r>
      <w:r w:rsidR="0016756C">
        <w:t>existing penalty</w:t>
      </w:r>
      <w:r>
        <w:t xml:space="preserve"> </w:t>
      </w:r>
      <w:r w:rsidR="0016756C">
        <w:t>notice regime in the Corporations</w:t>
      </w:r>
      <w:r>
        <w:t xml:space="preserve"> Act. </w:t>
      </w:r>
      <w:r w:rsidR="0016756C">
        <w:t>For further information about the penalty notice regime</w:t>
      </w:r>
      <w:r w:rsidR="00A65A8B">
        <w:t xml:space="preserve">, see paragraph </w:t>
      </w:r>
      <w:r w:rsidR="009E4F9B">
        <w:t>4</w:t>
      </w:r>
      <w:r w:rsidR="00857EF7">
        <w:t>.80</w:t>
      </w:r>
      <w:r>
        <w:t>.</w:t>
      </w:r>
      <w:r w:rsidRPr="004C279B">
        <w:rPr>
          <w:rStyle w:val="Referencingstyle"/>
          <w:b w:val="0"/>
          <w:i w:val="0"/>
          <w:sz w:val="22"/>
        </w:rPr>
        <w:t xml:space="preserve"> </w:t>
      </w:r>
      <w:r>
        <w:rPr>
          <w:rStyle w:val="Referencingstyle"/>
        </w:rPr>
        <w:t>[Schedule </w:t>
      </w:r>
      <w:r w:rsidR="0016756C">
        <w:rPr>
          <w:rStyle w:val="Referencingstyle"/>
        </w:rPr>
        <w:t>2</w:t>
      </w:r>
      <w:r>
        <w:rPr>
          <w:rStyle w:val="Referencingstyle"/>
        </w:rPr>
        <w:t>, item </w:t>
      </w:r>
      <w:r w:rsidR="0016756C">
        <w:rPr>
          <w:rStyle w:val="Referencingstyle"/>
        </w:rPr>
        <w:t>271AA</w:t>
      </w:r>
      <w:r>
        <w:rPr>
          <w:rStyle w:val="Referencingstyle"/>
        </w:rPr>
        <w:t xml:space="preserve">, </w:t>
      </w:r>
      <w:r w:rsidR="0016756C">
        <w:rPr>
          <w:rStyle w:val="Referencingstyle"/>
        </w:rPr>
        <w:t>subparagraph 1313(8)(aa)(</w:t>
      </w:r>
      <w:proofErr w:type="spellStart"/>
      <w:r w:rsidR="0016756C">
        <w:rPr>
          <w:rStyle w:val="Referencingstyle"/>
        </w:rPr>
        <w:t>i</w:t>
      </w:r>
      <w:proofErr w:type="spellEnd"/>
      <w:r w:rsidR="0016756C">
        <w:rPr>
          <w:rStyle w:val="Referencingstyle"/>
        </w:rPr>
        <w:t>)</w:t>
      </w:r>
      <w:r>
        <w:rPr>
          <w:rStyle w:val="Referencingstyle"/>
        </w:rPr>
        <w:t>]</w:t>
      </w:r>
    </w:p>
    <w:p w:rsidR="0041503C" w:rsidRDefault="0041503C" w:rsidP="008D51C1">
      <w:pPr>
        <w:pStyle w:val="base-text-paragraph"/>
        <w:numPr>
          <w:ilvl w:val="1"/>
          <w:numId w:val="49"/>
        </w:numPr>
      </w:pPr>
      <w:r>
        <w:t xml:space="preserve">The </w:t>
      </w:r>
      <w:r w:rsidR="007E5CBD">
        <w:t xml:space="preserve">penalty </w:t>
      </w:r>
      <w:r>
        <w:t>notice scheme follows the guidance set out in the Guide. Because the Passport Rules contain a large number of detailed requirements, for example with regard to investment restrictions for various asset classes, the breaches covered by the less serious offence would be relatively minor and it would not make sense for ASIC to have to consider complex legal distinctions (such as the defendant’s mental state) to determine whether a breach has occurred. As there may be a high volume of breaches, a</w:t>
      </w:r>
      <w:r w:rsidR="001E5F21">
        <w:t xml:space="preserve"> penalty </w:t>
      </w:r>
      <w:r>
        <w:t>notice regime is more efficient to deal with this type of breach.</w:t>
      </w:r>
    </w:p>
    <w:p w:rsidR="0041503C" w:rsidRDefault="00442498" w:rsidP="008D51C1">
      <w:pPr>
        <w:pStyle w:val="base-text-paragraph"/>
        <w:numPr>
          <w:ilvl w:val="1"/>
          <w:numId w:val="49"/>
        </w:numPr>
      </w:pPr>
      <w:r>
        <w:t>Th</w:t>
      </w:r>
      <w:r w:rsidR="0041503C">
        <w:t xml:space="preserve">e </w:t>
      </w:r>
      <w:r>
        <w:t xml:space="preserve">Court has </w:t>
      </w:r>
      <w:r w:rsidR="0041503C">
        <w:t>the power to</w:t>
      </w:r>
      <w:r w:rsidR="00884373">
        <w:t xml:space="preserve"> make a declaration of contravention and</w:t>
      </w:r>
      <w:r w:rsidR="0041503C">
        <w:t xml:space="preserve"> order a person who breaches the Passport Rules to compensate another person or entity, including a passport fund, for damage suffered as a result of the breach. Damage suffered includes any diminution in the value of the fund’s property and any profits made by the person who breached the Passport Rules.</w:t>
      </w:r>
      <w:r w:rsidR="0041503C" w:rsidRPr="00A02C7E">
        <w:t xml:space="preserve"> </w:t>
      </w:r>
      <w:r w:rsidR="0041503C">
        <w:t xml:space="preserve">The court must specify the amount of compensation. </w:t>
      </w:r>
      <w:r w:rsidR="0041503C" w:rsidRPr="0049488E">
        <w:rPr>
          <w:rStyle w:val="Referencingstyle"/>
        </w:rPr>
        <w:t>[Schedule 2, item</w:t>
      </w:r>
      <w:r w:rsidR="0049488E">
        <w:rPr>
          <w:rStyle w:val="Referencingstyle"/>
        </w:rPr>
        <w:t>s</w:t>
      </w:r>
      <w:r w:rsidR="0041503C" w:rsidRPr="0049488E">
        <w:rPr>
          <w:rStyle w:val="Referencingstyle"/>
        </w:rPr>
        <w:t> </w:t>
      </w:r>
      <w:r w:rsidR="001156BF">
        <w:rPr>
          <w:rStyle w:val="Referencingstyle"/>
        </w:rPr>
        <w:t>273A</w:t>
      </w:r>
      <w:r w:rsidR="00884373">
        <w:rPr>
          <w:rStyle w:val="Referencingstyle"/>
        </w:rPr>
        <w:t xml:space="preserve">, </w:t>
      </w:r>
      <w:r w:rsidR="0049488E">
        <w:rPr>
          <w:rStyle w:val="Referencingstyle"/>
        </w:rPr>
        <w:t>2</w:t>
      </w:r>
      <w:r w:rsidR="0072120B" w:rsidRPr="0049488E">
        <w:rPr>
          <w:rStyle w:val="Referencingstyle"/>
        </w:rPr>
        <w:t>75 to 280</w:t>
      </w:r>
      <w:r w:rsidR="0049488E">
        <w:rPr>
          <w:rStyle w:val="Referencingstyle"/>
        </w:rPr>
        <w:t xml:space="preserve"> and 287</w:t>
      </w:r>
      <w:r w:rsidR="0041503C" w:rsidRPr="0049488E">
        <w:rPr>
          <w:rStyle w:val="Referencingstyle"/>
        </w:rPr>
        <w:t xml:space="preserve">, subsections 1317H(1) </w:t>
      </w:r>
      <w:r w:rsidR="0041503C">
        <w:rPr>
          <w:rStyle w:val="Referencingstyle"/>
        </w:rPr>
        <w:t xml:space="preserve">and </w:t>
      </w:r>
      <w:r w:rsidR="0049488E">
        <w:rPr>
          <w:rStyle w:val="Referencingstyle"/>
        </w:rPr>
        <w:t xml:space="preserve">(2), heading to </w:t>
      </w:r>
      <w:r w:rsidR="0049488E" w:rsidRPr="0049488E">
        <w:rPr>
          <w:b/>
          <w:i/>
          <w:sz w:val="18"/>
        </w:rPr>
        <w:t>subsections 1317H(</w:t>
      </w:r>
      <w:r w:rsidR="0049488E">
        <w:rPr>
          <w:b/>
          <w:i/>
          <w:sz w:val="18"/>
        </w:rPr>
        <w:t>3</w:t>
      </w:r>
      <w:r w:rsidR="0049488E" w:rsidRPr="0049488E">
        <w:rPr>
          <w:b/>
          <w:i/>
          <w:sz w:val="18"/>
        </w:rPr>
        <w:t>)</w:t>
      </w:r>
      <w:r w:rsidR="0049488E">
        <w:rPr>
          <w:b/>
          <w:i/>
          <w:sz w:val="18"/>
        </w:rPr>
        <w:t>, subsections</w:t>
      </w:r>
      <w:r w:rsidR="0049488E">
        <w:rPr>
          <w:rStyle w:val="Referencingstyle"/>
        </w:rPr>
        <w:t> 1317H(3</w:t>
      </w:r>
      <w:r w:rsidR="0049488E" w:rsidRPr="0049488E">
        <w:rPr>
          <w:rStyle w:val="Referencingstyle"/>
        </w:rPr>
        <w:t>)</w:t>
      </w:r>
      <w:r w:rsidR="0049488E">
        <w:rPr>
          <w:rStyle w:val="Referencingstyle"/>
        </w:rPr>
        <w:t xml:space="preserve"> and</w:t>
      </w:r>
      <w:r w:rsidR="00B4168A">
        <w:rPr>
          <w:rStyle w:val="Referencingstyle"/>
        </w:rPr>
        <w:t> </w:t>
      </w:r>
      <w:r w:rsidR="0049488E">
        <w:rPr>
          <w:rStyle w:val="Referencingstyle"/>
        </w:rPr>
        <w:t>(4)</w:t>
      </w:r>
      <w:r w:rsidR="0049488E" w:rsidRPr="0049488E">
        <w:rPr>
          <w:b/>
          <w:i/>
          <w:sz w:val="18"/>
        </w:rPr>
        <w:t xml:space="preserve"> </w:t>
      </w:r>
      <w:r w:rsidR="0041503C" w:rsidRPr="0049488E">
        <w:rPr>
          <w:rStyle w:val="Referencingstyle"/>
        </w:rPr>
        <w:t>and 1317HC(1) to</w:t>
      </w:r>
      <w:r w:rsidR="0049488E">
        <w:rPr>
          <w:rStyle w:val="Referencingstyle"/>
        </w:rPr>
        <w:t> </w:t>
      </w:r>
      <w:r w:rsidR="0041503C" w:rsidRPr="0049488E">
        <w:rPr>
          <w:rStyle w:val="Referencingstyle"/>
        </w:rPr>
        <w:t>(</w:t>
      </w:r>
      <w:r w:rsidR="009C4FC0">
        <w:rPr>
          <w:rStyle w:val="Referencingstyle"/>
        </w:rPr>
        <w:t>4</w:t>
      </w:r>
      <w:r w:rsidR="0041503C" w:rsidRPr="0049488E">
        <w:rPr>
          <w:rStyle w:val="Referencingstyle"/>
        </w:rPr>
        <w:t>)</w:t>
      </w:r>
      <w:r w:rsidR="001156BF">
        <w:rPr>
          <w:rStyle w:val="Referencingstyle"/>
        </w:rPr>
        <w:t xml:space="preserve"> and </w:t>
      </w:r>
      <w:r w:rsidR="003C51CD">
        <w:rPr>
          <w:rStyle w:val="Referencingstyle"/>
        </w:rPr>
        <w:t>1317E(1)</w:t>
      </w:r>
      <w:r w:rsidR="00884373">
        <w:rPr>
          <w:rStyle w:val="Referencingstyle"/>
        </w:rPr>
        <w:t xml:space="preserve"> table item 45A</w:t>
      </w:r>
      <w:r w:rsidR="0041503C" w:rsidRPr="0049488E">
        <w:rPr>
          <w:rStyle w:val="Referencingstyle"/>
        </w:rPr>
        <w:t>]</w:t>
      </w:r>
    </w:p>
    <w:p w:rsidR="0041503C" w:rsidRDefault="0041503C" w:rsidP="008D51C1">
      <w:pPr>
        <w:pStyle w:val="Heading4"/>
      </w:pPr>
      <w:r>
        <w:t>Extended geographical jurisdiction</w:t>
      </w:r>
    </w:p>
    <w:p w:rsidR="0041503C" w:rsidRDefault="0041503C" w:rsidP="008D51C1">
      <w:pPr>
        <w:pStyle w:val="base-text-paragraph"/>
        <w:numPr>
          <w:ilvl w:val="1"/>
          <w:numId w:val="49"/>
        </w:numPr>
      </w:pPr>
      <w:r>
        <w:t>Extended geographical jurisdiction Category A as set out in section 15.1 of the Criminal</w:t>
      </w:r>
      <w:r w:rsidR="00FD29BD">
        <w:t> </w:t>
      </w:r>
      <w:r>
        <w:t>Code applies to the two</w:t>
      </w:r>
      <w:r w:rsidR="00FD29BD">
        <w:t> </w:t>
      </w:r>
      <w:r>
        <w:t xml:space="preserve">offences for breaching the Passport Rules. </w:t>
      </w:r>
      <w:r>
        <w:rPr>
          <w:rStyle w:val="Referencingstyle"/>
        </w:rPr>
        <w:t>[Schedule 1, item 1, subsection 1211C(5)]</w:t>
      </w:r>
    </w:p>
    <w:p w:rsidR="0041503C" w:rsidRDefault="0041503C" w:rsidP="008D51C1">
      <w:pPr>
        <w:pStyle w:val="base-text-paragraph"/>
        <w:numPr>
          <w:ilvl w:val="1"/>
          <w:numId w:val="49"/>
        </w:numPr>
      </w:pPr>
      <w:r>
        <w:t>Under this category, the offences apply to Australian citizens, or bodies corporate, regardless of where the conduct giving rise to the offence occurs, whether in Australia or overseas. In contrast to the circumstances of foreign nationals and bodies corporate (see next paragraph), no defence is available if there is no equivalent offence applying to the conduct in the domestic law of the overseas jurisdiction where the conduct occurs.</w:t>
      </w:r>
    </w:p>
    <w:p w:rsidR="0041503C" w:rsidRDefault="0041503C" w:rsidP="008D51C1">
      <w:pPr>
        <w:pStyle w:val="base-text-paragraph"/>
        <w:numPr>
          <w:ilvl w:val="1"/>
          <w:numId w:val="49"/>
        </w:numPr>
      </w:pPr>
      <w:r>
        <w:t>The offences apply to foreign nationals and bodies corporate if the conduct giving rise to the offences occurs in Australia. They also apply if the conduct occurs abroad, provided that a result of the conduct occurs in Australia. However, under these circumstances there is a defence available if there is no equivalent offence in the domestic law of the jurisdiction where the conduct occurs.</w:t>
      </w:r>
    </w:p>
    <w:p w:rsidR="0041503C" w:rsidRDefault="0041503C" w:rsidP="008D51C1">
      <w:pPr>
        <w:pStyle w:val="base-text-paragraph"/>
        <w:numPr>
          <w:ilvl w:val="1"/>
          <w:numId w:val="49"/>
        </w:numPr>
      </w:pPr>
      <w:r>
        <w:t>This could, for example, apply in the case of a person connected with a notified foreign passport fund breaching the Australian Passport Rules through conduct occurring in a foreign jurisdiction, such as the fund’s home economy. However, given that the Passport Rules in all participating economies are required to be consistent with the Passport</w:t>
      </w:r>
      <w:r w:rsidR="00F230C4">
        <w:t> </w:t>
      </w:r>
      <w:r>
        <w:t>Rules in Annex 3 of the MOC, it is expected that a breach of the Australian Passport Rules will also constitute a breach of the foreign jurisdiction’s Passport Rules. The defence available under Category A to foreign citizens and bodies corporate would accordingly not be available under these circumstances.</w:t>
      </w:r>
    </w:p>
    <w:p w:rsidR="0041503C" w:rsidRDefault="0041503C" w:rsidP="008D51C1">
      <w:pPr>
        <w:pStyle w:val="Heading3"/>
      </w:pPr>
      <w:r>
        <w:t xml:space="preserve">Stop </w:t>
      </w:r>
      <w:r w:rsidR="001E7BDA">
        <w:t>orders</w:t>
      </w:r>
    </w:p>
    <w:p w:rsidR="0041503C" w:rsidRPr="00AC27CD" w:rsidRDefault="0041503C" w:rsidP="008D51C1">
      <w:pPr>
        <w:pStyle w:val="Heading4"/>
      </w:pPr>
      <w:r>
        <w:t xml:space="preserve">Stop </w:t>
      </w:r>
      <w:r w:rsidR="001E7BDA">
        <w:t>orders</w:t>
      </w:r>
      <w:r>
        <w:t xml:space="preserve"> against Australian p</w:t>
      </w:r>
      <w:r w:rsidRPr="00AC27CD">
        <w:t xml:space="preserve">assport </w:t>
      </w:r>
      <w:r>
        <w:t>f</w:t>
      </w:r>
      <w:r w:rsidRPr="00AC27CD">
        <w:t>unds</w:t>
      </w:r>
    </w:p>
    <w:p w:rsidR="0041503C" w:rsidRDefault="0041503C" w:rsidP="008D51C1">
      <w:pPr>
        <w:pStyle w:val="base-text-paragraph"/>
        <w:numPr>
          <w:ilvl w:val="1"/>
          <w:numId w:val="49"/>
        </w:numPr>
      </w:pPr>
      <w:r>
        <w:t>ASIC may make a stop order against an Australian passport fund if it is satisfied that the fund, or a person associated with the fund, does not comply, or is not likely to comply, with the Corporations</w:t>
      </w:r>
      <w:r w:rsidR="001D0CEE">
        <w:t> </w:t>
      </w:r>
      <w:r>
        <w:t>Act, Passport Rules for this jurisdiction, ASIC Act or the associated regulations</w:t>
      </w:r>
      <w:r w:rsidRPr="00D62690">
        <w:t>.</w:t>
      </w:r>
      <w:r>
        <w:t xml:space="preserve"> The stop order may:</w:t>
      </w:r>
    </w:p>
    <w:p w:rsidR="0041503C" w:rsidRDefault="0041503C" w:rsidP="008D51C1">
      <w:pPr>
        <w:pStyle w:val="dotpoint"/>
      </w:pPr>
      <w:r>
        <w:t xml:space="preserve">prohibit the passport fund or its operator from </w:t>
      </w:r>
      <w:r w:rsidR="002068CD">
        <w:t xml:space="preserve">offering </w:t>
      </w:r>
      <w:r>
        <w:t>interests in Australia;</w:t>
      </w:r>
    </w:p>
    <w:p w:rsidR="0041503C" w:rsidRDefault="0041503C" w:rsidP="008D51C1">
      <w:pPr>
        <w:pStyle w:val="dotpoint"/>
      </w:pPr>
      <w:r>
        <w:t xml:space="preserve">prohibit the passport fund or its operator from </w:t>
      </w:r>
      <w:r w:rsidR="002068CD">
        <w:t xml:space="preserve">offering </w:t>
      </w:r>
      <w:r>
        <w:t>interests in another jurisdiction; or</w:t>
      </w:r>
    </w:p>
    <w:p w:rsidR="0041503C" w:rsidRDefault="0041503C" w:rsidP="008D51C1">
      <w:pPr>
        <w:pStyle w:val="dotpoint"/>
      </w:pPr>
      <w:r>
        <w:t xml:space="preserve">require the fund or its operator to take or cease any action reasonably necessary to give effect to the prohibition on </w:t>
      </w:r>
      <w:r w:rsidR="002068CD">
        <w:t xml:space="preserve">offering </w:t>
      </w:r>
      <w:r>
        <w:t>interests.</w:t>
      </w:r>
    </w:p>
    <w:p w:rsidR="0041503C" w:rsidRDefault="0041503C" w:rsidP="008D51C1">
      <w:pPr>
        <w:pStyle w:val="dotpoint"/>
        <w:numPr>
          <w:ilvl w:val="0"/>
          <w:numId w:val="0"/>
        </w:numPr>
        <w:ind w:left="1134"/>
      </w:pPr>
      <w:r>
        <w:t xml:space="preserve">The stop order must be in writing and may be for the period specified in the order or an indefinite period. </w:t>
      </w:r>
      <w:r>
        <w:rPr>
          <w:rStyle w:val="Referencingstyle"/>
        </w:rPr>
        <w:t>[Schedule 1, item 1, subsections 1215(1)</w:t>
      </w:r>
      <w:r w:rsidR="0070014A">
        <w:rPr>
          <w:rStyle w:val="Referencingstyle"/>
        </w:rPr>
        <w:t xml:space="preserve"> </w:t>
      </w:r>
      <w:r>
        <w:rPr>
          <w:rStyle w:val="Referencingstyle"/>
        </w:rPr>
        <w:t>and (3)]</w:t>
      </w:r>
    </w:p>
    <w:p w:rsidR="0041503C" w:rsidRPr="00424E5F" w:rsidRDefault="0041503C" w:rsidP="008D51C1">
      <w:pPr>
        <w:pStyle w:val="base-text-paragraph"/>
        <w:numPr>
          <w:ilvl w:val="1"/>
          <w:numId w:val="49"/>
        </w:numPr>
      </w:pPr>
      <w:r w:rsidRPr="00424E5F">
        <w:t xml:space="preserve">A stop order may specify that conduct of a particular kind will be regarded as constituting a breach of a particular provision in the Corporations Act. </w:t>
      </w:r>
      <w:r w:rsidR="00B90482">
        <w:t xml:space="preserve">It must be given to the operator of the fund as soon as reasonably practicable after it is made. </w:t>
      </w:r>
      <w:r w:rsidRPr="00424E5F">
        <w:rPr>
          <w:rStyle w:val="Referencingstyle"/>
        </w:rPr>
        <w:t>[Schedule 1, item 1, subsection</w:t>
      </w:r>
      <w:r w:rsidR="00B90482">
        <w:rPr>
          <w:rStyle w:val="Referencingstyle"/>
        </w:rPr>
        <w:t>s</w:t>
      </w:r>
      <w:r w:rsidRPr="00424E5F">
        <w:rPr>
          <w:rStyle w:val="Referencingstyle"/>
        </w:rPr>
        <w:t> 1215(2)</w:t>
      </w:r>
      <w:r w:rsidR="00B90482">
        <w:rPr>
          <w:rStyle w:val="Referencingstyle"/>
        </w:rPr>
        <w:t xml:space="preserve"> and (5)</w:t>
      </w:r>
      <w:r w:rsidRPr="00424E5F">
        <w:rPr>
          <w:rStyle w:val="Referencingstyle"/>
        </w:rPr>
        <w:t>]</w:t>
      </w:r>
    </w:p>
    <w:p w:rsidR="0041503C" w:rsidRDefault="0041503C" w:rsidP="008D51C1">
      <w:pPr>
        <w:pStyle w:val="base-text-paragraph"/>
        <w:numPr>
          <w:ilvl w:val="1"/>
          <w:numId w:val="49"/>
        </w:numPr>
      </w:pPr>
      <w:r>
        <w:t>Before making a stop order relating to an Australian passport fund, ASIC must offer procedural fairness to the operator of the fund and any interested persons, including by:</w:t>
      </w:r>
    </w:p>
    <w:p w:rsidR="0041503C" w:rsidRPr="00BD2CA4" w:rsidRDefault="0041503C" w:rsidP="008D51C1">
      <w:pPr>
        <w:pStyle w:val="dotpoint"/>
        <w:rPr>
          <w:b/>
          <w:i/>
          <w:u w:val="single"/>
        </w:rPr>
      </w:pPr>
      <w:r>
        <w:t>holding a hearing; and</w:t>
      </w:r>
    </w:p>
    <w:p w:rsidR="0041503C" w:rsidRPr="00BD2CA4" w:rsidRDefault="0041503C" w:rsidP="008D51C1">
      <w:pPr>
        <w:pStyle w:val="dotpoint"/>
        <w:rPr>
          <w:b/>
          <w:i/>
          <w:u w:val="single"/>
        </w:rPr>
      </w:pPr>
      <w:r>
        <w:t>giving the persons a reasonable opportunity to make written, or oral submissions, on whether an order should be made.</w:t>
      </w:r>
    </w:p>
    <w:p w:rsidR="0041503C" w:rsidRPr="008005BF" w:rsidRDefault="0041503C" w:rsidP="008D51C1">
      <w:pPr>
        <w:pStyle w:val="base-text-paragraphnonumbers"/>
        <w:rPr>
          <w:b/>
          <w:i/>
          <w:u w:val="single"/>
        </w:rPr>
      </w:pPr>
      <w:r>
        <w:t xml:space="preserve">These are the same due process requirements as those that apply to stop orders made by ASIC under section 739 of the Corporations Act. The legislation does not prescribe the form of the hearing, allowing it to be held by telephone, or other technological means, in order to reduce costs or afford convenience to participants. </w:t>
      </w:r>
      <w:r>
        <w:rPr>
          <w:rStyle w:val="Referencingstyle"/>
        </w:rPr>
        <w:t>[Schedule 1, item 1, subsection 1215(4)]</w:t>
      </w:r>
    </w:p>
    <w:p w:rsidR="0041503C" w:rsidRDefault="0041503C" w:rsidP="008D51C1">
      <w:pPr>
        <w:pStyle w:val="base-text-paragraph"/>
        <w:numPr>
          <w:ilvl w:val="1"/>
          <w:numId w:val="49"/>
        </w:numPr>
      </w:pPr>
      <w:r>
        <w:t>A copy of the stop orders must be given to the operator of the fund</w:t>
      </w:r>
      <w:r>
        <w:rPr>
          <w:rStyle w:val="Referencingstyle"/>
        </w:rPr>
        <w:t xml:space="preserve">. </w:t>
      </w:r>
      <w:r>
        <w:t>The operator of the fund as well as any other person who is aware of the order must not contravene the order</w:t>
      </w:r>
      <w:r w:rsidR="005974A6">
        <w:t>.</w:t>
      </w:r>
      <w:r>
        <w:t xml:space="preserve"> </w:t>
      </w:r>
      <w:r>
        <w:rPr>
          <w:rStyle w:val="Referencingstyle"/>
        </w:rPr>
        <w:t>[Schedule</w:t>
      </w:r>
      <w:r w:rsidR="007B5F29">
        <w:rPr>
          <w:rStyle w:val="Referencingstyle"/>
        </w:rPr>
        <w:t> </w:t>
      </w:r>
      <w:r>
        <w:rPr>
          <w:rStyle w:val="Referencingstyle"/>
        </w:rPr>
        <w:t>1, item</w:t>
      </w:r>
      <w:r w:rsidR="007B5F29">
        <w:rPr>
          <w:rStyle w:val="Referencingstyle"/>
        </w:rPr>
        <w:t> </w:t>
      </w:r>
      <w:r>
        <w:rPr>
          <w:rStyle w:val="Referencingstyle"/>
        </w:rPr>
        <w:t>1, subsection</w:t>
      </w:r>
      <w:r w:rsidR="007B5F29">
        <w:rPr>
          <w:rStyle w:val="Referencingstyle"/>
        </w:rPr>
        <w:t> </w:t>
      </w:r>
      <w:r>
        <w:rPr>
          <w:rStyle w:val="Referencingstyle"/>
        </w:rPr>
        <w:t>1215C(5) and section 1215D]</w:t>
      </w:r>
    </w:p>
    <w:p w:rsidR="0041503C" w:rsidRDefault="0041503C" w:rsidP="008D51C1">
      <w:pPr>
        <w:pStyle w:val="base-text-paragraph"/>
        <w:numPr>
          <w:ilvl w:val="1"/>
          <w:numId w:val="49"/>
        </w:numPr>
      </w:pPr>
      <w:r>
        <w:t xml:space="preserve">ASIC has the power to vary or revoke a stop order under section 33 of the </w:t>
      </w:r>
      <w:r>
        <w:rPr>
          <w:i/>
        </w:rPr>
        <w:t>Acts Interpretation Act 1901</w:t>
      </w:r>
      <w:r>
        <w:t>. This has been confirmed in the context of other stop order provisions in the Corporations Act, such as section 1020E.</w:t>
      </w:r>
    </w:p>
    <w:p w:rsidR="0041503C" w:rsidRDefault="0041503C" w:rsidP="008D51C1">
      <w:pPr>
        <w:pStyle w:val="base-text-paragraph"/>
        <w:numPr>
          <w:ilvl w:val="1"/>
          <w:numId w:val="49"/>
        </w:numPr>
      </w:pPr>
      <w:r>
        <w:t>A person may seek review of a stop order under Part 9.4A of the Corporations</w:t>
      </w:r>
      <w:r w:rsidR="00025586">
        <w:t> </w:t>
      </w:r>
      <w:r>
        <w:t xml:space="preserve">Act and the </w:t>
      </w:r>
      <w:r w:rsidRPr="003C46EE">
        <w:rPr>
          <w:i/>
        </w:rPr>
        <w:t>Administrative Appeals Tribunals Act</w:t>
      </w:r>
      <w:r>
        <w:rPr>
          <w:i/>
        </w:rPr>
        <w:t> </w:t>
      </w:r>
      <w:r w:rsidRPr="003C46EE">
        <w:rPr>
          <w:i/>
        </w:rPr>
        <w:t>1975</w:t>
      </w:r>
      <w:r>
        <w:t>.</w:t>
      </w:r>
    </w:p>
    <w:p w:rsidR="0041503C" w:rsidRPr="008005BF" w:rsidRDefault="0041503C" w:rsidP="008D51C1">
      <w:pPr>
        <w:pStyle w:val="Heading4"/>
        <w:rPr>
          <w:u w:val="single"/>
        </w:rPr>
      </w:pPr>
      <w:r w:rsidRPr="008C1BBF">
        <w:t xml:space="preserve">Stop </w:t>
      </w:r>
      <w:r w:rsidR="001E7BDA">
        <w:t>o</w:t>
      </w:r>
      <w:r w:rsidR="001E7BDA" w:rsidRPr="008C1BBF">
        <w:t>rders</w:t>
      </w:r>
      <w:r w:rsidRPr="008C1BBF">
        <w:t xml:space="preserve"> against notified foreign passport funds</w:t>
      </w:r>
    </w:p>
    <w:p w:rsidR="0041503C" w:rsidRDefault="0041503C" w:rsidP="008D51C1">
      <w:pPr>
        <w:pStyle w:val="base-text-paragraph"/>
        <w:numPr>
          <w:ilvl w:val="1"/>
          <w:numId w:val="49"/>
        </w:numPr>
      </w:pPr>
      <w:r w:rsidRPr="008C1BBF">
        <w:t>ASIC may by written instrument make a stop order prohibiting</w:t>
      </w:r>
      <w:r>
        <w:t xml:space="preserve"> the operator of a notified foreign passport fund from offering interests in Australia. The stop order may also require the fund, or its operator, to take or cease any action reasonably necessary to give effect to the prohibition on </w:t>
      </w:r>
      <w:r w:rsidR="0031458A">
        <w:t xml:space="preserve">offering </w:t>
      </w:r>
      <w:r>
        <w:t xml:space="preserve">interests. </w:t>
      </w:r>
      <w:r w:rsidR="00C50E29" w:rsidRPr="002019BF">
        <w:t xml:space="preserve">The power to order that other action be taken or </w:t>
      </w:r>
      <w:r w:rsidR="0031458A">
        <w:t>not taken, as the case may be,</w:t>
      </w:r>
      <w:r w:rsidR="00C50E29" w:rsidRPr="002019BF">
        <w:t xml:space="preserve"> </w:t>
      </w:r>
      <w:r w:rsidR="0031458A">
        <w:t xml:space="preserve">is designed to ensure ASIC is able to require any additional steps that are necessary to ensure a stop order </w:t>
      </w:r>
      <w:r w:rsidR="005B48ED">
        <w:t>is effective</w:t>
      </w:r>
      <w:r w:rsidR="00C50E29">
        <w:t>.</w:t>
      </w:r>
      <w:r>
        <w:t xml:space="preserve"> </w:t>
      </w:r>
      <w:r w:rsidR="00250B4B">
        <w:t>This includes ordering not to issue</w:t>
      </w:r>
      <w:r w:rsidR="0031458A">
        <w:t xml:space="preserve"> an interest where</w:t>
      </w:r>
      <w:r w:rsidR="00250B4B">
        <w:t xml:space="preserve"> an offer has previously been made and is to be later accepted, or when an application is made without an offer.</w:t>
      </w:r>
      <w:r w:rsidR="00250B4B">
        <w:rPr>
          <w:rStyle w:val="Referencingstyle"/>
        </w:rPr>
        <w:t xml:space="preserve"> </w:t>
      </w:r>
      <w:r>
        <w:rPr>
          <w:rStyle w:val="Referencingstyle"/>
        </w:rPr>
        <w:t>[Schedule 1, item 1, subsection 1215A(1) and paragraphs 1215A(3)(e) and</w:t>
      </w:r>
      <w:r w:rsidR="002F1932">
        <w:rPr>
          <w:rStyle w:val="Referencingstyle"/>
        </w:rPr>
        <w:t> </w:t>
      </w:r>
      <w:r>
        <w:rPr>
          <w:rStyle w:val="Referencingstyle"/>
        </w:rPr>
        <w:t>(f)]</w:t>
      </w:r>
    </w:p>
    <w:p w:rsidR="0041503C" w:rsidRDefault="0041503C" w:rsidP="008D51C1">
      <w:pPr>
        <w:pStyle w:val="base-text-paragraph"/>
        <w:numPr>
          <w:ilvl w:val="1"/>
          <w:numId w:val="49"/>
        </w:numPr>
      </w:pPr>
      <w:r>
        <w:t xml:space="preserve">A stop order may specify that conduct of a particular kind will be regarded as constituting a breach of a particular provision in the Corporations Act. </w:t>
      </w:r>
      <w:r>
        <w:rPr>
          <w:rStyle w:val="Referencingstyle"/>
        </w:rPr>
        <w:t>[Schedule 1, item 1, subsection 1215A(2)]</w:t>
      </w:r>
    </w:p>
    <w:p w:rsidR="0041503C" w:rsidRDefault="0041503C" w:rsidP="008D51C1">
      <w:pPr>
        <w:pStyle w:val="base-text-paragraph"/>
        <w:numPr>
          <w:ilvl w:val="1"/>
          <w:numId w:val="49"/>
        </w:numPr>
      </w:pPr>
      <w:r>
        <w:t xml:space="preserve">The notification requirements, right to merits review, and ASIC’s variation and revocation powers are the same as for Australian </w:t>
      </w:r>
      <w:r w:rsidRPr="007752A6">
        <w:t xml:space="preserve">passport funds (see </w:t>
      </w:r>
      <w:r w:rsidRPr="003C65F0">
        <w:t>paragraphs </w:t>
      </w:r>
      <w:r w:rsidR="00602D1F">
        <w:t>6.33</w:t>
      </w:r>
      <w:r w:rsidRPr="003C65F0">
        <w:t xml:space="preserve"> and </w:t>
      </w:r>
      <w:r w:rsidR="00602D1F">
        <w:t>6.55 to 6.58</w:t>
      </w:r>
      <w:r w:rsidR="00C2433E">
        <w:t>).</w:t>
      </w:r>
      <w:r w:rsidRPr="004C279B">
        <w:rPr>
          <w:rStyle w:val="Referencingstyle"/>
          <w:b w:val="0"/>
          <w:i w:val="0"/>
          <w:sz w:val="22"/>
        </w:rPr>
        <w:t xml:space="preserve"> </w:t>
      </w:r>
      <w:r w:rsidRPr="007752A6">
        <w:rPr>
          <w:rStyle w:val="Referencingstyle"/>
        </w:rPr>
        <w:t>[Schedule</w:t>
      </w:r>
      <w:r>
        <w:rPr>
          <w:rStyle w:val="Referencingstyle"/>
        </w:rPr>
        <w:t> </w:t>
      </w:r>
      <w:r w:rsidRPr="007752A6">
        <w:rPr>
          <w:rStyle w:val="Referencingstyle"/>
        </w:rPr>
        <w:t>1, item</w:t>
      </w:r>
      <w:r>
        <w:rPr>
          <w:rStyle w:val="Referencingstyle"/>
        </w:rPr>
        <w:t> </w:t>
      </w:r>
      <w:r w:rsidRPr="007752A6">
        <w:rPr>
          <w:rStyle w:val="Referencingstyle"/>
        </w:rPr>
        <w:t>1, subsection</w:t>
      </w:r>
      <w:r>
        <w:rPr>
          <w:rStyle w:val="Referencingstyle"/>
        </w:rPr>
        <w:t> 1215A(8)]</w:t>
      </w:r>
    </w:p>
    <w:p w:rsidR="0041503C" w:rsidRDefault="0041503C" w:rsidP="008D51C1">
      <w:pPr>
        <w:pStyle w:val="base-text-paragraph"/>
        <w:numPr>
          <w:ilvl w:val="1"/>
          <w:numId w:val="49"/>
        </w:numPr>
      </w:pPr>
      <w:r>
        <w:t>There are three situations where ASIC may make a stop order against a notified foreign passport fund:</w:t>
      </w:r>
    </w:p>
    <w:p w:rsidR="0041503C" w:rsidRDefault="0041503C" w:rsidP="008D51C1">
      <w:pPr>
        <w:pStyle w:val="dotpoint"/>
      </w:pPr>
      <w:r>
        <w:t>the fund or its operators are not complying, or are not likely to comply, with certain laws and regulations in Australia or the fund’s home economy;</w:t>
      </w:r>
    </w:p>
    <w:p w:rsidR="0041503C" w:rsidRDefault="0041503C" w:rsidP="008D51C1">
      <w:pPr>
        <w:pStyle w:val="dotpoint"/>
      </w:pPr>
      <w:r>
        <w:t>the operator of the fund has ceased to be registered as a foreign company, or has not had a local agent for more than 21 days as set out in section 601CF in Division 2 of Part 5B.2 of the Corporations Act; or</w:t>
      </w:r>
    </w:p>
    <w:p w:rsidR="0041503C" w:rsidRDefault="0041503C" w:rsidP="008D51C1">
      <w:pPr>
        <w:pStyle w:val="dotpoint"/>
      </w:pPr>
      <w:r>
        <w:t>the Minister has made a determination that applies to the fund.</w:t>
      </w:r>
    </w:p>
    <w:p w:rsidR="0041503C" w:rsidRPr="00C2433E" w:rsidRDefault="0041503C" w:rsidP="008D51C1">
      <w:pPr>
        <w:pStyle w:val="base-text-paragraphnonumbers"/>
        <w:rPr>
          <w:rStyle w:val="Referencingstyle"/>
        </w:rPr>
      </w:pPr>
      <w:r>
        <w:rPr>
          <w:rStyle w:val="Referencingstyle"/>
        </w:rPr>
        <w:t>[Schedule 1, item 1, paragraphs 1215A(3)(a</w:t>
      </w:r>
      <w:r w:rsidR="00600791">
        <w:rPr>
          <w:rStyle w:val="Referencingstyle"/>
        </w:rPr>
        <w:t>) to </w:t>
      </w:r>
      <w:r>
        <w:rPr>
          <w:rStyle w:val="Referencingstyle"/>
        </w:rPr>
        <w:t>(d)]</w:t>
      </w:r>
    </w:p>
    <w:p w:rsidR="0041503C" w:rsidRPr="004D59F7" w:rsidRDefault="0041503C" w:rsidP="008D51C1">
      <w:pPr>
        <w:pStyle w:val="Heading5"/>
      </w:pPr>
      <w:r w:rsidRPr="004D59F7">
        <w:t>Ground 1: Non</w:t>
      </w:r>
      <w:r>
        <w:noBreakHyphen/>
      </w:r>
      <w:r w:rsidRPr="004D59F7">
        <w:t xml:space="preserve">compliance with </w:t>
      </w:r>
      <w:r>
        <w:t>the law</w:t>
      </w:r>
    </w:p>
    <w:p w:rsidR="0041503C" w:rsidRDefault="0041503C" w:rsidP="008D51C1">
      <w:pPr>
        <w:pStyle w:val="base-text-paragraph"/>
        <w:numPr>
          <w:ilvl w:val="1"/>
          <w:numId w:val="49"/>
        </w:numPr>
      </w:pPr>
      <w:r>
        <w:t>ASIC may make a stop order if the fund, or its operator, is not complying, or not likely to comply with:</w:t>
      </w:r>
    </w:p>
    <w:p w:rsidR="0041503C" w:rsidRDefault="0041503C" w:rsidP="008D51C1">
      <w:pPr>
        <w:pStyle w:val="dotpoint"/>
      </w:pPr>
      <w:r>
        <w:t>the Corporations Act and Regulations, including the Passport Rules incorporated in Australian law;</w:t>
      </w:r>
    </w:p>
    <w:p w:rsidR="0041503C" w:rsidRDefault="0041503C" w:rsidP="008D51C1">
      <w:pPr>
        <w:pStyle w:val="dotpoint"/>
      </w:pPr>
      <w:r>
        <w:t>the ASIC Act and Regulations</w:t>
      </w:r>
      <w:r w:rsidRPr="004D59F7">
        <w:t>;</w:t>
      </w:r>
      <w:r>
        <w:t xml:space="preserve"> or</w:t>
      </w:r>
    </w:p>
    <w:p w:rsidR="0041503C" w:rsidRDefault="0041503C" w:rsidP="008D51C1">
      <w:pPr>
        <w:pStyle w:val="dotpoint"/>
      </w:pPr>
      <w:r>
        <w:t xml:space="preserve">the fund’s home economy laws and regulations, including the </w:t>
      </w:r>
      <w:r w:rsidR="00327F23">
        <w:t xml:space="preserve">Passport Rules </w:t>
      </w:r>
      <w:r w:rsidR="00675C83">
        <w:t xml:space="preserve">as </w:t>
      </w:r>
      <w:r w:rsidR="00327F23">
        <w:t>incorporated into the home economy’s laws</w:t>
      </w:r>
      <w:r>
        <w:t>.</w:t>
      </w:r>
    </w:p>
    <w:p w:rsidR="0041503C" w:rsidRPr="00C2433E" w:rsidRDefault="0041503C" w:rsidP="008D51C1">
      <w:pPr>
        <w:pStyle w:val="base-text-paragraphnonumbers"/>
        <w:rPr>
          <w:rStyle w:val="Referencingstyle"/>
        </w:rPr>
      </w:pPr>
      <w:r>
        <w:rPr>
          <w:rStyle w:val="Referencingstyle"/>
        </w:rPr>
        <w:t>[Schedule 1, item 1, paragraph 1215A(3)(a) and subsection 1215A(4)]</w:t>
      </w:r>
    </w:p>
    <w:p w:rsidR="0041503C" w:rsidRDefault="0041503C" w:rsidP="008D51C1">
      <w:pPr>
        <w:pStyle w:val="base-text-paragraph"/>
        <w:numPr>
          <w:ilvl w:val="1"/>
          <w:numId w:val="49"/>
        </w:numPr>
      </w:pPr>
      <w:r>
        <w:t>There are three additional factors that ASIC must consider before making the stop order. First, ASIC must consider the impact of the likely non</w:t>
      </w:r>
      <w:r>
        <w:noBreakHyphen/>
        <w:t>compliance on the members and prospective members of the fund. Second, ASIC must consider whether the order is necessary having regard to any action taken or that may be taken by the home regulator. Finally, if ASIC is concerned about non</w:t>
      </w:r>
      <w:r>
        <w:noBreakHyphen/>
        <w:t>compliance with the fund’s home economy laws and regulations, including the Passport Rules for the home economy, ASIC must ask the home regulator for its opinion and give effect to that opinion if</w:t>
      </w:r>
      <w:r w:rsidR="003E3215">
        <w:t>, and only if,</w:t>
      </w:r>
      <w:r>
        <w:t xml:space="preserve"> it is provided</w:t>
      </w:r>
      <w:r w:rsidR="003E3215">
        <w:t xml:space="preserve"> within the stipulated timeframe</w:t>
      </w:r>
      <w:r w:rsidR="002F1932">
        <w:t>.</w:t>
      </w:r>
      <w:r>
        <w:t xml:space="preserve"> </w:t>
      </w:r>
      <w:r>
        <w:rPr>
          <w:rStyle w:val="Referencingstyle"/>
        </w:rPr>
        <w:t>[Schedule 1, item 1, subsection 1215A(5)</w:t>
      </w:r>
      <w:r w:rsidR="002F1932" w:rsidRPr="002F1932">
        <w:rPr>
          <w:rStyle w:val="Referencingstyle"/>
        </w:rPr>
        <w:t xml:space="preserve"> </w:t>
      </w:r>
      <w:r w:rsidR="002F1932">
        <w:rPr>
          <w:rStyle w:val="Referencingstyle"/>
        </w:rPr>
        <w:t>and paragraphs 1215A(6)(a) and (b)</w:t>
      </w:r>
      <w:r>
        <w:rPr>
          <w:rStyle w:val="Referencingstyle"/>
        </w:rPr>
        <w:t>]</w:t>
      </w:r>
    </w:p>
    <w:p w:rsidR="0041503C" w:rsidRDefault="0041503C" w:rsidP="008D51C1">
      <w:pPr>
        <w:pStyle w:val="base-text-paragraph"/>
        <w:numPr>
          <w:ilvl w:val="1"/>
          <w:numId w:val="49"/>
        </w:numPr>
      </w:pPr>
      <w:r>
        <w:t xml:space="preserve">Before making a stop order because Australian or home economy laws may not be complied with, ASIC is required to hold a hearing and give any interested people an opportunity to make submissions. </w:t>
      </w:r>
      <w:r>
        <w:rPr>
          <w:rStyle w:val="Referencingstyle"/>
        </w:rPr>
        <w:t>[Schedule 1, item 1, subsection 1215A(7)]</w:t>
      </w:r>
    </w:p>
    <w:p w:rsidR="0041503C" w:rsidRDefault="0041503C" w:rsidP="008D51C1">
      <w:pPr>
        <w:pStyle w:val="base-text-paragraph"/>
        <w:numPr>
          <w:ilvl w:val="1"/>
          <w:numId w:val="49"/>
        </w:numPr>
      </w:pPr>
      <w:r>
        <w:t>Stop orders made against notified foreign passport funds for non</w:t>
      </w:r>
      <w:r>
        <w:noBreakHyphen/>
        <w:t>compliance with the law are similar to stop orders made against Australian passport funds for non</w:t>
      </w:r>
      <w:r>
        <w:noBreakHyphen/>
        <w:t>compliance with the law. However, the applicable laws and additional considerations are different for notified foreign passport funds. These differences are summarised below:</w:t>
      </w:r>
    </w:p>
    <w:p w:rsidR="0041503C" w:rsidRDefault="0041503C" w:rsidP="008D51C1">
      <w:pPr>
        <w:pStyle w:val="TableHeadingoutsidetable"/>
        <w:numPr>
          <w:ilvl w:val="4"/>
          <w:numId w:val="48"/>
        </w:numPr>
        <w:spacing w:after="120"/>
      </w:pPr>
      <w:r>
        <w:t xml:space="preserve">: Stop </w:t>
      </w:r>
      <w:r w:rsidR="001E7BDA">
        <w:t>order</w:t>
      </w:r>
      <w:r>
        <w:t xml:space="preserve"> for non</w:t>
      </w:r>
      <w:r>
        <w:noBreakHyphen/>
        <w:t>compliance with relevant laws</w:t>
      </w:r>
    </w:p>
    <w:tbl>
      <w:tblPr>
        <w:tblStyle w:val="TableGrid"/>
        <w:tblW w:w="6776" w:type="dxa"/>
        <w:tblInd w:w="1384" w:type="dxa"/>
        <w:tblLook w:val="04A0" w:firstRow="1" w:lastRow="0" w:firstColumn="1" w:lastColumn="0" w:noHBand="0" w:noVBand="1"/>
      </w:tblPr>
      <w:tblGrid>
        <w:gridCol w:w="1248"/>
        <w:gridCol w:w="2438"/>
        <w:gridCol w:w="3090"/>
      </w:tblGrid>
      <w:tr w:rsidR="0041503C" w:rsidTr="001C10A6">
        <w:trPr>
          <w:tblHeader/>
        </w:trPr>
        <w:tc>
          <w:tcPr>
            <w:tcW w:w="1248" w:type="dxa"/>
          </w:tcPr>
          <w:p w:rsidR="0041503C" w:rsidRDefault="0041503C" w:rsidP="008D51C1">
            <w:pPr>
              <w:pStyle w:val="base-text-paragraph"/>
              <w:numPr>
                <w:ilvl w:val="0"/>
                <w:numId w:val="0"/>
              </w:numPr>
            </w:pPr>
          </w:p>
        </w:tc>
        <w:tc>
          <w:tcPr>
            <w:tcW w:w="2438" w:type="dxa"/>
          </w:tcPr>
          <w:p w:rsidR="0041503C" w:rsidRDefault="0041503C" w:rsidP="008D51C1">
            <w:pPr>
              <w:pStyle w:val="tableheaderwithintable"/>
            </w:pPr>
            <w:r>
              <w:t>Australian Passport Funds</w:t>
            </w:r>
          </w:p>
        </w:tc>
        <w:tc>
          <w:tcPr>
            <w:tcW w:w="3090" w:type="dxa"/>
          </w:tcPr>
          <w:p w:rsidR="0041503C" w:rsidRDefault="0041503C" w:rsidP="008D51C1">
            <w:pPr>
              <w:pStyle w:val="tableheaderwithintable"/>
            </w:pPr>
            <w:r>
              <w:t>Notified Foreign Passport Funds</w:t>
            </w:r>
          </w:p>
        </w:tc>
      </w:tr>
      <w:tr w:rsidR="0041503C" w:rsidTr="0041503C">
        <w:tc>
          <w:tcPr>
            <w:tcW w:w="1248" w:type="dxa"/>
          </w:tcPr>
          <w:p w:rsidR="0041503C" w:rsidRPr="00AC27CD" w:rsidRDefault="0041503C" w:rsidP="008D51C1">
            <w:pPr>
              <w:pStyle w:val="base-text-paragraph"/>
              <w:numPr>
                <w:ilvl w:val="0"/>
                <w:numId w:val="0"/>
              </w:numPr>
              <w:rPr>
                <w:b/>
                <w:i/>
              </w:rPr>
            </w:pPr>
            <w:r w:rsidRPr="00AC27CD">
              <w:rPr>
                <w:b/>
                <w:i/>
              </w:rPr>
              <w:t xml:space="preserve">Conditions for </w:t>
            </w:r>
            <w:r w:rsidR="001E7BDA">
              <w:rPr>
                <w:b/>
                <w:i/>
              </w:rPr>
              <w:t>m</w:t>
            </w:r>
            <w:r w:rsidR="001E7BDA" w:rsidRPr="00AC27CD">
              <w:rPr>
                <w:b/>
                <w:i/>
              </w:rPr>
              <w:t xml:space="preserve">aking </w:t>
            </w:r>
            <w:r w:rsidR="001E7BDA">
              <w:rPr>
                <w:b/>
                <w:i/>
              </w:rPr>
              <w:t>o</w:t>
            </w:r>
            <w:r w:rsidR="001E7BDA" w:rsidRPr="00AC27CD">
              <w:rPr>
                <w:b/>
                <w:i/>
              </w:rPr>
              <w:t>rder</w:t>
            </w:r>
          </w:p>
        </w:tc>
        <w:tc>
          <w:tcPr>
            <w:tcW w:w="2438" w:type="dxa"/>
          </w:tcPr>
          <w:p w:rsidR="0041503C" w:rsidRDefault="0041503C" w:rsidP="008D51C1">
            <w:pPr>
              <w:pStyle w:val="Bullet"/>
              <w:keepNext/>
              <w:keepLines/>
              <w:numPr>
                <w:ilvl w:val="0"/>
                <w:numId w:val="0"/>
              </w:numPr>
              <w:ind w:left="62" w:right="-52"/>
            </w:pPr>
            <w:r>
              <w:t xml:space="preserve">ASIC is </w:t>
            </w:r>
            <w:r w:rsidR="001C0C7C">
              <w:t xml:space="preserve">of the opinion </w:t>
            </w:r>
            <w:r>
              <w:t>that the relevant laws (being Australian laws including the Passport Rules for this jurisdiction) are not being, or are not likely to be, complied with.</w:t>
            </w:r>
          </w:p>
          <w:p w:rsidR="0041503C" w:rsidRPr="00AC27CD" w:rsidRDefault="0041503C" w:rsidP="008D51C1">
            <w:pPr>
              <w:pStyle w:val="tabledotpoint"/>
              <w:numPr>
                <w:ilvl w:val="0"/>
                <w:numId w:val="0"/>
              </w:numPr>
              <w:ind w:left="284" w:hanging="284"/>
            </w:pPr>
          </w:p>
        </w:tc>
        <w:tc>
          <w:tcPr>
            <w:tcW w:w="3090" w:type="dxa"/>
          </w:tcPr>
          <w:p w:rsidR="0041503C" w:rsidRDefault="0041503C" w:rsidP="008D51C1">
            <w:pPr>
              <w:pStyle w:val="Bullet"/>
              <w:keepNext/>
              <w:keepLines/>
              <w:ind w:right="-108"/>
            </w:pPr>
            <w:r>
              <w:t xml:space="preserve">ASIC is </w:t>
            </w:r>
            <w:r w:rsidR="001C0C7C">
              <w:t xml:space="preserve">of the opinion </w:t>
            </w:r>
            <w:r>
              <w:t>that the relevant laws (being Australian and home economy laws) are not being, or are not likely to be, complied with.</w:t>
            </w:r>
          </w:p>
          <w:p w:rsidR="0041503C" w:rsidRDefault="0041503C" w:rsidP="008D51C1">
            <w:pPr>
              <w:pStyle w:val="Bullet"/>
              <w:keepNext/>
              <w:keepLines/>
            </w:pPr>
            <w:r>
              <w:t xml:space="preserve">ASIC is </w:t>
            </w:r>
            <w:r w:rsidR="001C0C7C">
              <w:t xml:space="preserve">of the opinion </w:t>
            </w:r>
            <w:r>
              <w:t>that the order is necessary having regard to:</w:t>
            </w:r>
          </w:p>
          <w:p w:rsidR="0041503C" w:rsidRPr="001D2460" w:rsidRDefault="0041503C" w:rsidP="008D51C1">
            <w:pPr>
              <w:pStyle w:val="Dash"/>
              <w:keepNext/>
              <w:keepLines/>
              <w:tabs>
                <w:tab w:val="num" w:pos="601"/>
              </w:tabs>
              <w:ind w:left="601" w:right="-108" w:hanging="284"/>
            </w:pPr>
            <w:r w:rsidRPr="001D2460">
              <w:t xml:space="preserve">the impact on </w:t>
            </w:r>
            <w:r>
              <w:t xml:space="preserve">fund </w:t>
            </w:r>
            <w:r w:rsidRPr="001D2460">
              <w:t>members and potential members; and</w:t>
            </w:r>
          </w:p>
          <w:p w:rsidR="0041503C" w:rsidRPr="0025709B" w:rsidRDefault="0041503C" w:rsidP="008D51C1">
            <w:pPr>
              <w:pStyle w:val="Dash"/>
              <w:keepNext/>
              <w:keepLines/>
              <w:tabs>
                <w:tab w:val="num" w:pos="601"/>
              </w:tabs>
              <w:ind w:left="601" w:right="6" w:hanging="284"/>
            </w:pPr>
            <w:r w:rsidRPr="001D2460">
              <w:t xml:space="preserve">any action taken </w:t>
            </w:r>
            <w:r>
              <w:t xml:space="preserve">or that may be taken </w:t>
            </w:r>
            <w:r w:rsidRPr="001D2460">
              <w:t>by the home regulator.</w:t>
            </w:r>
          </w:p>
          <w:p w:rsidR="0041503C" w:rsidRPr="00AC27CD" w:rsidRDefault="0041503C" w:rsidP="008D51C1">
            <w:pPr>
              <w:pStyle w:val="tabledotpoint"/>
              <w:numPr>
                <w:ilvl w:val="0"/>
                <w:numId w:val="19"/>
              </w:numPr>
            </w:pPr>
            <w:r w:rsidRPr="0025709B">
              <w:t>ASIC has sought</w:t>
            </w:r>
            <w:r>
              <w:t>, and given effect to,</w:t>
            </w:r>
            <w:r w:rsidRPr="0025709B">
              <w:t xml:space="preserve"> the home regulator’</w:t>
            </w:r>
            <w:r>
              <w:t>s opinion with respect to non</w:t>
            </w:r>
            <w:r>
              <w:noBreakHyphen/>
              <w:t>compliance with home economy laws.</w:t>
            </w:r>
          </w:p>
        </w:tc>
      </w:tr>
      <w:tr w:rsidR="0041503C" w:rsidTr="0041503C">
        <w:tc>
          <w:tcPr>
            <w:tcW w:w="1248" w:type="dxa"/>
          </w:tcPr>
          <w:p w:rsidR="0041503C" w:rsidRDefault="0041503C" w:rsidP="008D51C1">
            <w:pPr>
              <w:pStyle w:val="tableheaderwithintable"/>
              <w:jc w:val="left"/>
            </w:pPr>
            <w:r>
              <w:t xml:space="preserve">Relevant </w:t>
            </w:r>
            <w:r w:rsidR="001E7BDA">
              <w:t>laws</w:t>
            </w:r>
          </w:p>
        </w:tc>
        <w:tc>
          <w:tcPr>
            <w:tcW w:w="2438" w:type="dxa"/>
          </w:tcPr>
          <w:p w:rsidR="0041503C" w:rsidRDefault="0041503C" w:rsidP="008D51C1">
            <w:pPr>
              <w:pStyle w:val="tabledotpoint"/>
              <w:numPr>
                <w:ilvl w:val="0"/>
                <w:numId w:val="19"/>
              </w:numPr>
            </w:pPr>
            <w:r>
              <w:t>Corporations</w:t>
            </w:r>
            <w:r w:rsidR="001D0CEE">
              <w:t> </w:t>
            </w:r>
            <w:r>
              <w:t>Act and Regulations</w:t>
            </w:r>
          </w:p>
          <w:p w:rsidR="0041503C" w:rsidRDefault="0041503C" w:rsidP="008D51C1">
            <w:pPr>
              <w:pStyle w:val="tabledotpoint"/>
              <w:numPr>
                <w:ilvl w:val="0"/>
                <w:numId w:val="19"/>
              </w:numPr>
            </w:pPr>
            <w:r>
              <w:t>ASIC</w:t>
            </w:r>
            <w:r w:rsidR="001D0CEE">
              <w:t> </w:t>
            </w:r>
            <w:r>
              <w:t>Act and Regulations</w:t>
            </w:r>
          </w:p>
          <w:p w:rsidR="0041503C" w:rsidRDefault="0041503C" w:rsidP="008D51C1">
            <w:pPr>
              <w:pStyle w:val="tabledotpoint"/>
              <w:numPr>
                <w:ilvl w:val="0"/>
                <w:numId w:val="19"/>
              </w:numPr>
            </w:pPr>
            <w:r>
              <w:t xml:space="preserve">Passport Rules in this jurisdiction </w:t>
            </w:r>
          </w:p>
        </w:tc>
        <w:tc>
          <w:tcPr>
            <w:tcW w:w="3090" w:type="dxa"/>
          </w:tcPr>
          <w:p w:rsidR="0041503C" w:rsidRDefault="0041503C" w:rsidP="008D51C1">
            <w:pPr>
              <w:pStyle w:val="tabledotpoint"/>
              <w:numPr>
                <w:ilvl w:val="0"/>
                <w:numId w:val="19"/>
              </w:numPr>
            </w:pPr>
            <w:r>
              <w:t>Corporations</w:t>
            </w:r>
            <w:r w:rsidR="001D0CEE">
              <w:t> </w:t>
            </w:r>
            <w:r>
              <w:t>Act and Regulations</w:t>
            </w:r>
          </w:p>
          <w:p w:rsidR="0041503C" w:rsidRDefault="0041503C" w:rsidP="008D51C1">
            <w:pPr>
              <w:pStyle w:val="tabledotpoint"/>
              <w:numPr>
                <w:ilvl w:val="0"/>
                <w:numId w:val="19"/>
              </w:numPr>
            </w:pPr>
            <w:r>
              <w:t>ASIC</w:t>
            </w:r>
            <w:r w:rsidR="001D0CEE">
              <w:t> </w:t>
            </w:r>
            <w:r>
              <w:t>Act and Regulations</w:t>
            </w:r>
          </w:p>
          <w:p w:rsidR="0041503C" w:rsidRDefault="0041503C" w:rsidP="008D51C1">
            <w:pPr>
              <w:pStyle w:val="tabledotpoint"/>
              <w:numPr>
                <w:ilvl w:val="0"/>
                <w:numId w:val="19"/>
              </w:numPr>
            </w:pPr>
            <w:r>
              <w:t xml:space="preserve">Passport Rules in this jurisdiction </w:t>
            </w:r>
          </w:p>
          <w:p w:rsidR="0041503C" w:rsidRDefault="0041503C" w:rsidP="008D51C1">
            <w:pPr>
              <w:pStyle w:val="tabledotpoint"/>
              <w:numPr>
                <w:ilvl w:val="0"/>
                <w:numId w:val="19"/>
              </w:numPr>
            </w:pPr>
            <w:r>
              <w:t>Home economy laws and regulations, including the Passport Rules for the home economy</w:t>
            </w:r>
          </w:p>
        </w:tc>
      </w:tr>
    </w:tbl>
    <w:p w:rsidR="0041503C" w:rsidRPr="00C72E5E" w:rsidRDefault="0041503C" w:rsidP="008D51C1">
      <w:pPr>
        <w:pStyle w:val="Heading5"/>
      </w:pPr>
      <w:r w:rsidRPr="00C72E5E">
        <w:t xml:space="preserve">Ground 2: Ceasing to be a registered foreign </w:t>
      </w:r>
      <w:r>
        <w:t>company</w:t>
      </w:r>
      <w:r w:rsidRPr="00C72E5E">
        <w:t xml:space="preserve"> and failure to appoint a local agent</w:t>
      </w:r>
    </w:p>
    <w:p w:rsidR="0041503C" w:rsidRDefault="0041503C" w:rsidP="008D51C1">
      <w:pPr>
        <w:pStyle w:val="base-text-paragraph"/>
        <w:numPr>
          <w:ilvl w:val="1"/>
          <w:numId w:val="49"/>
        </w:numPr>
      </w:pPr>
      <w:r>
        <w:t xml:space="preserve">Ceasing to be a registered foreign company or failure to appoint a local agent for more than 21 days constitute the second ground allowing ASIC to issue a stop order. The requirements in this regard are set out in Division 2 of Part 5B.2 of the Corporations Act. In this situation ASIC is not required to hold a hearing or allow interested parties to make submissions. This differs to the procedure for stop orders made against funds which are not complying, or are not likely to comply, with the law. </w:t>
      </w:r>
      <w:r>
        <w:rPr>
          <w:rStyle w:val="Referencingstyle"/>
        </w:rPr>
        <w:t>[Schedule 1, item 1, paragraphs 1215A(3)(b) and</w:t>
      </w:r>
      <w:r w:rsidR="00427ED4">
        <w:rPr>
          <w:rStyle w:val="Referencingstyle"/>
        </w:rPr>
        <w:t> </w:t>
      </w:r>
      <w:r>
        <w:rPr>
          <w:rStyle w:val="Referencingstyle"/>
        </w:rPr>
        <w:t>(c)]</w:t>
      </w:r>
    </w:p>
    <w:p w:rsidR="0041503C" w:rsidRDefault="0041503C" w:rsidP="008D51C1">
      <w:pPr>
        <w:pStyle w:val="Heading5"/>
      </w:pPr>
      <w:r>
        <w:t>Ground 3: Minister’s determination</w:t>
      </w:r>
    </w:p>
    <w:p w:rsidR="0041503C" w:rsidRDefault="0041503C" w:rsidP="008D51C1">
      <w:pPr>
        <w:pStyle w:val="base-text-paragraph"/>
        <w:numPr>
          <w:ilvl w:val="1"/>
          <w:numId w:val="49"/>
        </w:numPr>
      </w:pPr>
      <w:r>
        <w:t xml:space="preserve">The third ground for making a stop order is if the Minister has determined that funds from a particular home economy should be prohibited from offering interests in Australia, and the fund is from that particular home economy. </w:t>
      </w:r>
      <w:r>
        <w:rPr>
          <w:rStyle w:val="Referencingstyle"/>
        </w:rPr>
        <w:t>[Schedule 1, item 1, paragraph 1215A(3)(d)]</w:t>
      </w:r>
    </w:p>
    <w:p w:rsidR="0041503C" w:rsidRDefault="0041503C" w:rsidP="008D51C1">
      <w:pPr>
        <w:pStyle w:val="base-text-paragraph"/>
        <w:numPr>
          <w:ilvl w:val="1"/>
          <w:numId w:val="49"/>
        </w:numPr>
      </w:pPr>
      <w:r>
        <w:t>The Minister may make a determination because:</w:t>
      </w:r>
    </w:p>
    <w:p w:rsidR="0041503C" w:rsidRDefault="0041503C" w:rsidP="008D51C1">
      <w:pPr>
        <w:pStyle w:val="dotpoint"/>
      </w:pPr>
      <w:r>
        <w:t>a difference has been raised under the MOC because Australia disagrees with another economy’s interpretation or application of the MOC</w:t>
      </w:r>
      <w:r w:rsidR="002F608A">
        <w:t xml:space="preserve"> and the Minister considers the difference has not been satisfactorily resolved</w:t>
      </w:r>
      <w:r>
        <w:t>;</w:t>
      </w:r>
    </w:p>
    <w:p w:rsidR="0041503C" w:rsidRDefault="0041503C" w:rsidP="008D51C1">
      <w:pPr>
        <w:pStyle w:val="dotpoint"/>
      </w:pPr>
      <w:r>
        <w:t>an economy other than Australia has ceased to be a participating economy</w:t>
      </w:r>
      <w:r w:rsidRPr="004C279B">
        <w:rPr>
          <w:rStyle w:val="Referencingstyle"/>
          <w:b w:val="0"/>
          <w:i w:val="0"/>
          <w:sz w:val="22"/>
        </w:rPr>
        <w:t>;</w:t>
      </w:r>
    </w:p>
    <w:p w:rsidR="0041503C" w:rsidRDefault="0041503C" w:rsidP="008D51C1">
      <w:pPr>
        <w:pStyle w:val="dotpoint"/>
      </w:pPr>
      <w:r>
        <w:t>Australia has withdrawn from the MOC</w:t>
      </w:r>
      <w:r w:rsidRPr="00C95804">
        <w:t>;</w:t>
      </w:r>
      <w:r>
        <w:t xml:space="preserve"> or</w:t>
      </w:r>
    </w:p>
    <w:p w:rsidR="00687035" w:rsidRDefault="0041503C" w:rsidP="008D51C1">
      <w:pPr>
        <w:pStyle w:val="dotpoint"/>
      </w:pPr>
      <w:r>
        <w:t>the MOC has been terminated.</w:t>
      </w:r>
    </w:p>
    <w:p w:rsidR="0041503C" w:rsidRPr="00C2433E" w:rsidRDefault="0041503C" w:rsidP="008D51C1">
      <w:pPr>
        <w:pStyle w:val="base-text-paragraphnonumbers"/>
        <w:rPr>
          <w:rStyle w:val="Referencingstyle"/>
        </w:rPr>
      </w:pPr>
      <w:r>
        <w:rPr>
          <w:rStyle w:val="Referencingstyle"/>
        </w:rPr>
        <w:t>[Schedule 1, item 1, section</w:t>
      </w:r>
      <w:r w:rsidR="00427ED4">
        <w:rPr>
          <w:rStyle w:val="Referencingstyle"/>
        </w:rPr>
        <w:t> </w:t>
      </w:r>
      <w:r>
        <w:rPr>
          <w:rStyle w:val="Referencingstyle"/>
        </w:rPr>
        <w:t>1210B]</w:t>
      </w:r>
    </w:p>
    <w:p w:rsidR="0041503C" w:rsidRDefault="0041503C" w:rsidP="008D51C1">
      <w:pPr>
        <w:pStyle w:val="base-text-paragraph"/>
        <w:numPr>
          <w:ilvl w:val="1"/>
          <w:numId w:val="49"/>
        </w:numPr>
      </w:pPr>
      <w:r>
        <w:t xml:space="preserve">Further information about the Minister’s power to make such </w:t>
      </w:r>
      <w:r w:rsidRPr="007752A6">
        <w:t>determinations can be found in Chapter</w:t>
      </w:r>
      <w:r>
        <w:t> </w:t>
      </w:r>
      <w:r w:rsidRPr="007752A6">
        <w:t xml:space="preserve">3 of </w:t>
      </w:r>
      <w:r>
        <w:t>the explanatory materials.</w:t>
      </w:r>
    </w:p>
    <w:p w:rsidR="0041503C" w:rsidRDefault="0041503C" w:rsidP="008D51C1">
      <w:pPr>
        <w:pStyle w:val="base-text-paragraph"/>
        <w:numPr>
          <w:ilvl w:val="1"/>
          <w:numId w:val="49"/>
        </w:numPr>
      </w:pPr>
      <w:r>
        <w:t>In situations where the Minister has made a determination, ASIC does not need to give the operator a right to be heard before making a stop order. This differs to the procedure for stop orders made against funds which are not complying, or are not likely to comply, with the law.</w:t>
      </w:r>
    </w:p>
    <w:p w:rsidR="0041503C" w:rsidRDefault="0041503C" w:rsidP="008D51C1">
      <w:pPr>
        <w:pStyle w:val="base-text-paragraph"/>
        <w:numPr>
          <w:ilvl w:val="1"/>
          <w:numId w:val="49"/>
        </w:numPr>
      </w:pPr>
      <w:r>
        <w:t xml:space="preserve">ASIC’s power to issue stop orders when the Minister has made a determination complements ASIC’s power to reject notices of intentions when the Minister has made a determination. </w:t>
      </w:r>
      <w:r>
        <w:rPr>
          <w:rStyle w:val="Referencingstyle"/>
        </w:rPr>
        <w:t>[Schedule 1, item 1, subsection 1213B(</w:t>
      </w:r>
      <w:r w:rsidR="00635DFF">
        <w:rPr>
          <w:rStyle w:val="Referencingstyle"/>
        </w:rPr>
        <w:t>8</w:t>
      </w:r>
      <w:r>
        <w:rPr>
          <w:rStyle w:val="Referencingstyle"/>
        </w:rPr>
        <w:t>)]</w:t>
      </w:r>
    </w:p>
    <w:p w:rsidR="0041503C" w:rsidRPr="00C95804" w:rsidRDefault="0041503C" w:rsidP="008D51C1">
      <w:pPr>
        <w:pStyle w:val="Heading4"/>
      </w:pPr>
      <w:r w:rsidRPr="00C95804">
        <w:t xml:space="preserve">Interim </w:t>
      </w:r>
      <w:r w:rsidR="001E7BDA">
        <w:t>s</w:t>
      </w:r>
      <w:r w:rsidR="001E7BDA" w:rsidRPr="00C95804">
        <w:t xml:space="preserve">top </w:t>
      </w:r>
      <w:r w:rsidR="001E7BDA">
        <w:t>o</w:t>
      </w:r>
      <w:r w:rsidR="001E7BDA" w:rsidRPr="00C95804">
        <w:t>rders</w:t>
      </w:r>
    </w:p>
    <w:p w:rsidR="0041503C" w:rsidRDefault="0041503C" w:rsidP="008D51C1">
      <w:pPr>
        <w:pStyle w:val="base-text-paragraph"/>
        <w:numPr>
          <w:ilvl w:val="1"/>
          <w:numId w:val="49"/>
        </w:numPr>
      </w:pPr>
      <w:r>
        <w:t xml:space="preserve">ASIC may make interim stop orders before or during a hearing if it considers that any delay in making a stop order would be prejudicial to the public interest. This is the same as the condition for issuing interim stop orders under subsection 739(3) of the Corporations Act. In addition, ASIC must also consider that one or more of the grounds for issuing a stop order exist, as set out in subsections 1215(3) (for Australian passport funds) and 1215A(3) (for notified foreign passport funds). </w:t>
      </w:r>
      <w:r>
        <w:rPr>
          <w:rStyle w:val="Referencingstyle"/>
        </w:rPr>
        <w:t>[Schedule 1, item 1, subsection 1215B(1)]</w:t>
      </w:r>
    </w:p>
    <w:p w:rsidR="0041503C" w:rsidRPr="00EB592C" w:rsidRDefault="0041503C" w:rsidP="008D51C1">
      <w:pPr>
        <w:pStyle w:val="base-text-paragraph"/>
        <w:numPr>
          <w:ilvl w:val="1"/>
          <w:numId w:val="49"/>
        </w:numPr>
      </w:pPr>
      <w:r w:rsidRPr="00EB592C">
        <w:t xml:space="preserve">Interim stop orders may apply to Australian passport funds or notified foreign passport funds. </w:t>
      </w:r>
      <w:r w:rsidR="00675C83">
        <w:t>An interim stop order</w:t>
      </w:r>
      <w:r w:rsidR="00675C83" w:rsidRPr="00EB592C">
        <w:t xml:space="preserve"> </w:t>
      </w:r>
      <w:r w:rsidRPr="00EB592C">
        <w:t xml:space="preserve">may prohibit </w:t>
      </w:r>
      <w:r w:rsidR="00675C83">
        <w:t>a</w:t>
      </w:r>
      <w:r w:rsidR="00675C83" w:rsidRPr="00EB592C">
        <w:t xml:space="preserve"> </w:t>
      </w:r>
      <w:r w:rsidRPr="00EB592C">
        <w:t xml:space="preserve">fund from issuing its interests in Australia or require the fund to take or </w:t>
      </w:r>
      <w:r w:rsidR="00675C83">
        <w:t>not</w:t>
      </w:r>
      <w:r w:rsidRPr="00EB592C">
        <w:t xml:space="preserve"> take any other action that ASIC considers reasonably necessary.</w:t>
      </w:r>
      <w:r w:rsidRPr="00DB36CD">
        <w:t xml:space="preserve"> </w:t>
      </w:r>
      <w:r>
        <w:t xml:space="preserve">As explained above, </w:t>
      </w:r>
      <w:r w:rsidR="0073655C">
        <w:t>t</w:t>
      </w:r>
      <w:r w:rsidR="0073655C" w:rsidRPr="002019BF">
        <w:t xml:space="preserve">he power to order that other action be taken or </w:t>
      </w:r>
      <w:r w:rsidR="0073655C">
        <w:t>not taken, as the case may be,</w:t>
      </w:r>
      <w:r w:rsidR="0073655C" w:rsidRPr="002019BF">
        <w:t xml:space="preserve"> </w:t>
      </w:r>
      <w:r w:rsidR="0073655C">
        <w:t>is designed to ensure ASIC is able to require any additional steps that are necessary to ensure an interim stop order is effective</w:t>
      </w:r>
      <w:r w:rsidRPr="00DB36CD">
        <w:t xml:space="preserve">. </w:t>
      </w:r>
      <w:r w:rsidRPr="00EB592C">
        <w:t>If the fund is an Australian passport fund, the stop order may also prohibit the issue of interests outside of Australia.</w:t>
      </w:r>
    </w:p>
    <w:p w:rsidR="00633898" w:rsidRDefault="0041503C" w:rsidP="008D51C1">
      <w:pPr>
        <w:pStyle w:val="base-text-paragraph"/>
        <w:numPr>
          <w:ilvl w:val="1"/>
          <w:numId w:val="49"/>
        </w:numPr>
      </w:pPr>
      <w:r>
        <w:t>The maximum duration of an interim stop order made before a hearing is 21 days</w:t>
      </w:r>
      <w:r w:rsidR="00633898">
        <w:t>.</w:t>
      </w:r>
      <w:r>
        <w:t xml:space="preserve"> </w:t>
      </w:r>
      <w:r>
        <w:rPr>
          <w:rStyle w:val="Referencingstyle"/>
        </w:rPr>
        <w:t>[Schedule 1, item 1, subparagraph 1215B(2)(c)(ii)]</w:t>
      </w:r>
    </w:p>
    <w:p w:rsidR="0041503C" w:rsidRDefault="0041503C" w:rsidP="008D51C1">
      <w:pPr>
        <w:pStyle w:val="base-text-paragraph"/>
        <w:numPr>
          <w:ilvl w:val="1"/>
          <w:numId w:val="49"/>
        </w:numPr>
      </w:pPr>
      <w:r>
        <w:t>Stop orders made during a hearing last until the end of the hearing (unless sooner revoked), even if the hearing lasts for more than 21 days</w:t>
      </w:r>
      <w:r w:rsidR="00633898">
        <w:t>.</w:t>
      </w:r>
      <w:r>
        <w:t xml:space="preserve"> </w:t>
      </w:r>
      <w:r>
        <w:rPr>
          <w:rStyle w:val="Referencingstyle"/>
        </w:rPr>
        <w:t>[Schedule 1, item 1, subparagraph 1215B(2)(c)(</w:t>
      </w:r>
      <w:proofErr w:type="spellStart"/>
      <w:r>
        <w:rPr>
          <w:rStyle w:val="Referencingstyle"/>
        </w:rPr>
        <w:t>i</w:t>
      </w:r>
      <w:proofErr w:type="spellEnd"/>
      <w:r>
        <w:rPr>
          <w:rStyle w:val="Referencingstyle"/>
        </w:rPr>
        <w:t>)]</w:t>
      </w:r>
    </w:p>
    <w:p w:rsidR="0041503C" w:rsidRDefault="0041503C" w:rsidP="008D51C1">
      <w:pPr>
        <w:pStyle w:val="base-text-paragraph"/>
        <w:numPr>
          <w:ilvl w:val="1"/>
          <w:numId w:val="49"/>
        </w:numPr>
      </w:pPr>
      <w:r>
        <w:t>ASIC is not required to hold a hearing or give a person the opportunity to be heard before making an interim stop order. This denial of procedural fairness is justified by the temporary nature of the stop order and the need to protect the public against financial loss. There is precedent for ASIC issuing interim stop orders without giving the person a right to be heard (for example, section 739 of the Corporations Act) and it has been sanctioned by the Australian Law Reform Commission</w:t>
      </w:r>
      <w:r w:rsidR="00600791">
        <w:t>.</w:t>
      </w:r>
      <w:r>
        <w:rPr>
          <w:rStyle w:val="FootnoteReference"/>
        </w:rPr>
        <w:footnoteReference w:id="9"/>
      </w:r>
      <w:r>
        <w:t xml:space="preserve"> </w:t>
      </w:r>
      <w:r>
        <w:rPr>
          <w:rStyle w:val="Referencingstyle"/>
        </w:rPr>
        <w:t>[Schedule 1, item 1, paragraph 1215B(2)(a)]</w:t>
      </w:r>
    </w:p>
    <w:p w:rsidR="0041503C" w:rsidRPr="00F875FB" w:rsidRDefault="0041503C" w:rsidP="008D51C1">
      <w:pPr>
        <w:pStyle w:val="base-text-paragraph"/>
        <w:numPr>
          <w:ilvl w:val="1"/>
          <w:numId w:val="49"/>
        </w:numPr>
        <w:rPr>
          <w:rStyle w:val="Referencingstyle"/>
          <w:b w:val="0"/>
          <w:i w:val="0"/>
          <w:sz w:val="22"/>
        </w:rPr>
      </w:pPr>
      <w:r>
        <w:t xml:space="preserve">Interim stop orders must be in writing and given to the operator of the fund as soon as reasonably practicable after they are made. </w:t>
      </w:r>
      <w:r>
        <w:rPr>
          <w:rStyle w:val="Referencingstyle"/>
        </w:rPr>
        <w:t>[Schedule 1, item 1, paragraph 1215B(2)(b) and subsection 1215B(3)]</w:t>
      </w:r>
    </w:p>
    <w:p w:rsidR="00F875FB" w:rsidRPr="00272F45" w:rsidRDefault="00F875FB" w:rsidP="008D51C1">
      <w:pPr>
        <w:pStyle w:val="base-text-paragraph"/>
      </w:pPr>
      <w:r w:rsidRPr="00C11DA4">
        <w:t xml:space="preserve">ASIC has the power to vary or revoke an interim stop order under section 33 of the </w:t>
      </w:r>
      <w:r w:rsidRPr="00C11DA4">
        <w:rPr>
          <w:i/>
        </w:rPr>
        <w:t>Acts Interpretation Act 1901</w:t>
      </w:r>
      <w:r w:rsidRPr="00C11DA4">
        <w:t>.</w:t>
      </w:r>
    </w:p>
    <w:p w:rsidR="0041503C" w:rsidRDefault="0041503C" w:rsidP="008D51C1">
      <w:pPr>
        <w:pStyle w:val="Heading4"/>
        <w:rPr>
          <w:b w:val="0"/>
        </w:rPr>
      </w:pPr>
      <w:r>
        <w:rPr>
          <w:b w:val="0"/>
        </w:rPr>
        <w:t xml:space="preserve">Revocation of </w:t>
      </w:r>
      <w:r w:rsidR="00374D83">
        <w:rPr>
          <w:b w:val="0"/>
        </w:rPr>
        <w:t>s</w:t>
      </w:r>
      <w:r>
        <w:rPr>
          <w:b w:val="0"/>
        </w:rPr>
        <w:t xml:space="preserve">top </w:t>
      </w:r>
      <w:r w:rsidR="00374D83">
        <w:rPr>
          <w:b w:val="0"/>
        </w:rPr>
        <w:t>o</w:t>
      </w:r>
      <w:r>
        <w:rPr>
          <w:b w:val="0"/>
        </w:rPr>
        <w:t>rders</w:t>
      </w:r>
    </w:p>
    <w:p w:rsidR="0041503C" w:rsidRDefault="0041503C" w:rsidP="008D51C1">
      <w:pPr>
        <w:pStyle w:val="base-text-paragraph"/>
        <w:numPr>
          <w:ilvl w:val="1"/>
          <w:numId w:val="49"/>
        </w:numPr>
      </w:pPr>
      <w:r>
        <w:t xml:space="preserve">Operators of Australian and notified foreign passport funds may apply to ASIC to have a stop order removed because the grounds on which it was issued no longer exist. </w:t>
      </w:r>
      <w:r>
        <w:rPr>
          <w:rStyle w:val="Referencingstyle"/>
        </w:rPr>
        <w:t>[Schedule 1, item 1, subsections 1215C(1) and</w:t>
      </w:r>
      <w:r w:rsidR="00427ED4">
        <w:rPr>
          <w:rStyle w:val="Referencingstyle"/>
        </w:rPr>
        <w:t> </w:t>
      </w:r>
      <w:r>
        <w:rPr>
          <w:rStyle w:val="Referencingstyle"/>
        </w:rPr>
        <w:t>(2)]</w:t>
      </w:r>
    </w:p>
    <w:p w:rsidR="0041503C" w:rsidRDefault="0041503C" w:rsidP="008D51C1">
      <w:pPr>
        <w:pStyle w:val="base-text-paragraph"/>
        <w:numPr>
          <w:ilvl w:val="1"/>
          <w:numId w:val="49"/>
        </w:numPr>
      </w:pPr>
      <w:r>
        <w:t xml:space="preserve">Any application must be in the form prescribed by ASIC and must explain why the operator believes that the grounds for the stop order no longer exist. </w:t>
      </w:r>
      <w:r>
        <w:rPr>
          <w:rStyle w:val="Referencingstyle"/>
        </w:rPr>
        <w:t>[Schedule 1, item 1, subsection 1215C(3)]</w:t>
      </w:r>
    </w:p>
    <w:p w:rsidR="0041503C" w:rsidRPr="00616EF2" w:rsidRDefault="0041503C" w:rsidP="008D51C1">
      <w:pPr>
        <w:pStyle w:val="base-text-paragraph"/>
        <w:numPr>
          <w:ilvl w:val="1"/>
          <w:numId w:val="49"/>
        </w:numPr>
      </w:pPr>
      <w:r>
        <w:t>If ASIC</w:t>
      </w:r>
      <w:r w:rsidR="0045226A">
        <w:t>,</w:t>
      </w:r>
      <w:r>
        <w:t xml:space="preserve"> on considering an application</w:t>
      </w:r>
      <w:r w:rsidR="0045226A">
        <w:t>,</w:t>
      </w:r>
      <w:r>
        <w:t xml:space="preserve"> comes to the opinion that the grounds for the stop order no longer exist it must revoke the stop order. It is also made clear that ASIC may decide to vary or revoke a stop </w:t>
      </w:r>
      <w:r w:rsidRPr="007752A6">
        <w:t>order for another reason</w:t>
      </w:r>
      <w:r w:rsidR="00602D1F" w:rsidRPr="007752A6">
        <w:t>.</w:t>
      </w:r>
      <w:r w:rsidRPr="007752A6">
        <w:t xml:space="preserve"> </w:t>
      </w:r>
      <w:r w:rsidRPr="007752A6">
        <w:rPr>
          <w:rStyle w:val="Referencingstyle"/>
        </w:rPr>
        <w:t>[Schedule</w:t>
      </w:r>
      <w:r>
        <w:rPr>
          <w:rStyle w:val="Referencingstyle"/>
        </w:rPr>
        <w:t> </w:t>
      </w:r>
      <w:r w:rsidRPr="007752A6">
        <w:rPr>
          <w:rStyle w:val="Referencingstyle"/>
        </w:rPr>
        <w:t>1,</w:t>
      </w:r>
      <w:r>
        <w:rPr>
          <w:rStyle w:val="Referencingstyle"/>
        </w:rPr>
        <w:t xml:space="preserve"> item 1, subsections 1215C(4) and</w:t>
      </w:r>
      <w:r w:rsidR="00600791">
        <w:rPr>
          <w:rStyle w:val="Referencingstyle"/>
        </w:rPr>
        <w:t> </w:t>
      </w:r>
      <w:r>
        <w:rPr>
          <w:rStyle w:val="Referencingstyle"/>
        </w:rPr>
        <w:t>(5)]</w:t>
      </w:r>
    </w:p>
    <w:p w:rsidR="0041503C" w:rsidRDefault="0041503C" w:rsidP="008D51C1">
      <w:pPr>
        <w:pStyle w:val="Heading4"/>
        <w:rPr>
          <w:b w:val="0"/>
        </w:rPr>
      </w:pPr>
      <w:r>
        <w:rPr>
          <w:b w:val="0"/>
        </w:rPr>
        <w:t xml:space="preserve">Compliance with </w:t>
      </w:r>
      <w:r w:rsidR="001E7BDA">
        <w:rPr>
          <w:b w:val="0"/>
        </w:rPr>
        <w:t>stop orders</w:t>
      </w:r>
    </w:p>
    <w:p w:rsidR="00633898" w:rsidRDefault="0041503C" w:rsidP="008D51C1">
      <w:pPr>
        <w:pStyle w:val="base-text-paragraph"/>
        <w:numPr>
          <w:ilvl w:val="1"/>
          <w:numId w:val="49"/>
        </w:numPr>
      </w:pPr>
      <w:r>
        <w:t>If the operator of a fund receives a notice from ASIC, the operator must comply with the stop order</w:t>
      </w:r>
      <w:r w:rsidR="00633898">
        <w:t>.</w:t>
      </w:r>
      <w:r>
        <w:t xml:space="preserve"> </w:t>
      </w:r>
      <w:r>
        <w:rPr>
          <w:rStyle w:val="Referencingstyle"/>
        </w:rPr>
        <w:t>[Schedule 1, item 1, subsections 1215D(1) and</w:t>
      </w:r>
      <w:r w:rsidR="00427ED4">
        <w:rPr>
          <w:rStyle w:val="Referencingstyle"/>
        </w:rPr>
        <w:t> </w:t>
      </w:r>
      <w:r>
        <w:rPr>
          <w:rStyle w:val="Referencingstyle"/>
        </w:rPr>
        <w:t>(2)]</w:t>
      </w:r>
    </w:p>
    <w:p w:rsidR="0041503C" w:rsidRDefault="0041503C" w:rsidP="008D51C1">
      <w:pPr>
        <w:pStyle w:val="base-text-paragraph"/>
        <w:numPr>
          <w:ilvl w:val="1"/>
          <w:numId w:val="49"/>
        </w:numPr>
      </w:pPr>
      <w:r>
        <w:t>Failure to comply is an offence attracting a penalty of 100 penalty units or imprisonment for two years or both</w:t>
      </w:r>
      <w:r w:rsidR="00633898">
        <w:t>.</w:t>
      </w:r>
      <w:r>
        <w:t xml:space="preserve"> </w:t>
      </w:r>
      <w:r>
        <w:rPr>
          <w:rStyle w:val="Referencingstyle"/>
        </w:rPr>
        <w:t>[Schedule 2, item </w:t>
      </w:r>
      <w:r w:rsidR="00AF3859">
        <w:rPr>
          <w:rStyle w:val="Referencingstyle"/>
        </w:rPr>
        <w:t>297</w:t>
      </w:r>
      <w:r>
        <w:rPr>
          <w:rStyle w:val="Referencingstyle"/>
        </w:rPr>
        <w:t xml:space="preserve">, </w:t>
      </w:r>
      <w:r w:rsidR="00AF3859">
        <w:rPr>
          <w:rStyle w:val="Referencingstyle"/>
        </w:rPr>
        <w:t>schedule</w:t>
      </w:r>
      <w:r w:rsidR="00C2433E">
        <w:rPr>
          <w:rStyle w:val="Referencingstyle"/>
        </w:rPr>
        <w:t> </w:t>
      </w:r>
      <w:r w:rsidR="00AF3859">
        <w:rPr>
          <w:rStyle w:val="Referencingstyle"/>
        </w:rPr>
        <w:t>3</w:t>
      </w:r>
      <w:r>
        <w:rPr>
          <w:rStyle w:val="Referencingstyle"/>
        </w:rPr>
        <w:t xml:space="preserve"> table </w:t>
      </w:r>
      <w:r w:rsidR="00AF3859">
        <w:rPr>
          <w:rStyle w:val="Referencingstyle"/>
        </w:rPr>
        <w:t>item</w:t>
      </w:r>
      <w:r>
        <w:rPr>
          <w:rStyle w:val="Referencingstyle"/>
        </w:rPr>
        <w:t> 328B]</w:t>
      </w:r>
    </w:p>
    <w:p w:rsidR="00633898" w:rsidRDefault="0041503C" w:rsidP="008D51C1">
      <w:pPr>
        <w:pStyle w:val="base-text-paragraph"/>
        <w:numPr>
          <w:ilvl w:val="1"/>
          <w:numId w:val="49"/>
        </w:numPr>
      </w:pPr>
      <w:r>
        <w:t>The operator is also required to take reasonable steps to bring the stop order to the attention of any other person who might engage in conduct that is contrary to the order</w:t>
      </w:r>
      <w:r w:rsidR="00633898">
        <w:t>.</w:t>
      </w:r>
      <w:r>
        <w:t xml:space="preserve"> </w:t>
      </w:r>
      <w:r>
        <w:rPr>
          <w:rStyle w:val="Referencingstyle"/>
        </w:rPr>
        <w:t>[Schedule 1, item 1, subsection 121</w:t>
      </w:r>
      <w:r w:rsidR="003D436E">
        <w:rPr>
          <w:rStyle w:val="Referencingstyle"/>
        </w:rPr>
        <w:t>5</w:t>
      </w:r>
      <w:r>
        <w:rPr>
          <w:rStyle w:val="Referencingstyle"/>
        </w:rPr>
        <w:t>D(3)]</w:t>
      </w:r>
    </w:p>
    <w:p w:rsidR="00633898" w:rsidRDefault="0041503C" w:rsidP="008D51C1">
      <w:pPr>
        <w:pStyle w:val="base-text-paragraph"/>
        <w:numPr>
          <w:ilvl w:val="1"/>
          <w:numId w:val="49"/>
        </w:numPr>
      </w:pPr>
      <w:r>
        <w:t>Failure to do so is an offence, punishable by a fine of up to 100 penalty units or imprisonment for two years or both</w:t>
      </w:r>
      <w:r w:rsidR="00633898">
        <w:t>.</w:t>
      </w:r>
      <w:r>
        <w:t xml:space="preserve"> </w:t>
      </w:r>
      <w:r>
        <w:rPr>
          <w:rStyle w:val="Referencingstyle"/>
        </w:rPr>
        <w:t>[Schedule 2, item </w:t>
      </w:r>
      <w:r w:rsidR="00AF3859">
        <w:rPr>
          <w:rStyle w:val="Referencingstyle"/>
        </w:rPr>
        <w:t>297</w:t>
      </w:r>
      <w:r>
        <w:rPr>
          <w:rStyle w:val="Referencingstyle"/>
        </w:rPr>
        <w:t xml:space="preserve">, </w:t>
      </w:r>
      <w:r w:rsidR="00AF3859">
        <w:rPr>
          <w:rStyle w:val="Referencingstyle"/>
        </w:rPr>
        <w:t>schedule</w:t>
      </w:r>
      <w:r w:rsidR="00C2433E">
        <w:rPr>
          <w:rStyle w:val="Referencingstyle"/>
        </w:rPr>
        <w:t> </w:t>
      </w:r>
      <w:r w:rsidR="00AF3859">
        <w:rPr>
          <w:rStyle w:val="Referencingstyle"/>
        </w:rPr>
        <w:t>3</w:t>
      </w:r>
      <w:r>
        <w:rPr>
          <w:rStyle w:val="Referencingstyle"/>
        </w:rPr>
        <w:t xml:space="preserve"> table </w:t>
      </w:r>
      <w:r w:rsidR="00AF3859">
        <w:rPr>
          <w:rStyle w:val="Referencingstyle"/>
        </w:rPr>
        <w:t>item </w:t>
      </w:r>
      <w:r>
        <w:rPr>
          <w:rStyle w:val="Referencingstyle"/>
        </w:rPr>
        <w:t>328C]</w:t>
      </w:r>
    </w:p>
    <w:p w:rsidR="0041503C" w:rsidRDefault="0041503C" w:rsidP="008D51C1">
      <w:pPr>
        <w:pStyle w:val="base-text-paragraph"/>
        <w:numPr>
          <w:ilvl w:val="1"/>
          <w:numId w:val="49"/>
        </w:numPr>
      </w:pPr>
      <w:r>
        <w:t>If the other person breaches the stop order after being given notice of it, they also commit an offence, punishable by a fine of up to 100 penalty units or imprisonment for two years or both</w:t>
      </w:r>
      <w:r w:rsidR="00633898">
        <w:t>.</w:t>
      </w:r>
      <w:r>
        <w:t xml:space="preserve"> </w:t>
      </w:r>
      <w:r>
        <w:rPr>
          <w:rStyle w:val="Referencingstyle"/>
        </w:rPr>
        <w:t>[Schedule 1, item 1, subsection 1215D(4) and Schedule 2, item </w:t>
      </w:r>
      <w:r w:rsidR="00AF3859">
        <w:rPr>
          <w:rStyle w:val="Referencingstyle"/>
        </w:rPr>
        <w:t>297</w:t>
      </w:r>
      <w:r>
        <w:rPr>
          <w:rStyle w:val="Referencingstyle"/>
        </w:rPr>
        <w:t>,</w:t>
      </w:r>
      <w:r w:rsidR="00600791">
        <w:rPr>
          <w:rStyle w:val="Referencingstyle"/>
        </w:rPr>
        <w:t xml:space="preserve"> </w:t>
      </w:r>
      <w:r w:rsidR="00AF3859">
        <w:rPr>
          <w:rStyle w:val="Referencingstyle"/>
        </w:rPr>
        <w:t>schedule</w:t>
      </w:r>
      <w:r w:rsidR="00C2433E">
        <w:rPr>
          <w:rStyle w:val="Referencingstyle"/>
        </w:rPr>
        <w:t> </w:t>
      </w:r>
      <w:r w:rsidR="00AF3859">
        <w:rPr>
          <w:rStyle w:val="Referencingstyle"/>
        </w:rPr>
        <w:t>3</w:t>
      </w:r>
      <w:r>
        <w:rPr>
          <w:rStyle w:val="Referencingstyle"/>
        </w:rPr>
        <w:t xml:space="preserve"> table </w:t>
      </w:r>
      <w:r w:rsidR="00AF3859">
        <w:rPr>
          <w:rStyle w:val="Referencingstyle"/>
        </w:rPr>
        <w:t>item </w:t>
      </w:r>
      <w:r>
        <w:rPr>
          <w:rStyle w:val="Referencingstyle"/>
        </w:rPr>
        <w:t>328D]</w:t>
      </w:r>
    </w:p>
    <w:p w:rsidR="0041503C" w:rsidRDefault="0041503C" w:rsidP="008D51C1">
      <w:pPr>
        <w:pStyle w:val="Heading2"/>
      </w:pPr>
      <w:r>
        <w:t>Consequential amendments</w:t>
      </w:r>
    </w:p>
    <w:p w:rsidR="004C52E8" w:rsidRDefault="004C52E8" w:rsidP="008D51C1">
      <w:pPr>
        <w:pStyle w:val="Heading4"/>
      </w:pPr>
      <w:r>
        <w:t xml:space="preserve">Providing ASIC with an additional function of the Passport Regulator under the </w:t>
      </w:r>
      <w:r w:rsidR="00B35478">
        <w:t>MOC</w:t>
      </w:r>
    </w:p>
    <w:p w:rsidR="004C52E8" w:rsidRDefault="005A324D" w:rsidP="008D51C1">
      <w:pPr>
        <w:pStyle w:val="base-text-paragraph"/>
      </w:pPr>
      <w:r>
        <w:t>ASIC, a</w:t>
      </w:r>
      <w:r w:rsidR="00A128A4">
        <w:t xml:space="preserve">s regulator, </w:t>
      </w:r>
      <w:r w:rsidR="004C52E8">
        <w:t xml:space="preserve">has specified functions under </w:t>
      </w:r>
      <w:r w:rsidR="00BC0175">
        <w:t xml:space="preserve">sections 11 and 12A of </w:t>
      </w:r>
      <w:r w:rsidR="004C52E8">
        <w:t xml:space="preserve">the </w:t>
      </w:r>
      <w:r w:rsidR="00CD1A77" w:rsidRPr="00A128A4">
        <w:t>ASIC</w:t>
      </w:r>
      <w:r w:rsidR="00CD1A77">
        <w:t> </w:t>
      </w:r>
      <w:r w:rsidR="00A128A4" w:rsidRPr="00A128A4">
        <w:t>Act</w:t>
      </w:r>
      <w:r w:rsidR="004C52E8">
        <w:t xml:space="preserve">. </w:t>
      </w:r>
      <w:r w:rsidR="00A128A4">
        <w:t>Under the M</w:t>
      </w:r>
      <w:r w:rsidR="00BD2161">
        <w:t>O</w:t>
      </w:r>
      <w:r w:rsidR="00A128A4">
        <w:t xml:space="preserve">C and the Passport Rules, a </w:t>
      </w:r>
      <w:r w:rsidR="00CF40B6">
        <w:t>p</w:t>
      </w:r>
      <w:r w:rsidR="00A128A4">
        <w:t xml:space="preserve">assport </w:t>
      </w:r>
      <w:r w:rsidR="00CF40B6">
        <w:t>r</w:t>
      </w:r>
      <w:r w:rsidR="00A128A4">
        <w:t>egulator is responsible for matters such as regulating the activities of passport funds in their jurisdiction, either as the home regulator or the h</w:t>
      </w:r>
      <w:r w:rsidR="00BD2161">
        <w:t>ost regulator. Annex 4 of the MO</w:t>
      </w:r>
      <w:r w:rsidR="00A128A4">
        <w:t>C provides for arrangements for cross</w:t>
      </w:r>
      <w:r w:rsidR="00A128A4">
        <w:noBreakHyphen/>
        <w:t>border supervisory cooperation, including exchange of information.</w:t>
      </w:r>
    </w:p>
    <w:p w:rsidR="004C52E8" w:rsidRPr="00A7005D" w:rsidRDefault="00A128A4" w:rsidP="008D51C1">
      <w:pPr>
        <w:pStyle w:val="base-text-paragraph"/>
        <w:rPr>
          <w:rStyle w:val="Referencingstyle"/>
          <w:b w:val="0"/>
          <w:i w:val="0"/>
          <w:sz w:val="22"/>
        </w:rPr>
      </w:pPr>
      <w:r>
        <w:t xml:space="preserve">To facilitate ASIC’s activities as the </w:t>
      </w:r>
      <w:r w:rsidR="001E7BDA">
        <w:t>Passport Regulator</w:t>
      </w:r>
      <w:r>
        <w:t xml:space="preserve"> </w:t>
      </w:r>
      <w:r w:rsidR="00BD2161">
        <w:t>for Australia</w:t>
      </w:r>
      <w:r>
        <w:t>, ASIC has the functions and powers of a home regulator a</w:t>
      </w:r>
      <w:r w:rsidR="00BD2161">
        <w:t>nd a host regulator under the MO</w:t>
      </w:r>
      <w:r>
        <w:t>C.</w:t>
      </w:r>
      <w:r w:rsidR="00D67388">
        <w:t xml:space="preserve"> </w:t>
      </w:r>
      <w:r w:rsidR="00BC0175">
        <w:t xml:space="preserve">ASIC is not subject to directions of the Minister in relation to exercising this function or exercising any related powers. ASIC is also not under a duty to perform the function or exercise the powers. </w:t>
      </w:r>
      <w:r>
        <w:rPr>
          <w:rStyle w:val="Referencingstyle"/>
        </w:rPr>
        <w:t>[Schedule 2, i</w:t>
      </w:r>
      <w:r w:rsidRPr="00375F1D">
        <w:rPr>
          <w:rStyle w:val="Referencingstyle"/>
        </w:rPr>
        <w:t>tem</w:t>
      </w:r>
      <w:r w:rsidR="00BC0175">
        <w:rPr>
          <w:rStyle w:val="Referencingstyle"/>
        </w:rPr>
        <w:t>s</w:t>
      </w:r>
      <w:r>
        <w:rPr>
          <w:rStyle w:val="Referencingstyle"/>
        </w:rPr>
        <w:t> 1</w:t>
      </w:r>
      <w:r w:rsidR="00BC0175">
        <w:rPr>
          <w:rStyle w:val="Referencingstyle"/>
        </w:rPr>
        <w:t xml:space="preserve"> </w:t>
      </w:r>
      <w:r w:rsidR="00600791">
        <w:rPr>
          <w:rStyle w:val="Referencingstyle"/>
        </w:rPr>
        <w:t>and</w:t>
      </w:r>
      <w:r w:rsidR="00BC0175">
        <w:rPr>
          <w:rStyle w:val="Referencingstyle"/>
        </w:rPr>
        <w:t xml:space="preserve"> 2</w:t>
      </w:r>
      <w:r w:rsidRPr="00375F1D">
        <w:rPr>
          <w:rStyle w:val="Referencingstyle"/>
        </w:rPr>
        <w:t xml:space="preserve">, </w:t>
      </w:r>
      <w:r w:rsidR="00BC0175">
        <w:rPr>
          <w:rStyle w:val="Referencingstyle"/>
        </w:rPr>
        <w:t>sub</w:t>
      </w:r>
      <w:r w:rsidRPr="00375F1D">
        <w:rPr>
          <w:rStyle w:val="Referencingstyle"/>
        </w:rPr>
        <w:t>section</w:t>
      </w:r>
      <w:r w:rsidR="00BC0175">
        <w:rPr>
          <w:rStyle w:val="Referencingstyle"/>
        </w:rPr>
        <w:t> 11(16</w:t>
      </w:r>
      <w:r w:rsidR="00D67388">
        <w:rPr>
          <w:rStyle w:val="Referencingstyle"/>
        </w:rPr>
        <w:t>A</w:t>
      </w:r>
      <w:r w:rsidR="00BC0175">
        <w:rPr>
          <w:rStyle w:val="Referencingstyle"/>
        </w:rPr>
        <w:t>) and paragraph 11(17)(c)</w:t>
      </w:r>
      <w:r w:rsidRPr="00375F1D">
        <w:rPr>
          <w:rStyle w:val="Referencingstyle"/>
        </w:rPr>
        <w:t xml:space="preserve"> of </w:t>
      </w:r>
      <w:r w:rsidR="00BC0175">
        <w:rPr>
          <w:rStyle w:val="Referencingstyle"/>
        </w:rPr>
        <w:t>the ASIC</w:t>
      </w:r>
      <w:r w:rsidR="006D3BF4">
        <w:rPr>
          <w:rStyle w:val="Referencingstyle"/>
        </w:rPr>
        <w:t> </w:t>
      </w:r>
      <w:r w:rsidRPr="00375F1D">
        <w:rPr>
          <w:rStyle w:val="Referencingstyle"/>
        </w:rPr>
        <w:t>Act]</w:t>
      </w:r>
    </w:p>
    <w:p w:rsidR="00B00DAD" w:rsidRDefault="00B00DAD" w:rsidP="008D51C1">
      <w:pPr>
        <w:pStyle w:val="Heading4"/>
      </w:pPr>
      <w:r>
        <w:t>Authorising ASIC to disclose information to other passport regulators for the performance of their functions</w:t>
      </w:r>
    </w:p>
    <w:p w:rsidR="00BD2161" w:rsidRDefault="00BD2161" w:rsidP="008D51C1">
      <w:pPr>
        <w:pStyle w:val="base-text-paragraph"/>
      </w:pPr>
      <w:r>
        <w:t>ASIC must take all reasonable measures to protect information given to it in confidence or which is protected information. Unless the use or disclosure is authorised under section 127 of the ASIC</w:t>
      </w:r>
      <w:r w:rsidR="006F700C">
        <w:t> </w:t>
      </w:r>
      <w:r>
        <w:t>Act, ASIC is unable to disclose such information.</w:t>
      </w:r>
    </w:p>
    <w:p w:rsidR="00BD2161" w:rsidRPr="004C52E8" w:rsidRDefault="00A03635" w:rsidP="008D51C1">
      <w:pPr>
        <w:pStyle w:val="base-text-paragraph"/>
      </w:pPr>
      <w:r>
        <w:t>A person who is</w:t>
      </w:r>
      <w:r w:rsidR="00BD2161">
        <w:t xml:space="preserve"> authorised </w:t>
      </w:r>
      <w:r>
        <w:t>by the Chairperson of ASIC may</w:t>
      </w:r>
      <w:r w:rsidR="00BD2161">
        <w:t xml:space="preserve"> disclose </w:t>
      </w:r>
      <w:r w:rsidR="00BD2161" w:rsidRPr="00BD2161">
        <w:t xml:space="preserve">information given to </w:t>
      </w:r>
      <w:r w:rsidR="00BD2161">
        <w:t xml:space="preserve">ASIC </w:t>
      </w:r>
      <w:r w:rsidR="00BD2161" w:rsidRPr="00BD2161">
        <w:t>in confidence</w:t>
      </w:r>
      <w:r w:rsidR="00BD2161">
        <w:t>,</w:t>
      </w:r>
      <w:r w:rsidR="00BD2161" w:rsidRPr="00BD2161">
        <w:t xml:space="preserve"> or which is protected information</w:t>
      </w:r>
      <w:r w:rsidR="00BD2161">
        <w:t>, if the disclosure is to enable or assist a passport regulator for a passport fund under the MOC in the performance of their functions or the exercise of their powers.</w:t>
      </w:r>
      <w:r w:rsidR="00723D90" w:rsidRPr="00723D90">
        <w:t xml:space="preserve"> </w:t>
      </w:r>
      <w:r w:rsidR="00BD2161">
        <w:rPr>
          <w:rStyle w:val="Referencingstyle"/>
        </w:rPr>
        <w:t>[Schedule 2, i</w:t>
      </w:r>
      <w:r w:rsidR="00BD2161" w:rsidRPr="00375F1D">
        <w:rPr>
          <w:rStyle w:val="Referencingstyle"/>
        </w:rPr>
        <w:t>tem</w:t>
      </w:r>
      <w:r w:rsidR="00BD2161">
        <w:rPr>
          <w:rStyle w:val="Referencingstyle"/>
        </w:rPr>
        <w:t> 6</w:t>
      </w:r>
      <w:r w:rsidR="00BD2161" w:rsidRPr="00375F1D">
        <w:rPr>
          <w:rStyle w:val="Referencingstyle"/>
        </w:rPr>
        <w:t xml:space="preserve">, </w:t>
      </w:r>
      <w:r w:rsidR="00BD2161">
        <w:rPr>
          <w:rStyle w:val="Referencingstyle"/>
        </w:rPr>
        <w:t>sub</w:t>
      </w:r>
      <w:r w:rsidR="00BD2161" w:rsidRPr="00375F1D">
        <w:rPr>
          <w:rStyle w:val="Referencingstyle"/>
        </w:rPr>
        <w:t>section</w:t>
      </w:r>
      <w:r w:rsidR="00BD2161">
        <w:rPr>
          <w:rStyle w:val="Referencingstyle"/>
        </w:rPr>
        <w:t> 127(3AA)</w:t>
      </w:r>
      <w:r w:rsidR="00BD2161" w:rsidRPr="00375F1D">
        <w:rPr>
          <w:rStyle w:val="Referencingstyle"/>
        </w:rPr>
        <w:t xml:space="preserve"> of </w:t>
      </w:r>
      <w:r w:rsidR="00BD2161">
        <w:rPr>
          <w:rStyle w:val="Referencingstyle"/>
        </w:rPr>
        <w:t>the ASIC</w:t>
      </w:r>
      <w:r w:rsidR="006D3BF4">
        <w:rPr>
          <w:rStyle w:val="Referencingstyle"/>
        </w:rPr>
        <w:t> </w:t>
      </w:r>
      <w:r w:rsidR="00BD2161" w:rsidRPr="00375F1D">
        <w:rPr>
          <w:rStyle w:val="Referencingstyle"/>
        </w:rPr>
        <w:t>Act]</w:t>
      </w:r>
    </w:p>
    <w:p w:rsidR="00272F45" w:rsidRDefault="00272F45" w:rsidP="008D51C1">
      <w:pPr>
        <w:pStyle w:val="Heading4"/>
      </w:pPr>
      <w:r>
        <w:t>Allowing ASIC to accept enforceable undertakings from operators of notified foreign passport funds</w:t>
      </w:r>
    </w:p>
    <w:p w:rsidR="00087550" w:rsidRDefault="00673180" w:rsidP="008D51C1">
      <w:pPr>
        <w:pStyle w:val="base-text-paragraph"/>
      </w:pPr>
      <w:r>
        <w:t>ASIC may accept an enforceable undertaking from an operator of a notified foreign passport fund. Such a written undertaking in connection with the fund will relate to a matter which ASIC has a power or function under the corporations legislation. Once given, the operator may only withdraw the undertaking with ASIC’s consent. In the event that the undertaking is breached</w:t>
      </w:r>
      <w:r w:rsidR="00087550">
        <w:t>, ASIC may apply to the Court seeking orders requiring:</w:t>
      </w:r>
    </w:p>
    <w:p w:rsidR="00272F45" w:rsidRDefault="00087550" w:rsidP="008D51C1">
      <w:pPr>
        <w:pStyle w:val="dotpoint"/>
      </w:pPr>
      <w:r>
        <w:t>the operator to comply with the undertaking;</w:t>
      </w:r>
    </w:p>
    <w:p w:rsidR="00087550" w:rsidRDefault="00087550" w:rsidP="008D51C1">
      <w:pPr>
        <w:pStyle w:val="dotpoint"/>
      </w:pPr>
      <w:r>
        <w:t xml:space="preserve">the operator to transfer </w:t>
      </w:r>
      <w:r w:rsidR="00723D90">
        <w:t xml:space="preserve">to </w:t>
      </w:r>
      <w:r>
        <w:t>fund property up to an amount of any financial benefit that the operator has obtained, which is attributable to the breach;</w:t>
      </w:r>
    </w:p>
    <w:p w:rsidR="00087550" w:rsidRDefault="00087550" w:rsidP="008D51C1">
      <w:pPr>
        <w:pStyle w:val="dotpoint"/>
      </w:pPr>
      <w:r>
        <w:t>the operator to compensate a person who has suffered loss or damage as a result of the breach; and/or</w:t>
      </w:r>
    </w:p>
    <w:p w:rsidR="00087550" w:rsidRDefault="00087550" w:rsidP="008D51C1">
      <w:pPr>
        <w:pStyle w:val="dotpoint"/>
      </w:pPr>
      <w:r>
        <w:t>the operator to do or not do any other action that the Court considers appropriate.</w:t>
      </w:r>
    </w:p>
    <w:p w:rsidR="009C37DD" w:rsidRPr="00C2433E" w:rsidRDefault="009C37DD" w:rsidP="008D51C1">
      <w:pPr>
        <w:pStyle w:val="base-text-paragraphnonumbers"/>
        <w:rPr>
          <w:rStyle w:val="Referencingstyle"/>
        </w:rPr>
      </w:pPr>
      <w:r>
        <w:rPr>
          <w:rStyle w:val="Referencingstyle"/>
        </w:rPr>
        <w:t>[Schedule 2, i</w:t>
      </w:r>
      <w:r w:rsidRPr="00375F1D">
        <w:rPr>
          <w:rStyle w:val="Referencingstyle"/>
        </w:rPr>
        <w:t>tem</w:t>
      </w:r>
      <w:r>
        <w:rPr>
          <w:rStyle w:val="Referencingstyle"/>
        </w:rPr>
        <w:t>s 3 to 5</w:t>
      </w:r>
      <w:r w:rsidRPr="00375F1D">
        <w:rPr>
          <w:rStyle w:val="Referencingstyle"/>
        </w:rPr>
        <w:t xml:space="preserve">, </w:t>
      </w:r>
      <w:r>
        <w:rPr>
          <w:rStyle w:val="Referencingstyle"/>
        </w:rPr>
        <w:t>heading to Part 3A, heading to section</w:t>
      </w:r>
      <w:r w:rsidR="00687035">
        <w:rPr>
          <w:rStyle w:val="Referencingstyle"/>
        </w:rPr>
        <w:t> </w:t>
      </w:r>
      <w:r>
        <w:rPr>
          <w:rStyle w:val="Referencingstyle"/>
        </w:rPr>
        <w:t>93A and subsections 93</w:t>
      </w:r>
      <w:r w:rsidR="003721FC">
        <w:rPr>
          <w:rStyle w:val="Referencingstyle"/>
        </w:rPr>
        <w:t>B</w:t>
      </w:r>
      <w:r>
        <w:rPr>
          <w:rStyle w:val="Referencingstyle"/>
        </w:rPr>
        <w:t xml:space="preserve">(1) to (4) </w:t>
      </w:r>
      <w:r w:rsidRPr="00375F1D">
        <w:rPr>
          <w:rStyle w:val="Referencingstyle"/>
        </w:rPr>
        <w:t xml:space="preserve">of </w:t>
      </w:r>
      <w:r>
        <w:rPr>
          <w:rStyle w:val="Referencingstyle"/>
        </w:rPr>
        <w:t>the ASIC </w:t>
      </w:r>
      <w:r w:rsidRPr="00375F1D">
        <w:rPr>
          <w:rStyle w:val="Referencingstyle"/>
        </w:rPr>
        <w:t>Act]</w:t>
      </w:r>
    </w:p>
    <w:p w:rsidR="00087550" w:rsidRPr="00DC76B1" w:rsidRDefault="00087550" w:rsidP="008D51C1">
      <w:pPr>
        <w:pStyle w:val="base-text-paragraph"/>
        <w:rPr>
          <w:rStyle w:val="Referencingstyle"/>
          <w:b w:val="0"/>
          <w:i w:val="0"/>
          <w:sz w:val="22"/>
        </w:rPr>
      </w:pPr>
      <w:r>
        <w:t xml:space="preserve">ASIC is required to keep a record of the undertaking and provide a copy of it to any person </w:t>
      </w:r>
      <w:r w:rsidR="00A64422">
        <w:t xml:space="preserve">who </w:t>
      </w:r>
      <w:r>
        <w:t xml:space="preserve">requests </w:t>
      </w:r>
      <w:r w:rsidR="00005DFF">
        <w:t>it</w:t>
      </w:r>
      <w:r>
        <w:t>. Information in the undertaking that meets specified criteria, such as being commercial</w:t>
      </w:r>
      <w:r w:rsidR="00A64422">
        <w:t>-</w:t>
      </w:r>
      <w:r>
        <w:t>in</w:t>
      </w:r>
      <w:r w:rsidR="00A64422">
        <w:t>-</w:t>
      </w:r>
      <w:r>
        <w:t xml:space="preserve">confidence, must be redacted by ASIC. </w:t>
      </w:r>
      <w:r w:rsidR="009C37DD">
        <w:rPr>
          <w:rStyle w:val="Referencingstyle"/>
        </w:rPr>
        <w:t>[Schedule 2, i</w:t>
      </w:r>
      <w:r w:rsidR="009C37DD" w:rsidRPr="00375F1D">
        <w:rPr>
          <w:rStyle w:val="Referencingstyle"/>
        </w:rPr>
        <w:t>tem</w:t>
      </w:r>
      <w:r w:rsidR="009C37DD">
        <w:rPr>
          <w:rStyle w:val="Referencingstyle"/>
        </w:rPr>
        <w:t> 5</w:t>
      </w:r>
      <w:r w:rsidR="009C37DD" w:rsidRPr="00375F1D">
        <w:rPr>
          <w:rStyle w:val="Referencingstyle"/>
        </w:rPr>
        <w:t>,</w:t>
      </w:r>
      <w:r w:rsidR="009C37DD">
        <w:rPr>
          <w:rStyle w:val="Referencingstyle"/>
        </w:rPr>
        <w:t xml:space="preserve"> subsections 93</w:t>
      </w:r>
      <w:r w:rsidR="003721FC">
        <w:rPr>
          <w:rStyle w:val="Referencingstyle"/>
        </w:rPr>
        <w:t>B</w:t>
      </w:r>
      <w:r w:rsidR="009C37DD">
        <w:rPr>
          <w:rStyle w:val="Referencingstyle"/>
        </w:rPr>
        <w:t>(5) to (7)</w:t>
      </w:r>
      <w:r w:rsidR="009C37DD" w:rsidRPr="00375F1D">
        <w:rPr>
          <w:rStyle w:val="Referencingstyle"/>
        </w:rPr>
        <w:t xml:space="preserve"> of </w:t>
      </w:r>
      <w:r w:rsidR="009C37DD">
        <w:rPr>
          <w:rStyle w:val="Referencingstyle"/>
        </w:rPr>
        <w:t>the ASIC </w:t>
      </w:r>
      <w:r w:rsidR="009C37DD" w:rsidRPr="00375F1D">
        <w:rPr>
          <w:rStyle w:val="Referencingstyle"/>
        </w:rPr>
        <w:t>Act]</w:t>
      </w:r>
    </w:p>
    <w:p w:rsidR="00A64422" w:rsidRDefault="00DC76B1" w:rsidP="008D51C1">
      <w:pPr>
        <w:pStyle w:val="base-text-paragraph"/>
      </w:pPr>
      <w:r w:rsidRPr="00DC76B1">
        <w:t>Part 6 of the Regulatory Powers (Standard Provisions) Act 2014 (the Regulatory Powers Act) provides a framework for accepting and enforcing undertakings relating to compliance with provisions</w:t>
      </w:r>
      <w:r>
        <w:t xml:space="preserve">. However, </w:t>
      </w:r>
      <w:r w:rsidRPr="00DC76B1">
        <w:t xml:space="preserve">matters in relation to which undertakings can be accepted </w:t>
      </w:r>
      <w:r w:rsidR="00EF712F">
        <w:t>are</w:t>
      </w:r>
      <w:r w:rsidRPr="00DC76B1">
        <w:t xml:space="preserve"> stated more broadly in section 93A, and the new section 93B, than </w:t>
      </w:r>
      <w:r w:rsidR="00EF712F">
        <w:t>they are in</w:t>
      </w:r>
      <w:r w:rsidRPr="00DC76B1">
        <w:t xml:space="preserve"> the Regulatory Powers Act. Under the Regulatory Powers Act, undertakings may be accepted to do or not do something to comply or ensure compliance with provisions specified in the triggering Act as enforceable. </w:t>
      </w:r>
      <w:r w:rsidR="00A64422">
        <w:t>U</w:t>
      </w:r>
      <w:r w:rsidRPr="00DC76B1">
        <w:t>nder section 93A</w:t>
      </w:r>
      <w:r>
        <w:t>,</w:t>
      </w:r>
      <w:r w:rsidRPr="00DC76B1">
        <w:t xml:space="preserve"> ASIC would be entitled to accept an undertaking in relation to other matters. </w:t>
      </w:r>
    </w:p>
    <w:p w:rsidR="00DC76B1" w:rsidRDefault="00DC76B1" w:rsidP="008D51C1">
      <w:pPr>
        <w:pStyle w:val="base-text-paragraph"/>
      </w:pPr>
      <w:r w:rsidRPr="00DC76B1">
        <w:t xml:space="preserve">For example, one of ASIC’s functions is to monitor and promote market integrity and consumer protection in relation to the Australian financial system (see subsection 12A(2) of the ASIC Act). </w:t>
      </w:r>
      <w:r w:rsidR="00EF712F">
        <w:t>Thus</w:t>
      </w:r>
      <w:r w:rsidRPr="00DC76B1">
        <w:t xml:space="preserve">, under subsection 93A(1), ASIC could accept an undertaking from the responsible entity for a registered scheme not to do something in relation to the scheme that might threaten the Australian financial system. That undertaking might not relate to a breach of a particular provision of the corporations legislation, so much as a course of action in relation to a fund. For this reason, section 93B has been based on 93A, rather than </w:t>
      </w:r>
      <w:r w:rsidR="008A7F4B">
        <w:t xml:space="preserve">have it </w:t>
      </w:r>
      <w:r w:rsidRPr="00DC76B1">
        <w:t>trigger the Regulatory Powers Act</w:t>
      </w:r>
      <w:r>
        <w:t>.</w:t>
      </w:r>
    </w:p>
    <w:p w:rsidR="00087550" w:rsidRPr="00272F45" w:rsidRDefault="00087550" w:rsidP="008D51C1">
      <w:pPr>
        <w:pStyle w:val="base-text-paragraph"/>
      </w:pPr>
      <w:r>
        <w:t xml:space="preserve">The requirements around enforceable undertakings for notified foreign passport funds replicate the requirements </w:t>
      </w:r>
      <w:r w:rsidR="00735419">
        <w:t xml:space="preserve">for enforceable undertakings for registered schemes under the </w:t>
      </w:r>
      <w:r w:rsidR="00CD1A77">
        <w:t>ASIC </w:t>
      </w:r>
      <w:r w:rsidR="00735419">
        <w:t>Act.</w:t>
      </w:r>
    </w:p>
    <w:p w:rsidR="000B2B0C" w:rsidRDefault="0041503C" w:rsidP="008D51C1">
      <w:pPr>
        <w:pStyle w:val="Heading4"/>
      </w:pPr>
      <w:r>
        <w:t xml:space="preserve">Extension of licensing </w:t>
      </w:r>
      <w:r w:rsidR="000B2B0C">
        <w:t>obligations</w:t>
      </w:r>
    </w:p>
    <w:p w:rsidR="000B2B0C" w:rsidRPr="005A447F" w:rsidRDefault="000B2B0C" w:rsidP="008D51C1">
      <w:pPr>
        <w:pStyle w:val="base-text-paragraph"/>
        <w:rPr>
          <w:rStyle w:val="Referencingstyle"/>
          <w:b w:val="0"/>
          <w:i w:val="0"/>
          <w:sz w:val="22"/>
        </w:rPr>
      </w:pPr>
      <w:r>
        <w:t xml:space="preserve">Under the existing law, the operator of an Australian passport fund is carrying on a financial services business in this jurisdiction and must hold an </w:t>
      </w:r>
      <w:r w:rsidR="005B39DF">
        <w:t>AFSL</w:t>
      </w:r>
      <w:r>
        <w:t xml:space="preserve"> that covers the provision of </w:t>
      </w:r>
      <w:r w:rsidRPr="00C2433E">
        <w:t>all financial services (whether or not in this jurisdiction</w:t>
      </w:r>
      <w:r>
        <w:t>).</w:t>
      </w:r>
    </w:p>
    <w:p w:rsidR="00384DAE" w:rsidRPr="001C10A6" w:rsidRDefault="000B2B0C" w:rsidP="008D51C1">
      <w:pPr>
        <w:pStyle w:val="base-text-paragraph"/>
        <w:numPr>
          <w:ilvl w:val="1"/>
          <w:numId w:val="49"/>
        </w:numPr>
      </w:pPr>
      <w:r>
        <w:t xml:space="preserve">Consequential amendments </w:t>
      </w:r>
      <w:r w:rsidR="00384DAE">
        <w:t xml:space="preserve">have been made to the general licensing obligations to ensure that operators of Australian passport funds are required to comply with the laws of each host economy for the fund. </w:t>
      </w:r>
      <w:r w:rsidR="00CD1A77">
        <w:t>A </w:t>
      </w:r>
      <w:r w:rsidR="00384DAE">
        <w:t xml:space="preserve">similar requirement applies to other persons with functions and duties in relation to the fund. These persons are referred to as </w:t>
      </w:r>
      <w:r w:rsidR="00384DAE">
        <w:rPr>
          <w:b/>
          <w:i/>
        </w:rPr>
        <w:t>persons with responsibilities in relation to an Australian passport fund</w:t>
      </w:r>
      <w:r w:rsidR="00384DAE" w:rsidRPr="00384DAE">
        <w:t>.</w:t>
      </w:r>
      <w:r w:rsidR="00384DAE">
        <w:t xml:space="preserve"> </w:t>
      </w:r>
      <w:r w:rsidR="00384DAE">
        <w:rPr>
          <w:rStyle w:val="Referencingstyle"/>
        </w:rPr>
        <w:t xml:space="preserve">[Schedule 2, </w:t>
      </w:r>
      <w:r w:rsidR="002C5245">
        <w:rPr>
          <w:rStyle w:val="Referencingstyle"/>
        </w:rPr>
        <w:t>items </w:t>
      </w:r>
      <w:r w:rsidR="00384DAE">
        <w:rPr>
          <w:rStyle w:val="Referencingstyle"/>
        </w:rPr>
        <w:t>20</w:t>
      </w:r>
      <w:r w:rsidR="002275FD">
        <w:rPr>
          <w:rStyle w:val="Referencingstyle"/>
        </w:rPr>
        <w:t>5</w:t>
      </w:r>
      <w:r w:rsidR="00384DAE">
        <w:rPr>
          <w:rStyle w:val="Referencingstyle"/>
        </w:rPr>
        <w:t xml:space="preserve"> to 208</w:t>
      </w:r>
      <w:r w:rsidR="00384DAE" w:rsidRPr="001C10A6">
        <w:rPr>
          <w:rStyle w:val="Referencingstyle"/>
        </w:rPr>
        <w:t>, paragraph</w:t>
      </w:r>
      <w:r w:rsidR="00384DAE">
        <w:rPr>
          <w:rStyle w:val="Referencingstyle"/>
        </w:rPr>
        <w:t> </w:t>
      </w:r>
      <w:r w:rsidR="00384DAE" w:rsidRPr="001C10A6">
        <w:rPr>
          <w:rStyle w:val="Referencingstyle"/>
        </w:rPr>
        <w:t>912</w:t>
      </w:r>
      <w:r w:rsidR="00384DAE">
        <w:rPr>
          <w:rStyle w:val="Referencingstyle"/>
        </w:rPr>
        <w:t>A</w:t>
      </w:r>
      <w:r w:rsidR="00384DAE" w:rsidRPr="001C10A6">
        <w:rPr>
          <w:rStyle w:val="Referencingstyle"/>
        </w:rPr>
        <w:t>(1)(</w:t>
      </w:r>
      <w:proofErr w:type="spellStart"/>
      <w:r w:rsidR="00355F53">
        <w:rPr>
          <w:rStyle w:val="Referencingstyle"/>
        </w:rPr>
        <w:t>cb</w:t>
      </w:r>
      <w:proofErr w:type="spellEnd"/>
      <w:r w:rsidR="00384DAE" w:rsidRPr="001C10A6">
        <w:rPr>
          <w:rStyle w:val="Referencingstyle"/>
        </w:rPr>
        <w:t>)</w:t>
      </w:r>
      <w:r w:rsidR="00355F53">
        <w:rPr>
          <w:rStyle w:val="Referencingstyle"/>
        </w:rPr>
        <w:t xml:space="preserve"> and </w:t>
      </w:r>
      <w:r w:rsidR="00CD1A77">
        <w:rPr>
          <w:rStyle w:val="Referencingstyle"/>
        </w:rPr>
        <w:t>subsection </w:t>
      </w:r>
      <w:r w:rsidR="00355F53">
        <w:rPr>
          <w:rStyle w:val="Referencingstyle"/>
        </w:rPr>
        <w:t>912A(6)</w:t>
      </w:r>
      <w:r w:rsidR="00384DAE" w:rsidRPr="001C10A6">
        <w:rPr>
          <w:rStyle w:val="Referencingstyle"/>
        </w:rPr>
        <w:t>]</w:t>
      </w:r>
    </w:p>
    <w:p w:rsidR="0041503C" w:rsidRPr="00275208" w:rsidRDefault="000B2B0C" w:rsidP="008D51C1">
      <w:pPr>
        <w:pStyle w:val="Heading4"/>
      </w:pPr>
      <w:r>
        <w:t>Extension of</w:t>
      </w:r>
      <w:r w:rsidR="0041503C">
        <w:t xml:space="preserve"> breach reporting and banning orders</w:t>
      </w:r>
    </w:p>
    <w:p w:rsidR="00DE4CCD" w:rsidRPr="001C10A6" w:rsidRDefault="00DE4CCD" w:rsidP="008D51C1">
      <w:pPr>
        <w:pStyle w:val="base-text-paragraph"/>
        <w:numPr>
          <w:ilvl w:val="1"/>
          <w:numId w:val="49"/>
        </w:numPr>
      </w:pPr>
      <w:r>
        <w:t xml:space="preserve">The definition of </w:t>
      </w:r>
      <w:r w:rsidR="004E04C6">
        <w:t>‘</w:t>
      </w:r>
      <w:r>
        <w:t>financial services law</w:t>
      </w:r>
      <w:r w:rsidR="004E04C6">
        <w:t>’</w:t>
      </w:r>
      <w:r>
        <w:t xml:space="preserve"> has been expanded to include the Passport Rules for this jurisdiction and Chapter 8A. This has the effect of extending the breaching reporting and banning orders so that they apply to the new law.</w:t>
      </w:r>
      <w:r w:rsidRPr="00DE4CCD">
        <w:rPr>
          <w:rStyle w:val="Referencingstyle"/>
        </w:rPr>
        <w:t xml:space="preserve"> </w:t>
      </w:r>
      <w:r>
        <w:rPr>
          <w:rStyle w:val="Referencingstyle"/>
        </w:rPr>
        <w:t>[</w:t>
      </w:r>
      <w:r w:rsidRPr="001C10A6">
        <w:rPr>
          <w:rStyle w:val="Referencingstyle"/>
        </w:rPr>
        <w:t>Schedule 2, items </w:t>
      </w:r>
      <w:r>
        <w:rPr>
          <w:rStyle w:val="Referencingstyle"/>
        </w:rPr>
        <w:t>183</w:t>
      </w:r>
      <w:r w:rsidR="00A57E75">
        <w:rPr>
          <w:rStyle w:val="Referencingstyle"/>
        </w:rPr>
        <w:t>B and 183C</w:t>
      </w:r>
      <w:r>
        <w:rPr>
          <w:rStyle w:val="Referencingstyle"/>
        </w:rPr>
        <w:t>, section 761A, definition of ‘financial services law’</w:t>
      </w:r>
    </w:p>
    <w:p w:rsidR="0041503C" w:rsidRPr="001C10A6" w:rsidRDefault="0041503C" w:rsidP="008D51C1">
      <w:pPr>
        <w:pStyle w:val="base-text-paragraph"/>
        <w:numPr>
          <w:ilvl w:val="1"/>
          <w:numId w:val="49"/>
        </w:numPr>
      </w:pPr>
      <w:r w:rsidRPr="001C10A6">
        <w:t>Consequential amendments have been made to extend the breach reporting requirements applying to Australian financial services licensees to include compliance with the laws of each host economy for the fund and the Passport Rules for this jurisdiction. This also has the effect of extending ASIC’s existing power to ban a person for non</w:t>
      </w:r>
      <w:r w:rsidRPr="001C10A6">
        <w:noBreakHyphen/>
        <w:t xml:space="preserve">compliance with the licensing obligations or the financial services law. </w:t>
      </w:r>
      <w:r w:rsidRPr="001C10A6">
        <w:rPr>
          <w:rStyle w:val="Referencingstyle"/>
        </w:rPr>
        <w:t>[Schedule 2, items </w:t>
      </w:r>
      <w:r w:rsidR="00F27CB4">
        <w:rPr>
          <w:rStyle w:val="Referencingstyle"/>
        </w:rPr>
        <w:t>183</w:t>
      </w:r>
      <w:r w:rsidR="00A57E75">
        <w:rPr>
          <w:rStyle w:val="Referencingstyle"/>
        </w:rPr>
        <w:t>B</w:t>
      </w:r>
      <w:r w:rsidR="00F27CB4">
        <w:rPr>
          <w:rStyle w:val="Referencingstyle"/>
        </w:rPr>
        <w:t xml:space="preserve">, </w:t>
      </w:r>
      <w:r w:rsidR="000B2B0C">
        <w:rPr>
          <w:rStyle w:val="Referencingstyle"/>
        </w:rPr>
        <w:t>18</w:t>
      </w:r>
      <w:r w:rsidR="00F27CB4">
        <w:rPr>
          <w:rStyle w:val="Referencingstyle"/>
        </w:rPr>
        <w:t>5</w:t>
      </w:r>
      <w:r w:rsidR="0042113B">
        <w:rPr>
          <w:rStyle w:val="Referencingstyle"/>
        </w:rPr>
        <w:t xml:space="preserve"> and 20</w:t>
      </w:r>
      <w:r w:rsidR="002275FD">
        <w:rPr>
          <w:rStyle w:val="Referencingstyle"/>
        </w:rPr>
        <w:t>8</w:t>
      </w:r>
      <w:r w:rsidRPr="001C10A6">
        <w:rPr>
          <w:rStyle w:val="Referencingstyle"/>
        </w:rPr>
        <w:t xml:space="preserve">, </w:t>
      </w:r>
      <w:r w:rsidR="00DE4CCD">
        <w:rPr>
          <w:rStyle w:val="Referencingstyle"/>
        </w:rPr>
        <w:t xml:space="preserve">section 761A, </w:t>
      </w:r>
      <w:r w:rsidR="00F27CB4">
        <w:rPr>
          <w:rStyle w:val="Referencingstyle"/>
        </w:rPr>
        <w:t xml:space="preserve">definition of </w:t>
      </w:r>
      <w:r w:rsidR="00C37EFB">
        <w:rPr>
          <w:rStyle w:val="Referencingstyle"/>
        </w:rPr>
        <w:t>‘</w:t>
      </w:r>
      <w:r w:rsidR="00F27CB4">
        <w:rPr>
          <w:rStyle w:val="Referencingstyle"/>
        </w:rPr>
        <w:t>financial services law</w:t>
      </w:r>
      <w:r w:rsidR="00C37EFB">
        <w:rPr>
          <w:rStyle w:val="Referencingstyle"/>
        </w:rPr>
        <w:t>’</w:t>
      </w:r>
      <w:r w:rsidR="00DE4CCD">
        <w:rPr>
          <w:rStyle w:val="Referencingstyle"/>
        </w:rPr>
        <w:t>,</w:t>
      </w:r>
      <w:r w:rsidR="00F27CB4">
        <w:rPr>
          <w:rStyle w:val="Referencingstyle"/>
        </w:rPr>
        <w:t xml:space="preserve"> </w:t>
      </w:r>
      <w:r w:rsidR="00BE7C29">
        <w:rPr>
          <w:rStyle w:val="Referencingstyle"/>
        </w:rPr>
        <w:t>sub</w:t>
      </w:r>
      <w:r w:rsidRPr="001C10A6">
        <w:rPr>
          <w:rStyle w:val="Referencingstyle"/>
        </w:rPr>
        <w:t>paragraph </w:t>
      </w:r>
      <w:r w:rsidRPr="001C10A6" w:rsidDel="00BE7C29">
        <w:rPr>
          <w:rStyle w:val="Referencingstyle"/>
        </w:rPr>
        <w:t>761A</w:t>
      </w:r>
      <w:r w:rsidR="00BE7C29">
        <w:rPr>
          <w:rStyle w:val="Referencingstyle"/>
        </w:rPr>
        <w:t>(e)(ii)</w:t>
      </w:r>
      <w:r w:rsidR="00DE4CCD">
        <w:rPr>
          <w:rStyle w:val="Referencingstyle"/>
        </w:rPr>
        <w:t>,</w:t>
      </w:r>
      <w:r w:rsidR="00BE7C29">
        <w:rPr>
          <w:rStyle w:val="Referencingstyle"/>
        </w:rPr>
        <w:t xml:space="preserve"> definition of </w:t>
      </w:r>
      <w:r w:rsidR="00C37EFB">
        <w:rPr>
          <w:rStyle w:val="Referencingstyle"/>
        </w:rPr>
        <w:t>‘</w:t>
      </w:r>
      <w:r w:rsidR="00BE7C29">
        <w:rPr>
          <w:rStyle w:val="Referencingstyle"/>
        </w:rPr>
        <w:t>security</w:t>
      </w:r>
      <w:r w:rsidR="00C37EFB">
        <w:rPr>
          <w:rStyle w:val="Referencingstyle"/>
        </w:rPr>
        <w:t>’</w:t>
      </w:r>
      <w:r w:rsidR="00BE7C29">
        <w:rPr>
          <w:rStyle w:val="Referencingstyle"/>
        </w:rPr>
        <w:t xml:space="preserve"> </w:t>
      </w:r>
      <w:r w:rsidRPr="001C10A6">
        <w:rPr>
          <w:rStyle w:val="Referencingstyle"/>
        </w:rPr>
        <w:t>and subparagraph 912D(1)(a)(ii)]</w:t>
      </w:r>
    </w:p>
    <w:p w:rsidR="0041503C" w:rsidRDefault="0041503C" w:rsidP="008D51C1">
      <w:pPr>
        <w:pStyle w:val="base-text-paragraph"/>
        <w:numPr>
          <w:ilvl w:val="1"/>
          <w:numId w:val="49"/>
        </w:numPr>
      </w:pPr>
      <w:r>
        <w:t xml:space="preserve">The new law gives ASIC the power to ban an operator or person connected with an Australian passport fund if the host regulator is of the opinion that the person or fund </w:t>
      </w:r>
      <w:r w:rsidR="008317C1">
        <w:t xml:space="preserve">does not </w:t>
      </w:r>
      <w:r>
        <w:t>compl</w:t>
      </w:r>
      <w:r w:rsidR="008317C1">
        <w:t>y</w:t>
      </w:r>
      <w:r>
        <w:t xml:space="preserve">, or is </w:t>
      </w:r>
      <w:r w:rsidR="008317C1">
        <w:t xml:space="preserve">not </w:t>
      </w:r>
      <w:r>
        <w:t>likely to comply</w:t>
      </w:r>
      <w:r w:rsidR="008317C1">
        <w:t>,</w:t>
      </w:r>
      <w:r>
        <w:t xml:space="preserve"> with the laws of the host economy. The host regulator must notify ASIC of its concern in writing. </w:t>
      </w:r>
      <w:r>
        <w:rPr>
          <w:rStyle w:val="Referencingstyle"/>
        </w:rPr>
        <w:t>[Schedule 2, item </w:t>
      </w:r>
      <w:r w:rsidR="00355F53">
        <w:rPr>
          <w:rStyle w:val="Referencingstyle"/>
        </w:rPr>
        <w:t>21</w:t>
      </w:r>
      <w:r w:rsidR="002275FD">
        <w:rPr>
          <w:rStyle w:val="Referencingstyle"/>
        </w:rPr>
        <w:t>2</w:t>
      </w:r>
      <w:r>
        <w:rPr>
          <w:rStyle w:val="Referencingstyle"/>
        </w:rPr>
        <w:t xml:space="preserve">, </w:t>
      </w:r>
      <w:r w:rsidRPr="00263C59">
        <w:rPr>
          <w:rStyle w:val="Referencingstyle"/>
        </w:rPr>
        <w:t>subparagraph 920A(1)(</w:t>
      </w:r>
      <w:proofErr w:type="spellStart"/>
      <w:r w:rsidRPr="00263C59">
        <w:rPr>
          <w:rStyle w:val="Referencingstyle"/>
        </w:rPr>
        <w:t>i</w:t>
      </w:r>
      <w:proofErr w:type="spellEnd"/>
      <w:r w:rsidRPr="00263C59">
        <w:rPr>
          <w:rStyle w:val="Referencingstyle"/>
        </w:rPr>
        <w:t>)(</w:t>
      </w:r>
      <w:proofErr w:type="spellStart"/>
      <w:r w:rsidRPr="00263C59">
        <w:rPr>
          <w:rStyle w:val="Referencingstyle"/>
        </w:rPr>
        <w:t>i</w:t>
      </w:r>
      <w:proofErr w:type="spellEnd"/>
      <w:r w:rsidRPr="00263C59">
        <w:rPr>
          <w:rStyle w:val="Referencingstyle"/>
        </w:rPr>
        <w:t>)]</w:t>
      </w:r>
    </w:p>
    <w:p w:rsidR="0041503C" w:rsidRDefault="0041503C" w:rsidP="008D51C1">
      <w:pPr>
        <w:pStyle w:val="base-text-paragraph"/>
        <w:numPr>
          <w:ilvl w:val="1"/>
          <w:numId w:val="49"/>
        </w:numPr>
      </w:pPr>
      <w:r>
        <w:t xml:space="preserve">Before banning a person because of the host regulator’s concern, ASIC must consider the potential impact of the failure, or potential failure to comply on members and potential members of the fund. This is in addition to the usual limitations on ASIC’s power to make </w:t>
      </w:r>
      <w:r w:rsidRPr="00C31377">
        <w:t xml:space="preserve">a banning order, including that ASIC must form the view that </w:t>
      </w:r>
      <w:r>
        <w:t xml:space="preserve">the </w:t>
      </w:r>
      <w:r w:rsidRPr="00C31377">
        <w:t xml:space="preserve">public interest </w:t>
      </w:r>
      <w:r>
        <w:t>in</w:t>
      </w:r>
      <w:r w:rsidRPr="00C31377">
        <w:t xml:space="preserve"> exercis</w:t>
      </w:r>
      <w:r>
        <w:t>ing</w:t>
      </w:r>
      <w:r w:rsidRPr="00C31377">
        <w:t xml:space="preserve"> the banning power </w:t>
      </w:r>
      <w:r>
        <w:t>out</w:t>
      </w:r>
      <w:r w:rsidRPr="00C31377">
        <w:t>weigh</w:t>
      </w:r>
      <w:r>
        <w:t>s</w:t>
      </w:r>
      <w:r w:rsidRPr="00C31377">
        <w:t xml:space="preserve"> the detriment to the individual</w:t>
      </w:r>
      <w:r>
        <w:t xml:space="preserve">. </w:t>
      </w:r>
      <w:r>
        <w:rPr>
          <w:rStyle w:val="Referencingstyle"/>
        </w:rPr>
        <w:t xml:space="preserve">[Schedule 2, item 18, </w:t>
      </w:r>
      <w:r w:rsidRPr="00263C59">
        <w:rPr>
          <w:rStyle w:val="Referencingstyle"/>
        </w:rPr>
        <w:t>subparagraph 920A(1)(</w:t>
      </w:r>
      <w:proofErr w:type="spellStart"/>
      <w:r w:rsidRPr="00263C59">
        <w:rPr>
          <w:rStyle w:val="Referencingstyle"/>
        </w:rPr>
        <w:t>i</w:t>
      </w:r>
      <w:proofErr w:type="spellEnd"/>
      <w:r w:rsidRPr="00263C59">
        <w:rPr>
          <w:rStyle w:val="Referencingstyle"/>
        </w:rPr>
        <w:t>)(ii)]</w:t>
      </w:r>
    </w:p>
    <w:p w:rsidR="0041503C" w:rsidRPr="001C10A6" w:rsidRDefault="0041503C" w:rsidP="008D51C1">
      <w:pPr>
        <w:pStyle w:val="base-text-paragraph"/>
        <w:numPr>
          <w:ilvl w:val="1"/>
          <w:numId w:val="49"/>
        </w:numPr>
      </w:pPr>
      <w:r w:rsidRPr="001C10A6">
        <w:t xml:space="preserve">ASIC has been granted power to </w:t>
      </w:r>
      <w:r w:rsidR="00355F53">
        <w:t>immediately</w:t>
      </w:r>
      <w:r w:rsidRPr="001C10A6">
        <w:t xml:space="preserve"> suspend or cancel the </w:t>
      </w:r>
      <w:r w:rsidR="005B39DF">
        <w:t>AFSL</w:t>
      </w:r>
      <w:r w:rsidRPr="001C10A6">
        <w:t xml:space="preserve"> of an operator of a notified foreign passport fund if the members have suffered, or are likely to suffer, loss because the fund breached the Corporations Act, Corporations Regulations or the Passport</w:t>
      </w:r>
      <w:r w:rsidR="00360ED4">
        <w:t> </w:t>
      </w:r>
      <w:r w:rsidRPr="001C10A6">
        <w:t xml:space="preserve">Rules for this jurisdiction. It is noted that operators of such funds may not necessarily be required to have such a licence. </w:t>
      </w:r>
      <w:r w:rsidRPr="001C10A6">
        <w:rPr>
          <w:rStyle w:val="Referencingstyle"/>
        </w:rPr>
        <w:t>[Schedule 2, item </w:t>
      </w:r>
      <w:r w:rsidR="00355F53">
        <w:rPr>
          <w:rStyle w:val="Referencingstyle"/>
        </w:rPr>
        <w:t>20</w:t>
      </w:r>
      <w:r w:rsidR="002275FD">
        <w:rPr>
          <w:rStyle w:val="Referencingstyle"/>
        </w:rPr>
        <w:t>9</w:t>
      </w:r>
      <w:r w:rsidRPr="001C10A6">
        <w:rPr>
          <w:rStyle w:val="Referencingstyle"/>
        </w:rPr>
        <w:t>, paragraph 915B(3)(</w:t>
      </w:r>
      <w:proofErr w:type="spellStart"/>
      <w:r w:rsidRPr="001C10A6">
        <w:rPr>
          <w:rStyle w:val="Referencingstyle"/>
        </w:rPr>
        <w:t>caa</w:t>
      </w:r>
      <w:proofErr w:type="spellEnd"/>
      <w:r w:rsidRPr="001C10A6">
        <w:rPr>
          <w:rStyle w:val="Referencingstyle"/>
        </w:rPr>
        <w:t>)]</w:t>
      </w:r>
    </w:p>
    <w:p w:rsidR="00355F53" w:rsidRDefault="00355F53" w:rsidP="008D51C1">
      <w:pPr>
        <w:pStyle w:val="base-text-paragraph"/>
        <w:numPr>
          <w:ilvl w:val="1"/>
          <w:numId w:val="49"/>
        </w:numPr>
      </w:pPr>
      <w:r>
        <w:t xml:space="preserve">ASIC may also suspend or cancel an Australian financial service licence </w:t>
      </w:r>
      <w:r w:rsidR="00F11ADE">
        <w:t>of an operator or person with responsibilities in relation to an Australian passport fund</w:t>
      </w:r>
      <w:r>
        <w:t xml:space="preserve"> if </w:t>
      </w:r>
      <w:r w:rsidR="00F11ADE">
        <w:t>a</w:t>
      </w:r>
      <w:r>
        <w:t xml:space="preserve"> </w:t>
      </w:r>
      <w:r w:rsidR="00F11ADE">
        <w:t>host regulator notifies ASIC that the person has not complied</w:t>
      </w:r>
      <w:r w:rsidR="00C82866">
        <w:t>,</w:t>
      </w:r>
      <w:r w:rsidR="00F11ADE">
        <w:t xml:space="preserve"> or is not likely to comply</w:t>
      </w:r>
      <w:r w:rsidR="00C82866">
        <w:t>,</w:t>
      </w:r>
      <w:r w:rsidR="00F11ADE">
        <w:t xml:space="preserve"> with the host economy’s laws. ASIC may only exercise this power after having regard to the potential impact of the person’s non</w:t>
      </w:r>
      <w:r w:rsidR="00CD1A77">
        <w:noBreakHyphen/>
      </w:r>
      <w:r w:rsidR="00F11ADE">
        <w:t xml:space="preserve">compliance on fund members and granting the person a hearing. </w:t>
      </w:r>
      <w:r w:rsidR="00F11ADE" w:rsidRPr="001C10A6">
        <w:rPr>
          <w:rStyle w:val="Referencingstyle"/>
        </w:rPr>
        <w:t>[Schedule 2, item</w:t>
      </w:r>
      <w:r w:rsidR="00F11ADE">
        <w:rPr>
          <w:rStyle w:val="Referencingstyle"/>
        </w:rPr>
        <w:t>s</w:t>
      </w:r>
      <w:r w:rsidR="00F11ADE" w:rsidRPr="001C10A6">
        <w:rPr>
          <w:rStyle w:val="Referencingstyle"/>
        </w:rPr>
        <w:t> </w:t>
      </w:r>
      <w:r w:rsidR="00F11ADE">
        <w:rPr>
          <w:rStyle w:val="Referencingstyle"/>
        </w:rPr>
        <w:t>21</w:t>
      </w:r>
      <w:r w:rsidR="002275FD">
        <w:rPr>
          <w:rStyle w:val="Referencingstyle"/>
        </w:rPr>
        <w:t>0</w:t>
      </w:r>
      <w:r w:rsidR="00F11ADE">
        <w:rPr>
          <w:rStyle w:val="Referencingstyle"/>
        </w:rPr>
        <w:t xml:space="preserve"> and 21</w:t>
      </w:r>
      <w:r w:rsidR="002275FD">
        <w:rPr>
          <w:rStyle w:val="Referencingstyle"/>
        </w:rPr>
        <w:t>1</w:t>
      </w:r>
      <w:r w:rsidR="00F11ADE">
        <w:rPr>
          <w:rStyle w:val="Referencingstyle"/>
        </w:rPr>
        <w:t>, paragraph 915C(1)(e) and subsection</w:t>
      </w:r>
      <w:r w:rsidR="00C11DA4">
        <w:rPr>
          <w:rStyle w:val="Referencingstyle"/>
        </w:rPr>
        <w:t> </w:t>
      </w:r>
      <w:r w:rsidR="00F11ADE">
        <w:rPr>
          <w:rStyle w:val="Referencingstyle"/>
        </w:rPr>
        <w:t>915C(5)</w:t>
      </w:r>
      <w:r w:rsidR="00F11ADE" w:rsidRPr="001C10A6">
        <w:rPr>
          <w:rStyle w:val="Referencingstyle"/>
        </w:rPr>
        <w:t>]</w:t>
      </w:r>
    </w:p>
    <w:p w:rsidR="00885D49" w:rsidRDefault="00C12E01" w:rsidP="008D51C1">
      <w:pPr>
        <w:pStyle w:val="base-text-paragraph"/>
      </w:pPr>
      <w:r>
        <w:t>A person</w:t>
      </w:r>
      <w:r w:rsidR="0041503C" w:rsidRPr="001C10A6">
        <w:t xml:space="preserve"> may seek merits review </w:t>
      </w:r>
      <w:r w:rsidR="00025586">
        <w:t xml:space="preserve">by the </w:t>
      </w:r>
      <w:r w:rsidR="00025586" w:rsidRPr="00025586">
        <w:t>Administrative Appeals</w:t>
      </w:r>
      <w:r w:rsidR="00676D59">
        <w:t> </w:t>
      </w:r>
      <w:r w:rsidR="00025586" w:rsidRPr="00025586">
        <w:t xml:space="preserve">Tribunal </w:t>
      </w:r>
      <w:r w:rsidR="00025586">
        <w:t xml:space="preserve">(AAT) </w:t>
      </w:r>
      <w:r w:rsidR="0041503C" w:rsidRPr="001C10A6">
        <w:t>of ASIC’s decision to ban a person or suspend or cancel a licence under existing section 1317B. The right to merits review exists irrespective of whether the person is an Australian or foreign resident or citizen.</w:t>
      </w:r>
    </w:p>
    <w:p w:rsidR="00885D49" w:rsidRDefault="00885D49" w:rsidP="008D51C1">
      <w:pPr>
        <w:pStyle w:val="Heading4"/>
      </w:pPr>
      <w:r>
        <w:t>Officers and employees</w:t>
      </w:r>
    </w:p>
    <w:p w:rsidR="00885D49" w:rsidRDefault="00551106" w:rsidP="008D51C1">
      <w:pPr>
        <w:pStyle w:val="base-text-paragraph"/>
      </w:pPr>
      <w:r>
        <w:t>Division</w:t>
      </w:r>
      <w:r w:rsidR="007D0A0C">
        <w:t> </w:t>
      </w:r>
      <w:r>
        <w:t>1 of Part</w:t>
      </w:r>
      <w:r w:rsidR="007D0A0C">
        <w:t> </w:t>
      </w:r>
      <w:r>
        <w:t xml:space="preserve">2D.1, which relates to duties imposed on officers, directors and employees of a corporation, </w:t>
      </w:r>
      <w:r w:rsidR="002E42DD">
        <w:t>does</w:t>
      </w:r>
      <w:r>
        <w:t xml:space="preserve"> not apply to the actions or omissions of officers, directors or employees of a notified foreign passport fund or its operator. </w:t>
      </w:r>
      <w:r w:rsidR="00BB3A9A">
        <w:rPr>
          <w:rStyle w:val="Referencingstyle"/>
        </w:rPr>
        <w:t>[Schedule</w:t>
      </w:r>
      <w:r w:rsidR="00C11DA4">
        <w:rPr>
          <w:rStyle w:val="Referencingstyle"/>
        </w:rPr>
        <w:t> </w:t>
      </w:r>
      <w:r w:rsidR="00BB3A9A">
        <w:rPr>
          <w:rStyle w:val="Referencingstyle"/>
        </w:rPr>
        <w:t>2, item</w:t>
      </w:r>
      <w:r w:rsidR="00C11DA4">
        <w:rPr>
          <w:rStyle w:val="Referencingstyle"/>
        </w:rPr>
        <w:t> </w:t>
      </w:r>
      <w:r w:rsidR="00BB3A9A">
        <w:rPr>
          <w:rStyle w:val="Referencingstyle"/>
        </w:rPr>
        <w:t>5</w:t>
      </w:r>
      <w:r w:rsidR="00313811">
        <w:rPr>
          <w:rStyle w:val="Referencingstyle"/>
        </w:rPr>
        <w:t>3</w:t>
      </w:r>
      <w:r w:rsidR="00BB3A9A" w:rsidRPr="00375F1D">
        <w:rPr>
          <w:rStyle w:val="Referencingstyle"/>
        </w:rPr>
        <w:t>, section</w:t>
      </w:r>
      <w:r w:rsidR="00CD1A77">
        <w:rPr>
          <w:rStyle w:val="Referencingstyle"/>
        </w:rPr>
        <w:t> </w:t>
      </w:r>
      <w:r w:rsidR="00BB3A9A">
        <w:rPr>
          <w:rStyle w:val="Referencingstyle"/>
        </w:rPr>
        <w:t>190C</w:t>
      </w:r>
      <w:r w:rsidR="00BB3A9A" w:rsidRPr="00375F1D">
        <w:rPr>
          <w:rStyle w:val="Referencingstyle"/>
        </w:rPr>
        <w:t>]</w:t>
      </w:r>
    </w:p>
    <w:p w:rsidR="0041503C" w:rsidRPr="009A2615" w:rsidRDefault="001937F6" w:rsidP="008D51C1">
      <w:pPr>
        <w:pStyle w:val="base-text-paragraph"/>
        <w:numPr>
          <w:ilvl w:val="1"/>
          <w:numId w:val="49"/>
        </w:numPr>
        <w:rPr>
          <w:rStyle w:val="Referencingstyle"/>
          <w:b w:val="0"/>
          <w:i w:val="0"/>
          <w:sz w:val="22"/>
        </w:rPr>
      </w:pPr>
      <w:r>
        <w:t>D</w:t>
      </w:r>
      <w:r w:rsidR="00E37811">
        <w:t xml:space="preserve">irectors of notified foreign passport funds or of the fund’s </w:t>
      </w:r>
      <w:r w:rsidR="009A2615">
        <w:t>operator</w:t>
      </w:r>
      <w:r w:rsidR="00E37811">
        <w:t xml:space="preserve"> </w:t>
      </w:r>
      <w:r>
        <w:t xml:space="preserve">are </w:t>
      </w:r>
      <w:r w:rsidR="00551106">
        <w:t>not</w:t>
      </w:r>
      <w:r w:rsidR="000547E0">
        <w:t xml:space="preserve"> personally liable for a</w:t>
      </w:r>
      <w:r w:rsidR="00E37811">
        <w:t xml:space="preserve"> liability </w:t>
      </w:r>
      <w:r w:rsidR="009A2615">
        <w:t xml:space="preserve">incurred by </w:t>
      </w:r>
      <w:r w:rsidR="00E37811">
        <w:t xml:space="preserve">the fund </w:t>
      </w:r>
      <w:r w:rsidR="00D26229">
        <w:t>or operator</w:t>
      </w:r>
      <w:r w:rsidR="000547E0">
        <w:t xml:space="preserve"> acting a</w:t>
      </w:r>
      <w:r w:rsidR="00D26229">
        <w:t>s</w:t>
      </w:r>
      <w:r w:rsidR="000547E0">
        <w:t xml:space="preserve"> trustee</w:t>
      </w:r>
      <w:r w:rsidR="002E42DD">
        <w:t>.</w:t>
      </w:r>
      <w:r w:rsidR="009A2615">
        <w:t xml:space="preserve"> </w:t>
      </w:r>
      <w:r w:rsidR="009A2615">
        <w:rPr>
          <w:rStyle w:val="Referencingstyle"/>
        </w:rPr>
        <w:t>[Schedule</w:t>
      </w:r>
      <w:r w:rsidR="00C11DA4">
        <w:rPr>
          <w:rStyle w:val="Referencingstyle"/>
        </w:rPr>
        <w:t> </w:t>
      </w:r>
      <w:r w:rsidR="009A2615">
        <w:rPr>
          <w:rStyle w:val="Referencingstyle"/>
        </w:rPr>
        <w:t>2, i</w:t>
      </w:r>
      <w:r w:rsidR="009A2615" w:rsidRPr="00375F1D">
        <w:rPr>
          <w:rStyle w:val="Referencingstyle"/>
        </w:rPr>
        <w:t>tem</w:t>
      </w:r>
      <w:r w:rsidR="00C11DA4">
        <w:rPr>
          <w:rStyle w:val="Referencingstyle"/>
        </w:rPr>
        <w:t> </w:t>
      </w:r>
      <w:r w:rsidR="009A2615">
        <w:rPr>
          <w:rStyle w:val="Referencingstyle"/>
        </w:rPr>
        <w:t>5</w:t>
      </w:r>
      <w:r w:rsidR="00313811">
        <w:rPr>
          <w:rStyle w:val="Referencingstyle"/>
        </w:rPr>
        <w:t>4</w:t>
      </w:r>
      <w:r w:rsidR="009A2615" w:rsidRPr="00375F1D">
        <w:rPr>
          <w:rStyle w:val="Referencingstyle"/>
        </w:rPr>
        <w:t xml:space="preserve">, </w:t>
      </w:r>
      <w:r w:rsidR="009A2615">
        <w:rPr>
          <w:rStyle w:val="Referencingstyle"/>
        </w:rPr>
        <w:t>sub</w:t>
      </w:r>
      <w:r w:rsidR="009A2615" w:rsidRPr="00375F1D">
        <w:rPr>
          <w:rStyle w:val="Referencingstyle"/>
        </w:rPr>
        <w:t>section</w:t>
      </w:r>
      <w:r w:rsidR="00C11DA4">
        <w:rPr>
          <w:rStyle w:val="Referencingstyle"/>
        </w:rPr>
        <w:t> </w:t>
      </w:r>
      <w:r w:rsidR="009A2615">
        <w:rPr>
          <w:rStyle w:val="Referencingstyle"/>
        </w:rPr>
        <w:t>197(3A)</w:t>
      </w:r>
      <w:r w:rsidR="009A2615" w:rsidRPr="00375F1D">
        <w:rPr>
          <w:rStyle w:val="Referencingstyle"/>
        </w:rPr>
        <w:t>]</w:t>
      </w:r>
    </w:p>
    <w:p w:rsidR="00272396" w:rsidRPr="00997023" w:rsidRDefault="00272396" w:rsidP="008D51C1">
      <w:pPr>
        <w:pStyle w:val="Heading4"/>
        <w:rPr>
          <w:rStyle w:val="Referencingstyle"/>
          <w:b/>
          <w:i/>
          <w:sz w:val="22"/>
        </w:rPr>
      </w:pPr>
      <w:r>
        <w:rPr>
          <w:rStyle w:val="Referencingstyle"/>
          <w:b/>
          <w:i/>
          <w:sz w:val="22"/>
        </w:rPr>
        <w:t>Disqualification from managing corporations</w:t>
      </w:r>
    </w:p>
    <w:p w:rsidR="00272396" w:rsidRPr="00997023" w:rsidRDefault="00272396" w:rsidP="008D51C1">
      <w:pPr>
        <w:pStyle w:val="base-text-paragraph"/>
        <w:numPr>
          <w:ilvl w:val="1"/>
          <w:numId w:val="49"/>
        </w:numPr>
        <w:rPr>
          <w:rStyle w:val="Referencingstyle"/>
          <w:b w:val="0"/>
          <w:i w:val="0"/>
          <w:sz w:val="22"/>
        </w:rPr>
      </w:pPr>
      <w:r>
        <w:t>Consequential amendments have been made to</w:t>
      </w:r>
      <w:r w:rsidR="00997023">
        <w:t xml:space="preserve"> automatically </w:t>
      </w:r>
      <w:r>
        <w:t>disqualify a person</w:t>
      </w:r>
      <w:r w:rsidR="00997023">
        <w:t xml:space="preserve"> from managing corporations</w:t>
      </w:r>
      <w:r w:rsidR="005B47F5">
        <w:t xml:space="preserve"> if the person is disqualified from </w:t>
      </w:r>
      <w:r w:rsidR="00997023">
        <w:t>being a director of a passport fund</w:t>
      </w:r>
      <w:r w:rsidR="00D26229">
        <w:t xml:space="preserve"> or</w:t>
      </w:r>
      <w:r w:rsidR="00997023">
        <w:t xml:space="preserve"> </w:t>
      </w:r>
      <w:r w:rsidR="00D26229">
        <w:t>the</w:t>
      </w:r>
      <w:r w:rsidR="00997023">
        <w:t xml:space="preserve"> fund’s operator</w:t>
      </w:r>
      <w:r w:rsidR="00C11DA4">
        <w:t>,</w:t>
      </w:r>
      <w:r w:rsidR="00997023">
        <w:t xml:space="preserve"> or from </w:t>
      </w:r>
      <w:r w:rsidR="005B47F5">
        <w:t>being concerned with the management of</w:t>
      </w:r>
      <w:r w:rsidR="00997023">
        <w:t xml:space="preserve"> a passport fund</w:t>
      </w:r>
      <w:r w:rsidR="005B47F5">
        <w:t xml:space="preserve"> under an order made by court of a foreign jurisdiction (that is in force)</w:t>
      </w:r>
      <w:r w:rsidR="00997023">
        <w:t xml:space="preserve">. </w:t>
      </w:r>
      <w:r w:rsidRPr="00C2433E">
        <w:t xml:space="preserve">Similarly, ASIC may apply to the court to disqualify a person from managing corporations, if the person is disqualified under </w:t>
      </w:r>
      <w:r w:rsidR="005B47F5">
        <w:t>the law of a foreign jurisdiction</w:t>
      </w:r>
      <w:r w:rsidRPr="00C2433E">
        <w:t>.</w:t>
      </w:r>
      <w:r>
        <w:t xml:space="preserve"> </w:t>
      </w:r>
      <w:r w:rsidR="00997023">
        <w:rPr>
          <w:rStyle w:val="Referencingstyle"/>
        </w:rPr>
        <w:t>[Schedule</w:t>
      </w:r>
      <w:r w:rsidR="00C11DA4">
        <w:rPr>
          <w:rStyle w:val="Referencingstyle"/>
        </w:rPr>
        <w:t> </w:t>
      </w:r>
      <w:r w:rsidR="00997023">
        <w:rPr>
          <w:rStyle w:val="Referencingstyle"/>
        </w:rPr>
        <w:t xml:space="preserve">2, </w:t>
      </w:r>
      <w:r w:rsidR="00F82D5C">
        <w:rPr>
          <w:rStyle w:val="Referencingstyle"/>
        </w:rPr>
        <w:t>items </w:t>
      </w:r>
      <w:r w:rsidR="00997023">
        <w:rPr>
          <w:rStyle w:val="Referencingstyle"/>
        </w:rPr>
        <w:t>5</w:t>
      </w:r>
      <w:r w:rsidR="00313811">
        <w:rPr>
          <w:rStyle w:val="Referencingstyle"/>
        </w:rPr>
        <w:t>6</w:t>
      </w:r>
      <w:r w:rsidR="00F82D5C">
        <w:rPr>
          <w:rStyle w:val="Referencingstyle"/>
        </w:rPr>
        <w:t xml:space="preserve"> to </w:t>
      </w:r>
      <w:r w:rsidR="00313811">
        <w:rPr>
          <w:rStyle w:val="Referencingstyle"/>
        </w:rPr>
        <w:t>59</w:t>
      </w:r>
      <w:r>
        <w:rPr>
          <w:rStyle w:val="Referencingstyle"/>
        </w:rPr>
        <w:t>, paragraphs</w:t>
      </w:r>
      <w:r w:rsidR="00C11DA4">
        <w:rPr>
          <w:rStyle w:val="Referencingstyle"/>
        </w:rPr>
        <w:t> </w:t>
      </w:r>
      <w:r w:rsidR="00997023">
        <w:rPr>
          <w:rStyle w:val="Referencingstyle"/>
        </w:rPr>
        <w:t>206B(6)(b</w:t>
      </w:r>
      <w:r>
        <w:rPr>
          <w:rStyle w:val="Referencingstyle"/>
        </w:rPr>
        <w:t>)</w:t>
      </w:r>
      <w:r w:rsidR="00C11DA4">
        <w:rPr>
          <w:rStyle w:val="Referencingstyle"/>
        </w:rPr>
        <w:t xml:space="preserve"> and</w:t>
      </w:r>
      <w:r>
        <w:rPr>
          <w:rStyle w:val="Referencingstyle"/>
        </w:rPr>
        <w:t xml:space="preserve"> (</w:t>
      </w:r>
      <w:r w:rsidR="00997023">
        <w:rPr>
          <w:rStyle w:val="Referencingstyle"/>
        </w:rPr>
        <w:t>c</w:t>
      </w:r>
      <w:r>
        <w:rPr>
          <w:rStyle w:val="Referencingstyle"/>
        </w:rPr>
        <w:t>)</w:t>
      </w:r>
      <w:r w:rsidR="00C11DA4">
        <w:rPr>
          <w:rStyle w:val="Referencingstyle"/>
        </w:rPr>
        <w:t xml:space="preserve"> and</w:t>
      </w:r>
      <w:r>
        <w:rPr>
          <w:rStyle w:val="Referencingstyle"/>
        </w:rPr>
        <w:t xml:space="preserve"> 206EAA(1)(a)</w:t>
      </w:r>
      <w:r w:rsidR="00C11DA4">
        <w:rPr>
          <w:rStyle w:val="Referencingstyle"/>
        </w:rPr>
        <w:t xml:space="preserve"> and</w:t>
      </w:r>
      <w:r>
        <w:rPr>
          <w:rStyle w:val="Referencingstyle"/>
        </w:rPr>
        <w:t xml:space="preserve"> (3)(a)</w:t>
      </w:r>
      <w:r w:rsidRPr="00375F1D">
        <w:rPr>
          <w:rStyle w:val="Referencingstyle"/>
        </w:rPr>
        <w:t>]</w:t>
      </w:r>
    </w:p>
    <w:p w:rsidR="00997023" w:rsidRPr="00997023" w:rsidRDefault="00217FD7" w:rsidP="008D51C1">
      <w:pPr>
        <w:pStyle w:val="base-text-paragraph"/>
        <w:numPr>
          <w:ilvl w:val="1"/>
          <w:numId w:val="49"/>
        </w:numPr>
        <w:rPr>
          <w:rStyle w:val="Referencingstyle"/>
          <w:b w:val="0"/>
          <w:i w:val="0"/>
          <w:sz w:val="22"/>
        </w:rPr>
      </w:pPr>
      <w:r>
        <w:t>Except for the provision</w:t>
      </w:r>
      <w:r w:rsidR="00061A82">
        <w:t>s</w:t>
      </w:r>
      <w:r>
        <w:t xml:space="preserve"> </w:t>
      </w:r>
      <w:r w:rsidRPr="00C2433E">
        <w:t>refer</w:t>
      </w:r>
      <w:r w:rsidR="00C11DA4" w:rsidRPr="00C2433E">
        <w:t>red to above</w:t>
      </w:r>
      <w:r w:rsidR="004420DF">
        <w:t>,</w:t>
      </w:r>
      <w:r w:rsidR="00272396">
        <w:t xml:space="preserve"> Part</w:t>
      </w:r>
      <w:r w:rsidR="00C11DA4">
        <w:t> </w:t>
      </w:r>
      <w:r w:rsidR="00272396">
        <w:t>2D.6 will only apply to people managing a notified foreign passport fund, or the fund’s operator,</w:t>
      </w:r>
      <w:r>
        <w:t xml:space="preserve"> </w:t>
      </w:r>
      <w:r w:rsidR="00BC5A84">
        <w:t>with respect to their</w:t>
      </w:r>
      <w:r>
        <w:t xml:space="preserve"> actions or omissions </w:t>
      </w:r>
      <w:r w:rsidR="00BC5A84">
        <w:t>committed</w:t>
      </w:r>
      <w:r>
        <w:t xml:space="preserve"> in this jurisdiction</w:t>
      </w:r>
      <w:r w:rsidR="00C11DA4">
        <w:t xml:space="preserve">. </w:t>
      </w:r>
      <w:r w:rsidR="00C11DA4" w:rsidRPr="00F82D5C">
        <w:rPr>
          <w:rStyle w:val="Referencingstyle"/>
        </w:rPr>
        <w:t>[</w:t>
      </w:r>
      <w:r w:rsidR="00997023" w:rsidRPr="00C11DA4">
        <w:rPr>
          <w:rStyle w:val="Referencingstyle"/>
        </w:rPr>
        <w:t>Schedule</w:t>
      </w:r>
      <w:r w:rsidR="00C11DA4">
        <w:rPr>
          <w:rStyle w:val="Referencingstyle"/>
        </w:rPr>
        <w:t> </w:t>
      </w:r>
      <w:r w:rsidR="00997023" w:rsidRPr="00C11DA4">
        <w:rPr>
          <w:rStyle w:val="Referencingstyle"/>
        </w:rPr>
        <w:t>2, item</w:t>
      </w:r>
      <w:r w:rsidR="00C11DA4">
        <w:rPr>
          <w:rStyle w:val="Referencingstyle"/>
        </w:rPr>
        <w:t> </w:t>
      </w:r>
      <w:r w:rsidRPr="00C11DA4">
        <w:rPr>
          <w:rStyle w:val="Referencingstyle"/>
        </w:rPr>
        <w:t>6</w:t>
      </w:r>
      <w:r w:rsidR="00CF61A2">
        <w:rPr>
          <w:rStyle w:val="Referencingstyle"/>
        </w:rPr>
        <w:t>1</w:t>
      </w:r>
      <w:r w:rsidR="00997023" w:rsidRPr="00C11DA4">
        <w:rPr>
          <w:rStyle w:val="Referencingstyle"/>
        </w:rPr>
        <w:t>, section</w:t>
      </w:r>
      <w:r w:rsidR="00C11DA4">
        <w:rPr>
          <w:rStyle w:val="Referencingstyle"/>
        </w:rPr>
        <w:t> </w:t>
      </w:r>
      <w:r w:rsidR="00997023" w:rsidRPr="00C11DA4">
        <w:rPr>
          <w:rStyle w:val="Referencingstyle"/>
        </w:rPr>
        <w:t>206</w:t>
      </w:r>
      <w:r w:rsidRPr="00C11DA4">
        <w:rPr>
          <w:rStyle w:val="Referencingstyle"/>
        </w:rPr>
        <w:t>HAA</w:t>
      </w:r>
      <w:r w:rsidR="00997023" w:rsidRPr="00C11DA4">
        <w:rPr>
          <w:rStyle w:val="Referencingstyle"/>
        </w:rPr>
        <w:t>]</w:t>
      </w:r>
    </w:p>
    <w:p w:rsidR="00166B84" w:rsidRPr="00997023" w:rsidRDefault="00166B84" w:rsidP="008D51C1">
      <w:pPr>
        <w:pStyle w:val="base-text-paragraph"/>
        <w:rPr>
          <w:rStyle w:val="Referencingstyle"/>
          <w:b w:val="0"/>
          <w:i w:val="0"/>
          <w:sz w:val="22"/>
        </w:rPr>
      </w:pPr>
      <w:r>
        <w:rPr>
          <w:rStyle w:val="Referencingstyle"/>
          <w:b w:val="0"/>
          <w:i w:val="0"/>
          <w:sz w:val="22"/>
        </w:rPr>
        <w:t>A</w:t>
      </w:r>
      <w:r w:rsidR="00977FBD">
        <w:rPr>
          <w:rStyle w:val="Referencingstyle"/>
          <w:b w:val="0"/>
          <w:i w:val="0"/>
          <w:sz w:val="22"/>
        </w:rPr>
        <w:t>n</w:t>
      </w:r>
      <w:r>
        <w:rPr>
          <w:rStyle w:val="Referencingstyle"/>
          <w:b w:val="0"/>
          <w:i w:val="0"/>
          <w:sz w:val="22"/>
        </w:rPr>
        <w:t xml:space="preserve"> </w:t>
      </w:r>
      <w:r>
        <w:t xml:space="preserve">amendment </w:t>
      </w:r>
      <w:r w:rsidR="004420DF">
        <w:t>changing</w:t>
      </w:r>
      <w:r>
        <w:t xml:space="preserve"> the heading of section</w:t>
      </w:r>
      <w:r w:rsidR="00C2433E">
        <w:t> </w:t>
      </w:r>
      <w:r>
        <w:t>206H from “</w:t>
      </w:r>
      <w:r w:rsidRPr="00166B84">
        <w:t>Territorial application of this Part</w:t>
      </w:r>
      <w:r>
        <w:t>” to “</w:t>
      </w:r>
      <w:r w:rsidRPr="00166B84">
        <w:t>Limited application of Part to foreign companies</w:t>
      </w:r>
      <w:r>
        <w:t>”</w:t>
      </w:r>
      <w:r w:rsidR="004420DF">
        <w:t xml:space="preserve"> is also made</w:t>
      </w:r>
      <w:r>
        <w:t xml:space="preserve">. </w:t>
      </w:r>
      <w:r w:rsidRPr="00F82D5C">
        <w:rPr>
          <w:rStyle w:val="Referencingstyle"/>
        </w:rPr>
        <w:t>[</w:t>
      </w:r>
      <w:r w:rsidRPr="00C11DA4">
        <w:rPr>
          <w:rStyle w:val="Referencingstyle"/>
        </w:rPr>
        <w:t>Schedule</w:t>
      </w:r>
      <w:r>
        <w:rPr>
          <w:rStyle w:val="Referencingstyle"/>
        </w:rPr>
        <w:t> </w:t>
      </w:r>
      <w:r w:rsidRPr="00C11DA4">
        <w:rPr>
          <w:rStyle w:val="Referencingstyle"/>
        </w:rPr>
        <w:t>2, item</w:t>
      </w:r>
      <w:r>
        <w:rPr>
          <w:rStyle w:val="Referencingstyle"/>
        </w:rPr>
        <w:t> 60</w:t>
      </w:r>
      <w:r w:rsidRPr="00C11DA4">
        <w:rPr>
          <w:rStyle w:val="Referencingstyle"/>
        </w:rPr>
        <w:t xml:space="preserve">, </w:t>
      </w:r>
      <w:r w:rsidR="003B2D61">
        <w:rPr>
          <w:rStyle w:val="Referencingstyle"/>
        </w:rPr>
        <w:t xml:space="preserve">heading to </w:t>
      </w:r>
      <w:r w:rsidRPr="00C11DA4">
        <w:rPr>
          <w:rStyle w:val="Referencingstyle"/>
        </w:rPr>
        <w:t>section</w:t>
      </w:r>
      <w:r>
        <w:rPr>
          <w:rStyle w:val="Referencingstyle"/>
        </w:rPr>
        <w:t> </w:t>
      </w:r>
      <w:r w:rsidRPr="00C11DA4">
        <w:rPr>
          <w:rStyle w:val="Referencingstyle"/>
        </w:rPr>
        <w:t>206H]</w:t>
      </w:r>
    </w:p>
    <w:p w:rsidR="007C7A61" w:rsidRPr="00997023" w:rsidRDefault="00263E85" w:rsidP="008D51C1">
      <w:pPr>
        <w:pStyle w:val="Heading4"/>
        <w:rPr>
          <w:rStyle w:val="Referencingstyle"/>
          <w:b/>
          <w:i/>
          <w:sz w:val="22"/>
        </w:rPr>
      </w:pPr>
      <w:r>
        <w:rPr>
          <w:rStyle w:val="Referencingstyle"/>
          <w:b/>
          <w:i/>
          <w:sz w:val="22"/>
        </w:rPr>
        <w:t>Declarations of contravention</w:t>
      </w:r>
    </w:p>
    <w:p w:rsidR="00442498" w:rsidRPr="00263E85" w:rsidRDefault="00342E41" w:rsidP="008D51C1">
      <w:pPr>
        <w:pStyle w:val="base-text-paragraph"/>
        <w:rPr>
          <w:rStyle w:val="Referencingstyle"/>
          <w:b w:val="0"/>
          <w:i w:val="0"/>
          <w:sz w:val="22"/>
        </w:rPr>
      </w:pPr>
      <w:r>
        <w:t xml:space="preserve">The </w:t>
      </w:r>
      <w:r w:rsidR="00FF5C50">
        <w:t>Court may make declarations of contravention</w:t>
      </w:r>
      <w:r w:rsidR="00442498">
        <w:t xml:space="preserve"> </w:t>
      </w:r>
      <w:r w:rsidR="00FF5C50">
        <w:t xml:space="preserve">when a notified foreign passport fund breaches the </w:t>
      </w:r>
      <w:r w:rsidR="00954F47">
        <w:t xml:space="preserve">Passport Rules or </w:t>
      </w:r>
      <w:r w:rsidR="00FF5C50">
        <w:t>new reporting requir</w:t>
      </w:r>
      <w:r w:rsidR="00954F47">
        <w:t>ements</w:t>
      </w:r>
      <w:r w:rsidR="00442498">
        <w:t>.</w:t>
      </w:r>
      <w:r w:rsidR="00FF5C50">
        <w:t xml:space="preserve"> For further details about the new reporting requirements, please see paragraphs </w:t>
      </w:r>
      <w:r w:rsidR="009E4F9B">
        <w:t>4</w:t>
      </w:r>
      <w:r w:rsidR="008E69D7">
        <w:t>.67 to 4.7</w:t>
      </w:r>
      <w:r w:rsidR="009E4F9B">
        <w:t>6</w:t>
      </w:r>
      <w:r w:rsidR="00FF5C50">
        <w:t xml:space="preserve">. </w:t>
      </w:r>
      <w:r w:rsidR="00442498">
        <w:t xml:space="preserve"> </w:t>
      </w:r>
      <w:r w:rsidR="00442498">
        <w:rPr>
          <w:rStyle w:val="Referencingstyle"/>
        </w:rPr>
        <w:t>[Schedule 2, item</w:t>
      </w:r>
      <w:r w:rsidR="00464D85">
        <w:rPr>
          <w:rStyle w:val="Referencingstyle"/>
        </w:rPr>
        <w:t>s</w:t>
      </w:r>
      <w:r w:rsidR="00442498">
        <w:rPr>
          <w:rStyle w:val="Referencingstyle"/>
        </w:rPr>
        <w:t> 27</w:t>
      </w:r>
      <w:r w:rsidR="00464D85">
        <w:rPr>
          <w:rStyle w:val="Referencingstyle"/>
        </w:rPr>
        <w:t>2 and 273A</w:t>
      </w:r>
      <w:r w:rsidR="00442498" w:rsidRPr="001C10A6">
        <w:rPr>
          <w:rStyle w:val="Referencingstyle"/>
        </w:rPr>
        <w:t xml:space="preserve">, </w:t>
      </w:r>
      <w:r w:rsidR="00442498">
        <w:rPr>
          <w:rStyle w:val="Referencingstyle"/>
        </w:rPr>
        <w:t>paragraph 1317E(</w:t>
      </w:r>
      <w:r w:rsidR="00464D85">
        <w:rPr>
          <w:rStyle w:val="Referencingstyle"/>
        </w:rPr>
        <w:t>1</w:t>
      </w:r>
      <w:r w:rsidR="00764922">
        <w:rPr>
          <w:rStyle w:val="Referencingstyle"/>
        </w:rPr>
        <w:t>)</w:t>
      </w:r>
      <w:r w:rsidR="00464D85">
        <w:rPr>
          <w:rStyle w:val="Referencingstyle"/>
        </w:rPr>
        <w:t>, table items 5 and 45</w:t>
      </w:r>
      <w:r w:rsidR="00A96F48">
        <w:rPr>
          <w:rStyle w:val="Referencingstyle"/>
        </w:rPr>
        <w:t>A</w:t>
      </w:r>
      <w:r w:rsidR="00442498" w:rsidRPr="001C10A6">
        <w:rPr>
          <w:rStyle w:val="Referencingstyle"/>
        </w:rPr>
        <w:t>]</w:t>
      </w:r>
    </w:p>
    <w:p w:rsidR="00263E85" w:rsidRPr="00F4697A" w:rsidRDefault="00764922" w:rsidP="008D51C1">
      <w:pPr>
        <w:pStyle w:val="base-text-paragraph"/>
        <w:rPr>
          <w:rStyle w:val="Referencingstyle"/>
          <w:b w:val="0"/>
          <w:i w:val="0"/>
          <w:sz w:val="22"/>
        </w:rPr>
      </w:pPr>
      <w:r>
        <w:t>T</w:t>
      </w:r>
      <w:r w:rsidR="00342E41">
        <w:t>he declaration of contravention must specify the</w:t>
      </w:r>
      <w:r w:rsidR="00A96F48">
        <w:t xml:space="preserve"> name of the</w:t>
      </w:r>
      <w:r w:rsidR="00342E41">
        <w:t xml:space="preserve"> relevant passport fund. </w:t>
      </w:r>
      <w:r w:rsidR="00263E85">
        <w:rPr>
          <w:rStyle w:val="Referencingstyle"/>
        </w:rPr>
        <w:t>[Schedule 2,</w:t>
      </w:r>
      <w:r w:rsidR="00342E41">
        <w:rPr>
          <w:rStyle w:val="Referencingstyle"/>
        </w:rPr>
        <w:t xml:space="preserve"> </w:t>
      </w:r>
      <w:r w:rsidR="00263E85">
        <w:rPr>
          <w:rStyle w:val="Referencingstyle"/>
        </w:rPr>
        <w:t>item</w:t>
      </w:r>
      <w:r w:rsidR="00342E41">
        <w:rPr>
          <w:rStyle w:val="Referencingstyle"/>
        </w:rPr>
        <w:t>s</w:t>
      </w:r>
      <w:r w:rsidR="00263E85">
        <w:rPr>
          <w:rStyle w:val="Referencingstyle"/>
        </w:rPr>
        <w:t xml:space="preserve"> </w:t>
      </w:r>
      <w:r w:rsidR="00342E41">
        <w:rPr>
          <w:rStyle w:val="Referencingstyle"/>
        </w:rPr>
        <w:t xml:space="preserve">273 and 273B, </w:t>
      </w:r>
      <w:r>
        <w:rPr>
          <w:rStyle w:val="Referencingstyle"/>
        </w:rPr>
        <w:t xml:space="preserve">paragraphs </w:t>
      </w:r>
      <w:r w:rsidR="00342E41">
        <w:rPr>
          <w:rStyle w:val="Referencingstyle"/>
        </w:rPr>
        <w:t>1317E(2)</w:t>
      </w:r>
      <w:r>
        <w:rPr>
          <w:rStyle w:val="Referencingstyle"/>
        </w:rPr>
        <w:t xml:space="preserve">(e) and </w:t>
      </w:r>
      <w:r w:rsidR="00342E41">
        <w:rPr>
          <w:rStyle w:val="Referencingstyle"/>
        </w:rPr>
        <w:t>(f)</w:t>
      </w:r>
      <w:r w:rsidR="00263E85" w:rsidRPr="001C10A6">
        <w:rPr>
          <w:rStyle w:val="Referencingstyle"/>
        </w:rPr>
        <w:t>]</w:t>
      </w:r>
    </w:p>
    <w:p w:rsidR="00F4697A" w:rsidRPr="00A57D63" w:rsidRDefault="00F4697A" w:rsidP="008D51C1">
      <w:pPr>
        <w:pStyle w:val="base-text-paragraph"/>
        <w:rPr>
          <w:rStyle w:val="Referencingstyle"/>
          <w:b w:val="0"/>
          <w:i w:val="0"/>
          <w:sz w:val="22"/>
        </w:rPr>
      </w:pPr>
      <w:r>
        <w:rPr>
          <w:rStyle w:val="Referencingstyle"/>
          <w:b w:val="0"/>
          <w:i w:val="0"/>
          <w:sz w:val="22"/>
        </w:rPr>
        <w:t xml:space="preserve">The operator of a notified foreign passport fund may intervene in an application for a declaration of contravention that relates to the fund. The operator may make submissions on </w:t>
      </w:r>
      <w:r w:rsidR="009816C0">
        <w:rPr>
          <w:rStyle w:val="Referencingstyle"/>
          <w:b w:val="0"/>
          <w:i w:val="0"/>
          <w:sz w:val="22"/>
        </w:rPr>
        <w:t>any</w:t>
      </w:r>
      <w:r>
        <w:rPr>
          <w:rStyle w:val="Referencingstyle"/>
          <w:b w:val="0"/>
          <w:i w:val="0"/>
          <w:sz w:val="22"/>
        </w:rPr>
        <w:t xml:space="preserve"> matter</w:t>
      </w:r>
      <w:r w:rsidR="00A64422">
        <w:rPr>
          <w:rStyle w:val="Referencingstyle"/>
          <w:b w:val="0"/>
          <w:i w:val="0"/>
          <w:sz w:val="22"/>
        </w:rPr>
        <w:t>,</w:t>
      </w:r>
      <w:r>
        <w:rPr>
          <w:rStyle w:val="Referencingstyle"/>
          <w:b w:val="0"/>
          <w:i w:val="0"/>
          <w:sz w:val="22"/>
        </w:rPr>
        <w:t xml:space="preserve"> apart from whether the declaration should be made. </w:t>
      </w:r>
      <w:r>
        <w:rPr>
          <w:rStyle w:val="Referencingstyle"/>
        </w:rPr>
        <w:t>[Schedule 2, item 289, subsection 1317J(3)</w:t>
      </w:r>
      <w:r w:rsidRPr="001C10A6">
        <w:rPr>
          <w:rStyle w:val="Referencingstyle"/>
        </w:rPr>
        <w:t>]</w:t>
      </w:r>
    </w:p>
    <w:p w:rsidR="00263E85" w:rsidRPr="00997023" w:rsidRDefault="00263E85" w:rsidP="008D51C1">
      <w:pPr>
        <w:pStyle w:val="Heading4"/>
        <w:rPr>
          <w:rStyle w:val="Referencingstyle"/>
          <w:b/>
          <w:i/>
          <w:sz w:val="22"/>
        </w:rPr>
      </w:pPr>
      <w:r>
        <w:rPr>
          <w:rStyle w:val="Referencingstyle"/>
          <w:b/>
          <w:i/>
          <w:sz w:val="22"/>
        </w:rPr>
        <w:t xml:space="preserve"> Pecuniary penalty orders</w:t>
      </w:r>
    </w:p>
    <w:p w:rsidR="00EE69FC" w:rsidRPr="00EE69FC" w:rsidRDefault="00342E41" w:rsidP="008D51C1">
      <w:pPr>
        <w:pStyle w:val="base-text-paragraph"/>
      </w:pPr>
      <w:r>
        <w:t>Th</w:t>
      </w:r>
      <w:r w:rsidR="0080258B">
        <w:t>e Court</w:t>
      </w:r>
      <w:r w:rsidR="00EE69FC" w:rsidRPr="00EE69FC">
        <w:t xml:space="preserve"> may make pecuniary penalty orders if</w:t>
      </w:r>
      <w:r w:rsidR="00263E85">
        <w:t xml:space="preserve"> there is a breach of:</w:t>
      </w:r>
      <w:r w:rsidR="00EE69FC" w:rsidRPr="00EE69FC">
        <w:t xml:space="preserve"> </w:t>
      </w:r>
    </w:p>
    <w:p w:rsidR="00263E85" w:rsidRDefault="0080258B" w:rsidP="008D51C1">
      <w:pPr>
        <w:pStyle w:val="dotpoint"/>
      </w:pPr>
      <w:r>
        <w:t>a corporations/scheme civil penalty provision (</w:t>
      </w:r>
      <w:proofErr w:type="spellStart"/>
      <w:r>
        <w:t>eg</w:t>
      </w:r>
      <w:proofErr w:type="spellEnd"/>
      <w:r>
        <w:t xml:space="preserve"> the new reporting requirement) </w:t>
      </w:r>
    </w:p>
    <w:p w:rsidR="00EE69FC" w:rsidRDefault="0080258B" w:rsidP="008D51C1">
      <w:pPr>
        <w:pStyle w:val="dotpoint"/>
      </w:pPr>
      <w:r>
        <w:t>a financial services civil penalty provision (such as the continuous disclosure obligations or the obligations in relation to margin lending facilities)</w:t>
      </w:r>
      <w:r w:rsidR="00EE69FC" w:rsidRPr="00EE69FC">
        <w:t>;</w:t>
      </w:r>
      <w:r w:rsidR="001156BF">
        <w:t xml:space="preserve"> or</w:t>
      </w:r>
    </w:p>
    <w:p w:rsidR="00263E85" w:rsidRDefault="00263E85" w:rsidP="008D51C1">
      <w:pPr>
        <w:pStyle w:val="dotpoint"/>
      </w:pPr>
      <w:r>
        <w:t>the Passport Rules for this jurisdiction.</w:t>
      </w:r>
    </w:p>
    <w:p w:rsidR="00263E85" w:rsidRPr="0047291C" w:rsidRDefault="00263E85" w:rsidP="008D51C1">
      <w:pPr>
        <w:pStyle w:val="dotpoint"/>
        <w:numPr>
          <w:ilvl w:val="0"/>
          <w:numId w:val="0"/>
        </w:numPr>
        <w:ind w:left="1984"/>
      </w:pPr>
      <w:r w:rsidRPr="00263E85">
        <w:rPr>
          <w:b/>
          <w:i/>
          <w:sz w:val="18"/>
        </w:rPr>
        <w:t>[Schedule 2, items 274, 274A and 274C, subparagraphs 1317G(1)(b)(</w:t>
      </w:r>
      <w:proofErr w:type="spellStart"/>
      <w:r w:rsidRPr="00263E85">
        <w:rPr>
          <w:b/>
          <w:i/>
          <w:sz w:val="18"/>
        </w:rPr>
        <w:t>i</w:t>
      </w:r>
      <w:proofErr w:type="spellEnd"/>
      <w:r w:rsidRPr="00263E85">
        <w:rPr>
          <w:b/>
          <w:i/>
          <w:sz w:val="18"/>
        </w:rPr>
        <w:t xml:space="preserve">) and 1317G(1A)(c)(ii) and </w:t>
      </w:r>
      <w:r w:rsidR="00FD204F">
        <w:rPr>
          <w:b/>
          <w:i/>
          <w:sz w:val="18"/>
        </w:rPr>
        <w:t>subsections</w:t>
      </w:r>
      <w:r w:rsidRPr="00263E85">
        <w:rPr>
          <w:b/>
          <w:i/>
          <w:sz w:val="18"/>
        </w:rPr>
        <w:t xml:space="preserve"> 1317G(1H) and 1317G(1J))]</w:t>
      </w:r>
    </w:p>
    <w:p w:rsidR="00263E85" w:rsidRPr="00EE69FC" w:rsidRDefault="00263E85" w:rsidP="008D51C1">
      <w:pPr>
        <w:pStyle w:val="dotpoint"/>
        <w:numPr>
          <w:ilvl w:val="0"/>
          <w:numId w:val="0"/>
        </w:numPr>
        <w:ind w:left="2268"/>
      </w:pPr>
    </w:p>
    <w:p w:rsidR="00EE69FC" w:rsidRPr="00263E85" w:rsidRDefault="00263E85" w:rsidP="008D51C1">
      <w:pPr>
        <w:pStyle w:val="base-text-paragraph"/>
        <w:rPr>
          <w:sz w:val="18"/>
        </w:rPr>
      </w:pPr>
      <w:r>
        <w:t xml:space="preserve">In order for the Court to make a pecuniary penalty order, </w:t>
      </w:r>
      <w:r w:rsidRPr="00EE69FC">
        <w:t xml:space="preserve">the breach </w:t>
      </w:r>
      <w:r>
        <w:t>must be</w:t>
      </w:r>
      <w:r w:rsidRPr="00EE69FC">
        <w:t xml:space="preserve"> </w:t>
      </w:r>
      <w:r w:rsidR="001156BF">
        <w:t>serious or materially prejudice</w:t>
      </w:r>
      <w:r w:rsidRPr="00EE69FC">
        <w:t xml:space="preserve"> the inte</w:t>
      </w:r>
      <w:r w:rsidR="001156BF">
        <w:t>rests of the fund, its members,</w:t>
      </w:r>
      <w:r w:rsidRPr="00EE69FC">
        <w:t xml:space="preserve"> the acquirers of the relevant financial product</w:t>
      </w:r>
      <w:r w:rsidR="001156BF">
        <w:t>, or the disposers of the financial product</w:t>
      </w:r>
      <w:r>
        <w:t xml:space="preserve">. The Court is also required to make a </w:t>
      </w:r>
      <w:r w:rsidR="00EE69FC" w:rsidRPr="00EE69FC">
        <w:t>declaration of contravention</w:t>
      </w:r>
      <w:r>
        <w:t xml:space="preserve"> before it makes a pecuniary penalty order.</w:t>
      </w:r>
      <w:r w:rsidR="00A57E75">
        <w:t xml:space="preserve"> </w:t>
      </w:r>
      <w:r w:rsidR="00EE69FC" w:rsidRPr="00263E85">
        <w:rPr>
          <w:b/>
          <w:i/>
          <w:sz w:val="18"/>
        </w:rPr>
        <w:t>[Schedule 2, item</w:t>
      </w:r>
      <w:r w:rsidR="004323FF" w:rsidRPr="00263E85">
        <w:rPr>
          <w:b/>
          <w:i/>
          <w:sz w:val="18"/>
        </w:rPr>
        <w:t>s</w:t>
      </w:r>
      <w:r w:rsidR="00EE69FC" w:rsidRPr="00263E85">
        <w:rPr>
          <w:b/>
          <w:i/>
          <w:sz w:val="18"/>
        </w:rPr>
        <w:t> 274</w:t>
      </w:r>
      <w:r>
        <w:rPr>
          <w:b/>
          <w:i/>
          <w:sz w:val="18"/>
        </w:rPr>
        <w:t>,</w:t>
      </w:r>
      <w:r w:rsidR="0080258B" w:rsidRPr="00263E85">
        <w:rPr>
          <w:b/>
          <w:i/>
          <w:sz w:val="18"/>
        </w:rPr>
        <w:t xml:space="preserve"> </w:t>
      </w:r>
      <w:r w:rsidR="004323FF" w:rsidRPr="00263E85">
        <w:rPr>
          <w:b/>
          <w:i/>
          <w:sz w:val="18"/>
        </w:rPr>
        <w:t>274A</w:t>
      </w:r>
      <w:r>
        <w:rPr>
          <w:b/>
          <w:i/>
          <w:sz w:val="18"/>
        </w:rPr>
        <w:t xml:space="preserve"> and 274C</w:t>
      </w:r>
      <w:r w:rsidR="004323FF" w:rsidRPr="00263E85">
        <w:rPr>
          <w:b/>
          <w:i/>
          <w:sz w:val="18"/>
        </w:rPr>
        <w:t>,</w:t>
      </w:r>
      <w:r w:rsidR="00EE69FC" w:rsidRPr="00263E85">
        <w:rPr>
          <w:b/>
          <w:i/>
          <w:sz w:val="18"/>
        </w:rPr>
        <w:t xml:space="preserve"> </w:t>
      </w:r>
      <w:r w:rsidR="0080258B" w:rsidRPr="00263E85">
        <w:rPr>
          <w:b/>
          <w:i/>
          <w:sz w:val="18"/>
        </w:rPr>
        <w:t>sub</w:t>
      </w:r>
      <w:r w:rsidR="00EE69FC" w:rsidRPr="00263E85">
        <w:rPr>
          <w:b/>
          <w:i/>
          <w:sz w:val="18"/>
        </w:rPr>
        <w:t>paragraph</w:t>
      </w:r>
      <w:r w:rsidR="0080258B" w:rsidRPr="00263E85">
        <w:rPr>
          <w:b/>
          <w:i/>
          <w:sz w:val="18"/>
        </w:rPr>
        <w:t>s</w:t>
      </w:r>
      <w:r w:rsidR="00EE69FC" w:rsidRPr="00263E85">
        <w:rPr>
          <w:b/>
          <w:i/>
          <w:sz w:val="18"/>
        </w:rPr>
        <w:t xml:space="preserve"> </w:t>
      </w:r>
      <w:r w:rsidR="0080258B" w:rsidRPr="00263E85">
        <w:rPr>
          <w:b/>
          <w:i/>
          <w:sz w:val="18"/>
        </w:rPr>
        <w:t>1317G(1)</w:t>
      </w:r>
      <w:r w:rsidR="00EE69FC" w:rsidRPr="00263E85">
        <w:rPr>
          <w:b/>
          <w:i/>
          <w:sz w:val="18"/>
        </w:rPr>
        <w:t>(b)(</w:t>
      </w:r>
      <w:proofErr w:type="spellStart"/>
      <w:r w:rsidR="00EE69FC" w:rsidRPr="00263E85">
        <w:rPr>
          <w:b/>
          <w:i/>
          <w:sz w:val="18"/>
        </w:rPr>
        <w:t>i</w:t>
      </w:r>
      <w:proofErr w:type="spellEnd"/>
      <w:r w:rsidR="0080258B" w:rsidRPr="00263E85">
        <w:rPr>
          <w:b/>
          <w:i/>
          <w:sz w:val="18"/>
        </w:rPr>
        <w:t>) and 1317G(1A)(c)(ii</w:t>
      </w:r>
      <w:r w:rsidR="00EE69FC" w:rsidRPr="00263E85">
        <w:rPr>
          <w:b/>
          <w:i/>
          <w:sz w:val="18"/>
        </w:rPr>
        <w:t>)</w:t>
      </w:r>
      <w:r w:rsidR="00342E41">
        <w:rPr>
          <w:b/>
          <w:i/>
          <w:sz w:val="18"/>
        </w:rPr>
        <w:t xml:space="preserve"> and subsection</w:t>
      </w:r>
      <w:r>
        <w:rPr>
          <w:b/>
          <w:i/>
          <w:sz w:val="18"/>
        </w:rPr>
        <w:t xml:space="preserve"> 1317G(1H)</w:t>
      </w:r>
      <w:r w:rsidR="00342E41">
        <w:rPr>
          <w:b/>
          <w:i/>
          <w:sz w:val="18"/>
        </w:rPr>
        <w:t>]</w:t>
      </w:r>
    </w:p>
    <w:p w:rsidR="00342E41" w:rsidRPr="00263E85" w:rsidRDefault="00342E41" w:rsidP="008D51C1">
      <w:pPr>
        <w:pStyle w:val="base-text-paragraph"/>
        <w:rPr>
          <w:sz w:val="18"/>
        </w:rPr>
      </w:pPr>
      <w:r>
        <w:rPr>
          <w:rStyle w:val="Referencingstyle"/>
          <w:b w:val="0"/>
          <w:i w:val="0"/>
          <w:sz w:val="22"/>
        </w:rPr>
        <w:t xml:space="preserve">The maximum penalty for a </w:t>
      </w:r>
      <w:r w:rsidRPr="000834D0">
        <w:t>breach</w:t>
      </w:r>
      <w:r>
        <w:rPr>
          <w:rStyle w:val="Referencingstyle"/>
          <w:b w:val="0"/>
          <w:i w:val="0"/>
          <w:sz w:val="22"/>
        </w:rPr>
        <w:t xml:space="preserve"> of the Passport Rules is $200,000 for an individual and $1 million for a body corporate. </w:t>
      </w:r>
      <w:r w:rsidR="00B40D53">
        <w:rPr>
          <w:rStyle w:val="Referencingstyle"/>
          <w:b w:val="0"/>
          <w:i w:val="0"/>
          <w:sz w:val="22"/>
        </w:rPr>
        <w:t xml:space="preserve">This is the same as the maximum penalty for a breach of a financial services civil penalty provision under the existing law. </w:t>
      </w:r>
      <w:r w:rsidR="00B40D53">
        <w:rPr>
          <w:b/>
          <w:i/>
          <w:sz w:val="18"/>
        </w:rPr>
        <w:t>[Schedule 2, item</w:t>
      </w:r>
      <w:r w:rsidRPr="00263E85">
        <w:rPr>
          <w:b/>
          <w:i/>
          <w:sz w:val="18"/>
        </w:rPr>
        <w:t> </w:t>
      </w:r>
      <w:r>
        <w:rPr>
          <w:b/>
          <w:i/>
          <w:sz w:val="18"/>
        </w:rPr>
        <w:t xml:space="preserve"> 274C</w:t>
      </w:r>
      <w:r w:rsidRPr="00263E85">
        <w:rPr>
          <w:b/>
          <w:i/>
          <w:sz w:val="18"/>
        </w:rPr>
        <w:t xml:space="preserve">, </w:t>
      </w:r>
      <w:r w:rsidR="00B40D53">
        <w:rPr>
          <w:b/>
          <w:i/>
          <w:sz w:val="18"/>
        </w:rPr>
        <w:t>subsection</w:t>
      </w:r>
      <w:r>
        <w:rPr>
          <w:b/>
          <w:i/>
          <w:sz w:val="18"/>
        </w:rPr>
        <w:t xml:space="preserve"> 1317G(1J)</w:t>
      </w:r>
      <w:r w:rsidRPr="00263E85">
        <w:rPr>
          <w:b/>
          <w:i/>
          <w:sz w:val="18"/>
        </w:rPr>
        <w:t>)]</w:t>
      </w:r>
    </w:p>
    <w:p w:rsidR="00342E41" w:rsidRDefault="002476B1" w:rsidP="008D51C1">
      <w:pPr>
        <w:pStyle w:val="base-text-paragraph"/>
        <w:rPr>
          <w:rStyle w:val="Referencingstyle"/>
          <w:b w:val="0"/>
          <w:i w:val="0"/>
          <w:sz w:val="22"/>
        </w:rPr>
      </w:pPr>
      <w:r>
        <w:rPr>
          <w:rStyle w:val="Referencingstyle"/>
          <w:b w:val="0"/>
          <w:i w:val="0"/>
          <w:sz w:val="22"/>
        </w:rPr>
        <w:t xml:space="preserve">The pecuniary penalty is payable by the operator of the fund, even if the underlying obligation was placed on the fund. This protects members’ interests by ensuring that fund assets are not used to pay for penalties which resulted from the operator’s actions or inaction. Since notified foreign passport funds are required to have an Australian operator, this also avoids the jurisdictional challenges of enforcing an order against a non-Australian fund. </w:t>
      </w:r>
    </w:p>
    <w:p w:rsidR="00F4697A" w:rsidRPr="00A57D63" w:rsidRDefault="00A64422" w:rsidP="008D51C1">
      <w:pPr>
        <w:pStyle w:val="base-text-paragraph"/>
        <w:rPr>
          <w:rStyle w:val="Referencingstyle"/>
          <w:b w:val="0"/>
          <w:i w:val="0"/>
          <w:sz w:val="22"/>
        </w:rPr>
      </w:pPr>
      <w:r>
        <w:rPr>
          <w:rStyle w:val="Referencingstyle"/>
          <w:b w:val="0"/>
          <w:i w:val="0"/>
          <w:sz w:val="22"/>
        </w:rPr>
        <w:t>The o</w:t>
      </w:r>
      <w:r w:rsidR="00F4697A">
        <w:rPr>
          <w:rStyle w:val="Referencingstyle"/>
          <w:b w:val="0"/>
          <w:i w:val="0"/>
          <w:sz w:val="22"/>
        </w:rPr>
        <w:t>perator of a notified foreign passport fund may intervene in an application for a pecuniary penalty in relation to the fund and make submissions. This mirrors the operator’s rights in applications for declarations of contraventions that rel</w:t>
      </w:r>
      <w:r w:rsidR="00A65A8B">
        <w:rPr>
          <w:rStyle w:val="Referencingstyle"/>
          <w:b w:val="0"/>
          <w:i w:val="0"/>
          <w:sz w:val="22"/>
        </w:rPr>
        <w:t xml:space="preserve">ate to the fund (see paragraph </w:t>
      </w:r>
      <w:r w:rsidR="009E4F9B">
        <w:rPr>
          <w:rStyle w:val="Referencingstyle"/>
          <w:b w:val="0"/>
          <w:i w:val="0"/>
          <w:sz w:val="22"/>
        </w:rPr>
        <w:t>6.85</w:t>
      </w:r>
      <w:r w:rsidR="00F4697A">
        <w:rPr>
          <w:rStyle w:val="Referencingstyle"/>
          <w:b w:val="0"/>
          <w:i w:val="0"/>
          <w:sz w:val="22"/>
        </w:rPr>
        <w:t xml:space="preserve"> above). </w:t>
      </w:r>
      <w:r w:rsidR="00F4697A">
        <w:rPr>
          <w:rStyle w:val="Referencingstyle"/>
        </w:rPr>
        <w:t>[Schedule 2, item 289, subsection 1317J(3)</w:t>
      </w:r>
      <w:r w:rsidR="00F4697A" w:rsidRPr="001C10A6">
        <w:rPr>
          <w:rStyle w:val="Referencingstyle"/>
        </w:rPr>
        <w:t>]</w:t>
      </w:r>
    </w:p>
    <w:p w:rsidR="00992C91" w:rsidRPr="008D0024" w:rsidRDefault="00992C91" w:rsidP="008D51C1">
      <w:pPr>
        <w:pStyle w:val="base-text-paragraph"/>
        <w:numPr>
          <w:ilvl w:val="0"/>
          <w:numId w:val="0"/>
        </w:numPr>
        <w:ind w:left="1134"/>
        <w:rPr>
          <w:rStyle w:val="Referencingstyle"/>
          <w:b w:val="0"/>
          <w:i w:val="0"/>
          <w:sz w:val="22"/>
        </w:rPr>
      </w:pPr>
      <w:r w:rsidRPr="008D0024">
        <w:rPr>
          <w:rStyle w:val="Referencingstyle"/>
          <w:sz w:val="22"/>
        </w:rPr>
        <w:t>Compensation orders</w:t>
      </w:r>
    </w:p>
    <w:p w:rsidR="00EE69FC" w:rsidRDefault="00EE69FC" w:rsidP="008D51C1">
      <w:pPr>
        <w:pStyle w:val="base-text-paragraph"/>
        <w:rPr>
          <w:rStyle w:val="Referencingstyle"/>
          <w:b w:val="0"/>
          <w:i w:val="0"/>
          <w:sz w:val="22"/>
        </w:rPr>
      </w:pPr>
      <w:r>
        <w:rPr>
          <w:rStyle w:val="Referencingstyle"/>
          <w:b w:val="0"/>
          <w:i w:val="0"/>
          <w:sz w:val="22"/>
        </w:rPr>
        <w:t>The Court’s power to make compensation orders for breaches of a civil penalty provision have been expanded to apply to notified foreign passport funds.</w:t>
      </w:r>
      <w:r w:rsidR="00132A81">
        <w:rPr>
          <w:rStyle w:val="Referencingstyle"/>
          <w:b w:val="0"/>
          <w:i w:val="0"/>
          <w:sz w:val="22"/>
        </w:rPr>
        <w:t xml:space="preserve"> This ensures that persons who suffer damage as a result of a notified foreign passport fund breaching a civil penalty provision (</w:t>
      </w:r>
      <w:proofErr w:type="spellStart"/>
      <w:r w:rsidR="00132A81">
        <w:rPr>
          <w:rStyle w:val="Referencingstyle"/>
          <w:b w:val="0"/>
          <w:i w:val="0"/>
          <w:sz w:val="22"/>
        </w:rPr>
        <w:t>eg</w:t>
      </w:r>
      <w:proofErr w:type="spellEnd"/>
      <w:r w:rsidR="00132A81">
        <w:rPr>
          <w:rStyle w:val="Referencingstyle"/>
          <w:b w:val="0"/>
          <w:i w:val="0"/>
          <w:sz w:val="22"/>
        </w:rPr>
        <w:t xml:space="preserve"> an Australian member) are able to access compensation from the operator of the fund.</w:t>
      </w:r>
      <w:r>
        <w:rPr>
          <w:rStyle w:val="Referencingstyle"/>
        </w:rPr>
        <w:t xml:space="preserve"> </w:t>
      </w:r>
      <w:r w:rsidR="00132A81">
        <w:rPr>
          <w:rStyle w:val="Referencingstyle"/>
        </w:rPr>
        <w:t xml:space="preserve"> </w:t>
      </w:r>
      <w:r>
        <w:rPr>
          <w:rStyle w:val="Referencingstyle"/>
        </w:rPr>
        <w:t>[Schedule 2, items 275 to 279 and 281 to 285, subsections 1317H(1) to</w:t>
      </w:r>
      <w:r w:rsidR="007161D2">
        <w:rPr>
          <w:rStyle w:val="Referencingstyle"/>
        </w:rPr>
        <w:t> </w:t>
      </w:r>
      <w:r>
        <w:rPr>
          <w:rStyle w:val="Referencingstyle"/>
        </w:rPr>
        <w:t>(3) and 1317HA(1) to (3)]</w:t>
      </w:r>
    </w:p>
    <w:p w:rsidR="002F0D2D" w:rsidRPr="00897A6F" w:rsidRDefault="002F0D2D" w:rsidP="008D51C1">
      <w:pPr>
        <w:pStyle w:val="base-text-paragraph"/>
        <w:rPr>
          <w:rStyle w:val="Referencingstyle"/>
          <w:b w:val="0"/>
          <w:i w:val="0"/>
          <w:sz w:val="22"/>
        </w:rPr>
      </w:pPr>
      <w:r>
        <w:rPr>
          <w:rStyle w:val="Referencingstyle"/>
          <w:b w:val="0"/>
          <w:i w:val="0"/>
          <w:sz w:val="22"/>
        </w:rPr>
        <w:t xml:space="preserve">Compensation orders may also be made for breaches of the Passport Rules and the market </w:t>
      </w:r>
      <w:r w:rsidR="008E69D7">
        <w:rPr>
          <w:rStyle w:val="Referencingstyle"/>
          <w:b w:val="0"/>
          <w:i w:val="0"/>
          <w:sz w:val="22"/>
        </w:rPr>
        <w:t>integrity rules. See paragraphs 6.92</w:t>
      </w:r>
      <w:r>
        <w:rPr>
          <w:rStyle w:val="Referencingstyle"/>
          <w:b w:val="0"/>
          <w:i w:val="0"/>
          <w:sz w:val="22"/>
        </w:rPr>
        <w:t xml:space="preserve"> to </w:t>
      </w:r>
      <w:r w:rsidR="008E69D7">
        <w:rPr>
          <w:rStyle w:val="Referencingstyle"/>
          <w:b w:val="0"/>
          <w:i w:val="0"/>
          <w:sz w:val="22"/>
        </w:rPr>
        <w:t>6.97</w:t>
      </w:r>
      <w:r>
        <w:rPr>
          <w:rStyle w:val="Referencingstyle"/>
          <w:b w:val="0"/>
          <w:i w:val="0"/>
          <w:sz w:val="22"/>
        </w:rPr>
        <w:t xml:space="preserve"> of the explanatory memorandum. </w:t>
      </w:r>
      <w:r>
        <w:rPr>
          <w:rStyle w:val="Referencingstyle"/>
        </w:rPr>
        <w:t>[Schedule 2, i</w:t>
      </w:r>
      <w:r w:rsidRPr="00375F1D">
        <w:rPr>
          <w:rStyle w:val="Referencingstyle"/>
        </w:rPr>
        <w:t>tem</w:t>
      </w:r>
      <w:r w:rsidR="0067034C">
        <w:rPr>
          <w:rStyle w:val="Referencingstyle"/>
        </w:rPr>
        <w:t>s</w:t>
      </w:r>
      <w:r>
        <w:rPr>
          <w:rStyle w:val="Referencingstyle"/>
        </w:rPr>
        <w:t xml:space="preserve"> 286A to 287</w:t>
      </w:r>
      <w:r w:rsidRPr="00375F1D">
        <w:rPr>
          <w:rStyle w:val="Referencingstyle"/>
        </w:rPr>
        <w:t>, section</w:t>
      </w:r>
      <w:r>
        <w:rPr>
          <w:rStyle w:val="Referencingstyle"/>
        </w:rPr>
        <w:t>s 1317HB and 1317HC</w:t>
      </w:r>
      <w:r w:rsidRPr="00375F1D">
        <w:rPr>
          <w:rStyle w:val="Referencingstyle"/>
        </w:rPr>
        <w:t>]</w:t>
      </w:r>
    </w:p>
    <w:p w:rsidR="001156BF" w:rsidRDefault="001156BF" w:rsidP="008D51C1">
      <w:pPr>
        <w:pStyle w:val="base-text-paragraph"/>
      </w:pPr>
      <w:r>
        <w:rPr>
          <w:rStyle w:val="Referencingstyle"/>
          <w:b w:val="0"/>
          <w:i w:val="0"/>
          <w:sz w:val="22"/>
        </w:rPr>
        <w:t>T</w:t>
      </w:r>
      <w:r>
        <w:t xml:space="preserve">he operator of the notified foreign passport fund, a person who has suffered damage </w:t>
      </w:r>
      <w:r w:rsidR="007161D2">
        <w:t xml:space="preserve">as a result of a breach of the Passport Rules </w:t>
      </w:r>
      <w:r>
        <w:t xml:space="preserve">or ASIC may apply for a compensation order. </w:t>
      </w:r>
      <w:r>
        <w:rPr>
          <w:rStyle w:val="Referencingstyle"/>
        </w:rPr>
        <w:t xml:space="preserve">[Schedule 2, items 288 and 290, </w:t>
      </w:r>
      <w:r w:rsidRPr="0049488E">
        <w:rPr>
          <w:rStyle w:val="Referencingstyle"/>
        </w:rPr>
        <w:t>subsections 1317J(2)</w:t>
      </w:r>
      <w:r>
        <w:rPr>
          <w:rStyle w:val="Referencingstyle"/>
        </w:rPr>
        <w:t xml:space="preserve"> </w:t>
      </w:r>
      <w:r w:rsidRPr="0049488E">
        <w:rPr>
          <w:rStyle w:val="Referencingstyle"/>
        </w:rPr>
        <w:t>and</w:t>
      </w:r>
      <w:r>
        <w:rPr>
          <w:rStyle w:val="Referencingstyle"/>
        </w:rPr>
        <w:t> </w:t>
      </w:r>
      <w:r w:rsidRPr="0049488E">
        <w:rPr>
          <w:rStyle w:val="Referencingstyle"/>
        </w:rPr>
        <w:t>(</w:t>
      </w:r>
      <w:r>
        <w:rPr>
          <w:rStyle w:val="Referencingstyle"/>
        </w:rPr>
        <w:t>3A</w:t>
      </w:r>
      <w:r w:rsidRPr="0049488E">
        <w:rPr>
          <w:rStyle w:val="Referencingstyle"/>
        </w:rPr>
        <w:t>A)]</w:t>
      </w:r>
    </w:p>
    <w:p w:rsidR="00EE69FC" w:rsidRPr="005539A8" w:rsidRDefault="00EE69FC" w:rsidP="008D51C1">
      <w:pPr>
        <w:pStyle w:val="base-text-paragraph"/>
        <w:rPr>
          <w:rStyle w:val="Referencingstyle"/>
          <w:b w:val="0"/>
          <w:i w:val="0"/>
          <w:sz w:val="22"/>
        </w:rPr>
      </w:pPr>
      <w:r>
        <w:rPr>
          <w:rStyle w:val="Referencingstyle"/>
          <w:b w:val="0"/>
          <w:i w:val="0"/>
          <w:sz w:val="22"/>
        </w:rPr>
        <w:t>If the operator</w:t>
      </w:r>
      <w:r w:rsidR="001C6776">
        <w:rPr>
          <w:rStyle w:val="Referencingstyle"/>
          <w:b w:val="0"/>
          <w:i w:val="0"/>
          <w:sz w:val="22"/>
        </w:rPr>
        <w:t xml:space="preserve"> of the fund</w:t>
      </w:r>
      <w:r>
        <w:rPr>
          <w:rStyle w:val="Referencingstyle"/>
          <w:b w:val="0"/>
          <w:i w:val="0"/>
          <w:sz w:val="22"/>
        </w:rPr>
        <w:t xml:space="preserve"> is ordered to compensate the fund</w:t>
      </w:r>
      <w:r w:rsidR="001C6776">
        <w:rPr>
          <w:rStyle w:val="Referencingstyle"/>
          <w:b w:val="0"/>
          <w:i w:val="0"/>
          <w:sz w:val="22"/>
        </w:rPr>
        <w:t>,</w:t>
      </w:r>
      <w:r>
        <w:rPr>
          <w:rStyle w:val="Referencingstyle"/>
          <w:b w:val="0"/>
          <w:i w:val="0"/>
          <w:sz w:val="22"/>
        </w:rPr>
        <w:t xml:space="preserve"> the </w:t>
      </w:r>
      <w:r w:rsidR="001C6776">
        <w:rPr>
          <w:rStyle w:val="Referencingstyle"/>
          <w:b w:val="0"/>
          <w:i w:val="0"/>
          <w:sz w:val="22"/>
        </w:rPr>
        <w:t>operator must transfer</w:t>
      </w:r>
      <w:r>
        <w:rPr>
          <w:rStyle w:val="Referencingstyle"/>
          <w:b w:val="0"/>
          <w:i w:val="0"/>
          <w:sz w:val="22"/>
        </w:rPr>
        <w:t xml:space="preserve"> </w:t>
      </w:r>
      <w:r w:rsidR="001C6776">
        <w:rPr>
          <w:rStyle w:val="Referencingstyle"/>
          <w:b w:val="0"/>
          <w:i w:val="0"/>
          <w:sz w:val="22"/>
        </w:rPr>
        <w:t>the compensation</w:t>
      </w:r>
      <w:r w:rsidR="001156BF">
        <w:rPr>
          <w:rStyle w:val="Referencingstyle"/>
          <w:b w:val="0"/>
          <w:i w:val="0"/>
          <w:sz w:val="22"/>
        </w:rPr>
        <w:t xml:space="preserve"> to</w:t>
      </w:r>
      <w:r>
        <w:rPr>
          <w:rStyle w:val="Referencingstyle"/>
          <w:b w:val="0"/>
          <w:i w:val="0"/>
          <w:sz w:val="22"/>
        </w:rPr>
        <w:t xml:space="preserve"> fund property</w:t>
      </w:r>
      <w:r w:rsidR="001C6776">
        <w:rPr>
          <w:rStyle w:val="Referencingstyle"/>
          <w:b w:val="0"/>
          <w:i w:val="0"/>
          <w:sz w:val="22"/>
        </w:rPr>
        <w:t>. If another person is ordered to pay the compensation</w:t>
      </w:r>
      <w:r>
        <w:rPr>
          <w:rStyle w:val="Referencingstyle"/>
          <w:b w:val="0"/>
          <w:i w:val="0"/>
          <w:sz w:val="22"/>
        </w:rPr>
        <w:t xml:space="preserve">, </w:t>
      </w:r>
      <w:r w:rsidR="001C6776">
        <w:rPr>
          <w:rStyle w:val="Referencingstyle"/>
          <w:b w:val="0"/>
          <w:i w:val="0"/>
          <w:sz w:val="22"/>
        </w:rPr>
        <w:t>it should be paid to</w:t>
      </w:r>
      <w:r>
        <w:rPr>
          <w:rStyle w:val="Referencingstyle"/>
          <w:b w:val="0"/>
          <w:i w:val="0"/>
          <w:sz w:val="22"/>
        </w:rPr>
        <w:t xml:space="preserve"> the operator </w:t>
      </w:r>
      <w:r w:rsidR="001C6776">
        <w:rPr>
          <w:rStyle w:val="Referencingstyle"/>
          <w:b w:val="0"/>
          <w:i w:val="0"/>
          <w:sz w:val="22"/>
        </w:rPr>
        <w:t xml:space="preserve">who holds it </w:t>
      </w:r>
      <w:r>
        <w:rPr>
          <w:rStyle w:val="Referencingstyle"/>
          <w:b w:val="0"/>
          <w:i w:val="0"/>
          <w:sz w:val="22"/>
        </w:rPr>
        <w:t xml:space="preserve">on behalf of the fund. </w:t>
      </w:r>
      <w:r>
        <w:rPr>
          <w:rStyle w:val="Referencingstyle"/>
        </w:rPr>
        <w:t>[Schedule 2, i</w:t>
      </w:r>
      <w:r w:rsidRPr="00375F1D">
        <w:rPr>
          <w:rStyle w:val="Referencingstyle"/>
        </w:rPr>
        <w:t>tem</w:t>
      </w:r>
      <w:r>
        <w:rPr>
          <w:rStyle w:val="Referencingstyle"/>
        </w:rPr>
        <w:t>s 280</w:t>
      </w:r>
      <w:r w:rsidR="0067034C">
        <w:rPr>
          <w:rStyle w:val="Referencingstyle"/>
        </w:rPr>
        <w:t>,</w:t>
      </w:r>
      <w:r>
        <w:rPr>
          <w:rStyle w:val="Referencingstyle"/>
        </w:rPr>
        <w:t xml:space="preserve"> 286</w:t>
      </w:r>
      <w:r w:rsidRPr="00375F1D">
        <w:rPr>
          <w:rStyle w:val="Referencingstyle"/>
        </w:rPr>
        <w:t>,</w:t>
      </w:r>
      <w:r w:rsidR="0067034C">
        <w:rPr>
          <w:rStyle w:val="Referencingstyle"/>
        </w:rPr>
        <w:t xml:space="preserve"> 286F and 287, </w:t>
      </w:r>
      <w:r>
        <w:rPr>
          <w:rStyle w:val="Referencingstyle"/>
        </w:rPr>
        <w:t>sub</w:t>
      </w:r>
      <w:r w:rsidRPr="00375F1D">
        <w:rPr>
          <w:rStyle w:val="Referencingstyle"/>
        </w:rPr>
        <w:t>section</w:t>
      </w:r>
      <w:r w:rsidR="0067034C">
        <w:rPr>
          <w:rStyle w:val="Referencingstyle"/>
        </w:rPr>
        <w:t> 1317H(4A), 1317HA</w:t>
      </w:r>
      <w:r>
        <w:rPr>
          <w:rStyle w:val="Referencingstyle"/>
        </w:rPr>
        <w:t>(4A)</w:t>
      </w:r>
      <w:r w:rsidR="0067034C">
        <w:rPr>
          <w:rStyle w:val="Referencingstyle"/>
        </w:rPr>
        <w:t>, 1317HB(4B) and 1317HC(5)</w:t>
      </w:r>
      <w:r w:rsidRPr="00375F1D">
        <w:rPr>
          <w:rStyle w:val="Referencingstyle"/>
        </w:rPr>
        <w:t>]</w:t>
      </w:r>
    </w:p>
    <w:p w:rsidR="008B5DD0" w:rsidRDefault="008B5DD0" w:rsidP="008D51C1">
      <w:pPr>
        <w:pStyle w:val="base-text-paragraph"/>
      </w:pPr>
      <w:r>
        <w:t>Compensation orders may be enforced as if they were a judgment of the court. The court has the same powers to grant relief from liability for contraventions of the new compensation order as for existing compensation powers.</w:t>
      </w:r>
      <w:r w:rsidRPr="009C4FC0">
        <w:t xml:space="preserve"> </w:t>
      </w:r>
      <w:r w:rsidRPr="0049488E">
        <w:rPr>
          <w:rStyle w:val="Referencingstyle"/>
        </w:rPr>
        <w:t>[Schedule 2, item</w:t>
      </w:r>
      <w:r w:rsidRPr="007C02DE">
        <w:rPr>
          <w:rStyle w:val="Referencingstyle"/>
        </w:rPr>
        <w:t>s </w:t>
      </w:r>
      <w:r>
        <w:rPr>
          <w:rStyle w:val="Referencingstyle"/>
        </w:rPr>
        <w:t>9</w:t>
      </w:r>
      <w:r w:rsidRPr="007C02DE">
        <w:rPr>
          <w:rStyle w:val="Referencingstyle"/>
        </w:rPr>
        <w:t>, 2</w:t>
      </w:r>
      <w:r w:rsidRPr="00C2433E">
        <w:rPr>
          <w:rStyle w:val="Referencingstyle"/>
        </w:rPr>
        <w:t>87</w:t>
      </w:r>
      <w:r w:rsidRPr="007C02DE">
        <w:rPr>
          <w:rStyle w:val="Referencingstyle"/>
        </w:rPr>
        <w:t xml:space="preserve"> and 2</w:t>
      </w:r>
      <w:r w:rsidRPr="00C2433E">
        <w:rPr>
          <w:rStyle w:val="Referencingstyle"/>
        </w:rPr>
        <w:t>91</w:t>
      </w:r>
      <w:r w:rsidRPr="0049488E">
        <w:rPr>
          <w:rStyle w:val="Referencingstyle"/>
        </w:rPr>
        <w:t xml:space="preserve">, </w:t>
      </w:r>
      <w:r w:rsidR="004B7BA9" w:rsidRPr="0049488E">
        <w:rPr>
          <w:rStyle w:val="Referencingstyle"/>
        </w:rPr>
        <w:t>section 9</w:t>
      </w:r>
      <w:r w:rsidR="004B7BA9">
        <w:rPr>
          <w:rStyle w:val="Referencingstyle"/>
        </w:rPr>
        <w:t>,</w:t>
      </w:r>
      <w:r w:rsidR="004B7BA9" w:rsidRPr="0049488E">
        <w:rPr>
          <w:rStyle w:val="Referencingstyle"/>
        </w:rPr>
        <w:t xml:space="preserve"> </w:t>
      </w:r>
      <w:r>
        <w:rPr>
          <w:rStyle w:val="Referencingstyle"/>
        </w:rPr>
        <w:t>definition of ‘civil penalty order’</w:t>
      </w:r>
      <w:r w:rsidR="004B7BA9">
        <w:rPr>
          <w:rStyle w:val="Referencingstyle"/>
        </w:rPr>
        <w:t>,</w:t>
      </w:r>
      <w:r>
        <w:rPr>
          <w:rStyle w:val="Referencingstyle"/>
        </w:rPr>
        <w:t xml:space="preserve"> </w:t>
      </w:r>
      <w:r w:rsidRPr="0049488E">
        <w:rPr>
          <w:rStyle w:val="Referencingstyle"/>
        </w:rPr>
        <w:t>subsection 1317HC(</w:t>
      </w:r>
      <w:r w:rsidR="001C6776">
        <w:rPr>
          <w:rStyle w:val="Referencingstyle"/>
        </w:rPr>
        <w:t>6</w:t>
      </w:r>
      <w:r w:rsidRPr="0049488E">
        <w:rPr>
          <w:rStyle w:val="Referencingstyle"/>
        </w:rPr>
        <w:t xml:space="preserve">) and </w:t>
      </w:r>
      <w:r>
        <w:rPr>
          <w:rStyle w:val="Referencingstyle"/>
        </w:rPr>
        <w:t>subsection </w:t>
      </w:r>
      <w:r w:rsidRPr="00C2433E">
        <w:rPr>
          <w:b/>
          <w:i/>
          <w:sz w:val="18"/>
        </w:rPr>
        <w:t>1317S(1)</w:t>
      </w:r>
      <w:r w:rsidR="00054381">
        <w:rPr>
          <w:b/>
          <w:i/>
          <w:sz w:val="18"/>
        </w:rPr>
        <w:t>,</w:t>
      </w:r>
      <w:r>
        <w:rPr>
          <w:b/>
          <w:i/>
          <w:sz w:val="18"/>
        </w:rPr>
        <w:t xml:space="preserve"> </w:t>
      </w:r>
      <w:r>
        <w:rPr>
          <w:rStyle w:val="Referencingstyle"/>
        </w:rPr>
        <w:t>definition of ‘</w:t>
      </w:r>
      <w:r w:rsidRPr="00C2433E">
        <w:rPr>
          <w:rStyle w:val="Referencingstyle"/>
        </w:rPr>
        <w:t>eligible proceedings</w:t>
      </w:r>
      <w:r>
        <w:rPr>
          <w:rStyle w:val="Referencingstyle"/>
        </w:rPr>
        <w:t>’</w:t>
      </w:r>
      <w:r w:rsidRPr="0049488E">
        <w:rPr>
          <w:rStyle w:val="Referencingstyle"/>
        </w:rPr>
        <w:t>]</w:t>
      </w:r>
    </w:p>
    <w:p w:rsidR="008B5DD0" w:rsidRPr="001C6776" w:rsidRDefault="008B5DD0" w:rsidP="008D51C1">
      <w:pPr>
        <w:pStyle w:val="base-text-paragraph"/>
        <w:rPr>
          <w:rStyle w:val="Referencingstyle"/>
          <w:b w:val="0"/>
          <w:i w:val="0"/>
          <w:sz w:val="22"/>
        </w:rPr>
      </w:pPr>
      <w:r>
        <w:t xml:space="preserve">A company or a related body corporate must not indemnify a person </w:t>
      </w:r>
      <w:r w:rsidR="0095091D">
        <w:t>against</w:t>
      </w:r>
      <w:r>
        <w:t xml:space="preserve"> liability for a compensation order, including a compensation order relating to a contravention of the Passport Rules. </w:t>
      </w:r>
      <w:r w:rsidRPr="00A02C7E">
        <w:rPr>
          <w:rStyle w:val="Referencingstyle"/>
        </w:rPr>
        <w:t>[</w:t>
      </w:r>
      <w:r>
        <w:rPr>
          <w:rStyle w:val="Referencingstyle"/>
        </w:rPr>
        <w:t>Schedule 2, items 13 and 55, section 9</w:t>
      </w:r>
      <w:r w:rsidR="004B7BA9">
        <w:rPr>
          <w:rStyle w:val="Referencingstyle"/>
        </w:rPr>
        <w:t>,</w:t>
      </w:r>
      <w:r>
        <w:rPr>
          <w:rStyle w:val="Referencingstyle"/>
        </w:rPr>
        <w:t xml:space="preserve"> definition of ‘entity’ and paragraph </w:t>
      </w:r>
      <w:r w:rsidRPr="00A02C7E">
        <w:rPr>
          <w:rStyle w:val="Referencingstyle"/>
        </w:rPr>
        <w:t>199A</w:t>
      </w:r>
      <w:r>
        <w:rPr>
          <w:rStyle w:val="Referencingstyle"/>
        </w:rPr>
        <w:t>(2)(b)</w:t>
      </w:r>
      <w:r w:rsidRPr="00A02C7E">
        <w:rPr>
          <w:rStyle w:val="Referencingstyle"/>
        </w:rPr>
        <w:t>]</w:t>
      </w:r>
    </w:p>
    <w:p w:rsidR="001C6776" w:rsidRPr="00997023" w:rsidRDefault="001C6776" w:rsidP="008D51C1">
      <w:pPr>
        <w:pStyle w:val="Heading4"/>
        <w:rPr>
          <w:rStyle w:val="Referencingstyle"/>
          <w:b/>
          <w:i/>
          <w:sz w:val="22"/>
        </w:rPr>
      </w:pPr>
      <w:r>
        <w:rPr>
          <w:rStyle w:val="Referencingstyle"/>
          <w:b/>
          <w:i/>
          <w:sz w:val="22"/>
        </w:rPr>
        <w:t>Other Court orders</w:t>
      </w:r>
    </w:p>
    <w:p w:rsidR="008B5DD0" w:rsidRPr="00F3303D" w:rsidRDefault="008B5DD0" w:rsidP="008D51C1">
      <w:pPr>
        <w:pStyle w:val="base-text-paragraph"/>
        <w:rPr>
          <w:rStyle w:val="Referencingstyle"/>
          <w:b w:val="0"/>
          <w:i w:val="0"/>
          <w:sz w:val="22"/>
        </w:rPr>
      </w:pPr>
      <w:r>
        <w:rPr>
          <w:rStyle w:val="Referencingstyle"/>
          <w:b w:val="0"/>
          <w:i w:val="0"/>
          <w:sz w:val="22"/>
        </w:rPr>
        <w:t xml:space="preserve">The Court has </w:t>
      </w:r>
      <w:r w:rsidR="009D03C5">
        <w:rPr>
          <w:rStyle w:val="Referencingstyle"/>
          <w:b w:val="0"/>
          <w:i w:val="0"/>
          <w:sz w:val="22"/>
        </w:rPr>
        <w:t>a general power to make other</w:t>
      </w:r>
      <w:r>
        <w:rPr>
          <w:rStyle w:val="Referencingstyle"/>
          <w:b w:val="0"/>
          <w:i w:val="0"/>
          <w:sz w:val="22"/>
        </w:rPr>
        <w:t xml:space="preserve"> orders (</w:t>
      </w:r>
      <w:r w:rsidR="000B0908">
        <w:rPr>
          <w:rStyle w:val="Referencingstyle"/>
          <w:b w:val="0"/>
          <w:i w:val="0"/>
          <w:sz w:val="22"/>
        </w:rPr>
        <w:t>for example,</w:t>
      </w:r>
      <w:r>
        <w:rPr>
          <w:rStyle w:val="Referencingstyle"/>
          <w:b w:val="0"/>
          <w:i w:val="0"/>
          <w:sz w:val="22"/>
        </w:rPr>
        <w:t xml:space="preserve"> an order varying part of a contract or an order requiring money to be refunded) if a party to the proceedings </w:t>
      </w:r>
      <w:r w:rsidR="00610685">
        <w:rPr>
          <w:rStyle w:val="Referencingstyle"/>
          <w:b w:val="0"/>
          <w:i w:val="0"/>
          <w:sz w:val="22"/>
        </w:rPr>
        <w:t xml:space="preserve">or person on whose behalf an application is made </w:t>
      </w:r>
      <w:r>
        <w:rPr>
          <w:rStyle w:val="Referencingstyle"/>
          <w:b w:val="0"/>
          <w:i w:val="0"/>
          <w:sz w:val="22"/>
        </w:rPr>
        <w:t>suffer</w:t>
      </w:r>
      <w:r w:rsidR="004B7BA9">
        <w:rPr>
          <w:rStyle w:val="Referencingstyle"/>
          <w:b w:val="0"/>
          <w:i w:val="0"/>
          <w:sz w:val="22"/>
        </w:rPr>
        <w:t>s</w:t>
      </w:r>
      <w:r>
        <w:rPr>
          <w:rStyle w:val="Referencingstyle"/>
          <w:b w:val="0"/>
          <w:i w:val="0"/>
          <w:sz w:val="22"/>
        </w:rPr>
        <w:t xml:space="preserve"> loss</w:t>
      </w:r>
      <w:r w:rsidR="009D03C5">
        <w:rPr>
          <w:rStyle w:val="Referencingstyle"/>
          <w:b w:val="0"/>
          <w:i w:val="0"/>
          <w:sz w:val="22"/>
        </w:rPr>
        <w:t xml:space="preserve"> as a result of a breach of the Passport Rules for this jurisdiction</w:t>
      </w:r>
      <w:r>
        <w:rPr>
          <w:rStyle w:val="Referencingstyle"/>
          <w:b w:val="0"/>
          <w:i w:val="0"/>
          <w:sz w:val="22"/>
        </w:rPr>
        <w:t>.</w:t>
      </w:r>
      <w:r w:rsidRPr="00954F47">
        <w:rPr>
          <w:rStyle w:val="Referencingstyle"/>
        </w:rPr>
        <w:t xml:space="preserve"> </w:t>
      </w:r>
      <w:r w:rsidRPr="00A02C7E">
        <w:rPr>
          <w:rStyle w:val="Referencingstyle"/>
        </w:rPr>
        <w:t>[</w:t>
      </w:r>
      <w:r>
        <w:rPr>
          <w:rStyle w:val="Referencingstyle"/>
        </w:rPr>
        <w:t>Schedule 2, item</w:t>
      </w:r>
      <w:r w:rsidR="009D03C5">
        <w:rPr>
          <w:rStyle w:val="Referencingstyle"/>
        </w:rPr>
        <w:t>s 291A to 291D</w:t>
      </w:r>
      <w:r>
        <w:rPr>
          <w:rStyle w:val="Referencingstyle"/>
        </w:rPr>
        <w:t>, section </w:t>
      </w:r>
      <w:r w:rsidR="009D03C5">
        <w:rPr>
          <w:rStyle w:val="Referencingstyle"/>
        </w:rPr>
        <w:t>1325]</w:t>
      </w:r>
    </w:p>
    <w:p w:rsidR="00F3303D" w:rsidRPr="00F3303D" w:rsidRDefault="00F3303D" w:rsidP="008D51C1">
      <w:pPr>
        <w:pStyle w:val="base-text-paragraph"/>
        <w:numPr>
          <w:ilvl w:val="0"/>
          <w:numId w:val="0"/>
        </w:numPr>
        <w:ind w:left="1134"/>
        <w:rPr>
          <w:rStyle w:val="Referencingstyle"/>
          <w:b w:val="0"/>
          <w:i w:val="0"/>
          <w:sz w:val="22"/>
        </w:rPr>
      </w:pPr>
      <w:r>
        <w:rPr>
          <w:rStyle w:val="Referencingstyle"/>
          <w:sz w:val="22"/>
        </w:rPr>
        <w:t>Review by the Administrative Appeals Tribunal</w:t>
      </w:r>
    </w:p>
    <w:p w:rsidR="00F3303D" w:rsidRDefault="00F3303D" w:rsidP="008D51C1">
      <w:pPr>
        <w:pStyle w:val="base-text-paragraph"/>
        <w:rPr>
          <w:rStyle w:val="Referencingstyle"/>
          <w:b w:val="0"/>
          <w:i w:val="0"/>
          <w:sz w:val="22"/>
        </w:rPr>
      </w:pPr>
      <w:r>
        <w:rPr>
          <w:rStyle w:val="Referencingstyle"/>
          <w:b w:val="0"/>
          <w:i w:val="0"/>
          <w:sz w:val="22"/>
        </w:rPr>
        <w:t xml:space="preserve">An operator, notified foreign passport fund or other interested person may apply to the Administrative Appeals Tribunal for merits review of any </w:t>
      </w:r>
      <w:r w:rsidR="00041C4B">
        <w:rPr>
          <w:rStyle w:val="Referencingstyle"/>
          <w:b w:val="0"/>
          <w:i w:val="0"/>
          <w:sz w:val="22"/>
        </w:rPr>
        <w:t>decision made by the Minister or</w:t>
      </w:r>
      <w:r>
        <w:rPr>
          <w:rStyle w:val="Referencingstyle"/>
          <w:b w:val="0"/>
          <w:i w:val="0"/>
          <w:sz w:val="22"/>
        </w:rPr>
        <w:t xml:space="preserve"> ASIC. The process for applying for review is governed by the existing framework for seeking merits review in Part 9.4A of the Corporations Act.</w:t>
      </w:r>
    </w:p>
    <w:p w:rsidR="00C0648E" w:rsidRDefault="00C0648E" w:rsidP="008D51C1">
      <w:pPr>
        <w:pStyle w:val="base-text-paragraph"/>
        <w:rPr>
          <w:rStyle w:val="Referencingstyle"/>
          <w:b w:val="0"/>
          <w:i w:val="0"/>
          <w:sz w:val="22"/>
        </w:rPr>
      </w:pPr>
      <w:r>
        <w:rPr>
          <w:rStyle w:val="Referencingstyle"/>
          <w:b w:val="0"/>
          <w:i w:val="0"/>
          <w:sz w:val="22"/>
        </w:rPr>
        <w:t>Review by the Administrative Appeals Tribunal is not available for decisions by</w:t>
      </w:r>
      <w:r w:rsidR="00F3303D">
        <w:rPr>
          <w:rStyle w:val="Referencingstyle"/>
          <w:b w:val="0"/>
          <w:i w:val="0"/>
          <w:sz w:val="22"/>
        </w:rPr>
        <w:t xml:space="preserve"> ASIC to </w:t>
      </w:r>
      <w:r w:rsidR="00041C4B">
        <w:rPr>
          <w:rStyle w:val="Referencingstyle"/>
          <w:b w:val="0"/>
          <w:i w:val="0"/>
          <w:sz w:val="22"/>
        </w:rPr>
        <w:t xml:space="preserve">give, </w:t>
      </w:r>
      <w:r w:rsidR="00F3303D">
        <w:rPr>
          <w:rStyle w:val="Referencingstyle"/>
          <w:b w:val="0"/>
          <w:i w:val="0"/>
          <w:sz w:val="22"/>
        </w:rPr>
        <w:t>withdraw or not withdraw</w:t>
      </w:r>
      <w:r w:rsidR="00810C23">
        <w:rPr>
          <w:rStyle w:val="Referencingstyle"/>
          <w:b w:val="0"/>
          <w:i w:val="0"/>
          <w:sz w:val="22"/>
        </w:rPr>
        <w:t xml:space="preserve"> a penalty notice for</w:t>
      </w:r>
      <w:r>
        <w:rPr>
          <w:rStyle w:val="Referencingstyle"/>
          <w:b w:val="0"/>
          <w:i w:val="0"/>
          <w:sz w:val="22"/>
        </w:rPr>
        <w:t>:</w:t>
      </w:r>
    </w:p>
    <w:p w:rsidR="00810C23" w:rsidRDefault="003E5088" w:rsidP="008D51C1">
      <w:pPr>
        <w:pStyle w:val="dotpoint"/>
        <w:rPr>
          <w:rStyle w:val="Referencingstyle"/>
          <w:b w:val="0"/>
          <w:i w:val="0"/>
          <w:sz w:val="22"/>
        </w:rPr>
      </w:pPr>
      <w:r>
        <w:rPr>
          <w:rStyle w:val="Referencingstyle"/>
          <w:b w:val="0"/>
          <w:i w:val="0"/>
          <w:sz w:val="22"/>
        </w:rPr>
        <w:t xml:space="preserve">for </w:t>
      </w:r>
      <w:r w:rsidR="00C0648E">
        <w:rPr>
          <w:rStyle w:val="Referencingstyle"/>
          <w:b w:val="0"/>
          <w:i w:val="0"/>
          <w:sz w:val="22"/>
        </w:rPr>
        <w:t>breach</w:t>
      </w:r>
      <w:r w:rsidR="00810C23">
        <w:rPr>
          <w:rStyle w:val="Referencingstyle"/>
          <w:b w:val="0"/>
          <w:i w:val="0"/>
          <w:sz w:val="22"/>
        </w:rPr>
        <w:t>ing the Passport Rules;</w:t>
      </w:r>
      <w:r w:rsidR="00C0648E">
        <w:rPr>
          <w:rStyle w:val="Referencingstyle"/>
          <w:b w:val="0"/>
          <w:i w:val="0"/>
          <w:sz w:val="22"/>
        </w:rPr>
        <w:t xml:space="preserve"> </w:t>
      </w:r>
    </w:p>
    <w:p w:rsidR="00810C23" w:rsidRDefault="00C0648E" w:rsidP="008D51C1">
      <w:pPr>
        <w:pStyle w:val="dotpoint"/>
        <w:rPr>
          <w:rStyle w:val="Referencingstyle"/>
          <w:b w:val="0"/>
          <w:i w:val="0"/>
          <w:sz w:val="22"/>
        </w:rPr>
      </w:pPr>
      <w:r>
        <w:rPr>
          <w:rStyle w:val="Referencingstyle"/>
          <w:b w:val="0"/>
          <w:i w:val="0"/>
          <w:sz w:val="22"/>
        </w:rPr>
        <w:t>misusing information on the register of members</w:t>
      </w:r>
      <w:r w:rsidR="00810C23">
        <w:rPr>
          <w:rStyle w:val="Referencingstyle"/>
          <w:b w:val="0"/>
          <w:i w:val="0"/>
          <w:sz w:val="22"/>
        </w:rPr>
        <w:t>;</w:t>
      </w:r>
    </w:p>
    <w:p w:rsidR="00810C23" w:rsidRDefault="00C0648E" w:rsidP="008D51C1">
      <w:pPr>
        <w:pStyle w:val="dotpoint"/>
        <w:rPr>
          <w:rStyle w:val="Referencingstyle"/>
          <w:b w:val="0"/>
          <w:i w:val="0"/>
          <w:sz w:val="22"/>
        </w:rPr>
      </w:pPr>
      <w:r>
        <w:rPr>
          <w:rStyle w:val="Referencingstyle"/>
          <w:b w:val="0"/>
          <w:i w:val="0"/>
          <w:sz w:val="22"/>
        </w:rPr>
        <w:t>failing to lodge a register of members (where required by ASIC)</w:t>
      </w:r>
      <w:r w:rsidR="00810C23">
        <w:rPr>
          <w:rStyle w:val="Referencingstyle"/>
          <w:b w:val="0"/>
          <w:i w:val="0"/>
          <w:sz w:val="22"/>
        </w:rPr>
        <w:t>; or</w:t>
      </w:r>
    </w:p>
    <w:p w:rsidR="00775A5D" w:rsidRDefault="00C0648E" w:rsidP="008D51C1">
      <w:pPr>
        <w:pStyle w:val="dotpoint"/>
        <w:rPr>
          <w:rStyle w:val="Referencingstyle"/>
          <w:b w:val="0"/>
          <w:i w:val="0"/>
          <w:sz w:val="22"/>
        </w:rPr>
      </w:pPr>
      <w:r>
        <w:rPr>
          <w:rStyle w:val="Referencingstyle"/>
          <w:b w:val="0"/>
          <w:i w:val="0"/>
          <w:sz w:val="22"/>
        </w:rPr>
        <w:t>failing to provide a copy of the constitution, register of members or report to which members are entitled under the home economy laws.</w:t>
      </w:r>
    </w:p>
    <w:p w:rsidR="0015789F" w:rsidRDefault="0015789F" w:rsidP="008D51C1">
      <w:pPr>
        <w:pStyle w:val="dotpoint"/>
        <w:numPr>
          <w:ilvl w:val="0"/>
          <w:numId w:val="0"/>
        </w:numPr>
        <w:ind w:left="2268"/>
        <w:rPr>
          <w:rStyle w:val="Referencingstyle"/>
          <w:b w:val="0"/>
          <w:i w:val="0"/>
          <w:sz w:val="22"/>
        </w:rPr>
      </w:pPr>
      <w:r>
        <w:rPr>
          <w:rStyle w:val="Referencingstyle"/>
        </w:rPr>
        <w:t>[Schedule 2, item 271A, paragraphs 1317C(gf))]</w:t>
      </w:r>
    </w:p>
    <w:p w:rsidR="00F3303D" w:rsidRPr="00F82BB9" w:rsidRDefault="00775A5D" w:rsidP="008D51C1">
      <w:pPr>
        <w:pStyle w:val="base-text-paragraph"/>
        <w:rPr>
          <w:rStyle w:val="Referencingstyle"/>
          <w:b w:val="0"/>
          <w:i w:val="0"/>
          <w:sz w:val="22"/>
        </w:rPr>
      </w:pPr>
      <w:r>
        <w:rPr>
          <w:rStyle w:val="Referencingstyle"/>
          <w:b w:val="0"/>
          <w:i w:val="0"/>
          <w:sz w:val="22"/>
        </w:rPr>
        <w:t xml:space="preserve">The exclusion of these decisions from merits review by the Administrative Appeals Tribunal is consistent with the </w:t>
      </w:r>
      <w:r>
        <w:rPr>
          <w:rStyle w:val="Referencingstyle"/>
          <w:b w:val="0"/>
          <w:sz w:val="22"/>
        </w:rPr>
        <w:t>Guide to Framing Commonwealth Offences, Infringement Notices and Enforcement Powers</w:t>
      </w:r>
      <w:r w:rsidR="004B7BA9">
        <w:rPr>
          <w:rStyle w:val="Referencingstyle"/>
          <w:b w:val="0"/>
          <w:sz w:val="22"/>
        </w:rPr>
        <w:t xml:space="preserve"> </w:t>
      </w:r>
      <w:r w:rsidR="004B7BA9">
        <w:rPr>
          <w:rStyle w:val="Referencingstyle"/>
          <w:b w:val="0"/>
          <w:i w:val="0"/>
          <w:sz w:val="22"/>
        </w:rPr>
        <w:t>(the Guide)</w:t>
      </w:r>
      <w:r>
        <w:rPr>
          <w:rStyle w:val="Referencingstyle"/>
          <w:b w:val="0"/>
          <w:sz w:val="22"/>
        </w:rPr>
        <w:t>.</w:t>
      </w:r>
      <w:r>
        <w:rPr>
          <w:rStyle w:val="Referencingstyle"/>
          <w:b w:val="0"/>
          <w:i w:val="0"/>
          <w:sz w:val="22"/>
        </w:rPr>
        <w:t xml:space="preserve"> Parts 6.7 and 6.8 of the Guide explicitly state that decisions to issue or withdraw infringement </w:t>
      </w:r>
      <w:r w:rsidR="00810C23">
        <w:rPr>
          <w:rStyle w:val="Referencingstyle"/>
          <w:b w:val="0"/>
          <w:i w:val="0"/>
          <w:sz w:val="22"/>
        </w:rPr>
        <w:t xml:space="preserve">or penalty </w:t>
      </w:r>
      <w:r>
        <w:rPr>
          <w:rStyle w:val="Referencingstyle"/>
          <w:b w:val="0"/>
          <w:i w:val="0"/>
          <w:sz w:val="22"/>
        </w:rPr>
        <w:t>notices should not be subject to merits review. This</w:t>
      </w:r>
      <w:r w:rsidR="00C0648E">
        <w:rPr>
          <w:rStyle w:val="Referencingstyle"/>
          <w:b w:val="0"/>
          <w:i w:val="0"/>
          <w:sz w:val="22"/>
        </w:rPr>
        <w:t xml:space="preserve"> </w:t>
      </w:r>
      <w:r>
        <w:rPr>
          <w:rStyle w:val="Referencingstyle"/>
          <w:b w:val="0"/>
          <w:i w:val="0"/>
          <w:sz w:val="22"/>
        </w:rPr>
        <w:t xml:space="preserve">is because </w:t>
      </w:r>
      <w:r w:rsidR="00810C23">
        <w:rPr>
          <w:rStyle w:val="Referencingstyle"/>
          <w:b w:val="0"/>
          <w:i w:val="0"/>
          <w:sz w:val="22"/>
        </w:rPr>
        <w:t>penalty</w:t>
      </w:r>
      <w:r>
        <w:rPr>
          <w:rStyle w:val="Referencingstyle"/>
          <w:b w:val="0"/>
          <w:i w:val="0"/>
          <w:sz w:val="22"/>
        </w:rPr>
        <w:t xml:space="preserve"> notices are not final or operative determinations of substantive rights, and a person may elect to challenge the </w:t>
      </w:r>
      <w:r w:rsidR="00810C23">
        <w:rPr>
          <w:rStyle w:val="Referencingstyle"/>
          <w:b w:val="0"/>
          <w:i w:val="0"/>
          <w:sz w:val="22"/>
        </w:rPr>
        <w:t>penalty</w:t>
      </w:r>
      <w:r>
        <w:rPr>
          <w:rStyle w:val="Referencingstyle"/>
          <w:b w:val="0"/>
          <w:i w:val="0"/>
          <w:sz w:val="22"/>
        </w:rPr>
        <w:t xml:space="preserve"> notice in court. The exclusion of these types of decisions from merits review is also consistent with the treatment of other similar decisions in the Corporations Act (see</w:t>
      </w:r>
      <w:r w:rsidR="00255794">
        <w:rPr>
          <w:rStyle w:val="Referencingstyle"/>
          <w:b w:val="0"/>
          <w:i w:val="0"/>
          <w:sz w:val="22"/>
        </w:rPr>
        <w:t>, for example</w:t>
      </w:r>
      <w:r>
        <w:rPr>
          <w:rStyle w:val="Referencingstyle"/>
          <w:b w:val="0"/>
          <w:i w:val="0"/>
          <w:sz w:val="22"/>
        </w:rPr>
        <w:t>, existing paragraphs 1317C(</w:t>
      </w:r>
      <w:proofErr w:type="spellStart"/>
      <w:r>
        <w:rPr>
          <w:rStyle w:val="Referencingstyle"/>
          <w:b w:val="0"/>
          <w:i w:val="0"/>
          <w:sz w:val="22"/>
        </w:rPr>
        <w:t>i</w:t>
      </w:r>
      <w:proofErr w:type="spellEnd"/>
      <w:r>
        <w:rPr>
          <w:rStyle w:val="Referencingstyle"/>
          <w:b w:val="0"/>
          <w:i w:val="0"/>
          <w:sz w:val="22"/>
        </w:rPr>
        <w:t>) and (j)).</w:t>
      </w:r>
    </w:p>
    <w:p w:rsidR="0041503C" w:rsidRPr="001C10A6" w:rsidRDefault="0041503C" w:rsidP="008D51C1">
      <w:pPr>
        <w:pStyle w:val="Heading4"/>
      </w:pPr>
      <w:r w:rsidRPr="001C10A6">
        <w:t>Miscellaneous consequential amendments</w:t>
      </w:r>
    </w:p>
    <w:p w:rsidR="0041503C" w:rsidRPr="001C10A6" w:rsidRDefault="0041503C" w:rsidP="008D51C1">
      <w:pPr>
        <w:pStyle w:val="base-text-paragraph"/>
        <w:numPr>
          <w:ilvl w:val="1"/>
          <w:numId w:val="49"/>
        </w:numPr>
      </w:pPr>
      <w:r w:rsidRPr="001C10A6">
        <w:t xml:space="preserve">Consequential amendments have been made to include the new penalties in the list of general penalty provisions in existing section 1311. </w:t>
      </w:r>
      <w:r w:rsidR="00E85822">
        <w:t xml:space="preserve">A note has also been </w:t>
      </w:r>
      <w:r w:rsidR="00095380">
        <w:t>corrected so that it use</w:t>
      </w:r>
      <w:r w:rsidR="00255794">
        <w:t>s</w:t>
      </w:r>
      <w:r w:rsidR="00095380">
        <w:t xml:space="preserve"> the defined term ‘registered schemes’. </w:t>
      </w:r>
      <w:r w:rsidRPr="001C10A6">
        <w:rPr>
          <w:rStyle w:val="Referencingstyle"/>
        </w:rPr>
        <w:t>[Schedule 2, items </w:t>
      </w:r>
      <w:r w:rsidR="00095380">
        <w:rPr>
          <w:rStyle w:val="Referencingstyle"/>
        </w:rPr>
        <w:t>,</w:t>
      </w:r>
      <w:r w:rsidR="00320C2D" w:rsidRPr="001C10A6">
        <w:rPr>
          <w:rStyle w:val="Referencingstyle"/>
        </w:rPr>
        <w:t xml:space="preserve"> </w:t>
      </w:r>
      <w:r w:rsidRPr="001C10A6">
        <w:rPr>
          <w:rStyle w:val="Referencingstyle"/>
        </w:rPr>
        <w:t>2</w:t>
      </w:r>
      <w:r w:rsidR="0072120B">
        <w:rPr>
          <w:rStyle w:val="Referencingstyle"/>
        </w:rPr>
        <w:t>71</w:t>
      </w:r>
      <w:r w:rsidR="00095380">
        <w:rPr>
          <w:rStyle w:val="Referencingstyle"/>
        </w:rPr>
        <w:t xml:space="preserve"> and 292</w:t>
      </w:r>
      <w:r w:rsidRPr="001C10A6">
        <w:rPr>
          <w:rStyle w:val="Referencingstyle"/>
        </w:rPr>
        <w:t>, paragraph 1311(1A)(</w:t>
      </w:r>
      <w:proofErr w:type="spellStart"/>
      <w:r w:rsidRPr="001C10A6">
        <w:rPr>
          <w:rStyle w:val="Referencingstyle"/>
        </w:rPr>
        <w:t>dd</w:t>
      </w:r>
      <w:proofErr w:type="spellEnd"/>
      <w:r w:rsidRPr="001C10A6">
        <w:rPr>
          <w:rStyle w:val="Referencingstyle"/>
        </w:rPr>
        <w:t>)</w:t>
      </w:r>
      <w:r w:rsidR="00095380">
        <w:rPr>
          <w:rStyle w:val="Referencingstyle"/>
        </w:rPr>
        <w:t xml:space="preserve"> and note to subsection 1378(1)</w:t>
      </w:r>
      <w:r w:rsidRPr="001C10A6">
        <w:rPr>
          <w:rStyle w:val="Referencingstyle"/>
        </w:rPr>
        <w:t>]</w:t>
      </w:r>
    </w:p>
    <w:p w:rsidR="0083266C" w:rsidRDefault="0083266C" w:rsidP="008D51C1">
      <w:pPr>
        <w:pStyle w:val="base-text-paragraph"/>
      </w:pPr>
      <w:r w:rsidRPr="0083266C">
        <w:t xml:space="preserve">Consequential amendments have been made to </w:t>
      </w:r>
      <w:r w:rsidR="00755002">
        <w:t>clarify rules pertaining to overseas branch registers for Australian passport funds. Under existing law a</w:t>
      </w:r>
      <w:r w:rsidR="00755002" w:rsidRPr="00755002">
        <w:t xml:space="preserve"> company may keep a branch register of members </w:t>
      </w:r>
      <w:r w:rsidR="00755002">
        <w:t xml:space="preserve">of the company </w:t>
      </w:r>
      <w:r w:rsidR="00755002" w:rsidRPr="00755002">
        <w:t>at a place outside Australia.</w:t>
      </w:r>
      <w:r w:rsidR="00755002">
        <w:t xml:space="preserve"> The new law provides that an Australian passport fund may also keep a branch register of members of the fund outside Australia in the same way a company may. That is, the fund must</w:t>
      </w:r>
      <w:r w:rsidR="00234E09">
        <w:t>:</w:t>
      </w:r>
    </w:p>
    <w:p w:rsidR="0083266C" w:rsidRDefault="00755002" w:rsidP="008D51C1">
      <w:pPr>
        <w:pStyle w:val="dotpoint"/>
      </w:pPr>
      <w:r>
        <w:t>keep the branch register in the same manner as it is required to keep the principal register of the fund</w:t>
      </w:r>
      <w:r w:rsidR="00234E09">
        <w:t>;</w:t>
      </w:r>
    </w:p>
    <w:p w:rsidR="0083266C" w:rsidRDefault="00755002" w:rsidP="008D51C1">
      <w:pPr>
        <w:pStyle w:val="dotpoint"/>
      </w:pPr>
      <w:r>
        <w:t>enter in the principal register the details contained in the branch register</w:t>
      </w:r>
      <w:r w:rsidR="00234E09">
        <w:t>;</w:t>
      </w:r>
      <w:r>
        <w:t xml:space="preserve"> and</w:t>
      </w:r>
    </w:p>
    <w:p w:rsidR="0083266C" w:rsidRDefault="00755002" w:rsidP="008D51C1">
      <w:pPr>
        <w:pStyle w:val="dotpoint"/>
      </w:pPr>
      <w:r>
        <w:t>distinguish interests registered in the branch register from those registered in the principal register.</w:t>
      </w:r>
    </w:p>
    <w:p w:rsidR="00755002" w:rsidRDefault="00755002" w:rsidP="008D51C1">
      <w:pPr>
        <w:pStyle w:val="base-text-paragraphnonumbers"/>
      </w:pPr>
      <w:r>
        <w:rPr>
          <w:rStyle w:val="Referencingstyle"/>
        </w:rPr>
        <w:t>[Schedule</w:t>
      </w:r>
      <w:r w:rsidR="00C2433E">
        <w:rPr>
          <w:rStyle w:val="Referencingstyle"/>
        </w:rPr>
        <w:t> </w:t>
      </w:r>
      <w:r>
        <w:rPr>
          <w:rStyle w:val="Referencingstyle"/>
        </w:rPr>
        <w:t xml:space="preserve">2, </w:t>
      </w:r>
      <w:r w:rsidR="00A41F3D">
        <w:rPr>
          <w:rStyle w:val="Referencingstyle"/>
        </w:rPr>
        <w:t>i</w:t>
      </w:r>
      <w:r w:rsidR="00A41F3D" w:rsidRPr="00375F1D">
        <w:rPr>
          <w:rStyle w:val="Referencingstyle"/>
        </w:rPr>
        <w:t>tem</w:t>
      </w:r>
      <w:r w:rsidR="00A41F3D">
        <w:rPr>
          <w:rStyle w:val="Referencingstyle"/>
        </w:rPr>
        <w:t>s </w:t>
      </w:r>
      <w:r>
        <w:rPr>
          <w:rStyle w:val="Referencingstyle"/>
        </w:rPr>
        <w:t xml:space="preserve">50 </w:t>
      </w:r>
      <w:r w:rsidR="00F21AFF">
        <w:rPr>
          <w:rStyle w:val="Referencingstyle"/>
        </w:rPr>
        <w:t xml:space="preserve">to </w:t>
      </w:r>
      <w:r>
        <w:rPr>
          <w:rStyle w:val="Referencingstyle"/>
        </w:rPr>
        <w:t>5</w:t>
      </w:r>
      <w:r w:rsidR="00F21AFF">
        <w:rPr>
          <w:rStyle w:val="Referencingstyle"/>
        </w:rPr>
        <w:t>2</w:t>
      </w:r>
      <w:r>
        <w:rPr>
          <w:rStyle w:val="Referencingstyle"/>
        </w:rPr>
        <w:t xml:space="preserve">, heading </w:t>
      </w:r>
      <w:r w:rsidR="003B2D61">
        <w:rPr>
          <w:rStyle w:val="Referencingstyle"/>
        </w:rPr>
        <w:t>to</w:t>
      </w:r>
      <w:r>
        <w:rPr>
          <w:rStyle w:val="Referencingstyle"/>
        </w:rPr>
        <w:t xml:space="preserve"> section</w:t>
      </w:r>
      <w:r w:rsidR="00A41F3D">
        <w:rPr>
          <w:rStyle w:val="Referencingstyle"/>
        </w:rPr>
        <w:t> </w:t>
      </w:r>
      <w:r>
        <w:rPr>
          <w:rStyle w:val="Referencingstyle"/>
        </w:rPr>
        <w:t>178</w:t>
      </w:r>
      <w:r w:rsidR="00F21AFF">
        <w:rPr>
          <w:rStyle w:val="Referencingstyle"/>
        </w:rPr>
        <w:t>,</w:t>
      </w:r>
      <w:r>
        <w:rPr>
          <w:rStyle w:val="Referencingstyle"/>
        </w:rPr>
        <w:t xml:space="preserve"> subsection</w:t>
      </w:r>
      <w:r w:rsidR="00A41F3D">
        <w:rPr>
          <w:rStyle w:val="Referencingstyle"/>
        </w:rPr>
        <w:t> </w:t>
      </w:r>
      <w:r>
        <w:rPr>
          <w:rStyle w:val="Referencingstyle"/>
        </w:rPr>
        <w:t>178(1) and section</w:t>
      </w:r>
      <w:r w:rsidR="00C2433E">
        <w:rPr>
          <w:rStyle w:val="Referencingstyle"/>
        </w:rPr>
        <w:t> </w:t>
      </w:r>
      <w:r>
        <w:rPr>
          <w:rStyle w:val="Referencingstyle"/>
        </w:rPr>
        <w:t>178AA</w:t>
      </w:r>
      <w:r w:rsidRPr="00375F1D">
        <w:rPr>
          <w:rStyle w:val="Referencingstyle"/>
        </w:rPr>
        <w:t>]</w:t>
      </w:r>
    </w:p>
    <w:p w:rsidR="0041503C" w:rsidRDefault="0041503C" w:rsidP="008D51C1">
      <w:pPr>
        <w:pStyle w:val="Heading2"/>
      </w:pPr>
      <w:r>
        <w:t>Application and transitional provisions</w:t>
      </w:r>
    </w:p>
    <w:p w:rsidR="0041503C" w:rsidRDefault="0041503C" w:rsidP="008D51C1">
      <w:pPr>
        <w:pStyle w:val="base-text-paragraph"/>
        <w:numPr>
          <w:ilvl w:val="1"/>
          <w:numId w:val="49"/>
        </w:numPr>
      </w:pPr>
      <w:r w:rsidRPr="00DA2CFE">
        <w:t>There are no application and transitional provisions for this</w:t>
      </w:r>
      <w:r>
        <w:t xml:space="preserve"> Part.</w:t>
      </w:r>
    </w:p>
    <w:p w:rsidR="0009753A" w:rsidRDefault="0009753A" w:rsidP="008D51C1">
      <w:pPr>
        <w:pStyle w:val="base-text-paragraph"/>
        <w:numPr>
          <w:ilvl w:val="0"/>
          <w:numId w:val="0"/>
        </w:numPr>
        <w:ind w:left="1134"/>
      </w:pPr>
    </w:p>
    <w:p w:rsidR="0041503C" w:rsidRDefault="0041503C" w:rsidP="008D51C1">
      <w:pPr>
        <w:pStyle w:val="ChapterHeading"/>
        <w:numPr>
          <w:ilvl w:val="0"/>
          <w:numId w:val="48"/>
        </w:numPr>
        <w:pBdr>
          <w:top w:val="none" w:sz="0" w:space="0" w:color="auto"/>
          <w:bottom w:val="none" w:sz="0" w:space="0" w:color="auto"/>
        </w:pBdr>
        <w:spacing w:after="0"/>
        <w:sectPr w:rsidR="0041503C" w:rsidSect="00EB465D">
          <w:headerReference w:type="default" r:id="rId54"/>
          <w:footerReference w:type="even" r:id="rId55"/>
          <w:footerReference w:type="default" r:id="rId56"/>
          <w:footerReference w:type="first" r:id="rId57"/>
          <w:type w:val="oddPage"/>
          <w:pgSz w:w="9979" w:h="14175" w:code="9"/>
          <w:pgMar w:top="567" w:right="1134" w:bottom="567" w:left="1134" w:header="709" w:footer="709" w:gutter="0"/>
          <w:cols w:space="708"/>
          <w:titlePg/>
          <w:docGrid w:linePitch="360"/>
        </w:sectPr>
      </w:pPr>
    </w:p>
    <w:p w:rsidR="0041503C" w:rsidRPr="00F51A71" w:rsidRDefault="0041503C" w:rsidP="008D51C1">
      <w:pPr>
        <w:pStyle w:val="ChapterHeading"/>
        <w:numPr>
          <w:ilvl w:val="0"/>
          <w:numId w:val="49"/>
        </w:numPr>
      </w:pPr>
      <w:r w:rsidRPr="00F51A71">
        <w:br/>
      </w:r>
      <w:bookmarkStart w:id="257" w:name="_Toc500842254"/>
      <w:bookmarkStart w:id="258" w:name="_Toc500843192"/>
      <w:bookmarkStart w:id="259" w:name="_Toc500845176"/>
      <w:bookmarkStart w:id="260" w:name="_Toc500847370"/>
      <w:bookmarkStart w:id="261" w:name="_Toc500849877"/>
      <w:bookmarkStart w:id="262" w:name="_Toc500850353"/>
      <w:bookmarkStart w:id="263" w:name="_Toc500850434"/>
      <w:bookmarkStart w:id="264" w:name="_Toc500850613"/>
      <w:bookmarkStart w:id="265" w:name="_Toc500933809"/>
      <w:bookmarkStart w:id="266" w:name="_Toc500942572"/>
      <w:bookmarkStart w:id="267" w:name="_Toc500944277"/>
      <w:bookmarkStart w:id="268" w:name="_Toc500946611"/>
      <w:bookmarkStart w:id="269" w:name="_Toc500948858"/>
      <w:bookmarkStart w:id="270" w:name="_Toc500949872"/>
      <w:bookmarkStart w:id="271" w:name="_Toc500951842"/>
      <w:bookmarkStart w:id="272" w:name="_Toc500957375"/>
      <w:bookmarkStart w:id="273" w:name="_Toc501035910"/>
      <w:bookmarkStart w:id="274" w:name="_Toc501041019"/>
      <w:bookmarkStart w:id="275" w:name="_Toc501043627"/>
      <w:bookmarkStart w:id="276" w:name="_Toc501045847"/>
      <w:bookmarkStart w:id="277" w:name="_Toc501046521"/>
      <w:bookmarkStart w:id="278" w:name="_Toc501048194"/>
      <w:bookmarkStart w:id="279" w:name="_Toc501048332"/>
      <w:bookmarkStart w:id="280" w:name="_Toc506377003"/>
      <w:bookmarkStart w:id="281" w:name="_Toc506378945"/>
      <w:r w:rsidRPr="00592360">
        <w:rPr>
          <w:rStyle w:val="ChapterNameOnly"/>
        </w:rPr>
        <w:t>Exemptions and modifications</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rsidR="0041503C" w:rsidRDefault="0041503C" w:rsidP="008D51C1">
      <w:pPr>
        <w:pStyle w:val="Heading2"/>
      </w:pPr>
      <w:r>
        <w:t>Outline of chapter</w:t>
      </w:r>
    </w:p>
    <w:p w:rsidR="0041503C" w:rsidRDefault="0041503C" w:rsidP="008D51C1">
      <w:pPr>
        <w:pStyle w:val="base-text-paragraph"/>
        <w:numPr>
          <w:ilvl w:val="1"/>
          <w:numId w:val="23"/>
        </w:numPr>
      </w:pPr>
      <w:r w:rsidRPr="007752A6">
        <w:t>Part</w:t>
      </w:r>
      <w:r>
        <w:t> </w:t>
      </w:r>
      <w:r w:rsidRPr="007752A6">
        <w:t>8A.8 of the new law grants ASIC the power to exempt</w:t>
      </w:r>
      <w:r>
        <w:t xml:space="preserve"> entities from the provisions in Chapter 8A and the Passport Rules, or modify any such provision as it applies to an entity. It also allows the regulations to provide an exemption from any provisions in the Corporations Act applying to passport funds, and for any such provisions to be modified as specified in the regulations.</w:t>
      </w:r>
      <w:r w:rsidR="00182C9D">
        <w:t xml:space="preserve"> </w:t>
      </w:r>
      <w:r w:rsidR="00375B88">
        <w:t xml:space="preserve">Division 3 of </w:t>
      </w:r>
      <w:r w:rsidR="00182C9D">
        <w:t>Part 8A.8A</w:t>
      </w:r>
      <w:r w:rsidR="00375B88">
        <w:t xml:space="preserve"> </w:t>
      </w:r>
      <w:r w:rsidR="00182C9D">
        <w:t xml:space="preserve">of the new law </w:t>
      </w:r>
      <w:r w:rsidR="006B125A">
        <w:t xml:space="preserve">provides </w:t>
      </w:r>
      <w:r w:rsidR="00375B88">
        <w:t xml:space="preserve">both </w:t>
      </w:r>
      <w:r w:rsidR="006B125A">
        <w:t xml:space="preserve">that regulations can be made and </w:t>
      </w:r>
      <w:r w:rsidR="00375B88">
        <w:t>that</w:t>
      </w:r>
      <w:r w:rsidR="00182C9D">
        <w:t xml:space="preserve"> ASIC </w:t>
      </w:r>
      <w:r w:rsidR="00375B88">
        <w:t>may</w:t>
      </w:r>
      <w:r w:rsidR="00182C9D">
        <w:t xml:space="preserve"> </w:t>
      </w:r>
      <w:r w:rsidR="00375B88">
        <w:t xml:space="preserve">declare that </w:t>
      </w:r>
      <w:r w:rsidR="00182C9D" w:rsidRPr="00182C9D">
        <w:t>the Corporations legislation</w:t>
      </w:r>
      <w:r w:rsidR="00182C9D">
        <w:t xml:space="preserve"> </w:t>
      </w:r>
      <w:r w:rsidR="00375B88">
        <w:t xml:space="preserve">continues to apply </w:t>
      </w:r>
      <w:r w:rsidR="00182C9D">
        <w:t>to funds that have been deregistered as passport funds or removed as notified foreign passport funds.</w:t>
      </w:r>
      <w:r w:rsidR="006B125A">
        <w:t xml:space="preserve"> </w:t>
      </w:r>
    </w:p>
    <w:p w:rsidR="002852CC" w:rsidRDefault="002852CC" w:rsidP="008D51C1">
      <w:pPr>
        <w:pStyle w:val="base-text-paragraph"/>
        <w:numPr>
          <w:ilvl w:val="1"/>
          <w:numId w:val="23"/>
        </w:numPr>
      </w:pPr>
      <w:r w:rsidRPr="002852CC">
        <w:t xml:space="preserve">ASIC </w:t>
      </w:r>
      <w:r w:rsidR="005F4F8B">
        <w:t xml:space="preserve">is also granted </w:t>
      </w:r>
      <w:r w:rsidRPr="002852CC">
        <w:t xml:space="preserve">the power to exempt </w:t>
      </w:r>
      <w:r>
        <w:t>notified foreign passport funds</w:t>
      </w:r>
      <w:r w:rsidR="001A03CC">
        <w:t>, their operators and the directors of the operators</w:t>
      </w:r>
      <w:r w:rsidRPr="002852CC">
        <w:t xml:space="preserve"> </w:t>
      </w:r>
      <w:r>
        <w:t xml:space="preserve">from </w:t>
      </w:r>
      <w:r w:rsidR="001A03CC">
        <w:t>Part </w:t>
      </w:r>
      <w:r w:rsidR="001A03CC" w:rsidRPr="001A03CC">
        <w:t xml:space="preserve">2M.3 </w:t>
      </w:r>
      <w:r w:rsidR="009D3FAF">
        <w:t xml:space="preserve">financial reporting </w:t>
      </w:r>
      <w:r>
        <w:t>obligations</w:t>
      </w:r>
      <w:r w:rsidR="001A03CC">
        <w:t xml:space="preserve">. </w:t>
      </w:r>
      <w:r w:rsidR="001F63AE">
        <w:t>The</w:t>
      </w:r>
      <w:r w:rsidR="000C4B89">
        <w:t xml:space="preserve"> new law</w:t>
      </w:r>
      <w:r w:rsidR="001F63AE">
        <w:t xml:space="preserve"> extend</w:t>
      </w:r>
      <w:r w:rsidR="000C4B89">
        <w:t>s</w:t>
      </w:r>
      <w:r w:rsidR="001F63AE">
        <w:t xml:space="preserve"> </w:t>
      </w:r>
      <w:r w:rsidRPr="002852CC">
        <w:t xml:space="preserve">the </w:t>
      </w:r>
      <w:r w:rsidR="001F63AE">
        <w:t xml:space="preserve">existing power for the </w:t>
      </w:r>
      <w:r w:rsidRPr="002852CC">
        <w:t xml:space="preserve">regulations to </w:t>
      </w:r>
      <w:r w:rsidR="001F63AE">
        <w:t>modify the operation of Chapter</w:t>
      </w:r>
      <w:r w:rsidR="007D38CE">
        <w:t> 2M</w:t>
      </w:r>
      <w:r w:rsidR="001F63AE">
        <w:t xml:space="preserve"> </w:t>
      </w:r>
      <w:r w:rsidR="007D38CE">
        <w:t>in relation to companies, registered schemes and disclosing entities</w:t>
      </w:r>
      <w:r w:rsidR="004A72E7" w:rsidRPr="004A72E7">
        <w:t xml:space="preserve"> </w:t>
      </w:r>
      <w:r w:rsidR="004A72E7">
        <w:t>to notified foreign passport funds</w:t>
      </w:r>
      <w:r w:rsidR="00FD14E2">
        <w:t>.</w:t>
      </w:r>
    </w:p>
    <w:p w:rsidR="00B941B2" w:rsidRDefault="00B941B2" w:rsidP="008D51C1">
      <w:pPr>
        <w:pStyle w:val="Heading3"/>
      </w:pPr>
      <w:r>
        <w:t>Context</w:t>
      </w:r>
      <w:r w:rsidR="00F137AB">
        <w:t xml:space="preserve"> of amendments</w:t>
      </w:r>
    </w:p>
    <w:p w:rsidR="002F494B" w:rsidRDefault="00F137AB" w:rsidP="008D51C1">
      <w:pPr>
        <w:pStyle w:val="base-text-paragraph"/>
        <w:numPr>
          <w:ilvl w:val="1"/>
          <w:numId w:val="23"/>
        </w:numPr>
      </w:pPr>
      <w:r w:rsidRPr="00F137AB">
        <w:t>The MOC</w:t>
      </w:r>
      <w:r w:rsidR="002F494B">
        <w:t xml:space="preserve">, under </w:t>
      </w:r>
      <w:r w:rsidR="004833C7">
        <w:t>subsection</w:t>
      </w:r>
      <w:r w:rsidR="002F494B">
        <w:t> 13(1) of Annex 2,</w:t>
      </w:r>
      <w:r w:rsidRPr="00F137AB">
        <w:t xml:space="preserve"> </w:t>
      </w:r>
      <w:r w:rsidR="002F494B">
        <w:t xml:space="preserve">allows a </w:t>
      </w:r>
      <w:r w:rsidR="00294B76">
        <w:t>passport r</w:t>
      </w:r>
      <w:r w:rsidR="002F494B">
        <w:t>egulator to exercise any powers it has to:</w:t>
      </w:r>
    </w:p>
    <w:p w:rsidR="002F494B" w:rsidRDefault="002F494B" w:rsidP="008D51C1">
      <w:pPr>
        <w:pStyle w:val="dotpoint"/>
      </w:pPr>
      <w:r>
        <w:t>exempt a passport fund for which it is the home regulator from the home economy laws and regulations</w:t>
      </w:r>
      <w:r w:rsidR="00294B76">
        <w:t>,</w:t>
      </w:r>
      <w:r>
        <w:t xml:space="preserve"> or modify those law</w:t>
      </w:r>
      <w:r w:rsidR="00292DF8">
        <w:t>s and r</w:t>
      </w:r>
      <w:r>
        <w:t>egulations with respect to th</w:t>
      </w:r>
      <w:r w:rsidR="00292DF8">
        <w:t>e</w:t>
      </w:r>
      <w:r>
        <w:t xml:space="preserve"> </w:t>
      </w:r>
      <w:r w:rsidR="00292DF8">
        <w:t>fund</w:t>
      </w:r>
      <w:r>
        <w:t>; or</w:t>
      </w:r>
    </w:p>
    <w:p w:rsidR="00F137AB" w:rsidRDefault="002F494B" w:rsidP="008D51C1">
      <w:pPr>
        <w:pStyle w:val="dotpoint"/>
      </w:pPr>
      <w:r>
        <w:t xml:space="preserve">exempt a </w:t>
      </w:r>
      <w:r w:rsidR="00292DF8">
        <w:t>passport fund for which it is the host r</w:t>
      </w:r>
      <w:r>
        <w:t xml:space="preserve">egulator from the </w:t>
      </w:r>
      <w:r w:rsidR="00292DF8">
        <w:t xml:space="preserve">home economy laws and regulations </w:t>
      </w:r>
      <w:r>
        <w:t xml:space="preserve">that apply to the </w:t>
      </w:r>
      <w:r w:rsidR="00292DF8">
        <w:t>passport f</w:t>
      </w:r>
      <w:r>
        <w:t>und in its</w:t>
      </w:r>
      <w:r w:rsidR="00292DF8">
        <w:t xml:space="preserve"> economy or subject to Annex</w:t>
      </w:r>
      <w:r w:rsidR="001045AB">
        <w:t> </w:t>
      </w:r>
      <w:r w:rsidR="00292DF8">
        <w:t xml:space="preserve">1 </w:t>
      </w:r>
      <w:r w:rsidR="00294B76">
        <w:t>of the MOC,</w:t>
      </w:r>
      <w:r w:rsidR="00292DF8">
        <w:t xml:space="preserve"> or </w:t>
      </w:r>
      <w:r>
        <w:t xml:space="preserve">modify those </w:t>
      </w:r>
      <w:r w:rsidR="00292DF8">
        <w:t>l</w:t>
      </w:r>
      <w:r>
        <w:t>aws and</w:t>
      </w:r>
      <w:r w:rsidR="00292DF8">
        <w:t xml:space="preserve"> regulation</w:t>
      </w:r>
      <w:r>
        <w:t xml:space="preserve"> with respect to </w:t>
      </w:r>
      <w:r w:rsidR="00292DF8">
        <w:t>the fund</w:t>
      </w:r>
      <w:r>
        <w:t>.</w:t>
      </w:r>
    </w:p>
    <w:p w:rsidR="002F494B" w:rsidRDefault="002F494B" w:rsidP="008D51C1">
      <w:pPr>
        <w:pStyle w:val="base-text-paragraph"/>
        <w:numPr>
          <w:ilvl w:val="1"/>
          <w:numId w:val="23"/>
        </w:numPr>
      </w:pPr>
      <w:r>
        <w:t>Sub</w:t>
      </w:r>
      <w:r w:rsidR="004833C7">
        <w:t>section</w:t>
      </w:r>
      <w:r w:rsidR="001045AB">
        <w:t> </w:t>
      </w:r>
      <w:r>
        <w:t>13(2) of Annex</w:t>
      </w:r>
      <w:r w:rsidR="001045AB">
        <w:t> </w:t>
      </w:r>
      <w:r>
        <w:t xml:space="preserve">2 furthermore allows a </w:t>
      </w:r>
      <w:r w:rsidR="00292DF8">
        <w:t>h</w:t>
      </w:r>
      <w:r>
        <w:t xml:space="preserve">ome </w:t>
      </w:r>
      <w:r w:rsidR="00292DF8">
        <w:t>r</w:t>
      </w:r>
      <w:r>
        <w:t xml:space="preserve">egulator to exempt a </w:t>
      </w:r>
      <w:r w:rsidR="00292DF8">
        <w:t>p</w:t>
      </w:r>
      <w:r>
        <w:t xml:space="preserve">assport </w:t>
      </w:r>
      <w:r w:rsidR="00294B76">
        <w:t>fund</w:t>
      </w:r>
      <w:r>
        <w:t xml:space="preserve"> from a </w:t>
      </w:r>
      <w:r w:rsidR="00294B76">
        <w:t>passport r</w:t>
      </w:r>
      <w:r>
        <w:t xml:space="preserve">ule or modify a </w:t>
      </w:r>
      <w:r w:rsidR="00294B76">
        <w:t>passport rule</w:t>
      </w:r>
      <w:r>
        <w:t xml:space="preserve"> with respect to such </w:t>
      </w:r>
      <w:r w:rsidR="00292DF8">
        <w:t>a fund</w:t>
      </w:r>
      <w:r w:rsidR="00294B76">
        <w:t>, provided that</w:t>
      </w:r>
      <w:r w:rsidR="00292DF8">
        <w:t xml:space="preserve"> all host r</w:t>
      </w:r>
      <w:r>
        <w:t xml:space="preserve">egulators of the </w:t>
      </w:r>
      <w:r w:rsidR="00294B76">
        <w:t>p</w:t>
      </w:r>
      <w:r>
        <w:t xml:space="preserve">assport </w:t>
      </w:r>
      <w:r w:rsidR="00294B76">
        <w:t>f</w:t>
      </w:r>
      <w:r>
        <w:t xml:space="preserve">und consent in writing to the exemption or modification of the </w:t>
      </w:r>
      <w:r w:rsidR="00294B76">
        <w:t>passport r</w:t>
      </w:r>
      <w:r>
        <w:t>ule.</w:t>
      </w:r>
    </w:p>
    <w:p w:rsidR="00182C9D" w:rsidRDefault="00182C9D" w:rsidP="008D51C1">
      <w:pPr>
        <w:pStyle w:val="base-text-paragraph"/>
        <w:numPr>
          <w:ilvl w:val="1"/>
          <w:numId w:val="23"/>
        </w:numPr>
      </w:pPr>
      <w:r>
        <w:t>Section 54 of Annex 3</w:t>
      </w:r>
      <w:r w:rsidR="00375B88">
        <w:t xml:space="preserve"> of the MOC</w:t>
      </w:r>
      <w:r>
        <w:t xml:space="preserve"> imposes requirements on funds that have been deregistered as passport funds, including that they continue to be operated in accordance with the Passport Rules until certain conditions are met.</w:t>
      </w:r>
    </w:p>
    <w:p w:rsidR="0041503C" w:rsidRDefault="0041503C" w:rsidP="008D51C1">
      <w:pPr>
        <w:pStyle w:val="Heading2"/>
      </w:pPr>
      <w:r>
        <w:t>Summary of new law</w:t>
      </w:r>
    </w:p>
    <w:p w:rsidR="0041503C" w:rsidRDefault="0041503C" w:rsidP="008D51C1">
      <w:pPr>
        <w:pStyle w:val="base-text-paragraph"/>
        <w:numPr>
          <w:ilvl w:val="1"/>
          <w:numId w:val="23"/>
        </w:numPr>
      </w:pPr>
      <w:r w:rsidRPr="007752A6">
        <w:t>Part</w:t>
      </w:r>
      <w:r>
        <w:t> </w:t>
      </w:r>
      <w:r w:rsidRPr="007752A6">
        <w:t>8A.8 of the new law grants ASIC the power to exempt</w:t>
      </w:r>
      <w:r>
        <w:t xml:space="preserve"> entities from the provisions in Chapter 8A and the Passport Rules in this jurisdiction, or modify, omit or vary these provisions. ASIC may also impose conditions on its exemptions.</w:t>
      </w:r>
    </w:p>
    <w:p w:rsidR="0041503C" w:rsidRDefault="0041503C" w:rsidP="008D51C1">
      <w:pPr>
        <w:pStyle w:val="base-text-paragraph"/>
        <w:numPr>
          <w:ilvl w:val="1"/>
          <w:numId w:val="49"/>
        </w:numPr>
      </w:pPr>
      <w:r>
        <w:t>ASIC may exempt or modify, omit or vary the Passport Rules in this jurisdiction for Australian passport funds only if all host regulators of the fund have agreed to the proposed exemption or modification. Exemptions and modifications which relate to the Passport Rules in this jurisdiction and apply to foreign passport funds must be the same as an exemption or modification granted by the home regulator.</w:t>
      </w:r>
    </w:p>
    <w:p w:rsidR="009D3FAF" w:rsidRDefault="009D3FAF" w:rsidP="008D51C1">
      <w:pPr>
        <w:pStyle w:val="base-text-paragraph"/>
        <w:numPr>
          <w:ilvl w:val="1"/>
          <w:numId w:val="23"/>
        </w:numPr>
      </w:pPr>
      <w:r w:rsidRPr="00B941B2">
        <w:t>ASIC may exempt</w:t>
      </w:r>
      <w:r w:rsidRPr="009D3FAF">
        <w:t xml:space="preserve"> notified foreign passport funds, their operators and the directors of the operators from</w:t>
      </w:r>
      <w:r>
        <w:t xml:space="preserve"> financial reporting obligations</w:t>
      </w:r>
      <w:r w:rsidR="007B1B34">
        <w:t xml:space="preserve"> under the Corporations</w:t>
      </w:r>
      <w:r w:rsidR="00340824">
        <w:t> </w:t>
      </w:r>
      <w:r w:rsidR="007B1B34">
        <w:t>Act</w:t>
      </w:r>
      <w:r>
        <w:t xml:space="preserve">. Regulations may also be made to modify the operation of Chapter 2M in relation to </w:t>
      </w:r>
      <w:r w:rsidRPr="009D3FAF">
        <w:t>notified foreign passport funds</w:t>
      </w:r>
      <w:r>
        <w:t>.</w:t>
      </w:r>
    </w:p>
    <w:p w:rsidR="0041503C" w:rsidRDefault="0041503C" w:rsidP="008D51C1">
      <w:pPr>
        <w:pStyle w:val="base-text-paragraph"/>
        <w:numPr>
          <w:ilvl w:val="1"/>
          <w:numId w:val="49"/>
        </w:numPr>
      </w:pPr>
      <w:r>
        <w:t>ASIC must use a legislative instrument for exemptions and modifications that apply to all entities or all entities within a class. It may use a notifiable instrument for exemptions and modifications that only apply to specified entities.</w:t>
      </w:r>
    </w:p>
    <w:p w:rsidR="0041503C" w:rsidRDefault="0041503C" w:rsidP="008D51C1">
      <w:pPr>
        <w:pStyle w:val="base-text-paragraph"/>
        <w:numPr>
          <w:ilvl w:val="1"/>
          <w:numId w:val="49"/>
        </w:numPr>
      </w:pPr>
      <w:r>
        <w:t>The new law also allows for regulations to be made to provide exemptions from or modify the operation of Chapter 8A, the Passport Rules or a provision in any other chapter of the Corporations Act or of the ASIC Act that relates to passport funds.</w:t>
      </w:r>
    </w:p>
    <w:p w:rsidR="00F82C11" w:rsidRDefault="006B125A" w:rsidP="008D51C1">
      <w:pPr>
        <w:pStyle w:val="base-text-paragraph"/>
        <w:numPr>
          <w:ilvl w:val="1"/>
          <w:numId w:val="49"/>
        </w:numPr>
      </w:pPr>
      <w:r>
        <w:t>The</w:t>
      </w:r>
      <w:r w:rsidR="002C2B8D">
        <w:t xml:space="preserve"> new law grants ASIC the power to </w:t>
      </w:r>
      <w:r w:rsidR="002C2B8D" w:rsidRPr="00182C9D">
        <w:t>continue the application of the Corporations legislation</w:t>
      </w:r>
      <w:r w:rsidR="002C2B8D">
        <w:t xml:space="preserve"> to funds that have been deregistered as </w:t>
      </w:r>
      <w:r>
        <w:t xml:space="preserve">Australian </w:t>
      </w:r>
      <w:r w:rsidR="002C2B8D">
        <w:t>passport funds or removed as notified foreign passport funds</w:t>
      </w:r>
      <w:r w:rsidR="00F82C11">
        <w:t>.</w:t>
      </w:r>
      <w:r w:rsidR="00375B88">
        <w:t xml:space="preserve"> R</w:t>
      </w:r>
      <w:r w:rsidR="00C06F25">
        <w:t xml:space="preserve">egulations </w:t>
      </w:r>
      <w:r w:rsidR="00375B88">
        <w:t>may also</w:t>
      </w:r>
      <w:r w:rsidR="00C06F25">
        <w:t xml:space="preserve"> provide that the Corporations legislation continues to apply to funds that have been deregistered as Australian passport funds or removed as notified foreign passport funds.</w:t>
      </w:r>
    </w:p>
    <w:p w:rsidR="0041503C" w:rsidRDefault="0041503C" w:rsidP="008D51C1">
      <w:pPr>
        <w:pStyle w:val="Heading2with18pointafter"/>
        <w:keepLines/>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41503C" w:rsidRPr="004666B8" w:rsidTr="00F82D5C">
        <w:trPr>
          <w:cantSplit/>
          <w:tblHeader/>
        </w:trPr>
        <w:tc>
          <w:tcPr>
            <w:tcW w:w="3275" w:type="dxa"/>
          </w:tcPr>
          <w:p w:rsidR="0041503C" w:rsidRPr="004666B8" w:rsidRDefault="0041503C" w:rsidP="008D51C1">
            <w:pPr>
              <w:pStyle w:val="tableheaderwithintable"/>
              <w:keepLines/>
              <w:rPr>
                <w:lang w:val="en-US" w:eastAsia="en-US"/>
              </w:rPr>
            </w:pPr>
            <w:r w:rsidRPr="004666B8">
              <w:rPr>
                <w:lang w:val="en-US" w:eastAsia="en-US"/>
              </w:rPr>
              <w:t>New law</w:t>
            </w:r>
          </w:p>
        </w:tc>
        <w:tc>
          <w:tcPr>
            <w:tcW w:w="3276" w:type="dxa"/>
          </w:tcPr>
          <w:p w:rsidR="0041503C" w:rsidRPr="004666B8" w:rsidRDefault="0041503C" w:rsidP="008D51C1">
            <w:pPr>
              <w:pStyle w:val="tableheaderwithintable"/>
              <w:keepLines/>
              <w:rPr>
                <w:lang w:val="en-US" w:eastAsia="en-US"/>
              </w:rPr>
            </w:pPr>
            <w:r w:rsidRPr="004666B8">
              <w:rPr>
                <w:lang w:val="en-US" w:eastAsia="en-US"/>
              </w:rPr>
              <w:t>Current law</w:t>
            </w:r>
          </w:p>
        </w:tc>
      </w:tr>
      <w:tr w:rsidR="0041503C" w:rsidRPr="004666B8" w:rsidTr="00F82D5C">
        <w:trPr>
          <w:cantSplit/>
        </w:trPr>
        <w:tc>
          <w:tcPr>
            <w:tcW w:w="3275" w:type="dxa"/>
          </w:tcPr>
          <w:p w:rsidR="0041503C" w:rsidRDefault="0041503C" w:rsidP="008D51C1">
            <w:pPr>
              <w:pStyle w:val="tabletext"/>
            </w:pPr>
            <w:r w:rsidRPr="00266B10">
              <w:t>ASIC has the power to exempt entities from the provisions in Chapter</w:t>
            </w:r>
            <w:r>
              <w:t> </w:t>
            </w:r>
            <w:r w:rsidRPr="00266B10">
              <w:t xml:space="preserve">8A, or modify </w:t>
            </w:r>
            <w:r>
              <w:t>their effect</w:t>
            </w:r>
            <w:r w:rsidRPr="00266B10">
              <w:t xml:space="preserve">. </w:t>
            </w:r>
          </w:p>
          <w:p w:rsidR="0041503C" w:rsidRPr="004666B8" w:rsidRDefault="0041503C" w:rsidP="008D51C1">
            <w:pPr>
              <w:pStyle w:val="tabletext"/>
              <w:rPr>
                <w:lang w:val="en-US" w:eastAsia="en-US"/>
              </w:rPr>
            </w:pPr>
            <w:r>
              <w:t>ASIC may impose conditions on its exemptions and seek a court order to enforce these conditions in a specified way.</w:t>
            </w:r>
            <w:r>
              <w:rPr>
                <w:lang w:val="en-US" w:eastAsia="en-US"/>
              </w:rPr>
              <w:t xml:space="preserve"> </w:t>
            </w:r>
          </w:p>
        </w:tc>
        <w:tc>
          <w:tcPr>
            <w:tcW w:w="3276" w:type="dxa"/>
          </w:tcPr>
          <w:p w:rsidR="0041503C" w:rsidRPr="004666B8" w:rsidRDefault="0041503C" w:rsidP="008D51C1">
            <w:pPr>
              <w:pStyle w:val="tabletext"/>
              <w:rPr>
                <w:lang w:val="en-US" w:eastAsia="en-US"/>
              </w:rPr>
            </w:pPr>
            <w:r>
              <w:rPr>
                <w:lang w:val="en-US" w:eastAsia="en-US"/>
              </w:rPr>
              <w:t>No equivalent.</w:t>
            </w:r>
          </w:p>
        </w:tc>
      </w:tr>
      <w:tr w:rsidR="0041503C" w:rsidRPr="004666B8" w:rsidTr="00F82D5C">
        <w:trPr>
          <w:cantSplit/>
        </w:trPr>
        <w:tc>
          <w:tcPr>
            <w:tcW w:w="3275" w:type="dxa"/>
          </w:tcPr>
          <w:p w:rsidR="0041503C" w:rsidRPr="00ED7617" w:rsidRDefault="0041503C" w:rsidP="008D51C1">
            <w:pPr>
              <w:pStyle w:val="tabletext"/>
            </w:pPr>
            <w:r w:rsidRPr="00266B10">
              <w:t xml:space="preserve">ASIC has the power to exempt entities from </w:t>
            </w:r>
            <w:r>
              <w:t>the Passport Rules in this jurisdiction</w:t>
            </w:r>
            <w:r w:rsidRPr="00266B10">
              <w:t xml:space="preserve">, or </w:t>
            </w:r>
            <w:r w:rsidRPr="00ED7617">
              <w:t>modify their effect if:</w:t>
            </w:r>
          </w:p>
          <w:p w:rsidR="0041503C" w:rsidRPr="00ED7617" w:rsidRDefault="0041503C" w:rsidP="008D51C1">
            <w:pPr>
              <w:pStyle w:val="tabledotpoint"/>
            </w:pPr>
            <w:r>
              <w:t>f</w:t>
            </w:r>
            <w:r w:rsidRPr="00ED7617">
              <w:t>or exemptions relating to Australian passport funds, the exemption has been agreed by all host regulators; or</w:t>
            </w:r>
          </w:p>
          <w:p w:rsidR="0041503C" w:rsidRPr="00ED7617" w:rsidRDefault="0041503C" w:rsidP="008D51C1">
            <w:pPr>
              <w:pStyle w:val="tabledotpoint"/>
            </w:pPr>
            <w:r>
              <w:t>f</w:t>
            </w:r>
            <w:r w:rsidRPr="00ED7617">
              <w:t xml:space="preserve">or exemptions relating to </w:t>
            </w:r>
            <w:r>
              <w:t xml:space="preserve">notified </w:t>
            </w:r>
            <w:r w:rsidRPr="00ED7617">
              <w:t xml:space="preserve">foreign passport funds, the exemption is the same as an exemption or modification granted by the </w:t>
            </w:r>
            <w:r>
              <w:t>foreign passport fund</w:t>
            </w:r>
            <w:r w:rsidRPr="00ED7617">
              <w:t xml:space="preserve">’s home </w:t>
            </w:r>
            <w:r>
              <w:t>regulator</w:t>
            </w:r>
            <w:r w:rsidRPr="00ED7617">
              <w:t xml:space="preserve">. </w:t>
            </w:r>
          </w:p>
          <w:p w:rsidR="0041503C" w:rsidRPr="00266B10" w:rsidRDefault="0041503C" w:rsidP="008D51C1">
            <w:pPr>
              <w:pStyle w:val="tabletext"/>
            </w:pPr>
            <w:r>
              <w:t>ASIC may impose conditions on its exemptions and seek a court order to enforce these conditions in a specified way.</w:t>
            </w:r>
          </w:p>
        </w:tc>
        <w:tc>
          <w:tcPr>
            <w:tcW w:w="3276" w:type="dxa"/>
          </w:tcPr>
          <w:p w:rsidR="0041503C" w:rsidRPr="004666B8" w:rsidRDefault="0041503C" w:rsidP="008D51C1">
            <w:pPr>
              <w:pStyle w:val="tabletext"/>
              <w:rPr>
                <w:lang w:val="en-US" w:eastAsia="en-US"/>
              </w:rPr>
            </w:pPr>
            <w:r>
              <w:rPr>
                <w:lang w:val="en-US" w:eastAsia="en-US"/>
              </w:rPr>
              <w:t>No equivalent.</w:t>
            </w:r>
          </w:p>
        </w:tc>
      </w:tr>
      <w:tr w:rsidR="0041503C" w:rsidRPr="004666B8" w:rsidTr="00F82D5C">
        <w:trPr>
          <w:cantSplit/>
        </w:trPr>
        <w:tc>
          <w:tcPr>
            <w:tcW w:w="3275" w:type="dxa"/>
          </w:tcPr>
          <w:p w:rsidR="0041503C" w:rsidRPr="00266B10" w:rsidRDefault="0041503C" w:rsidP="008D51C1">
            <w:pPr>
              <w:pStyle w:val="tabletext"/>
            </w:pPr>
            <w:r>
              <w:t>Regulations may provide exemptions from or modify the operation of Chapter 8A and any other provisions of the Corporations Act or the ASIC Act that relate to passport funds or a class of passport funds.</w:t>
            </w:r>
          </w:p>
        </w:tc>
        <w:tc>
          <w:tcPr>
            <w:tcW w:w="3276" w:type="dxa"/>
          </w:tcPr>
          <w:p w:rsidR="0041503C" w:rsidRPr="004666B8" w:rsidRDefault="0041503C" w:rsidP="008D51C1">
            <w:pPr>
              <w:pStyle w:val="tabletext"/>
              <w:rPr>
                <w:lang w:val="en-US" w:eastAsia="en-US"/>
              </w:rPr>
            </w:pPr>
            <w:r>
              <w:rPr>
                <w:lang w:val="en-US" w:eastAsia="en-US"/>
              </w:rPr>
              <w:t>No equivalent.</w:t>
            </w:r>
          </w:p>
        </w:tc>
      </w:tr>
      <w:tr w:rsidR="001A16D8" w:rsidRPr="004666B8" w:rsidTr="00F82D5C">
        <w:trPr>
          <w:cantSplit/>
        </w:trPr>
        <w:tc>
          <w:tcPr>
            <w:tcW w:w="3275" w:type="dxa"/>
          </w:tcPr>
          <w:p w:rsidR="001A16D8" w:rsidRDefault="001A16D8" w:rsidP="008D51C1">
            <w:pPr>
              <w:pStyle w:val="tabletext"/>
            </w:pPr>
            <w:r w:rsidRPr="001A16D8">
              <w:t>ASIC has the power to</w:t>
            </w:r>
            <w:r>
              <w:t xml:space="preserve"> make orders</w:t>
            </w:r>
            <w:r w:rsidRPr="001A16D8">
              <w:t xml:space="preserve"> exempt</w:t>
            </w:r>
            <w:r>
              <w:t>ing</w:t>
            </w:r>
            <w:r w:rsidRPr="001A16D8">
              <w:t xml:space="preserve"> notified foreign passport funds, their operators and the directors of the operators from </w:t>
            </w:r>
            <w:r w:rsidR="00384507">
              <w:t xml:space="preserve">all or specified </w:t>
            </w:r>
            <w:r w:rsidR="00384507" w:rsidRPr="001A16D8">
              <w:t xml:space="preserve">financial reporting </w:t>
            </w:r>
            <w:r w:rsidR="00384507">
              <w:t xml:space="preserve">requirements in </w:t>
            </w:r>
            <w:r w:rsidRPr="001A16D8">
              <w:t>Part</w:t>
            </w:r>
            <w:r>
              <w:t> </w:t>
            </w:r>
            <w:r w:rsidR="00384507">
              <w:t>2M.3.</w:t>
            </w:r>
          </w:p>
          <w:p w:rsidR="00384507" w:rsidRDefault="00384507" w:rsidP="008D51C1">
            <w:pPr>
              <w:pStyle w:val="tabletext"/>
            </w:pPr>
            <w:r>
              <w:t>ASIC may impose conditions on exemptions and the exemption may be for a limited or indefinite period.</w:t>
            </w:r>
          </w:p>
        </w:tc>
        <w:tc>
          <w:tcPr>
            <w:tcW w:w="3276" w:type="dxa"/>
          </w:tcPr>
          <w:p w:rsidR="00384507" w:rsidRDefault="001A16D8" w:rsidP="008D51C1">
            <w:pPr>
              <w:pStyle w:val="tabletext"/>
            </w:pPr>
            <w:r w:rsidRPr="001A16D8">
              <w:t xml:space="preserve">ASIC has the power to </w:t>
            </w:r>
            <w:r>
              <w:t xml:space="preserve">make orders </w:t>
            </w:r>
            <w:r w:rsidRPr="001A16D8">
              <w:t>exempt</w:t>
            </w:r>
            <w:r>
              <w:t>in</w:t>
            </w:r>
            <w:r w:rsidR="00384507">
              <w:t>g companies, registered schemes and</w:t>
            </w:r>
            <w:r w:rsidR="00384507" w:rsidRPr="00384507">
              <w:t xml:space="preserve"> disclosing entities from all or specified financial reporting requirements in Parts</w:t>
            </w:r>
            <w:r w:rsidR="00384507">
              <w:t> </w:t>
            </w:r>
            <w:r w:rsidR="00384507" w:rsidRPr="00384507">
              <w:t>2M.2, 2M.3 and 2M.4 (other than Division</w:t>
            </w:r>
            <w:r w:rsidR="00384507">
              <w:t> </w:t>
            </w:r>
            <w:r w:rsidR="00384507" w:rsidRPr="00384507">
              <w:t>4).</w:t>
            </w:r>
          </w:p>
          <w:p w:rsidR="001A16D8" w:rsidRDefault="00384507" w:rsidP="008D51C1">
            <w:pPr>
              <w:pStyle w:val="tabletext"/>
              <w:rPr>
                <w:lang w:val="en-US" w:eastAsia="en-US"/>
              </w:rPr>
            </w:pPr>
            <w:r>
              <w:t>ASIC may impose conditions on exemptions and the exemption may be for a limited or indefinite period.</w:t>
            </w:r>
          </w:p>
        </w:tc>
      </w:tr>
      <w:tr w:rsidR="001D0CDA" w:rsidRPr="004666B8" w:rsidTr="00384507">
        <w:trPr>
          <w:cantSplit/>
        </w:trPr>
        <w:tc>
          <w:tcPr>
            <w:tcW w:w="3275" w:type="dxa"/>
          </w:tcPr>
          <w:p w:rsidR="001D0CDA" w:rsidRPr="001A16D8" w:rsidRDefault="001D0CDA" w:rsidP="008D51C1">
            <w:pPr>
              <w:pStyle w:val="tabletext"/>
            </w:pPr>
            <w:r>
              <w:t>Regulations may modify the operation of Chapter 2M in relation to a notified foreign passport fund or a class of notified foreign passport funds.</w:t>
            </w:r>
          </w:p>
        </w:tc>
        <w:tc>
          <w:tcPr>
            <w:tcW w:w="3276" w:type="dxa"/>
          </w:tcPr>
          <w:p w:rsidR="001D0CDA" w:rsidRPr="001A16D8" w:rsidRDefault="001D0CDA" w:rsidP="008D51C1">
            <w:pPr>
              <w:pStyle w:val="tabletext"/>
            </w:pPr>
            <w:r w:rsidRPr="001D0CDA">
              <w:t>Regulations may modify the operation of Chapter</w:t>
            </w:r>
            <w:r>
              <w:t> </w:t>
            </w:r>
            <w:r w:rsidRPr="001D0CDA">
              <w:t>2M in relation to a company, registered scheme or disclosing entity</w:t>
            </w:r>
            <w:r>
              <w:t xml:space="preserve">, </w:t>
            </w:r>
            <w:r w:rsidRPr="001D0CDA">
              <w:t xml:space="preserve">or a class </w:t>
            </w:r>
            <w:r>
              <w:t>of these</w:t>
            </w:r>
            <w:r w:rsidRPr="001D0CDA">
              <w:t>.</w:t>
            </w:r>
          </w:p>
        </w:tc>
      </w:tr>
      <w:tr w:rsidR="006B125A" w:rsidRPr="004666B8" w:rsidTr="00384507">
        <w:trPr>
          <w:cantSplit/>
        </w:trPr>
        <w:tc>
          <w:tcPr>
            <w:tcW w:w="3275" w:type="dxa"/>
          </w:tcPr>
          <w:p w:rsidR="006B125A" w:rsidRDefault="006B125A" w:rsidP="008D51C1">
            <w:pPr>
              <w:pStyle w:val="tabletext"/>
            </w:pPr>
            <w:r w:rsidRPr="002C2B8D">
              <w:t xml:space="preserve">ASIC </w:t>
            </w:r>
            <w:r w:rsidR="00375B88">
              <w:t xml:space="preserve">may declare that </w:t>
            </w:r>
            <w:r w:rsidRPr="002C2B8D">
              <w:t>the Corporations legislation</w:t>
            </w:r>
            <w:r w:rsidR="00375B88">
              <w:t xml:space="preserve"> continues to apply</w:t>
            </w:r>
            <w:r w:rsidRPr="002C2B8D">
              <w:t xml:space="preserve"> to funds that have been deregistered as passport funds or removed as notified foreign passport funds</w:t>
            </w:r>
          </w:p>
        </w:tc>
        <w:tc>
          <w:tcPr>
            <w:tcW w:w="3276" w:type="dxa"/>
          </w:tcPr>
          <w:p w:rsidR="006B125A" w:rsidRPr="001D0CDA" w:rsidRDefault="006B125A" w:rsidP="008D51C1">
            <w:pPr>
              <w:pStyle w:val="tabletext"/>
            </w:pPr>
            <w:r>
              <w:t>No equivalent</w:t>
            </w:r>
          </w:p>
        </w:tc>
      </w:tr>
      <w:tr w:rsidR="002C2B8D" w:rsidRPr="004666B8" w:rsidTr="00384507">
        <w:trPr>
          <w:cantSplit/>
        </w:trPr>
        <w:tc>
          <w:tcPr>
            <w:tcW w:w="3275" w:type="dxa"/>
          </w:tcPr>
          <w:p w:rsidR="002C2B8D" w:rsidRDefault="006B125A" w:rsidP="008D51C1">
            <w:pPr>
              <w:pStyle w:val="tabletext"/>
            </w:pPr>
            <w:r>
              <w:t xml:space="preserve">Regulations </w:t>
            </w:r>
            <w:r w:rsidR="00375B88">
              <w:t>may</w:t>
            </w:r>
            <w:r w:rsidR="002C2B8D" w:rsidRPr="002C2B8D">
              <w:t xml:space="preserve"> </w:t>
            </w:r>
            <w:r>
              <w:t xml:space="preserve">provide that </w:t>
            </w:r>
            <w:r w:rsidR="002C2B8D" w:rsidRPr="002C2B8D">
              <w:t xml:space="preserve">the Corporations legislation </w:t>
            </w:r>
            <w:r>
              <w:t xml:space="preserve">continues to apply </w:t>
            </w:r>
            <w:r w:rsidR="002C2B8D" w:rsidRPr="002C2B8D">
              <w:t xml:space="preserve">to funds that have been deregistered as </w:t>
            </w:r>
            <w:r>
              <w:t xml:space="preserve">Australian </w:t>
            </w:r>
            <w:r w:rsidR="002C2B8D" w:rsidRPr="002C2B8D">
              <w:t>passport funds or removed as notified foreign passport funds</w:t>
            </w:r>
          </w:p>
        </w:tc>
        <w:tc>
          <w:tcPr>
            <w:tcW w:w="3276" w:type="dxa"/>
          </w:tcPr>
          <w:p w:rsidR="002C2B8D" w:rsidRPr="001D0CDA" w:rsidRDefault="006B125A" w:rsidP="008D51C1">
            <w:pPr>
              <w:pStyle w:val="tabletext"/>
            </w:pPr>
            <w:r>
              <w:t>No equivalent</w:t>
            </w:r>
          </w:p>
        </w:tc>
      </w:tr>
    </w:tbl>
    <w:p w:rsidR="0041503C" w:rsidRDefault="0041503C" w:rsidP="008D51C1">
      <w:pPr>
        <w:pStyle w:val="Heading2"/>
      </w:pPr>
      <w:r>
        <w:t>Detailed explanation of new law</w:t>
      </w:r>
    </w:p>
    <w:p w:rsidR="0041503C" w:rsidRPr="00247098" w:rsidRDefault="0041503C" w:rsidP="008D51C1">
      <w:pPr>
        <w:pStyle w:val="Heading3"/>
      </w:pPr>
      <w:r>
        <w:t>ASIC’s exemption and modification power</w:t>
      </w:r>
    </w:p>
    <w:p w:rsidR="00DC72BF" w:rsidRDefault="007B1B34" w:rsidP="008D51C1">
      <w:pPr>
        <w:pStyle w:val="Heading4"/>
      </w:pPr>
      <w:r>
        <w:t>Exemptions and modif</w:t>
      </w:r>
      <w:r w:rsidR="00A71D1C">
        <w:t>i</w:t>
      </w:r>
      <w:r>
        <w:t xml:space="preserve">cations in relation to </w:t>
      </w:r>
      <w:r w:rsidR="00DC72BF" w:rsidRPr="001C10A6">
        <w:t>Chapter 8A</w:t>
      </w:r>
    </w:p>
    <w:p w:rsidR="0041503C" w:rsidRPr="001C10A6" w:rsidRDefault="0041503C" w:rsidP="008D51C1">
      <w:pPr>
        <w:pStyle w:val="base-text-paragraph"/>
        <w:numPr>
          <w:ilvl w:val="1"/>
          <w:numId w:val="49"/>
        </w:numPr>
      </w:pPr>
      <w:r w:rsidRPr="001C10A6">
        <w:t xml:space="preserve">ASIC has the power to exempt entities from the provisions in Chapter 8A. It may also omit, modify or vary the effect of these provisions. The exemption may apply to nominated requirements or all of the requirements in the chapter. </w:t>
      </w:r>
      <w:r w:rsidRPr="001C10A6">
        <w:rPr>
          <w:rStyle w:val="Referencingstyle"/>
        </w:rPr>
        <w:t>[Schedule 1, item 1, section 1217]</w:t>
      </w:r>
    </w:p>
    <w:p w:rsidR="00612471" w:rsidRDefault="0041503C" w:rsidP="008D51C1">
      <w:pPr>
        <w:pStyle w:val="base-text-paragraph"/>
        <w:numPr>
          <w:ilvl w:val="1"/>
          <w:numId w:val="49"/>
        </w:numPr>
      </w:pPr>
      <w:r>
        <w:t xml:space="preserve">The exemption and modification power is limited to the </w:t>
      </w:r>
      <w:r w:rsidRPr="007752A6">
        <w:t>provisions in Chapter</w:t>
      </w:r>
      <w:r>
        <w:t> </w:t>
      </w:r>
      <w:r w:rsidRPr="007752A6">
        <w:t>8A, the definitions that apply to Chapter</w:t>
      </w:r>
      <w:r>
        <w:t> </w:t>
      </w:r>
      <w:r w:rsidRPr="007752A6">
        <w:t>8A and</w:t>
      </w:r>
      <w:r>
        <w:t xml:space="preserve"> </w:t>
      </w:r>
      <w:r w:rsidRPr="007752A6">
        <w:t>regulations made for the purposes of Chapter</w:t>
      </w:r>
      <w:r>
        <w:t> </w:t>
      </w:r>
      <w:r w:rsidRPr="007752A6">
        <w:t>8A</w:t>
      </w:r>
      <w:r w:rsidR="00F82D5C">
        <w:t>.</w:t>
      </w:r>
      <w:r w:rsidRPr="007752A6">
        <w:t xml:space="preserve"> </w:t>
      </w:r>
      <w:r w:rsidRPr="007752A6">
        <w:rPr>
          <w:rStyle w:val="Referencingstyle"/>
        </w:rPr>
        <w:t>[Schedule 1, item</w:t>
      </w:r>
      <w:r>
        <w:rPr>
          <w:rStyle w:val="Referencingstyle"/>
        </w:rPr>
        <w:t> </w:t>
      </w:r>
      <w:r w:rsidRPr="007752A6">
        <w:rPr>
          <w:rStyle w:val="Referencingstyle"/>
        </w:rPr>
        <w:t>1,</w:t>
      </w:r>
      <w:r>
        <w:rPr>
          <w:rStyle w:val="Referencingstyle"/>
        </w:rPr>
        <w:t xml:space="preserve"> paragraph 1217(2)(a) and </w:t>
      </w:r>
      <w:r w:rsidRPr="00263C59">
        <w:rPr>
          <w:rStyle w:val="Referencingstyle"/>
        </w:rPr>
        <w:t>subsection 1217(9)]</w:t>
      </w:r>
    </w:p>
    <w:p w:rsidR="0041503C" w:rsidRDefault="00612471" w:rsidP="008D51C1">
      <w:pPr>
        <w:pStyle w:val="base-text-paragraph"/>
        <w:numPr>
          <w:ilvl w:val="1"/>
          <w:numId w:val="49"/>
        </w:numPr>
      </w:pPr>
      <w:r>
        <w:t xml:space="preserve">The power </w:t>
      </w:r>
      <w:r w:rsidR="0041503C">
        <w:t>does not extend to the other chapters in the Corporations Act. This is similar to the scope of the exemption and modification power that applies to registered schemes in Chapter 5C.</w:t>
      </w:r>
    </w:p>
    <w:p w:rsidR="0041503C" w:rsidRDefault="0041503C" w:rsidP="008D51C1">
      <w:pPr>
        <w:pStyle w:val="base-text-paragraph"/>
        <w:numPr>
          <w:ilvl w:val="1"/>
          <w:numId w:val="49"/>
        </w:numPr>
      </w:pPr>
      <w:r>
        <w:t>The existing law already includes exemption and modification powers for some of the other provisions which potentially apply to passport funds.</w:t>
      </w:r>
    </w:p>
    <w:p w:rsidR="0041503C" w:rsidRDefault="0041503C" w:rsidP="008D51C1">
      <w:pPr>
        <w:pStyle w:val="base-text-paragraph"/>
        <w:numPr>
          <w:ilvl w:val="1"/>
          <w:numId w:val="49"/>
        </w:numPr>
      </w:pPr>
      <w:r>
        <w:t>The exemption and modification power may relate to:</w:t>
      </w:r>
    </w:p>
    <w:p w:rsidR="0041503C" w:rsidRDefault="0041503C" w:rsidP="008D51C1">
      <w:pPr>
        <w:pStyle w:val="dotpoint"/>
      </w:pPr>
      <w:r>
        <w:t>all entities or a specified class of entities (which may include operators, custodians</w:t>
      </w:r>
      <w:r w:rsidR="002C5245">
        <w:t xml:space="preserve"> and</w:t>
      </w:r>
      <w:r>
        <w:t xml:space="preserve"> auditors); or</w:t>
      </w:r>
    </w:p>
    <w:p w:rsidR="0041503C" w:rsidRDefault="0041503C" w:rsidP="008D51C1">
      <w:pPr>
        <w:pStyle w:val="dotpoint"/>
      </w:pPr>
      <w:r>
        <w:t>all passport funds, a specified class of passport funds or specified funds.</w:t>
      </w:r>
    </w:p>
    <w:p w:rsidR="0041503C" w:rsidRPr="007D0A0C" w:rsidRDefault="0041503C" w:rsidP="008D51C1">
      <w:pPr>
        <w:pStyle w:val="base-text-paragraphnonumbers"/>
        <w:rPr>
          <w:rStyle w:val="Referencingstyle"/>
        </w:rPr>
      </w:pPr>
      <w:r>
        <w:rPr>
          <w:rStyle w:val="Referencingstyle"/>
        </w:rPr>
        <w:t>[Schedule 1, item 1, paragraphs 1217(2)(b) to</w:t>
      </w:r>
      <w:r w:rsidR="005514D9">
        <w:rPr>
          <w:rStyle w:val="Referencingstyle"/>
        </w:rPr>
        <w:t> </w:t>
      </w:r>
      <w:r>
        <w:rPr>
          <w:rStyle w:val="Referencingstyle"/>
        </w:rPr>
        <w:t>(d)]</w:t>
      </w:r>
    </w:p>
    <w:p w:rsidR="0041503C" w:rsidRDefault="0041503C" w:rsidP="008D51C1">
      <w:pPr>
        <w:pStyle w:val="base-text-paragraph"/>
        <w:numPr>
          <w:ilvl w:val="1"/>
          <w:numId w:val="49"/>
        </w:numPr>
      </w:pPr>
      <w:r>
        <w:t>ASIC may impose conditions on its exemptions and apply to the court for a</w:t>
      </w:r>
      <w:r w:rsidRPr="007D26F8">
        <w:t>n</w:t>
      </w:r>
      <w:r>
        <w:t xml:space="preserve"> order compelling the entity to comply with the condition in a specified way. </w:t>
      </w:r>
      <w:r>
        <w:rPr>
          <w:rStyle w:val="Referencingstyle"/>
        </w:rPr>
        <w:t>[Schedule 1, item 1, subsections 1217(3) to</w:t>
      </w:r>
      <w:r w:rsidR="005514D9">
        <w:rPr>
          <w:rStyle w:val="Referencingstyle"/>
        </w:rPr>
        <w:t> </w:t>
      </w:r>
      <w:r>
        <w:rPr>
          <w:rStyle w:val="Referencingstyle"/>
        </w:rPr>
        <w:t>(5)]</w:t>
      </w:r>
    </w:p>
    <w:p w:rsidR="0041503C" w:rsidRPr="00595204" w:rsidRDefault="0041503C" w:rsidP="008D51C1">
      <w:pPr>
        <w:pStyle w:val="base-text-paragraph"/>
        <w:numPr>
          <w:ilvl w:val="1"/>
          <w:numId w:val="49"/>
        </w:numPr>
      </w:pPr>
      <w:r>
        <w:t xml:space="preserve">If the exemption applies only to a single </w:t>
      </w:r>
      <w:r w:rsidRPr="008D635B">
        <w:t>specified entit</w:t>
      </w:r>
      <w:r>
        <w:t xml:space="preserve">y, ASIC </w:t>
      </w:r>
      <w:r w:rsidR="003E5D18">
        <w:t xml:space="preserve">must </w:t>
      </w:r>
      <w:r>
        <w:t xml:space="preserve">use a notifiable instrument which is not subject to disallowance. </w:t>
      </w:r>
      <w:r w:rsidRPr="008D635B">
        <w:t xml:space="preserve">Notifiable instruments must be </w:t>
      </w:r>
      <w:r>
        <w:t>enter</w:t>
      </w:r>
      <w:r w:rsidRPr="008D635B">
        <w:t xml:space="preserve">ed on the </w:t>
      </w:r>
      <w:r>
        <w:t>FRL</w:t>
      </w:r>
      <w:r>
        <w:rPr>
          <w:i/>
        </w:rPr>
        <w:t xml:space="preserve">. </w:t>
      </w:r>
      <w:r>
        <w:t>ASIC must</w:t>
      </w:r>
      <w:r w:rsidRPr="008D635B">
        <w:t xml:space="preserve"> </w:t>
      </w:r>
      <w:r>
        <w:t xml:space="preserve">also </w:t>
      </w:r>
      <w:r w:rsidR="003265DE">
        <w:t>give a copy of the exemption or declaration to</w:t>
      </w:r>
      <w:r w:rsidR="003265DE" w:rsidRPr="008D635B">
        <w:t xml:space="preserve"> </w:t>
      </w:r>
      <w:r w:rsidRPr="008D635B">
        <w:t>the specified entit</w:t>
      </w:r>
      <w:r w:rsidR="003265DE">
        <w:t>y or operator of the passport fund</w:t>
      </w:r>
      <w:r w:rsidRPr="008D635B">
        <w:t xml:space="preserve"> in writing as soon as reasonably practicable after making the notifiable instrument.</w:t>
      </w:r>
      <w:r w:rsidRPr="00F24688">
        <w:rPr>
          <w:rStyle w:val="Referencingstyle"/>
        </w:rPr>
        <w:t xml:space="preserve"> </w:t>
      </w:r>
      <w:r>
        <w:rPr>
          <w:rStyle w:val="Referencingstyle"/>
        </w:rPr>
        <w:t xml:space="preserve">[Schedule 1, item 1, subsections 1217(7) </w:t>
      </w:r>
      <w:r w:rsidR="005514D9">
        <w:rPr>
          <w:rStyle w:val="Referencingstyle"/>
        </w:rPr>
        <w:t>and </w:t>
      </w:r>
      <w:r>
        <w:rPr>
          <w:rStyle w:val="Referencingstyle"/>
        </w:rPr>
        <w:t>(8)]</w:t>
      </w:r>
    </w:p>
    <w:p w:rsidR="0041503C" w:rsidRPr="00D85323" w:rsidRDefault="0041503C" w:rsidP="008D51C1">
      <w:pPr>
        <w:pStyle w:val="base-text-paragraph"/>
        <w:numPr>
          <w:ilvl w:val="1"/>
          <w:numId w:val="49"/>
        </w:numPr>
      </w:pPr>
      <w:r>
        <w:t>If the exemption or modification relates to all entities or all entities within a class, ASIC must make a legislative instrument</w:t>
      </w:r>
      <w:r w:rsidRPr="00034835">
        <w:rPr>
          <w:rStyle w:val="Referencingstyle"/>
        </w:rPr>
        <w:t>.</w:t>
      </w:r>
      <w:r>
        <w:rPr>
          <w:rStyle w:val="Referencingstyle"/>
        </w:rPr>
        <w:t xml:space="preserve"> </w:t>
      </w:r>
      <w:r>
        <w:t>The legislative instrument is subject to disallowance and entered on the FRL</w:t>
      </w:r>
      <w:r w:rsidRPr="00034835">
        <w:rPr>
          <w:i/>
        </w:rPr>
        <w:t>.</w:t>
      </w:r>
      <w:r>
        <w:t xml:space="preserve"> It is not necessary for ASIC to provide a notice to the affected entities because ASIC may not know the identity of all entities that are, or may be, affected. </w:t>
      </w:r>
      <w:r>
        <w:rPr>
          <w:rStyle w:val="Referencingstyle"/>
        </w:rPr>
        <w:t>[Schedule 1, item 1, subsection 1217(6)]</w:t>
      </w:r>
    </w:p>
    <w:p w:rsidR="0041503C" w:rsidRDefault="0041503C" w:rsidP="008D51C1">
      <w:pPr>
        <w:pStyle w:val="base-text-paragraph"/>
        <w:numPr>
          <w:ilvl w:val="1"/>
          <w:numId w:val="49"/>
        </w:numPr>
      </w:pPr>
      <w:r w:rsidRPr="007752A6">
        <w:t>Table</w:t>
      </w:r>
      <w:r>
        <w:t> </w:t>
      </w:r>
      <w:r w:rsidR="00602D1F">
        <w:t>7</w:t>
      </w:r>
      <w:r w:rsidR="00602D1F" w:rsidRPr="007752A6">
        <w:t>.</w:t>
      </w:r>
      <w:r w:rsidR="00602D1F">
        <w:t>1</w:t>
      </w:r>
      <w:r w:rsidRPr="007752A6">
        <w:t xml:space="preserve"> below compares the two mechanisms that ASIC may</w:t>
      </w:r>
      <w:r>
        <w:t xml:space="preserve"> use to make an exemption or modification.</w:t>
      </w:r>
    </w:p>
    <w:p w:rsidR="0041503C" w:rsidRDefault="0041503C" w:rsidP="008D51C1">
      <w:pPr>
        <w:pStyle w:val="TableHeadingoutsidetable"/>
        <w:numPr>
          <w:ilvl w:val="4"/>
          <w:numId w:val="48"/>
        </w:numPr>
        <w:spacing w:after="120"/>
      </w:pPr>
      <w:r>
        <w:t>: Mechanism for making an exemption or modification</w:t>
      </w:r>
    </w:p>
    <w:tbl>
      <w:tblPr>
        <w:tblStyle w:val="TableGrid"/>
        <w:tblW w:w="0" w:type="auto"/>
        <w:tblInd w:w="1242" w:type="dxa"/>
        <w:tblLayout w:type="fixed"/>
        <w:tblLook w:val="04A0" w:firstRow="1" w:lastRow="0" w:firstColumn="1" w:lastColumn="0" w:noHBand="0" w:noVBand="1"/>
      </w:tblPr>
      <w:tblGrid>
        <w:gridCol w:w="1701"/>
        <w:gridCol w:w="2492"/>
        <w:gridCol w:w="2492"/>
      </w:tblGrid>
      <w:tr w:rsidR="0041503C" w:rsidTr="00323F5C">
        <w:tc>
          <w:tcPr>
            <w:tcW w:w="1701" w:type="dxa"/>
          </w:tcPr>
          <w:p w:rsidR="0041503C" w:rsidRPr="00DC72BF" w:rsidRDefault="0041503C" w:rsidP="008D51C1">
            <w:pPr>
              <w:ind w:left="34"/>
            </w:pPr>
          </w:p>
        </w:tc>
        <w:tc>
          <w:tcPr>
            <w:tcW w:w="2492" w:type="dxa"/>
          </w:tcPr>
          <w:p w:rsidR="0041503C" w:rsidRDefault="0041503C" w:rsidP="008D51C1">
            <w:pPr>
              <w:pStyle w:val="tableheaderwithintable"/>
            </w:pPr>
            <w:r>
              <w:t>(1) Legislative Instruments</w:t>
            </w:r>
          </w:p>
        </w:tc>
        <w:tc>
          <w:tcPr>
            <w:tcW w:w="2492" w:type="dxa"/>
          </w:tcPr>
          <w:p w:rsidR="0041503C" w:rsidRDefault="0041503C" w:rsidP="008D51C1">
            <w:pPr>
              <w:pStyle w:val="tableheaderwithintable"/>
            </w:pPr>
            <w:r>
              <w:t>(2) Notifiable Instruments</w:t>
            </w:r>
          </w:p>
        </w:tc>
      </w:tr>
      <w:tr w:rsidR="0041503C" w:rsidTr="00323F5C">
        <w:tc>
          <w:tcPr>
            <w:tcW w:w="1701" w:type="dxa"/>
          </w:tcPr>
          <w:p w:rsidR="0041503C" w:rsidRPr="00F638B6" w:rsidRDefault="0041503C" w:rsidP="008D51C1">
            <w:pPr>
              <w:pStyle w:val="tableheaderwithintable"/>
              <w:rPr>
                <w:i w:val="0"/>
              </w:rPr>
            </w:pPr>
            <w:r w:rsidRPr="00323F5C">
              <w:t>Applies to:</w:t>
            </w:r>
          </w:p>
        </w:tc>
        <w:tc>
          <w:tcPr>
            <w:tcW w:w="2492" w:type="dxa"/>
          </w:tcPr>
          <w:p w:rsidR="0041503C" w:rsidRDefault="0041503C" w:rsidP="008D51C1">
            <w:pPr>
              <w:pStyle w:val="tabletext"/>
              <w:ind w:left="33"/>
            </w:pPr>
            <w:r>
              <w:t>All entities/passport funds or all entities/passport funds in a class</w:t>
            </w:r>
          </w:p>
        </w:tc>
        <w:tc>
          <w:tcPr>
            <w:tcW w:w="2492" w:type="dxa"/>
          </w:tcPr>
          <w:p w:rsidR="0041503C" w:rsidRDefault="0041503C" w:rsidP="008D51C1">
            <w:pPr>
              <w:pStyle w:val="tabletext"/>
              <w:ind w:left="33"/>
            </w:pPr>
            <w:r>
              <w:t>Specified entities</w:t>
            </w:r>
          </w:p>
        </w:tc>
      </w:tr>
      <w:tr w:rsidR="0041503C" w:rsidTr="00323F5C">
        <w:tc>
          <w:tcPr>
            <w:tcW w:w="1701" w:type="dxa"/>
          </w:tcPr>
          <w:p w:rsidR="0041503C" w:rsidRPr="00F638B6" w:rsidRDefault="0041503C" w:rsidP="008D51C1">
            <w:pPr>
              <w:pStyle w:val="tableheaderwithintable"/>
              <w:rPr>
                <w:i w:val="0"/>
              </w:rPr>
            </w:pPr>
            <w:r w:rsidRPr="00323F5C">
              <w:t>Disallowable?</w:t>
            </w:r>
          </w:p>
        </w:tc>
        <w:tc>
          <w:tcPr>
            <w:tcW w:w="2492" w:type="dxa"/>
          </w:tcPr>
          <w:p w:rsidR="0041503C" w:rsidRDefault="0041503C" w:rsidP="008D51C1">
            <w:pPr>
              <w:pStyle w:val="tabletext"/>
              <w:ind w:left="33"/>
            </w:pPr>
            <w:r>
              <w:t>Yes</w:t>
            </w:r>
          </w:p>
        </w:tc>
        <w:tc>
          <w:tcPr>
            <w:tcW w:w="2492" w:type="dxa"/>
          </w:tcPr>
          <w:p w:rsidR="0041503C" w:rsidRDefault="0041503C" w:rsidP="008D51C1">
            <w:pPr>
              <w:pStyle w:val="tabletext"/>
              <w:ind w:left="33"/>
            </w:pPr>
            <w:r>
              <w:t>No</w:t>
            </w:r>
          </w:p>
        </w:tc>
      </w:tr>
      <w:tr w:rsidR="0041503C" w:rsidTr="00323F5C">
        <w:tc>
          <w:tcPr>
            <w:tcW w:w="1701" w:type="dxa"/>
          </w:tcPr>
          <w:p w:rsidR="0041503C" w:rsidRPr="00F638B6" w:rsidRDefault="0041503C" w:rsidP="008D51C1">
            <w:pPr>
              <w:pStyle w:val="tableheaderwithintable"/>
              <w:rPr>
                <w:i w:val="0"/>
              </w:rPr>
            </w:pPr>
            <w:r w:rsidRPr="00323F5C">
              <w:t>Notification</w:t>
            </w:r>
          </w:p>
        </w:tc>
        <w:tc>
          <w:tcPr>
            <w:tcW w:w="2492" w:type="dxa"/>
          </w:tcPr>
          <w:p w:rsidR="0041503C" w:rsidRDefault="0041503C" w:rsidP="008D51C1">
            <w:pPr>
              <w:pStyle w:val="tabletext"/>
              <w:ind w:left="33"/>
            </w:pPr>
            <w:r>
              <w:t>FRL</w:t>
            </w:r>
          </w:p>
        </w:tc>
        <w:tc>
          <w:tcPr>
            <w:tcW w:w="2492" w:type="dxa"/>
          </w:tcPr>
          <w:p w:rsidR="0041503C" w:rsidRDefault="0041503C" w:rsidP="008D51C1">
            <w:pPr>
              <w:pStyle w:val="tabledotpoint"/>
              <w:numPr>
                <w:ilvl w:val="0"/>
                <w:numId w:val="19"/>
              </w:numPr>
            </w:pPr>
            <w:r>
              <w:t>FRL</w:t>
            </w:r>
          </w:p>
          <w:p w:rsidR="0041503C" w:rsidRDefault="0041503C" w:rsidP="008D51C1">
            <w:pPr>
              <w:pStyle w:val="tabledotpoint"/>
              <w:numPr>
                <w:ilvl w:val="0"/>
                <w:numId w:val="19"/>
              </w:numPr>
            </w:pPr>
            <w:r>
              <w:t>Written notification from ASIC</w:t>
            </w:r>
          </w:p>
        </w:tc>
      </w:tr>
    </w:tbl>
    <w:p w:rsidR="0041503C" w:rsidRDefault="0041503C" w:rsidP="008D51C1">
      <w:pPr>
        <w:pStyle w:val="base-text-paragraph"/>
        <w:numPr>
          <w:ilvl w:val="1"/>
          <w:numId w:val="49"/>
        </w:numPr>
      </w:pPr>
      <w:r>
        <w:t xml:space="preserve">The new exemption and modification powers allow ASIC to provide administrative relief in circumstances where the strict operation of </w:t>
      </w:r>
      <w:r w:rsidDel="00D76F64">
        <w:t xml:space="preserve">the </w:t>
      </w:r>
      <w:r w:rsidR="00D76F64">
        <w:t>Corporations</w:t>
      </w:r>
      <w:r w:rsidR="00A41F3D">
        <w:t> </w:t>
      </w:r>
      <w:r w:rsidR="00D76F64">
        <w:t>Act</w:t>
      </w:r>
      <w:r>
        <w:t xml:space="preserve"> produces unintended or unforeseen results. Issues may arise that were not contemplated at the time of drafting because the Passport is a new regime, the funds industry is undergoing rapid innovation, and many foreign passport funds are structured differently to </w:t>
      </w:r>
      <w:r w:rsidR="00AA0EB8">
        <w:t xml:space="preserve">MISs </w:t>
      </w:r>
      <w:r>
        <w:t xml:space="preserve">or use </w:t>
      </w:r>
      <w:r w:rsidR="001D0CEE">
        <w:t>CIV</w:t>
      </w:r>
      <w:r>
        <w:t xml:space="preserve">s </w:t>
      </w:r>
      <w:r w:rsidR="0049759E">
        <w:t xml:space="preserve">that </w:t>
      </w:r>
      <w:r>
        <w:t xml:space="preserve">are not available in Australia. </w:t>
      </w:r>
      <w:r w:rsidR="0049759E">
        <w:t>In view of these circumstances, i</w:t>
      </w:r>
      <w:r>
        <w:t>t is considered highly likely that unintended consequences will arise</w:t>
      </w:r>
      <w:r w:rsidR="0049759E">
        <w:t xml:space="preserve"> in particular circumstances</w:t>
      </w:r>
      <w:r>
        <w:t>. Administrative relief provided by ASIC may be the best approach for dealing with them in many instances, as the issues may be too individual and specific to justify addressing them through legislation.</w:t>
      </w:r>
    </w:p>
    <w:p w:rsidR="0041503C" w:rsidRDefault="0041503C" w:rsidP="008D51C1">
      <w:pPr>
        <w:pStyle w:val="base-text-paragraph"/>
        <w:numPr>
          <w:ilvl w:val="1"/>
          <w:numId w:val="49"/>
        </w:numPr>
      </w:pPr>
      <w:r>
        <w:t xml:space="preserve">The exemption and modification powers in the new law are subject to the usual safeguards, including administrative review by the </w:t>
      </w:r>
      <w:r w:rsidR="00025586">
        <w:t>AAT</w:t>
      </w:r>
      <w:r>
        <w:t>, judicial review and consideration in appropriate circumstances by the Commonwealth Ombudsman.</w:t>
      </w:r>
    </w:p>
    <w:p w:rsidR="0041503C" w:rsidRPr="001D7941" w:rsidRDefault="0041503C" w:rsidP="008D51C1">
      <w:pPr>
        <w:pStyle w:val="Heading4"/>
        <w:rPr>
          <w:b w:val="0"/>
          <w:i w:val="0"/>
        </w:rPr>
      </w:pPr>
      <w:r>
        <w:t>Exemptions relating to the Passport Rules</w:t>
      </w:r>
    </w:p>
    <w:p w:rsidR="0041503C" w:rsidRDefault="0041503C" w:rsidP="008D51C1">
      <w:pPr>
        <w:pStyle w:val="base-text-paragraph"/>
        <w:numPr>
          <w:ilvl w:val="1"/>
          <w:numId w:val="49"/>
        </w:numPr>
      </w:pPr>
      <w:r>
        <w:t xml:space="preserve">ASIC’s exemption and modification powers with respect to the Passport Rules are the same as its exemption and modification powers for Chapter 8A, except that there are certain preconditions that must be satisfied before ASIC can exercise its powers. These conditions are designed to prevent one economy from unilaterally changing the Passport Rules and are based on subsection 13(2) of Annex 2 of the MOC. </w:t>
      </w:r>
      <w:r>
        <w:rPr>
          <w:rStyle w:val="Referencingstyle"/>
        </w:rPr>
        <w:t>[Schedule 1, item 1, section 1217A]</w:t>
      </w:r>
    </w:p>
    <w:p w:rsidR="0041503C" w:rsidRDefault="0041503C" w:rsidP="008D51C1">
      <w:pPr>
        <w:pStyle w:val="base-text-paragraph"/>
        <w:numPr>
          <w:ilvl w:val="1"/>
          <w:numId w:val="49"/>
        </w:numPr>
      </w:pPr>
      <w:r>
        <w:t xml:space="preserve">The first precondition applies to exemptions or modifications for Australian funds. It requires the approval of all </w:t>
      </w:r>
      <w:r w:rsidRPr="0095575D">
        <w:rPr>
          <w:b/>
          <w:i/>
        </w:rPr>
        <w:t>host regulators</w:t>
      </w:r>
      <w:r>
        <w:t xml:space="preserve"> for the fund before the exemption or modification can take effect. </w:t>
      </w:r>
      <w:r>
        <w:rPr>
          <w:rStyle w:val="Referencingstyle"/>
        </w:rPr>
        <w:t>[Schedule 1, item 1, paragraph 1217A(3)(a)]</w:t>
      </w:r>
    </w:p>
    <w:p w:rsidR="00DF5027" w:rsidRDefault="0041503C" w:rsidP="008D51C1">
      <w:pPr>
        <w:pStyle w:val="base-text-paragraph"/>
        <w:numPr>
          <w:ilvl w:val="1"/>
          <w:numId w:val="49"/>
        </w:numPr>
      </w:pPr>
      <w:r w:rsidRPr="0095575D">
        <w:rPr>
          <w:b/>
          <w:i/>
        </w:rPr>
        <w:t>Host regulators</w:t>
      </w:r>
      <w:r>
        <w:t xml:space="preserve"> include the regulators in countries where Australian funds are allowed to offer interests or applied to offer interests (and not yet been rejected)</w:t>
      </w:r>
      <w:r w:rsidR="00F82D5C">
        <w:t>.</w:t>
      </w:r>
      <w:r>
        <w:t xml:space="preserve"> </w:t>
      </w:r>
      <w:r>
        <w:rPr>
          <w:rStyle w:val="Referencingstyle"/>
        </w:rPr>
        <w:t>[Schedule 1, item 1, section 1210]</w:t>
      </w:r>
    </w:p>
    <w:p w:rsidR="0041503C" w:rsidRDefault="0041503C" w:rsidP="008D51C1">
      <w:pPr>
        <w:pStyle w:val="base-text-paragraph"/>
        <w:numPr>
          <w:ilvl w:val="1"/>
          <w:numId w:val="49"/>
        </w:numPr>
      </w:pPr>
      <w:r>
        <w:t xml:space="preserve">It is not necessary to obtain the approval of participating economies that are not host regulators. Nevertheless, if the fund wanted to offer interests in one of these participating economies at a later point and the regulator of that participating economy did not accept the exemption, the regulator may </w:t>
      </w:r>
      <w:r w:rsidRPr="007752A6">
        <w:t>refuse the notice of intention to offer interests. See Chapter</w:t>
      </w:r>
      <w:r>
        <w:t> </w:t>
      </w:r>
      <w:r w:rsidRPr="007752A6">
        <w:t xml:space="preserve">3 of </w:t>
      </w:r>
      <w:r>
        <w:t>the explanatory materials</w:t>
      </w:r>
      <w:r w:rsidRPr="007752A6" w:rsidDel="006E4C9A">
        <w:t xml:space="preserve"> </w:t>
      </w:r>
      <w:r>
        <w:t>for an explanation of this ground for refusing a notice of intention.</w:t>
      </w:r>
    </w:p>
    <w:p w:rsidR="00DF5027" w:rsidRDefault="0041503C" w:rsidP="008D51C1">
      <w:pPr>
        <w:pStyle w:val="base-text-paragraph"/>
        <w:numPr>
          <w:ilvl w:val="1"/>
          <w:numId w:val="49"/>
        </w:numPr>
      </w:pPr>
      <w:r w:rsidRPr="001C10A6">
        <w:t>The second precondition applies to exemptions or modifications which relate to notified foreign passport funds. It prohibits ASIC from exercising its powers unless a similar exemption or modification has been granted by the foreign passport fund’s home economy</w:t>
      </w:r>
      <w:r w:rsidR="00F82D5C">
        <w:t>.</w:t>
      </w:r>
      <w:r w:rsidRPr="001C10A6">
        <w:t xml:space="preserve"> </w:t>
      </w:r>
      <w:r w:rsidRPr="001C10A6">
        <w:rPr>
          <w:rStyle w:val="Referencingstyle"/>
        </w:rPr>
        <w:t>[Schedule 1, item 1, paragraph 1217A(3)(b)]</w:t>
      </w:r>
    </w:p>
    <w:p w:rsidR="0041503C" w:rsidRDefault="0041503C" w:rsidP="008D51C1">
      <w:pPr>
        <w:pStyle w:val="base-text-paragraph"/>
        <w:numPr>
          <w:ilvl w:val="1"/>
          <w:numId w:val="49"/>
        </w:numPr>
      </w:pPr>
      <w:r w:rsidRPr="001C10A6">
        <w:t>Under the MOC, the home economy will only be able to make an exemption or modification if it has been agreed by all host regulators.</w:t>
      </w:r>
    </w:p>
    <w:p w:rsidR="000A3C81" w:rsidRDefault="0041503C" w:rsidP="008D51C1">
      <w:pPr>
        <w:pStyle w:val="Heading4"/>
      </w:pPr>
      <w:r w:rsidRPr="000A3C81">
        <w:t>Exemption</w:t>
      </w:r>
      <w:r w:rsidR="0099401C">
        <w:t xml:space="preserve"> order</w:t>
      </w:r>
      <w:r w:rsidRPr="000A3C81">
        <w:t>s relating to</w:t>
      </w:r>
      <w:r w:rsidR="000A3C81">
        <w:t xml:space="preserve"> financial reporting</w:t>
      </w:r>
    </w:p>
    <w:p w:rsidR="00EE7AC3" w:rsidRPr="00F3532A" w:rsidRDefault="00DF5027" w:rsidP="008D51C1">
      <w:pPr>
        <w:pStyle w:val="base-text-paragraph"/>
        <w:numPr>
          <w:ilvl w:val="1"/>
          <w:numId w:val="23"/>
        </w:numPr>
        <w:rPr>
          <w:rStyle w:val="Referencingstyle"/>
          <w:b w:val="0"/>
          <w:i w:val="0"/>
          <w:sz w:val="22"/>
        </w:rPr>
      </w:pPr>
      <w:r>
        <w:t xml:space="preserve">Upon receipt of a written application authorised by the operator of a notified foreign passport fund and lodged with ASIC, </w:t>
      </w:r>
      <w:r w:rsidR="00EE7AC3">
        <w:t xml:space="preserve">ASIC may make </w:t>
      </w:r>
      <w:r>
        <w:t>an order</w:t>
      </w:r>
      <w:r w:rsidR="00EE7AC3">
        <w:t xml:space="preserve"> to exempt </w:t>
      </w:r>
      <w:r>
        <w:t xml:space="preserve">the </w:t>
      </w:r>
      <w:r w:rsidR="00EE7AC3" w:rsidRPr="00EE7AC3">
        <w:t>notified foreign passport fund</w:t>
      </w:r>
      <w:r w:rsidR="00500970">
        <w:t>,</w:t>
      </w:r>
      <w:r w:rsidR="00EE7AC3" w:rsidRPr="00EE7AC3">
        <w:t xml:space="preserve"> </w:t>
      </w:r>
      <w:r>
        <w:t>the</w:t>
      </w:r>
      <w:r w:rsidR="00500970">
        <w:t xml:space="preserve"> fund operator, or </w:t>
      </w:r>
      <w:r>
        <w:t>directors of the operator from all</w:t>
      </w:r>
      <w:r w:rsidR="00500970">
        <w:t xml:space="preserve"> or specified requirements of Part 2M.3</w:t>
      </w:r>
      <w:r w:rsidR="00FF3598">
        <w:t xml:space="preserve"> that relate to financial reporting</w:t>
      </w:r>
      <w:r w:rsidR="00EE7AC3" w:rsidRPr="00EE7AC3">
        <w:t>.</w:t>
      </w:r>
      <w:r>
        <w:t xml:space="preserve"> </w:t>
      </w:r>
      <w:r>
        <w:rPr>
          <w:rStyle w:val="Referencingstyle"/>
        </w:rPr>
        <w:t>[Schedule 2, i</w:t>
      </w:r>
      <w:r w:rsidRPr="00375F1D">
        <w:rPr>
          <w:rStyle w:val="Referencingstyle"/>
        </w:rPr>
        <w:t>tem</w:t>
      </w:r>
      <w:r>
        <w:rPr>
          <w:rStyle w:val="Referencingstyle"/>
        </w:rPr>
        <w:t> 9</w:t>
      </w:r>
      <w:r w:rsidR="0073524A">
        <w:rPr>
          <w:rStyle w:val="Referencingstyle"/>
        </w:rPr>
        <w:t>0</w:t>
      </w:r>
      <w:r>
        <w:rPr>
          <w:rStyle w:val="Referencingstyle"/>
        </w:rPr>
        <w:t>, section 340A</w:t>
      </w:r>
      <w:r w:rsidRPr="00375F1D">
        <w:rPr>
          <w:rStyle w:val="Referencingstyle"/>
        </w:rPr>
        <w:t>]</w:t>
      </w:r>
    </w:p>
    <w:p w:rsidR="002120D4" w:rsidRPr="00F3532A" w:rsidRDefault="002120D4" w:rsidP="008D51C1">
      <w:pPr>
        <w:pStyle w:val="base-text-paragraph"/>
        <w:numPr>
          <w:ilvl w:val="1"/>
          <w:numId w:val="23"/>
        </w:numPr>
        <w:rPr>
          <w:rStyle w:val="Referencingstyle"/>
          <w:b w:val="0"/>
          <w:i w:val="0"/>
          <w:sz w:val="22"/>
        </w:rPr>
      </w:pPr>
      <w:r>
        <w:t>When making, revoking or suspending an order, ASIC must give written notice to the applicant</w:t>
      </w:r>
      <w:r w:rsidR="00FF3598">
        <w:t>; t</w:t>
      </w:r>
      <w:r>
        <w:t xml:space="preserve">hat is, the operator of the applicable notified foreign passport fund. </w:t>
      </w:r>
      <w:r>
        <w:rPr>
          <w:rStyle w:val="Referencingstyle"/>
        </w:rPr>
        <w:t>[</w:t>
      </w:r>
      <w:r w:rsidRPr="00DF5027">
        <w:rPr>
          <w:b/>
          <w:i/>
          <w:sz w:val="18"/>
        </w:rPr>
        <w:t>Schedule 2, item 9</w:t>
      </w:r>
      <w:r w:rsidR="0073524A">
        <w:rPr>
          <w:b/>
          <w:i/>
          <w:sz w:val="18"/>
        </w:rPr>
        <w:t>0</w:t>
      </w:r>
      <w:r w:rsidRPr="00DF5027">
        <w:rPr>
          <w:b/>
          <w:i/>
          <w:sz w:val="18"/>
        </w:rPr>
        <w:t xml:space="preserve">, </w:t>
      </w:r>
      <w:r>
        <w:rPr>
          <w:b/>
          <w:i/>
          <w:sz w:val="18"/>
        </w:rPr>
        <w:t>subsection</w:t>
      </w:r>
      <w:r w:rsidRPr="00DF5027">
        <w:rPr>
          <w:b/>
          <w:i/>
          <w:sz w:val="18"/>
        </w:rPr>
        <w:t> 340</w:t>
      </w:r>
      <w:r w:rsidR="002C5245">
        <w:rPr>
          <w:b/>
          <w:i/>
          <w:sz w:val="18"/>
        </w:rPr>
        <w:t>A</w:t>
      </w:r>
      <w:r>
        <w:rPr>
          <w:b/>
          <w:i/>
          <w:sz w:val="18"/>
        </w:rPr>
        <w:t>(4)</w:t>
      </w:r>
      <w:r w:rsidRPr="00375F1D">
        <w:rPr>
          <w:rStyle w:val="Referencingstyle"/>
        </w:rPr>
        <w:t>]</w:t>
      </w:r>
    </w:p>
    <w:p w:rsidR="00406622" w:rsidRPr="00B15443" w:rsidRDefault="00406622" w:rsidP="008D51C1">
      <w:pPr>
        <w:pStyle w:val="base-text-paragraph"/>
        <w:numPr>
          <w:ilvl w:val="1"/>
          <w:numId w:val="23"/>
        </w:numPr>
        <w:rPr>
          <w:rStyle w:val="Referencingstyle"/>
          <w:b w:val="0"/>
          <w:i w:val="0"/>
          <w:sz w:val="22"/>
        </w:rPr>
      </w:pPr>
      <w:r>
        <w:rPr>
          <w:rStyle w:val="Referencingstyle"/>
          <w:b w:val="0"/>
          <w:i w:val="0"/>
          <w:sz w:val="22"/>
        </w:rPr>
        <w:t xml:space="preserve">This replicates </w:t>
      </w:r>
      <w:r w:rsidR="00FF3598">
        <w:rPr>
          <w:rStyle w:val="Referencingstyle"/>
          <w:b w:val="0"/>
          <w:i w:val="0"/>
          <w:sz w:val="22"/>
        </w:rPr>
        <w:t>ASIC’s</w:t>
      </w:r>
      <w:r>
        <w:rPr>
          <w:rStyle w:val="Referencingstyle"/>
          <w:b w:val="0"/>
          <w:i w:val="0"/>
          <w:sz w:val="22"/>
        </w:rPr>
        <w:t xml:space="preserve"> existing exemption order</w:t>
      </w:r>
      <w:r w:rsidR="00FF3598">
        <w:rPr>
          <w:rStyle w:val="Referencingstyle"/>
          <w:b w:val="0"/>
          <w:i w:val="0"/>
          <w:sz w:val="22"/>
        </w:rPr>
        <w:t xml:space="preserve"> powers</w:t>
      </w:r>
      <w:r>
        <w:rPr>
          <w:rStyle w:val="Referencingstyle"/>
          <w:b w:val="0"/>
          <w:i w:val="0"/>
          <w:sz w:val="22"/>
        </w:rPr>
        <w:t xml:space="preserve"> relating to financial reporting for </w:t>
      </w:r>
      <w:r w:rsidRPr="00406622">
        <w:rPr>
          <w:rStyle w:val="Referencingstyle"/>
          <w:b w:val="0"/>
          <w:i w:val="0"/>
          <w:sz w:val="22"/>
        </w:rPr>
        <w:t>companies, registered schemes and disclosing entities</w:t>
      </w:r>
      <w:r>
        <w:rPr>
          <w:rStyle w:val="Referencingstyle"/>
          <w:b w:val="0"/>
          <w:i w:val="0"/>
          <w:sz w:val="22"/>
        </w:rPr>
        <w:t>.</w:t>
      </w:r>
    </w:p>
    <w:p w:rsidR="00B15443" w:rsidRPr="00B15443" w:rsidRDefault="00B15443" w:rsidP="008D51C1">
      <w:pPr>
        <w:pStyle w:val="base-text-paragraph"/>
        <w:numPr>
          <w:ilvl w:val="1"/>
          <w:numId w:val="23"/>
        </w:numPr>
        <w:rPr>
          <w:rStyle w:val="Referencingstyle"/>
          <w:b w:val="0"/>
          <w:i w:val="0"/>
          <w:sz w:val="22"/>
        </w:rPr>
      </w:pPr>
      <w:r>
        <w:t>ASIC may</w:t>
      </w:r>
      <w:r w:rsidR="002120D4">
        <w:t xml:space="preserve"> </w:t>
      </w:r>
      <w:r>
        <w:t xml:space="preserve">make an order to exempt a </w:t>
      </w:r>
      <w:r w:rsidRPr="00EE7AC3">
        <w:t>notified foreign passport fund</w:t>
      </w:r>
      <w:r>
        <w:t>,</w:t>
      </w:r>
      <w:r w:rsidRPr="00EE7AC3">
        <w:t xml:space="preserve"> </w:t>
      </w:r>
      <w:r>
        <w:t>the fund operator, or directors of the operator from all or specified requirements of Part 2M.3</w:t>
      </w:r>
      <w:r w:rsidRPr="00EE7AC3">
        <w:t>.</w:t>
      </w:r>
      <w:r w:rsidR="002120D4">
        <w:t xml:space="preserve"> The order is made by a notifiable instrument, which is not disallowable.</w:t>
      </w:r>
      <w:r>
        <w:t xml:space="preserve"> </w:t>
      </w:r>
      <w:r w:rsidR="002120D4" w:rsidRPr="002120D4">
        <w:t xml:space="preserve">Notifiable instruments must be entered on the FRL. </w:t>
      </w:r>
      <w:r>
        <w:rPr>
          <w:rStyle w:val="Referencingstyle"/>
        </w:rPr>
        <w:t>[Schedule 2, i</w:t>
      </w:r>
      <w:r w:rsidRPr="00375F1D">
        <w:rPr>
          <w:rStyle w:val="Referencingstyle"/>
        </w:rPr>
        <w:t>tem</w:t>
      </w:r>
      <w:r>
        <w:rPr>
          <w:rStyle w:val="Referencingstyle"/>
        </w:rPr>
        <w:t> 9</w:t>
      </w:r>
      <w:r w:rsidR="0073524A">
        <w:rPr>
          <w:rStyle w:val="Referencingstyle"/>
        </w:rPr>
        <w:t>1</w:t>
      </w:r>
      <w:r>
        <w:rPr>
          <w:rStyle w:val="Referencingstyle"/>
        </w:rPr>
        <w:t>, section 34</w:t>
      </w:r>
      <w:r w:rsidR="002120D4">
        <w:rPr>
          <w:rStyle w:val="Referencingstyle"/>
        </w:rPr>
        <w:t>1</w:t>
      </w:r>
      <w:r>
        <w:rPr>
          <w:rStyle w:val="Referencingstyle"/>
        </w:rPr>
        <w:t>A</w:t>
      </w:r>
      <w:r w:rsidRPr="00375F1D">
        <w:rPr>
          <w:rStyle w:val="Referencingstyle"/>
        </w:rPr>
        <w:t>]</w:t>
      </w:r>
    </w:p>
    <w:p w:rsidR="00B15443" w:rsidRDefault="002120D4" w:rsidP="008D51C1">
      <w:pPr>
        <w:pStyle w:val="base-text-paragraph"/>
        <w:numPr>
          <w:ilvl w:val="1"/>
          <w:numId w:val="23"/>
        </w:numPr>
      </w:pPr>
      <w:r>
        <w:t>When making an exemption order in relation to a class, i</w:t>
      </w:r>
      <w:r w:rsidRPr="002120D4">
        <w:t>t is not necessary for ASIC to provide a notice to the affected entities because ASIC may not know the identity of all entities that are, or may be, affected.</w:t>
      </w:r>
    </w:p>
    <w:p w:rsidR="00406622" w:rsidRDefault="00406622" w:rsidP="008D51C1">
      <w:pPr>
        <w:pStyle w:val="base-text-paragraph"/>
        <w:numPr>
          <w:ilvl w:val="1"/>
          <w:numId w:val="23"/>
        </w:numPr>
      </w:pPr>
      <w:r>
        <w:t xml:space="preserve">This replicates </w:t>
      </w:r>
      <w:r w:rsidRPr="00406622">
        <w:t xml:space="preserve">the existing exemption </w:t>
      </w:r>
      <w:r>
        <w:t xml:space="preserve">class </w:t>
      </w:r>
      <w:r w:rsidRPr="00406622">
        <w:t>orders relating to financial reporting for companies, registered schemes and disclosing entities.</w:t>
      </w:r>
    </w:p>
    <w:p w:rsidR="00DF5027" w:rsidRDefault="00DF5027" w:rsidP="008D51C1">
      <w:pPr>
        <w:pStyle w:val="base-text-paragraph"/>
        <w:numPr>
          <w:ilvl w:val="1"/>
          <w:numId w:val="23"/>
        </w:numPr>
      </w:pPr>
      <w:r>
        <w:t xml:space="preserve">The existing criteria for making </w:t>
      </w:r>
      <w:r w:rsidR="0099401C">
        <w:t xml:space="preserve">exemption orders for </w:t>
      </w:r>
      <w:r w:rsidR="0099401C" w:rsidRPr="0099401C">
        <w:t xml:space="preserve">companies, registered schemes and disclosing entities </w:t>
      </w:r>
      <w:r>
        <w:t>is in section 342</w:t>
      </w:r>
      <w:r w:rsidR="00B15443">
        <w:t xml:space="preserve"> (see below)</w:t>
      </w:r>
      <w:r>
        <w:t>.</w:t>
      </w:r>
    </w:p>
    <w:p w:rsidR="0099401C" w:rsidRDefault="0099401C" w:rsidP="008D51C1">
      <w:pPr>
        <w:pStyle w:val="base-text-paragraph"/>
        <w:numPr>
          <w:ilvl w:val="1"/>
          <w:numId w:val="23"/>
        </w:numPr>
      </w:pPr>
      <w:r w:rsidRPr="00EE7AC3">
        <w:t>Th</w:t>
      </w:r>
      <w:r>
        <w:t xml:space="preserve">e exemption order </w:t>
      </w:r>
      <w:r w:rsidRPr="00EE7AC3">
        <w:t>power</w:t>
      </w:r>
      <w:r>
        <w:t xml:space="preserve">s allow ASIC to provide administrative relief in appropriate circumstances, which are reflected in the </w:t>
      </w:r>
      <w:r w:rsidR="00B15443">
        <w:t xml:space="preserve">below </w:t>
      </w:r>
      <w:r>
        <w:t>criteria for making exemption orders.</w:t>
      </w:r>
    </w:p>
    <w:p w:rsidR="0099401C" w:rsidRDefault="0099401C" w:rsidP="008D51C1">
      <w:pPr>
        <w:pStyle w:val="Heading5"/>
      </w:pPr>
      <w:r>
        <w:t>The criteria for making exemption orders</w:t>
      </w:r>
    </w:p>
    <w:p w:rsidR="00DF5027" w:rsidRDefault="00EB55F9" w:rsidP="008D51C1">
      <w:pPr>
        <w:pStyle w:val="base-text-paragraph"/>
        <w:numPr>
          <w:ilvl w:val="1"/>
          <w:numId w:val="23"/>
        </w:numPr>
      </w:pPr>
      <w:r>
        <w:t xml:space="preserve">Under the existing law, to make an exemption order in relation to </w:t>
      </w:r>
      <w:r w:rsidRPr="00EB55F9">
        <w:t xml:space="preserve">companies, registered schemes </w:t>
      </w:r>
      <w:r>
        <w:t xml:space="preserve">and </w:t>
      </w:r>
      <w:r w:rsidRPr="00EB55F9">
        <w:t>disclosing entities</w:t>
      </w:r>
      <w:r>
        <w:t xml:space="preserve"> and requirements under a relevant Part of Chapter 2M, ASIC</w:t>
      </w:r>
      <w:r w:rsidRPr="00EB55F9">
        <w:t xml:space="preserve"> </w:t>
      </w:r>
      <w:r w:rsidR="00AC2DEF">
        <w:t>must be satisfied that complying with the relevant financial reporting requirements would:</w:t>
      </w:r>
    </w:p>
    <w:p w:rsidR="00EB55F9" w:rsidRPr="00EB55F9" w:rsidRDefault="00EB55F9" w:rsidP="008D51C1">
      <w:pPr>
        <w:pStyle w:val="dotpoint"/>
      </w:pPr>
      <w:r w:rsidRPr="00EB55F9">
        <w:t>make the financial repo</w:t>
      </w:r>
      <w:r>
        <w:t>rt or other reports misleading;</w:t>
      </w:r>
    </w:p>
    <w:p w:rsidR="00EB55F9" w:rsidRPr="00EB55F9" w:rsidRDefault="00EB55F9" w:rsidP="008D51C1">
      <w:pPr>
        <w:pStyle w:val="dotpoint"/>
      </w:pPr>
      <w:r w:rsidRPr="00EB55F9">
        <w:t>be inappropriate in the circumstances; or</w:t>
      </w:r>
    </w:p>
    <w:p w:rsidR="00EB55F9" w:rsidRPr="00EB55F9" w:rsidRDefault="00EB55F9" w:rsidP="008D51C1">
      <w:pPr>
        <w:pStyle w:val="dotpoint"/>
      </w:pPr>
      <w:r w:rsidRPr="00EB55F9">
        <w:t>impose unreasonable burdens.</w:t>
      </w:r>
    </w:p>
    <w:p w:rsidR="000A3C81" w:rsidRPr="001C10A6" w:rsidRDefault="00EB55F9" w:rsidP="008D51C1">
      <w:pPr>
        <w:pStyle w:val="base-text-paragraph"/>
        <w:numPr>
          <w:ilvl w:val="1"/>
          <w:numId w:val="23"/>
        </w:numPr>
      </w:pPr>
      <w:r>
        <w:t>Th</w:t>
      </w:r>
      <w:r w:rsidR="00FF3598">
        <w:t>ese</w:t>
      </w:r>
      <w:r>
        <w:t xml:space="preserve"> criteria </w:t>
      </w:r>
      <w:r w:rsidR="00FF3598">
        <w:t>are</w:t>
      </w:r>
      <w:r>
        <w:t xml:space="preserve"> extended to also apply to when ASIC mak</w:t>
      </w:r>
      <w:r w:rsidR="00FF3598">
        <w:t>es</w:t>
      </w:r>
      <w:r>
        <w:t xml:space="preserve"> exemption orders in relation to notified foreign passport funds and financial reporting under Part 2.M3. </w:t>
      </w:r>
      <w:r>
        <w:rPr>
          <w:rStyle w:val="Referencingstyle"/>
        </w:rPr>
        <w:t>[Schedule 2, i</w:t>
      </w:r>
      <w:r w:rsidRPr="00375F1D">
        <w:rPr>
          <w:rStyle w:val="Referencingstyle"/>
        </w:rPr>
        <w:t>tem</w:t>
      </w:r>
      <w:r>
        <w:rPr>
          <w:rStyle w:val="Referencingstyle"/>
        </w:rPr>
        <w:t>s 9</w:t>
      </w:r>
      <w:r w:rsidR="00B52B7F">
        <w:rPr>
          <w:rStyle w:val="Referencingstyle"/>
        </w:rPr>
        <w:t>2</w:t>
      </w:r>
      <w:r>
        <w:rPr>
          <w:rStyle w:val="Referencingstyle"/>
        </w:rPr>
        <w:t xml:space="preserve"> and 9</w:t>
      </w:r>
      <w:r w:rsidR="00B52B7F">
        <w:rPr>
          <w:rStyle w:val="Referencingstyle"/>
        </w:rPr>
        <w:t>3</w:t>
      </w:r>
      <w:r w:rsidRPr="00375F1D">
        <w:rPr>
          <w:rStyle w:val="Referencingstyle"/>
        </w:rPr>
        <w:t xml:space="preserve">, </w:t>
      </w:r>
      <w:r>
        <w:rPr>
          <w:rStyle w:val="Referencingstyle"/>
        </w:rPr>
        <w:t>heading to section</w:t>
      </w:r>
      <w:r w:rsidR="00F82D5C">
        <w:rPr>
          <w:rStyle w:val="Referencingstyle"/>
        </w:rPr>
        <w:t> </w:t>
      </w:r>
      <w:r>
        <w:rPr>
          <w:rStyle w:val="Referencingstyle"/>
        </w:rPr>
        <w:t>342 and sub</w:t>
      </w:r>
      <w:r w:rsidRPr="00375F1D">
        <w:rPr>
          <w:rStyle w:val="Referencingstyle"/>
        </w:rPr>
        <w:t>section</w:t>
      </w:r>
      <w:r>
        <w:rPr>
          <w:rStyle w:val="Referencingstyle"/>
        </w:rPr>
        <w:t> 342(1)</w:t>
      </w:r>
      <w:r w:rsidRPr="00375F1D">
        <w:rPr>
          <w:rStyle w:val="Referencingstyle"/>
        </w:rPr>
        <w:t>]</w:t>
      </w:r>
    </w:p>
    <w:p w:rsidR="0041503C" w:rsidRDefault="0041503C" w:rsidP="008D51C1">
      <w:pPr>
        <w:pStyle w:val="Heading3"/>
      </w:pPr>
      <w:r>
        <w:t>Regulation</w:t>
      </w:r>
      <w:r>
        <w:noBreakHyphen/>
        <w:t>making power</w:t>
      </w:r>
      <w:r w:rsidR="009A13F5">
        <w:t xml:space="preserve"> regarding exemptions and modifications</w:t>
      </w:r>
    </w:p>
    <w:p w:rsidR="00782411" w:rsidRPr="00782411" w:rsidRDefault="00B83056" w:rsidP="008D51C1">
      <w:pPr>
        <w:pStyle w:val="Heading4"/>
      </w:pPr>
      <w:r>
        <w:t>Regulation</w:t>
      </w:r>
      <w:r w:rsidR="00F82D5C">
        <w:noBreakHyphen/>
      </w:r>
      <w:r>
        <w:t xml:space="preserve">making powers in respect of </w:t>
      </w:r>
      <w:r w:rsidR="00782411" w:rsidRPr="00782411">
        <w:t xml:space="preserve">Chapter 8A, the Passport Rules and </w:t>
      </w:r>
      <w:r>
        <w:t xml:space="preserve">the </w:t>
      </w:r>
      <w:r w:rsidR="00782411" w:rsidRPr="00782411">
        <w:t>corporations legislation</w:t>
      </w:r>
    </w:p>
    <w:p w:rsidR="0041503C" w:rsidRDefault="0041503C" w:rsidP="008D51C1">
      <w:pPr>
        <w:pStyle w:val="base-text-paragraph"/>
        <w:numPr>
          <w:ilvl w:val="1"/>
          <w:numId w:val="49"/>
        </w:numPr>
      </w:pPr>
      <w:r>
        <w:t>Regulations may provide exemptions from or modify the operation of Chapter 8A, the Passport Rules or a provision in any other chapter of the Corporations Act or the ASIC Act. The exemptions or modifications may apply to a single passport fund, a class of passport funds or all passport funds, as well as to a single entity, a class of entities or all entities in relation to a passport fund. This is broader than ASIC’s exemption and modification power</w:t>
      </w:r>
      <w:r w:rsidR="00B83056">
        <w:t>,</w:t>
      </w:r>
      <w:r>
        <w:t xml:space="preserve"> which is confined to the new Chapter 8A and the Passport Rules in this jurisdiction. </w:t>
      </w:r>
      <w:r>
        <w:rPr>
          <w:rStyle w:val="Referencingstyle"/>
        </w:rPr>
        <w:t>[Schedule 1, item 1, section 1217B]</w:t>
      </w:r>
    </w:p>
    <w:p w:rsidR="0041503C" w:rsidRDefault="0041503C" w:rsidP="008D51C1">
      <w:pPr>
        <w:pStyle w:val="base-text-paragraph"/>
        <w:numPr>
          <w:ilvl w:val="1"/>
          <w:numId w:val="49"/>
        </w:numPr>
      </w:pPr>
      <w:r>
        <w:t>This power provides the flexibility required to deal with the unintended consequences that are almost certain to arise when a new regime as broad as the Passport is introduced. The modifications powers provided under this section represent a useful and necessary tool to deal with these circumstances.</w:t>
      </w:r>
    </w:p>
    <w:p w:rsidR="0041503C" w:rsidRDefault="0041503C" w:rsidP="008D51C1">
      <w:pPr>
        <w:pStyle w:val="base-text-paragraph"/>
        <w:numPr>
          <w:ilvl w:val="1"/>
          <w:numId w:val="49"/>
        </w:numPr>
      </w:pPr>
      <w:r>
        <w:t xml:space="preserve">These regulations will be disallowable, are subject to the </w:t>
      </w:r>
      <w:proofErr w:type="spellStart"/>
      <w:r>
        <w:t>sunsetting</w:t>
      </w:r>
      <w:proofErr w:type="spellEnd"/>
      <w:r>
        <w:t xml:space="preserve"> regime and must be notified on the FRL.</w:t>
      </w:r>
    </w:p>
    <w:p w:rsidR="00782411" w:rsidRDefault="00782411" w:rsidP="008D51C1">
      <w:pPr>
        <w:pStyle w:val="Heading4"/>
      </w:pPr>
      <w:r>
        <w:t>Financial reporting</w:t>
      </w:r>
    </w:p>
    <w:p w:rsidR="00634281" w:rsidRDefault="00634281" w:rsidP="008D51C1">
      <w:pPr>
        <w:pStyle w:val="base-text-paragraph"/>
        <w:numPr>
          <w:ilvl w:val="1"/>
          <w:numId w:val="23"/>
        </w:numPr>
      </w:pPr>
      <w:r w:rsidRPr="00634281">
        <w:t xml:space="preserve">Regulations may </w:t>
      </w:r>
      <w:r w:rsidR="00B83056">
        <w:t>also</w:t>
      </w:r>
      <w:r w:rsidRPr="00634281">
        <w:t xml:space="preserve"> modify the operation of Chapter </w:t>
      </w:r>
      <w:r>
        <w:t>2M.</w:t>
      </w:r>
      <w:r w:rsidRPr="00634281">
        <w:t xml:space="preserve"> The modifications may apply to a single </w:t>
      </w:r>
      <w:r>
        <w:t xml:space="preserve">notified foreign </w:t>
      </w:r>
      <w:r w:rsidRPr="00634281">
        <w:t>passport fund</w:t>
      </w:r>
      <w:r>
        <w:t xml:space="preserve"> or a class of notified foreign </w:t>
      </w:r>
      <w:r w:rsidRPr="00634281">
        <w:t>passport funds</w:t>
      </w:r>
      <w:r>
        <w:t xml:space="preserve">. </w:t>
      </w:r>
      <w:r>
        <w:rPr>
          <w:rStyle w:val="Referencingstyle"/>
        </w:rPr>
        <w:t>[Schedule 2, items 9</w:t>
      </w:r>
      <w:r w:rsidR="00B52B7F">
        <w:rPr>
          <w:rStyle w:val="Referencingstyle"/>
        </w:rPr>
        <w:t>4</w:t>
      </w:r>
      <w:r>
        <w:rPr>
          <w:rStyle w:val="Referencingstyle"/>
        </w:rPr>
        <w:t xml:space="preserve"> </w:t>
      </w:r>
      <w:r w:rsidR="00633898">
        <w:rPr>
          <w:rStyle w:val="Referencingstyle"/>
        </w:rPr>
        <w:t>and</w:t>
      </w:r>
      <w:r>
        <w:rPr>
          <w:rStyle w:val="Referencingstyle"/>
        </w:rPr>
        <w:t xml:space="preserve"> 9</w:t>
      </w:r>
      <w:r w:rsidR="00B52B7F">
        <w:rPr>
          <w:rStyle w:val="Referencingstyle"/>
        </w:rPr>
        <w:t>5</w:t>
      </w:r>
      <w:r w:rsidRPr="00375F1D">
        <w:rPr>
          <w:rStyle w:val="Referencingstyle"/>
        </w:rPr>
        <w:t xml:space="preserve">, </w:t>
      </w:r>
      <w:r>
        <w:rPr>
          <w:rStyle w:val="Referencingstyle"/>
        </w:rPr>
        <w:t>paragraphs 343(a) and (b)</w:t>
      </w:r>
      <w:r w:rsidRPr="00375F1D">
        <w:rPr>
          <w:rStyle w:val="Referencingstyle"/>
        </w:rPr>
        <w:t>]</w:t>
      </w:r>
    </w:p>
    <w:p w:rsidR="00782411" w:rsidRDefault="00634281" w:rsidP="008D51C1">
      <w:pPr>
        <w:pStyle w:val="base-text-paragraph"/>
        <w:numPr>
          <w:ilvl w:val="1"/>
          <w:numId w:val="23"/>
        </w:numPr>
      </w:pPr>
      <w:r w:rsidRPr="00634281">
        <w:t>This power provides the flexibility required to deal with the unintended consequences</w:t>
      </w:r>
      <w:r>
        <w:t xml:space="preserve"> and extends the existing modification by regulations power in relation to </w:t>
      </w:r>
      <w:r w:rsidRPr="00634281">
        <w:t xml:space="preserve">companies, registered schemes </w:t>
      </w:r>
      <w:r>
        <w:t>and</w:t>
      </w:r>
      <w:r w:rsidRPr="00634281">
        <w:t xml:space="preserve"> disclosing entities</w:t>
      </w:r>
      <w:r>
        <w:t>.</w:t>
      </w:r>
    </w:p>
    <w:p w:rsidR="00782411" w:rsidRDefault="00782411" w:rsidP="008D51C1">
      <w:pPr>
        <w:pStyle w:val="base-text-paragraph"/>
        <w:numPr>
          <w:ilvl w:val="1"/>
          <w:numId w:val="23"/>
        </w:numPr>
      </w:pPr>
      <w:r w:rsidRPr="00782411">
        <w:t xml:space="preserve">These regulations will be disallowable, are subject to the </w:t>
      </w:r>
      <w:proofErr w:type="spellStart"/>
      <w:r w:rsidRPr="00782411">
        <w:t>sunsetting</w:t>
      </w:r>
      <w:proofErr w:type="spellEnd"/>
      <w:r w:rsidRPr="00782411">
        <w:t xml:space="preserve"> regime and must be notified on the FRL.</w:t>
      </w:r>
    </w:p>
    <w:p w:rsidR="008F5FC4" w:rsidRDefault="008F5FC4" w:rsidP="008D51C1">
      <w:pPr>
        <w:pStyle w:val="Heading3"/>
      </w:pPr>
      <w:r w:rsidRPr="008F5FC4">
        <w:t xml:space="preserve">ASIC’s power to continue the application of the </w:t>
      </w:r>
      <w:r w:rsidR="00152952">
        <w:t>c</w:t>
      </w:r>
      <w:r w:rsidRPr="008F5FC4">
        <w:t>orporations legislation</w:t>
      </w:r>
    </w:p>
    <w:p w:rsidR="007277BB" w:rsidRDefault="007277BB" w:rsidP="008D51C1">
      <w:pPr>
        <w:pStyle w:val="base-text-paragraph"/>
        <w:numPr>
          <w:ilvl w:val="1"/>
          <w:numId w:val="23"/>
        </w:numPr>
      </w:pPr>
      <w:r>
        <w:t xml:space="preserve">ASIC may declare that the corporations legislation continues to apply in relation to a fund (or to an entity in relation to a fund) that has been deregistered as an Australian passport fund or </w:t>
      </w:r>
      <w:proofErr w:type="spellStart"/>
      <w:r>
        <w:t>denotified</w:t>
      </w:r>
      <w:proofErr w:type="spellEnd"/>
      <w:r>
        <w:t xml:space="preserve"> as a notified foreign passport fund, either in its existing form or as if </w:t>
      </w:r>
      <w:r w:rsidRPr="00191361">
        <w:t>specified provisions were omitted, modified or varied as specified in the declaration</w:t>
      </w:r>
      <w:r>
        <w:t xml:space="preserve">. </w:t>
      </w:r>
      <w:r>
        <w:rPr>
          <w:rStyle w:val="Referencingstyle"/>
        </w:rPr>
        <w:t>[S</w:t>
      </w:r>
      <w:r w:rsidRPr="001C10A6">
        <w:rPr>
          <w:rStyle w:val="Referencingstyle"/>
        </w:rPr>
        <w:t xml:space="preserve">chedule 1, item 1, </w:t>
      </w:r>
      <w:r>
        <w:rPr>
          <w:rStyle w:val="Referencingstyle"/>
        </w:rPr>
        <w:t>subsection</w:t>
      </w:r>
      <w:r w:rsidRPr="001C10A6">
        <w:rPr>
          <w:rStyle w:val="Referencingstyle"/>
        </w:rPr>
        <w:t> 121</w:t>
      </w:r>
      <w:r>
        <w:rPr>
          <w:rStyle w:val="Referencingstyle"/>
        </w:rPr>
        <w:t>6BB(1</w:t>
      </w:r>
      <w:r w:rsidRPr="001C10A6">
        <w:rPr>
          <w:rStyle w:val="Referencingstyle"/>
        </w:rPr>
        <w:t>)]</w:t>
      </w:r>
    </w:p>
    <w:p w:rsidR="007277BB" w:rsidRDefault="007277BB" w:rsidP="008D51C1">
      <w:pPr>
        <w:pStyle w:val="base-text-paragraph"/>
        <w:numPr>
          <w:ilvl w:val="1"/>
          <w:numId w:val="23"/>
        </w:numPr>
      </w:pPr>
      <w:r>
        <w:t xml:space="preserve">A declaration may apply to all or specified provisions in the Corporations Act; to all entities, a class of entities or a particular entity; and to all former passport funds, a class of former passport funds or a particular former passport fund. The declaration may relate to matters generally or as specified in the declaration. </w:t>
      </w:r>
      <w:r>
        <w:rPr>
          <w:rStyle w:val="Referencingstyle"/>
        </w:rPr>
        <w:t>[S</w:t>
      </w:r>
      <w:r w:rsidRPr="001C10A6">
        <w:rPr>
          <w:rStyle w:val="Referencingstyle"/>
        </w:rPr>
        <w:t xml:space="preserve">chedule 1, item 1, </w:t>
      </w:r>
      <w:r>
        <w:rPr>
          <w:rStyle w:val="Referencingstyle"/>
        </w:rPr>
        <w:t>subsection</w:t>
      </w:r>
      <w:r w:rsidRPr="001C10A6">
        <w:rPr>
          <w:rStyle w:val="Referencingstyle"/>
        </w:rPr>
        <w:t> 121</w:t>
      </w:r>
      <w:r>
        <w:rPr>
          <w:rStyle w:val="Referencingstyle"/>
        </w:rPr>
        <w:t>6BB(2</w:t>
      </w:r>
      <w:r w:rsidRPr="001C10A6">
        <w:rPr>
          <w:rStyle w:val="Referencingstyle"/>
        </w:rPr>
        <w:t>)]</w:t>
      </w:r>
    </w:p>
    <w:p w:rsidR="007277BB" w:rsidRDefault="007277BB" w:rsidP="008D51C1">
      <w:pPr>
        <w:pStyle w:val="base-text-paragraph"/>
        <w:numPr>
          <w:ilvl w:val="1"/>
          <w:numId w:val="23"/>
        </w:numPr>
      </w:pPr>
      <w:r>
        <w:t xml:space="preserve">This power is designed to enable ASIC to deal flexibly with any issues that may exist and which require continuing regulatory oversight after an Australian passport fund has been deregistered or a notified foreign passport fund has been </w:t>
      </w:r>
      <w:proofErr w:type="spellStart"/>
      <w:r>
        <w:t>denotified</w:t>
      </w:r>
      <w:proofErr w:type="spellEnd"/>
      <w:r>
        <w:t xml:space="preserve">. For example, there is the potential for continuing issues that arise, inter alia, from the need to give specific regulatory consideration to any members who became members after or on the expectation that the fund would become an Australian passport fund or notified foreign passport fund. Subsection 15(2) of Annex 2 and section 54 of Annex 3 of the MOC in particular recognise the potential continued need for deregistered funds to be subject to the same obligations applicable to registered funds. </w:t>
      </w:r>
    </w:p>
    <w:p w:rsidR="007277BB" w:rsidRDefault="007277BB" w:rsidP="008D51C1">
      <w:pPr>
        <w:pStyle w:val="base-text-paragraph"/>
        <w:numPr>
          <w:ilvl w:val="1"/>
          <w:numId w:val="23"/>
        </w:numPr>
      </w:pPr>
      <w:r>
        <w:t xml:space="preserve">As with exemptions and modifications in relation to Chapter 8A, if the declaration relates only to a single specified entity, it must be a notifiable instrument, which is not subject to disallowance. Notifiable instruments must be entered on the FRL. ASIC must also give a copy of the declaration to the specified entity or most recent operator of the passport fund soon as reasonably practicable after making the notifiable instrument. </w:t>
      </w:r>
      <w:r>
        <w:rPr>
          <w:rStyle w:val="Referencingstyle"/>
        </w:rPr>
        <w:t>[S</w:t>
      </w:r>
      <w:r w:rsidRPr="001C10A6">
        <w:rPr>
          <w:rStyle w:val="Referencingstyle"/>
        </w:rPr>
        <w:t xml:space="preserve">chedule 1, item 1, </w:t>
      </w:r>
      <w:r>
        <w:rPr>
          <w:rStyle w:val="Referencingstyle"/>
        </w:rPr>
        <w:t>subsections</w:t>
      </w:r>
      <w:r w:rsidRPr="001C10A6">
        <w:rPr>
          <w:rStyle w:val="Referencingstyle"/>
        </w:rPr>
        <w:t> 121</w:t>
      </w:r>
      <w:r>
        <w:rPr>
          <w:rStyle w:val="Referencingstyle"/>
        </w:rPr>
        <w:t>6BB(4</w:t>
      </w:r>
      <w:r w:rsidRPr="001C10A6">
        <w:rPr>
          <w:rStyle w:val="Referencingstyle"/>
        </w:rPr>
        <w:t>)</w:t>
      </w:r>
      <w:r>
        <w:rPr>
          <w:rStyle w:val="Referencingstyle"/>
        </w:rPr>
        <w:t xml:space="preserve"> and (5)</w:t>
      </w:r>
      <w:r w:rsidRPr="001C10A6">
        <w:rPr>
          <w:rStyle w:val="Referencingstyle"/>
        </w:rPr>
        <w:t>]</w:t>
      </w:r>
    </w:p>
    <w:p w:rsidR="007277BB" w:rsidRPr="00276D36" w:rsidRDefault="007277BB" w:rsidP="008D51C1">
      <w:pPr>
        <w:pStyle w:val="base-text-paragraph"/>
        <w:numPr>
          <w:ilvl w:val="1"/>
          <w:numId w:val="23"/>
        </w:numPr>
        <w:rPr>
          <w:rStyle w:val="Referencingstyle"/>
          <w:b w:val="0"/>
          <w:i w:val="0"/>
          <w:sz w:val="22"/>
        </w:rPr>
      </w:pPr>
      <w:r>
        <w:t xml:space="preserve">If the declaration relates to all entities, all entities within a class, all former passport </w:t>
      </w:r>
      <w:r w:rsidRPr="00C36418">
        <w:t>funds</w:t>
      </w:r>
      <w:r>
        <w:t xml:space="preserve"> or a specified class of former passport funds, ASIC’s declaration must take the form of a legislative instrument. The legislative instrument is subject to disallowance and entered on the FRL. It is not necessary for ASIC to provide a notice to the affected entities because ASIC may not know the identity of all entities that are, or may be, affected. </w:t>
      </w:r>
      <w:r>
        <w:rPr>
          <w:rStyle w:val="Referencingstyle"/>
        </w:rPr>
        <w:t>[S</w:t>
      </w:r>
      <w:r w:rsidRPr="001C10A6">
        <w:rPr>
          <w:rStyle w:val="Referencingstyle"/>
        </w:rPr>
        <w:t xml:space="preserve">chedule 1, item 1, </w:t>
      </w:r>
      <w:r>
        <w:rPr>
          <w:rStyle w:val="Referencingstyle"/>
        </w:rPr>
        <w:t>subsection</w:t>
      </w:r>
      <w:r w:rsidRPr="001C10A6">
        <w:rPr>
          <w:rStyle w:val="Referencingstyle"/>
        </w:rPr>
        <w:t> 121</w:t>
      </w:r>
      <w:r>
        <w:rPr>
          <w:rStyle w:val="Referencingstyle"/>
        </w:rPr>
        <w:t>6BB(3)</w:t>
      </w:r>
      <w:r w:rsidRPr="001C10A6">
        <w:rPr>
          <w:rStyle w:val="Referencingstyle"/>
        </w:rPr>
        <w:t>]</w:t>
      </w:r>
    </w:p>
    <w:p w:rsidR="007277BB" w:rsidRDefault="007277BB" w:rsidP="008D51C1">
      <w:pPr>
        <w:pStyle w:val="Heading3"/>
      </w:pPr>
      <w:r>
        <w:t>Regulation-making power regarding continuation of the application of the Corporations legislation</w:t>
      </w:r>
    </w:p>
    <w:p w:rsidR="007277BB" w:rsidRDefault="007277BB" w:rsidP="008D51C1">
      <w:pPr>
        <w:pStyle w:val="base-text-paragraph"/>
        <w:numPr>
          <w:ilvl w:val="1"/>
          <w:numId w:val="23"/>
        </w:numPr>
      </w:pPr>
      <w:r>
        <w:t>In addition to ASIC’s powers described above, the new law also provides that regulations may provide that the corporations legislation continues to apply, either as it is or</w:t>
      </w:r>
      <w:r w:rsidRPr="003C239F">
        <w:t xml:space="preserve"> </w:t>
      </w:r>
      <w:r>
        <w:t>as if specified provisions were omitted, modified or varied:</w:t>
      </w:r>
    </w:p>
    <w:p w:rsidR="007277BB" w:rsidRDefault="007277BB" w:rsidP="008D51C1">
      <w:pPr>
        <w:pStyle w:val="dotpoint"/>
      </w:pPr>
      <w:r>
        <w:t xml:space="preserve">in relation to a fund, all funds of a specified class or all funds that have been deregistered as Australian passport funds or </w:t>
      </w:r>
      <w:proofErr w:type="spellStart"/>
      <w:r>
        <w:t>denotified</w:t>
      </w:r>
      <w:proofErr w:type="spellEnd"/>
      <w:r>
        <w:t xml:space="preserve"> as notified foreign passport funds; and</w:t>
      </w:r>
    </w:p>
    <w:p w:rsidR="007277BB" w:rsidRPr="009A13F5" w:rsidRDefault="007277BB" w:rsidP="008D51C1">
      <w:pPr>
        <w:pStyle w:val="dotpoint"/>
        <w:rPr>
          <w:rStyle w:val="Referencingstyle"/>
          <w:b w:val="0"/>
          <w:i w:val="0"/>
          <w:sz w:val="22"/>
        </w:rPr>
      </w:pPr>
      <w:r>
        <w:t xml:space="preserve">to an entity, all entities of a specified class or all entities in relation to a fund, all funds of a specified class or all funds that have been deregistered as Australian passport funds or </w:t>
      </w:r>
      <w:proofErr w:type="spellStart"/>
      <w:r>
        <w:t>denotified</w:t>
      </w:r>
      <w:proofErr w:type="spellEnd"/>
      <w:r>
        <w:t xml:space="preserve"> as notified foreign passport funds. </w:t>
      </w:r>
      <w:r>
        <w:rPr>
          <w:rStyle w:val="Referencingstyle"/>
        </w:rPr>
        <w:t>[S</w:t>
      </w:r>
      <w:r w:rsidRPr="001C10A6">
        <w:rPr>
          <w:rStyle w:val="Referencingstyle"/>
        </w:rPr>
        <w:t xml:space="preserve">chedule 1, item 1, </w:t>
      </w:r>
      <w:r>
        <w:rPr>
          <w:rStyle w:val="Referencingstyle"/>
        </w:rPr>
        <w:t>paragraph</w:t>
      </w:r>
      <w:r w:rsidRPr="001C10A6">
        <w:rPr>
          <w:rStyle w:val="Referencingstyle"/>
        </w:rPr>
        <w:t> 121</w:t>
      </w:r>
      <w:r>
        <w:rPr>
          <w:rStyle w:val="Referencingstyle"/>
        </w:rPr>
        <w:t>6BC</w:t>
      </w:r>
      <w:r w:rsidRPr="001C10A6">
        <w:rPr>
          <w:rStyle w:val="Referencingstyle"/>
        </w:rPr>
        <w:t>]</w:t>
      </w:r>
    </w:p>
    <w:p w:rsidR="007277BB" w:rsidRDefault="007277BB" w:rsidP="008D51C1">
      <w:pPr>
        <w:pStyle w:val="base-text-paragraph"/>
      </w:pPr>
      <w:r>
        <w:t xml:space="preserve">The regulations are disallowable, subject to the </w:t>
      </w:r>
      <w:proofErr w:type="spellStart"/>
      <w:r>
        <w:t>sunsetting</w:t>
      </w:r>
      <w:proofErr w:type="spellEnd"/>
      <w:r>
        <w:t xml:space="preserve"> regime and must be notified on the FRL.</w:t>
      </w:r>
    </w:p>
    <w:p w:rsidR="0041503C" w:rsidRDefault="0041503C" w:rsidP="008D51C1">
      <w:pPr>
        <w:pStyle w:val="Heading2"/>
      </w:pPr>
      <w:r>
        <w:t>Consequential amendments</w:t>
      </w:r>
    </w:p>
    <w:p w:rsidR="004A7DCC" w:rsidRDefault="0041503C" w:rsidP="008D51C1">
      <w:pPr>
        <w:pStyle w:val="base-text-paragraph"/>
        <w:numPr>
          <w:ilvl w:val="1"/>
          <w:numId w:val="49"/>
        </w:numPr>
      </w:pPr>
      <w:r w:rsidRPr="00DA2CFE">
        <w:t xml:space="preserve">There are no consequential amendments for this </w:t>
      </w:r>
      <w:r>
        <w:t>Part.</w:t>
      </w:r>
    </w:p>
    <w:p w:rsidR="004A7DCC" w:rsidRPr="00D46961" w:rsidRDefault="004A7DCC" w:rsidP="008D51C1">
      <w:pPr>
        <w:sectPr w:rsidR="004A7DCC" w:rsidRPr="00D46961" w:rsidSect="00C743D3">
          <w:headerReference w:type="default" r:id="rId58"/>
          <w:footerReference w:type="even" r:id="rId59"/>
          <w:footerReference w:type="default" r:id="rId60"/>
          <w:footerReference w:type="first" r:id="rId61"/>
          <w:type w:val="oddPage"/>
          <w:pgSz w:w="9979" w:h="14175" w:code="9"/>
          <w:pgMar w:top="567" w:right="1134" w:bottom="567" w:left="1134" w:header="709" w:footer="709" w:gutter="0"/>
          <w:cols w:space="708"/>
          <w:titlePg/>
          <w:docGrid w:linePitch="360"/>
        </w:sectPr>
      </w:pPr>
    </w:p>
    <w:p w:rsidR="007C7BEE" w:rsidRPr="00D46961" w:rsidRDefault="007C7BEE" w:rsidP="008D51C1">
      <w:pPr>
        <w:pStyle w:val="base-text-paragraph"/>
        <w:numPr>
          <w:ilvl w:val="0"/>
          <w:numId w:val="0"/>
        </w:numPr>
        <w:ind w:left="1134"/>
        <w:sectPr w:rsidR="007C7BEE" w:rsidRPr="00D46961" w:rsidSect="00EB465D">
          <w:headerReference w:type="default" r:id="rId62"/>
          <w:footerReference w:type="even" r:id="rId63"/>
          <w:footerReference w:type="default" r:id="rId64"/>
          <w:footerReference w:type="first" r:id="rId65"/>
          <w:type w:val="oddPage"/>
          <w:pgSz w:w="9979" w:h="14175" w:code="9"/>
          <w:pgMar w:top="567" w:right="1134" w:bottom="567" w:left="1134" w:header="709" w:footer="709" w:gutter="0"/>
          <w:cols w:space="708"/>
          <w:titlePg/>
          <w:docGrid w:linePitch="360"/>
        </w:sectPr>
      </w:pPr>
      <w:bookmarkStart w:id="282" w:name="tempbookmark"/>
      <w:bookmarkEnd w:id="282"/>
    </w:p>
    <w:p w:rsidR="00DF631D" w:rsidRPr="007C7BEE" w:rsidRDefault="00DF631D" w:rsidP="008D51C1">
      <w:pPr>
        <w:rPr>
          <w:vanish/>
        </w:rPr>
      </w:pPr>
    </w:p>
    <w:sectPr w:rsidR="00DF631D" w:rsidRPr="007C7BEE" w:rsidSect="00EB465D">
      <w:headerReference w:type="default" r:id="rId66"/>
      <w:type w:val="oddPage"/>
      <w:pgSz w:w="9979" w:h="14175" w:code="9"/>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6D1" w:rsidRDefault="003D36D1" w:rsidP="00E679CA">
      <w:pPr>
        <w:spacing w:before="0" w:after="0"/>
      </w:pPr>
      <w:r>
        <w:separator/>
      </w:r>
    </w:p>
  </w:endnote>
  <w:endnote w:type="continuationSeparator" w:id="0">
    <w:p w:rsidR="003D36D1" w:rsidRDefault="003D36D1" w:rsidP="00E679CA">
      <w:pPr>
        <w:spacing w:before="0" w:after="0"/>
      </w:pPr>
      <w:r>
        <w:continuationSeparator/>
      </w:r>
    </w:p>
  </w:endnote>
  <w:endnote w:type="continuationNotice" w:id="1">
    <w:p w:rsidR="003D36D1" w:rsidRDefault="003D36D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leftfooter"/>
    </w:pPr>
    <w:r>
      <w:fldChar w:fldCharType="begin"/>
    </w:r>
    <w:r>
      <w:instrText xml:space="preserve"> PAGE   \* MERGEFORMAT </w:instrText>
    </w:r>
    <w:r>
      <w:fldChar w:fldCharType="separate"/>
    </w:r>
    <w:r>
      <w:rPr>
        <w:noProof/>
      </w:rPr>
      <w:t>2</w:t>
    </w:r>
    <w:r>
      <w:rPr>
        <w:noProof/>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footer"/>
    </w:pPr>
    <w:r>
      <w:fldChar w:fldCharType="begin"/>
    </w:r>
    <w:r>
      <w:instrText xml:space="preserve"> PAGE   \* MERGEFORMAT </w:instrText>
    </w:r>
    <w:r>
      <w:fldChar w:fldCharType="separate"/>
    </w:r>
    <w:r w:rsidR="00547F24">
      <w:rPr>
        <w:noProof/>
      </w:rPr>
      <w:t>7</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footer"/>
    </w:pPr>
    <w:r>
      <w:fldChar w:fldCharType="begin"/>
    </w:r>
    <w:r>
      <w:instrText xml:space="preserve"> PAGE  \* Arabic  \* MERGEFORMAT </w:instrText>
    </w:r>
    <w:r>
      <w:fldChar w:fldCharType="separate"/>
    </w:r>
    <w:r w:rsidR="00547F24">
      <w:rPr>
        <w:noProof/>
      </w:rPr>
      <w:t>3</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leftfooter"/>
    </w:pPr>
    <w:r>
      <w:fldChar w:fldCharType="begin"/>
    </w:r>
    <w:r>
      <w:instrText xml:space="preserve"> PAGE   \* MERGEFORMAT </w:instrText>
    </w:r>
    <w:r>
      <w:fldChar w:fldCharType="separate"/>
    </w:r>
    <w:r w:rsidR="00547F24">
      <w:rPr>
        <w:noProof/>
      </w:rPr>
      <w:t>20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footer"/>
    </w:pPr>
    <w:r>
      <w:fldChar w:fldCharType="begin"/>
    </w:r>
    <w:r>
      <w:instrText xml:space="preserve"> PAGE   \* MERGEFORMAT </w:instrText>
    </w:r>
    <w:r>
      <w:fldChar w:fldCharType="separate"/>
    </w:r>
    <w:r w:rsidR="00547F24">
      <w:rPr>
        <w:noProof/>
      </w:rPr>
      <w:t>19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footer"/>
    </w:pPr>
    <w:r>
      <w:fldChar w:fldCharType="begin"/>
    </w:r>
    <w:r>
      <w:instrText xml:space="preserve"> PAGE  \* Arabic  \* MERGEFORMAT </w:instrText>
    </w:r>
    <w:r>
      <w:fldChar w:fldCharType="separate"/>
    </w:r>
    <w:r w:rsidR="00547F24">
      <w:rPr>
        <w:noProof/>
      </w:rPr>
      <w:t>9</w:t>
    </w:r>
    <w:r>
      <w:rPr>
        <w:noProof/>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leftfooter"/>
    </w:pPr>
    <w:r>
      <w:fldChar w:fldCharType="begin"/>
    </w:r>
    <w:r>
      <w:instrText xml:space="preserve"> PAGE   \* MERGEFORMAT </w:instrText>
    </w:r>
    <w:r>
      <w:fldChar w:fldCharType="separate"/>
    </w:r>
    <w:r w:rsidR="00547F24">
      <w:rPr>
        <w:noProof/>
      </w:rPr>
      <w:t>40</w:t>
    </w:r>
    <w:r>
      <w:rPr>
        <w:noProof/>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footer"/>
    </w:pPr>
    <w:r>
      <w:fldChar w:fldCharType="begin"/>
    </w:r>
    <w:r>
      <w:instrText xml:space="preserve"> PAGE   \* MERGEFORMAT </w:instrText>
    </w:r>
    <w:r>
      <w:fldChar w:fldCharType="separate"/>
    </w:r>
    <w:r w:rsidR="00547F24">
      <w:rPr>
        <w:noProof/>
      </w:rPr>
      <w:t>41</w:t>
    </w:r>
    <w:r>
      <w:rPr>
        <w:noProof/>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footer"/>
    </w:pPr>
    <w:r>
      <w:fldChar w:fldCharType="begin"/>
    </w:r>
    <w:r>
      <w:instrText xml:space="preserve"> PAGE  \* Arabic  \* MERGEFORMAT </w:instrText>
    </w:r>
    <w:r>
      <w:fldChar w:fldCharType="separate"/>
    </w:r>
    <w:r w:rsidR="00547F24">
      <w:rPr>
        <w:noProof/>
      </w:rPr>
      <w:t>21</w:t>
    </w:r>
    <w:r>
      <w:rPr>
        <w:noProof/>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9662C0">
    <w:pPr>
      <w:pStyle w:val="leftfooter"/>
    </w:pPr>
    <w:r>
      <w:fldChar w:fldCharType="begin"/>
    </w:r>
    <w:r>
      <w:instrText xml:space="preserve"> PAGE   \* MERGEFORMAT </w:instrText>
    </w:r>
    <w:r>
      <w:fldChar w:fldCharType="separate"/>
    </w:r>
    <w:r w:rsidR="00547F24">
      <w:rPr>
        <w:noProof/>
      </w:rPr>
      <w:t>64</w:t>
    </w:r>
    <w:r>
      <w:rPr>
        <w:noProof/>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9662C0">
    <w:pPr>
      <w:pStyle w:val="rightfooter"/>
    </w:pPr>
    <w:r>
      <w:fldChar w:fldCharType="begin"/>
    </w:r>
    <w:r>
      <w:instrText xml:space="preserve"> PAGE   \* MERGEFORMAT </w:instrText>
    </w:r>
    <w:r>
      <w:fldChar w:fldCharType="separate"/>
    </w:r>
    <w:r w:rsidR="00547F24">
      <w:rPr>
        <w:noProof/>
      </w:rPr>
      <w:t>65</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footer"/>
    </w:pPr>
    <w:r>
      <w:fldChar w:fldCharType="begin"/>
    </w:r>
    <w:r>
      <w:instrText xml:space="preserve"> PAGE   \* MERGEFORMAT </w:instrText>
    </w:r>
    <w:r>
      <w:fldChar w:fldCharType="separate"/>
    </w:r>
    <w:r>
      <w:rPr>
        <w:noProof/>
      </w:rPr>
      <w:t>5</w:t>
    </w:r>
    <w:r>
      <w:rPr>
        <w:noProof/>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9662C0">
    <w:pPr>
      <w:pStyle w:val="rightfooter"/>
    </w:pPr>
    <w:r>
      <w:fldChar w:fldCharType="begin"/>
    </w:r>
    <w:r>
      <w:instrText xml:space="preserve"> PAGE  \* Arabic  \* MERGEFORMAT </w:instrText>
    </w:r>
    <w:r>
      <w:fldChar w:fldCharType="separate"/>
    </w:r>
    <w:r w:rsidR="00547F24">
      <w:rPr>
        <w:noProof/>
      </w:rPr>
      <w:t>43</w:t>
    </w:r>
    <w:r>
      <w:rPr>
        <w:noProof/>
      </w:rP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leftfooter"/>
    </w:pPr>
    <w:r>
      <w:fldChar w:fldCharType="begin"/>
    </w:r>
    <w:r>
      <w:instrText xml:space="preserve"> PAGE   \* MERGEFORMAT </w:instrText>
    </w:r>
    <w:r>
      <w:fldChar w:fldCharType="separate"/>
    </w:r>
    <w:r w:rsidR="00547F24">
      <w:rPr>
        <w:noProof/>
      </w:rPr>
      <w:t>86</w:t>
    </w:r>
    <w:r>
      <w:rPr>
        <w:noProof/>
      </w:rP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footer"/>
    </w:pPr>
    <w:r>
      <w:fldChar w:fldCharType="begin"/>
    </w:r>
    <w:r>
      <w:instrText xml:space="preserve"> PAGE   \* MERGEFORMAT </w:instrText>
    </w:r>
    <w:r>
      <w:fldChar w:fldCharType="separate"/>
    </w:r>
    <w:r w:rsidR="00547F24">
      <w:rPr>
        <w:noProof/>
      </w:rPr>
      <w:t>85</w:t>
    </w:r>
    <w:r>
      <w:rPr>
        <w:noProof/>
      </w:rP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footer"/>
    </w:pPr>
    <w:r>
      <w:fldChar w:fldCharType="begin"/>
    </w:r>
    <w:r>
      <w:instrText xml:space="preserve"> PAGE  \* Arabic  \* MERGEFORMAT </w:instrText>
    </w:r>
    <w:r>
      <w:fldChar w:fldCharType="separate"/>
    </w:r>
    <w:r w:rsidR="00547F24">
      <w:rPr>
        <w:noProof/>
      </w:rPr>
      <w:t>67</w:t>
    </w:r>
    <w:r>
      <w:rPr>
        <w:noProof/>
      </w:rP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592360">
    <w:pPr>
      <w:pStyle w:val="leftfooter"/>
    </w:pPr>
    <w:r>
      <w:fldChar w:fldCharType="begin"/>
    </w:r>
    <w:r>
      <w:instrText xml:space="preserve"> PAGE   \* MERGEFORMAT </w:instrText>
    </w:r>
    <w:r>
      <w:fldChar w:fldCharType="separate"/>
    </w:r>
    <w:r w:rsidR="00547F24">
      <w:rPr>
        <w:noProof/>
      </w:rPr>
      <w:t>106</w:t>
    </w:r>
    <w:r>
      <w:rPr>
        <w:noProof/>
      </w:rP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592360">
    <w:pPr>
      <w:pStyle w:val="rightfooter"/>
    </w:pPr>
    <w:r>
      <w:fldChar w:fldCharType="begin"/>
    </w:r>
    <w:r>
      <w:instrText xml:space="preserve"> PAGE   \* MERGEFORMAT </w:instrText>
    </w:r>
    <w:r>
      <w:fldChar w:fldCharType="separate"/>
    </w:r>
    <w:r w:rsidR="00547F24">
      <w:rPr>
        <w:noProof/>
      </w:rPr>
      <w:t>105</w:t>
    </w:r>
    <w:r>
      <w:rPr>
        <w:noProof/>
      </w:rP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592360">
    <w:pPr>
      <w:pStyle w:val="rightfooter"/>
    </w:pPr>
    <w:r>
      <w:fldChar w:fldCharType="begin"/>
    </w:r>
    <w:r>
      <w:instrText xml:space="preserve"> PAGE  \* Arabic  \* MERGEFORMAT </w:instrText>
    </w:r>
    <w:r>
      <w:fldChar w:fldCharType="separate"/>
    </w:r>
    <w:r w:rsidR="00547F24">
      <w:rPr>
        <w:noProof/>
      </w:rPr>
      <w:t>87</w:t>
    </w:r>
    <w:r>
      <w:rPr>
        <w:noProof/>
      </w:rPr>
      <w:fldChar w:fldCharType="end"/>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7D1318">
    <w:pPr>
      <w:pStyle w:val="leftfooter"/>
    </w:pPr>
    <w:r>
      <w:fldChar w:fldCharType="begin"/>
    </w:r>
    <w:r>
      <w:instrText xml:space="preserve"> PAGE   \* MERGEFORMAT </w:instrText>
    </w:r>
    <w:r>
      <w:fldChar w:fldCharType="separate"/>
    </w:r>
    <w:r w:rsidR="00547F24">
      <w:rPr>
        <w:noProof/>
      </w:rPr>
      <w:t>116</w:t>
    </w:r>
    <w:r>
      <w:rPr>
        <w:noProof/>
      </w:rPr>
      <w:fldChar w:fldCharType="end"/>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7D1318">
    <w:pPr>
      <w:pStyle w:val="rightfooter"/>
    </w:pPr>
    <w:r>
      <w:fldChar w:fldCharType="begin"/>
    </w:r>
    <w:r>
      <w:instrText xml:space="preserve"> PAGE   \* MERGEFORMAT </w:instrText>
    </w:r>
    <w:r>
      <w:fldChar w:fldCharType="separate"/>
    </w:r>
    <w:r w:rsidR="00547F24">
      <w:rPr>
        <w:noProof/>
      </w:rPr>
      <w:t>115</w:t>
    </w:r>
    <w:r>
      <w:rPr>
        <w:noProof/>
      </w:rPr>
      <w:fldChar w:fldCharType="end"/>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7D1318">
    <w:pPr>
      <w:pStyle w:val="rightfooter"/>
    </w:pPr>
    <w:r>
      <w:fldChar w:fldCharType="begin"/>
    </w:r>
    <w:r>
      <w:instrText xml:space="preserve"> PAGE  \* Arabic  \* MERGEFORMAT </w:instrText>
    </w:r>
    <w:r>
      <w:fldChar w:fldCharType="separate"/>
    </w:r>
    <w:r w:rsidR="00547F24">
      <w:rPr>
        <w:noProof/>
      </w:rPr>
      <w:t>107</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leftfooter"/>
    </w:pPr>
    <w:r>
      <w:fldChar w:fldCharType="begin"/>
    </w:r>
    <w:r>
      <w:instrText xml:space="preserve"> PAGE   \* MERGEFORMAT </w:instrText>
    </w:r>
    <w:r>
      <w:fldChar w:fldCharType="separate"/>
    </w:r>
    <w:r>
      <w:rPr>
        <w:noProof/>
      </w:rPr>
      <w:t>4</w:t>
    </w:r>
    <w:r>
      <w:rPr>
        <w:noProof/>
      </w:rPr>
      <w:fldChar w:fldCharType="end"/>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18615F">
    <w:pPr>
      <w:pStyle w:val="leftfooter"/>
    </w:pPr>
    <w:r>
      <w:fldChar w:fldCharType="begin"/>
    </w:r>
    <w:r>
      <w:instrText xml:space="preserve"> PAGE   \* MERGEFORMAT </w:instrText>
    </w:r>
    <w:r>
      <w:fldChar w:fldCharType="separate"/>
    </w:r>
    <w:r>
      <w:rPr>
        <w:noProof/>
      </w:rPr>
      <w:t>119</w:t>
    </w:r>
    <w:r>
      <w:rPr>
        <w:noProof/>
      </w:rPr>
      <w:fldChar w:fldCharType="end"/>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18615F">
    <w:pPr>
      <w:pStyle w:val="rightfooter"/>
    </w:pPr>
    <w:r>
      <w:fldChar w:fldCharType="begin"/>
    </w:r>
    <w:r>
      <w:instrText xml:space="preserve"> PAGE   \* MERGEFORMAT </w:instrText>
    </w:r>
    <w:r>
      <w:fldChar w:fldCharType="separate"/>
    </w:r>
    <w:r>
      <w:rPr>
        <w:noProof/>
      </w:rPr>
      <w:t>119</w:t>
    </w:r>
    <w:r>
      <w:rPr>
        <w:noProof/>
      </w:rPr>
      <w:fldChar w:fldCharType="end"/>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18615F">
    <w:pPr>
      <w:pStyle w:val="rightfooter"/>
    </w:pPr>
    <w:r>
      <w:fldChar w:fldCharType="begin"/>
    </w:r>
    <w:r>
      <w:instrText xml:space="preserve"> PAGE  \* Arabic  \* MERGEFORMAT </w:instrText>
    </w:r>
    <w:r>
      <w:fldChar w:fldCharType="separate"/>
    </w:r>
    <w:r w:rsidR="00547F24">
      <w:rPr>
        <w:noProof/>
      </w:rPr>
      <w:t>119</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footer"/>
    </w:pPr>
    <w:r>
      <w:fldChar w:fldCharType="begin"/>
    </w:r>
    <w:r>
      <w:instrText xml:space="preserve"> PAGE   \* MERGEFORMAT </w:instrText>
    </w:r>
    <w:r>
      <w:fldChar w:fldCharType="separate"/>
    </w:r>
    <w:r>
      <w:rPr>
        <w:noProof/>
      </w:rPr>
      <w:t>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Pr="00B2068E" w:rsidRDefault="00D12BAF" w:rsidP="0041503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leftfooter"/>
    </w:pPr>
    <w:r>
      <w:fldChar w:fldCharType="begin"/>
    </w:r>
    <w:r>
      <w:instrText xml:space="preserve"> PAGE   \* MERGEFORMAT </w:instrText>
    </w:r>
    <w:r>
      <w:fldChar w:fldCharType="separate"/>
    </w:r>
    <w:r w:rsidR="00547F24">
      <w:rPr>
        <w:noProof/>
      </w:rPr>
      <w:t>2</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footer"/>
    </w:pPr>
    <w:r>
      <w:fldChar w:fldCharType="begin"/>
    </w:r>
    <w:r>
      <w:instrText xml:space="preserve"> PAGE   \* MERGEFORMAT </w:instrText>
    </w:r>
    <w:r>
      <w:fldChar w:fldCharType="separate"/>
    </w:r>
    <w:r>
      <w:rPr>
        <w:noProof/>
      </w:rPr>
      <w:t>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footer"/>
    </w:pPr>
    <w:r>
      <w:fldChar w:fldCharType="begin"/>
    </w:r>
    <w:r>
      <w:instrText xml:space="preserve"> PAGE  \* Arabic  \* MERGEFORMAT </w:instrText>
    </w:r>
    <w:r>
      <w:fldChar w:fldCharType="separate"/>
    </w:r>
    <w:r w:rsidR="00547F24">
      <w:rPr>
        <w:noProof/>
      </w:rPr>
      <w:t>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leftfooter"/>
    </w:pPr>
    <w:r>
      <w:fldChar w:fldCharType="begin"/>
    </w:r>
    <w:r>
      <w:instrText xml:space="preserve"> PAGE   \* MERGEFORMAT </w:instrText>
    </w:r>
    <w:r>
      <w:fldChar w:fldCharType="separate"/>
    </w:r>
    <w:r w:rsidR="00547F24">
      <w:rPr>
        <w:noProof/>
      </w:rPr>
      <w:t>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6D1" w:rsidRDefault="003D36D1" w:rsidP="00E679CA">
      <w:pPr>
        <w:spacing w:before="0" w:after="0"/>
      </w:pPr>
      <w:r>
        <w:separator/>
      </w:r>
    </w:p>
  </w:footnote>
  <w:footnote w:type="continuationSeparator" w:id="0">
    <w:p w:rsidR="003D36D1" w:rsidRDefault="003D36D1" w:rsidP="00E679CA">
      <w:pPr>
        <w:spacing w:before="0" w:after="0"/>
      </w:pPr>
      <w:r>
        <w:continuationSeparator/>
      </w:r>
    </w:p>
  </w:footnote>
  <w:footnote w:type="continuationNotice" w:id="1">
    <w:p w:rsidR="003D36D1" w:rsidRDefault="003D36D1">
      <w:pPr>
        <w:spacing w:before="0" w:after="0"/>
      </w:pPr>
    </w:p>
  </w:footnote>
  <w:footnote w:id="2">
    <w:p w:rsidR="00D12BAF" w:rsidRDefault="00D12BAF" w:rsidP="0041503C">
      <w:pPr>
        <w:pStyle w:val="FootnoteText"/>
      </w:pPr>
      <w:r>
        <w:rPr>
          <w:rStyle w:val="FootnoteReference"/>
        </w:rPr>
        <w:footnoteRef/>
      </w:r>
      <w:r>
        <w:t xml:space="preserve"> </w:t>
      </w:r>
      <w:r>
        <w:tab/>
        <w:t xml:space="preserve">Willis Towers Watson, </w:t>
      </w:r>
      <w:r w:rsidRPr="00403595">
        <w:rPr>
          <w:i/>
        </w:rPr>
        <w:t>Global Pension Assets Study 2017</w:t>
      </w:r>
      <w:r>
        <w:t>, 2017, at 29.</w:t>
      </w:r>
    </w:p>
  </w:footnote>
  <w:footnote w:id="3">
    <w:p w:rsidR="00D12BAF" w:rsidRDefault="00D12BAF">
      <w:pPr>
        <w:pStyle w:val="FootnoteText"/>
      </w:pPr>
      <w:r>
        <w:rPr>
          <w:rStyle w:val="FootnoteReference"/>
        </w:rPr>
        <w:footnoteRef/>
      </w:r>
      <w:r>
        <w:t xml:space="preserve"> The MOC is available under key documents at </w:t>
      </w:r>
      <w:r w:rsidRPr="00B76406">
        <w:t>http://fundspassport.apec.org/resources/</w:t>
      </w:r>
      <w:r>
        <w:t>.</w:t>
      </w:r>
    </w:p>
  </w:footnote>
  <w:footnote w:id="4">
    <w:p w:rsidR="00D12BAF" w:rsidRDefault="00D12BAF" w:rsidP="0041503C">
      <w:pPr>
        <w:pStyle w:val="FootnoteText"/>
      </w:pPr>
      <w:r>
        <w:rPr>
          <w:rStyle w:val="FootnoteReference"/>
        </w:rPr>
        <w:footnoteRef/>
      </w:r>
      <w:r>
        <w:t xml:space="preserve"> </w:t>
      </w:r>
      <w:r>
        <w:tab/>
        <w:t>While Singapore has not signed the MOC to date, it has participated in the discussions leading to the formulation of the MOC and may become a signatory in the future.</w:t>
      </w:r>
    </w:p>
  </w:footnote>
  <w:footnote w:id="5">
    <w:p w:rsidR="00D12BAF" w:rsidRDefault="00D12BAF" w:rsidP="0041503C">
      <w:pPr>
        <w:pStyle w:val="FootnoteText"/>
      </w:pPr>
      <w:r>
        <w:rPr>
          <w:rStyle w:val="FootnoteReference"/>
        </w:rPr>
        <w:footnoteRef/>
      </w:r>
      <w:r>
        <w:t xml:space="preserve"> </w:t>
      </w:r>
      <w:r>
        <w:tab/>
        <w:t>Note: Singapore is not currently a signatory to the MOC but has been added because it was a signatory to the earlier Statement of Intent.</w:t>
      </w:r>
    </w:p>
  </w:footnote>
  <w:footnote w:id="6">
    <w:p w:rsidR="00D12BAF" w:rsidRDefault="00D12BAF">
      <w:pPr>
        <w:pStyle w:val="FootnoteText"/>
      </w:pPr>
      <w:r>
        <w:rPr>
          <w:rStyle w:val="FootnoteReference"/>
        </w:rPr>
        <w:footnoteRef/>
      </w:r>
      <w:r>
        <w:t xml:space="preserve"> </w:t>
      </w:r>
      <w:r>
        <w:tab/>
        <w:t>It is also envisaged that corporate collective investment vehicles will be able to be registered as a passport fund</w:t>
      </w:r>
      <w:r w:rsidRPr="000400C2">
        <w:t xml:space="preserve"> </w:t>
      </w:r>
      <w:r>
        <w:t>once the regulatory framework for corporate collective investment vehicles is implemented (see Chapter 1 of the explanatory materials). Consequential amendments to Chapter 8A will be required to give effect to that outcome.</w:t>
      </w:r>
    </w:p>
  </w:footnote>
  <w:footnote w:id="7">
    <w:p w:rsidR="00D12BAF" w:rsidRDefault="00D12BAF">
      <w:pPr>
        <w:pStyle w:val="FootnoteText"/>
      </w:pPr>
      <w:r>
        <w:rPr>
          <w:rStyle w:val="FootnoteReference"/>
        </w:rPr>
        <w:footnoteRef/>
      </w:r>
      <w:r>
        <w:t xml:space="preserve"> See paragraph 2.47 for the definition that applies for ‘Australian member’.</w:t>
      </w:r>
    </w:p>
  </w:footnote>
  <w:footnote w:id="8">
    <w:p w:rsidR="00D12BAF" w:rsidRDefault="00D12BAF">
      <w:pPr>
        <w:pStyle w:val="FootnoteText"/>
      </w:pPr>
      <w:r>
        <w:rPr>
          <w:rStyle w:val="FootnoteReference"/>
        </w:rPr>
        <w:footnoteRef/>
      </w:r>
      <w:r>
        <w:t xml:space="preserve"> See paragraph 2.47 for the definition of ‘Australian member’.</w:t>
      </w:r>
    </w:p>
  </w:footnote>
  <w:footnote w:id="9">
    <w:p w:rsidR="00D12BAF" w:rsidRDefault="00D12BAF" w:rsidP="0041503C">
      <w:pPr>
        <w:pStyle w:val="FootnoteText"/>
      </w:pPr>
      <w:r>
        <w:rPr>
          <w:rStyle w:val="FootnoteReference"/>
        </w:rPr>
        <w:footnoteRef/>
      </w:r>
      <w:r>
        <w:t xml:space="preserve"> </w:t>
      </w:r>
      <w:r>
        <w:tab/>
        <w:t xml:space="preserve">See </w:t>
      </w:r>
      <w:r w:rsidRPr="00447ED0">
        <w:t>Australian Law Reform Commission</w:t>
      </w:r>
      <w:r>
        <w:t xml:space="preserve">, </w:t>
      </w:r>
      <w:r w:rsidRPr="00447ED0">
        <w:rPr>
          <w:i/>
        </w:rPr>
        <w:t>Traditional Rights and Freedoms—Encroachments by Commonwealth Laws (ALRC Report 129)</w:t>
      </w:r>
      <w:r>
        <w:t xml:space="preserve">, December 2015. The report is available at </w:t>
      </w:r>
      <w:r w:rsidRPr="00447ED0">
        <w:t>https://www.alrc.gov.au/publications/freedoms-alrc129</w:t>
      </w:r>
      <w:r>
        <w:t xml:space="preserve"> (accessed December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leftheader"/>
    </w:pPr>
    <w:r>
      <w:fldChar w:fldCharType="begin"/>
    </w:r>
    <w:r>
      <w:instrText xml:space="preserve"> macrobutton nomacro [Click here and insert the name of the Bill] </w:instrText>
    </w:r>
    <w: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header"/>
    </w:pPr>
    <w:r>
      <w:t xml:space="preserve">Chapter 1: </w:t>
    </w:r>
    <w:r w:rsidRPr="000D4810">
      <w:t xml:space="preserve">Context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leftheader"/>
    </w:pPr>
    <w:r w:rsidRPr="005B22BA">
      <w:t>Corporations Amendment (Asia Region Funds Passport) Bill 201</w:t>
    </w:r>
    <w:r>
      <w:t>8</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header"/>
    </w:pPr>
    <w:r>
      <w:t>Chapter 2: Key definitions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leftheader"/>
    </w:pPr>
    <w:r>
      <w:t>Corporations Amendment (Asia Region Funds Passport) Bill 2018</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header"/>
    </w:pPr>
    <w:r>
      <w:t xml:space="preserve">Chapter 3: </w:t>
    </w:r>
    <w:r w:rsidRPr="00EB465D">
      <w:t>Becoming a passport fund</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header"/>
    </w:pPr>
    <w:r>
      <w:t>Chapter 4:</w:t>
    </w:r>
    <w:r w:rsidRPr="00D62390">
      <w:t xml:space="preserve"> Notified foreign passport funds: Relationship with members and prospective members in Australia</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leftheader"/>
    </w:pPr>
    <w:r>
      <w:t>Corporations Amendment (Asia Region Funds Passport) Bill 201</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header"/>
    </w:pPr>
    <w:r>
      <w:t xml:space="preserve">Chapter 5: </w:t>
    </w:r>
    <w:r w:rsidRPr="00D62390">
      <w:t>Notified foreign passport funds: Australian regulation of the fund’s other activities in Australia</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header"/>
    </w:pPr>
    <w:r>
      <w:t>Chapter 6:</w:t>
    </w:r>
    <w:r w:rsidRPr="00394160">
      <w:t xml:space="preserve"> </w:t>
    </w:r>
    <w:r>
      <w:t>Compliance and enforcement</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header"/>
    </w:pPr>
    <w:r>
      <w:t>Chapter 7:</w:t>
    </w:r>
    <w:r w:rsidRPr="00C84F3C">
      <w:rPr>
        <w:rStyle w:val="ChapterNameOnly"/>
      </w:rPr>
      <w:t xml:space="preserve"> </w:t>
    </w:r>
    <w:r w:rsidRPr="00592360">
      <w:rPr>
        <w:rStyle w:val="ChapterNameOnly"/>
      </w:rPr>
      <w:t>Exemptions and modifications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header"/>
    </w:pPr>
    <w:r>
      <w:fldChar w:fldCharType="begin"/>
    </w:r>
    <w:r>
      <w:instrText xml:space="preserve"> macrobutton nomacro [Click here and enter the name of the Chapter </w:instrText>
    </w:r>
    <w: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header"/>
    </w:pPr>
    <w:r>
      <w:t>Chapter 7:</w:t>
    </w:r>
    <w:r w:rsidRPr="00394160">
      <w:rPr>
        <w:rStyle w:val="ChapterNameOnly"/>
      </w:rPr>
      <w:t xml:space="preserve"> </w:t>
    </w:r>
    <w:r w:rsidRPr="00592360">
      <w:rPr>
        <w:rStyle w:val="ChapterNameOnly"/>
      </w:rPr>
      <w:t>Exemptions and modifications</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header"/>
    </w:pPr>
    <w:r>
      <w:t>Chapter 6: Exemptions and modifications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3914990"/>
      <w:docPartObj>
        <w:docPartGallery w:val="Watermarks"/>
        <w:docPartUnique/>
      </w:docPartObj>
    </w:sdtPr>
    <w:sdtEndPr/>
    <w:sdtContent>
      <w:p w:rsidR="00D12BAF" w:rsidRDefault="00547F24">
        <w:pPr>
          <w:pStyle w:val="Header"/>
        </w:pPr>
        <w:r>
          <w:rPr>
            <w:noProof/>
            <w:lang w:val="en-US" w:eastAsia="en-US"/>
          </w:rPr>
          <w:pict w14:anchorId="24ACBD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left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right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Pr="00422FA2" w:rsidRDefault="00D12BAF" w:rsidP="00422FA2">
    <w:pPr>
      <w:pStyle w:val="leftheader"/>
    </w:pPr>
    <w:r w:rsidRPr="00F32716">
      <w:rPr>
        <w:noProof/>
      </w:rPr>
      <w:t>Corporations Amendment (Asia Region Funds Passport) Bill 201</w:t>
    </w:r>
    <w:r>
      <w:rPr>
        <w:noProof/>
      </w:rPr>
      <w:t>8</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3D36D1" w:rsidP="0041503C">
    <w:pPr>
      <w:pStyle w:val="rightheader"/>
    </w:pPr>
    <w:fldSimple w:instr=" STYLEREF  &quot;ChapterNameOnly&quot;  \* MERGEFORMAT ">
      <w:r w:rsidR="00D12BAF">
        <w:rPr>
          <w:noProof/>
        </w:rPr>
        <w:t>Glossary</w:t>
      </w:r>
    </w:fldSimple>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BAF" w:rsidRDefault="00D12BAF" w:rsidP="0041503C">
    <w:pPr>
      <w:pStyle w:val="leftheader"/>
    </w:pPr>
    <w:r>
      <w:t>Corporations Amendment (Asia Region Funds Passport) Bill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1226C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AF866F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D5627D4"/>
    <w:lvl w:ilvl="0">
      <w:start w:val="1"/>
      <w:numFmt w:val="decimal"/>
      <w:pStyle w:val="ListNumber3"/>
      <w:lvlText w:val="%1."/>
      <w:lvlJc w:val="left"/>
      <w:pPr>
        <w:tabs>
          <w:tab w:val="num" w:pos="926"/>
        </w:tabs>
        <w:ind w:left="926" w:hanging="360"/>
      </w:pPr>
    </w:lvl>
  </w:abstractNum>
  <w:abstractNum w:abstractNumId="3">
    <w:nsid w:val="FFFFFF7F"/>
    <w:multiLevelType w:val="singleLevel"/>
    <w:tmpl w:val="68E813CC"/>
    <w:lvl w:ilvl="0">
      <w:start w:val="1"/>
      <w:numFmt w:val="decimal"/>
      <w:pStyle w:val="ListNumber2"/>
      <w:lvlText w:val="%1."/>
      <w:lvlJc w:val="left"/>
      <w:pPr>
        <w:tabs>
          <w:tab w:val="num" w:pos="643"/>
        </w:tabs>
        <w:ind w:left="643" w:hanging="360"/>
      </w:pPr>
    </w:lvl>
  </w:abstractNum>
  <w:abstractNum w:abstractNumId="4">
    <w:nsid w:val="FFFFFF80"/>
    <w:multiLevelType w:val="singleLevel"/>
    <w:tmpl w:val="8F2ACFC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F1F8742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C3F664E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FC66E10"/>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69CBACA"/>
    <w:lvl w:ilvl="0">
      <w:start w:val="1"/>
      <w:numFmt w:val="decimal"/>
      <w:pStyle w:val="ListNumber"/>
      <w:lvlText w:val="%1."/>
      <w:lvlJc w:val="left"/>
      <w:pPr>
        <w:tabs>
          <w:tab w:val="num" w:pos="360"/>
        </w:tabs>
        <w:ind w:left="360" w:hanging="360"/>
      </w:pPr>
    </w:lvl>
  </w:abstractNum>
  <w:abstractNum w:abstractNumId="9">
    <w:nsid w:val="FFFFFF89"/>
    <w:multiLevelType w:val="singleLevel"/>
    <w:tmpl w:val="699AB89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53D1D7C"/>
    <w:multiLevelType w:val="multilevel"/>
    <w:tmpl w:val="EDE619DA"/>
    <w:lvl w:ilvl="0">
      <w:start w:val="4"/>
      <w:numFmt w:val="decimal"/>
      <w:lvlText w:val="Chapter %1"/>
      <w:lvlJc w:val="left"/>
      <w:pPr>
        <w:tabs>
          <w:tab w:val="num" w:pos="1134"/>
        </w:tabs>
        <w:ind w:left="0" w:firstLine="0"/>
      </w:pPr>
      <w:rPr>
        <w:rFonts w:hint="default"/>
      </w:rPr>
    </w:lvl>
    <w:lvl w:ilvl="1">
      <w:start w:val="1"/>
      <w:numFmt w:val="decimal"/>
      <w:lvlText w:val="%1.%2"/>
      <w:lvlJc w:val="left"/>
      <w:pPr>
        <w:tabs>
          <w:tab w:val="num" w:pos="1985"/>
        </w:tabs>
        <w:ind w:left="1134" w:firstLine="0"/>
      </w:pPr>
      <w:rPr>
        <w:rFonts w:hint="default"/>
      </w:rPr>
    </w:lvl>
    <w:lvl w:ilvl="2">
      <w:start w:val="1"/>
      <w:numFmt w:val="decimal"/>
      <w:lvlRestart w:val="1"/>
      <w:suff w:val="nothing"/>
      <w:lvlText w:val="Diagram %1.%3"/>
      <w:lvlJc w:val="left"/>
      <w:pPr>
        <w:ind w:left="1134" w:firstLine="0"/>
      </w:pPr>
      <w:rPr>
        <w:rFonts w:hint="default"/>
      </w:rPr>
    </w:lvl>
    <w:lvl w:ilvl="3">
      <w:start w:val="1"/>
      <w:numFmt w:val="decimal"/>
      <w:lvlRestart w:val="1"/>
      <w:suff w:val="nothing"/>
      <w:lvlText w:val="Example %1.%4"/>
      <w:lvlJc w:val="left"/>
      <w:pPr>
        <w:ind w:left="1134" w:firstLine="0"/>
      </w:pPr>
      <w:rPr>
        <w:rFonts w:hint="default"/>
      </w:rPr>
    </w:lvl>
    <w:lvl w:ilvl="4">
      <w:start w:val="1"/>
      <w:numFmt w:val="decimal"/>
      <w:lvlRestart w:val="1"/>
      <w:suff w:val="nothing"/>
      <w:lvlText w:val="Table %1.%5"/>
      <w:lvlJc w:val="left"/>
      <w:pPr>
        <w:ind w:left="1134"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17AE2BEC"/>
    <w:multiLevelType w:val="multilevel"/>
    <w:tmpl w:val="6D98FC9A"/>
    <w:styleLink w:val="TableDotPointList"/>
    <w:lvl w:ilvl="0">
      <w:start w:val="1"/>
      <w:numFmt w:val="bullet"/>
      <w:pStyle w:val="tabledotpoint"/>
      <w:lvlText w:val="•"/>
      <w:lvlJc w:val="left"/>
      <w:pPr>
        <w:tabs>
          <w:tab w:val="num" w:pos="284"/>
        </w:tabs>
        <w:ind w:left="284" w:hanging="284"/>
      </w:pPr>
      <w:rPr>
        <w:rFonts w:ascii="Times New Roman" w:hAnsi="Times New Roman" w:cs="Times New Roman" w:hint="default"/>
        <w:color w:val="000000" w:themeColor="text1"/>
      </w:rPr>
    </w:lvl>
    <w:lvl w:ilvl="1">
      <w:start w:val="1"/>
      <w:numFmt w:val="bullet"/>
      <w:pStyle w:val="tabledotpoint2"/>
      <w:lvlText w:val="–"/>
      <w:lvlJc w:val="left"/>
      <w:pPr>
        <w:tabs>
          <w:tab w:val="num" w:pos="567"/>
        </w:tabs>
        <w:ind w:left="567" w:hanging="283"/>
      </w:pPr>
      <w:rPr>
        <w:rFonts w:ascii="Times New Roman" w:hAnsi="Times New Roman" w:cs="Times New Roman"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8220900"/>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1BEB4EC5"/>
    <w:multiLevelType w:val="multilevel"/>
    <w:tmpl w:val="C42A210A"/>
    <w:lvl w:ilvl="0">
      <w:start w:val="1"/>
      <w:numFmt w:val="bullet"/>
      <w:lvlText w:val="•"/>
      <w:lvlJc w:val="left"/>
      <w:pPr>
        <w:tabs>
          <w:tab w:val="num" w:pos="284"/>
        </w:tabs>
        <w:ind w:left="284" w:hanging="284"/>
      </w:pPr>
      <w:rPr>
        <w:rFonts w:ascii="Times New Roman" w:hAnsi="Times New Roman" w:cs="Times New Roman" w:hint="default"/>
        <w:color w:val="000000" w:themeColor="text1"/>
      </w:rPr>
    </w:lvl>
    <w:lvl w:ilvl="1">
      <w:start w:val="1"/>
      <w:numFmt w:val="bullet"/>
      <w:lvlText w:val="–"/>
      <w:lvlJc w:val="left"/>
      <w:pPr>
        <w:tabs>
          <w:tab w:val="num" w:pos="567"/>
        </w:tabs>
        <w:ind w:left="567" w:hanging="283"/>
      </w:pPr>
      <w:rPr>
        <w:rFonts w:ascii="Times New Roman" w:hAnsi="Times New Roman" w:cs="Times New Roman"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1252E96"/>
    <w:multiLevelType w:val="multilevel"/>
    <w:tmpl w:val="2C983042"/>
    <w:name w:val="ExampleDotPointList"/>
    <w:lvl w:ilvl="0">
      <w:start w:val="1"/>
      <w:numFmt w:val="bullet"/>
      <w:lvlRestart w:val="0"/>
      <w:lvlText w:val="•"/>
      <w:lvlJc w:val="left"/>
      <w:pPr>
        <w:tabs>
          <w:tab w:val="num" w:pos="2268"/>
        </w:tabs>
        <w:ind w:left="2268" w:hanging="284"/>
      </w:pPr>
      <w:rPr>
        <w:b w:val="0"/>
        <w:i w:val="0"/>
        <w:color w:val="000000"/>
      </w:rPr>
    </w:lvl>
    <w:lvl w:ilvl="1">
      <w:start w:val="1"/>
      <w:numFmt w:val="bullet"/>
      <w:lvlText w:val="–"/>
      <w:lvlJc w:val="left"/>
      <w:pPr>
        <w:tabs>
          <w:tab w:val="num" w:pos="2551"/>
        </w:tabs>
        <w:ind w:left="2551" w:hanging="283"/>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5">
    <w:nsid w:val="251836EE"/>
    <w:multiLevelType w:val="multilevel"/>
    <w:tmpl w:val="F2FAF4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28697C94"/>
    <w:multiLevelType w:val="multilevel"/>
    <w:tmpl w:val="600050A6"/>
    <w:lvl w:ilvl="0">
      <w:start w:val="1"/>
      <w:numFmt w:val="decimal"/>
      <w:lvlText w:val="Chapter %1"/>
      <w:lvlJc w:val="left"/>
      <w:pPr>
        <w:tabs>
          <w:tab w:val="num" w:pos="1134"/>
        </w:tabs>
        <w:ind w:left="0" w:firstLine="0"/>
      </w:pPr>
      <w:rPr>
        <w:rFonts w:hint="default"/>
      </w:rPr>
    </w:lvl>
    <w:lvl w:ilvl="1">
      <w:start w:val="1"/>
      <w:numFmt w:val="decimal"/>
      <w:lvlText w:val="%1.%2"/>
      <w:lvlJc w:val="left"/>
      <w:pPr>
        <w:tabs>
          <w:tab w:val="num" w:pos="1985"/>
        </w:tabs>
        <w:ind w:left="1134" w:firstLine="0"/>
      </w:pPr>
      <w:rPr>
        <w:rFonts w:hint="default"/>
      </w:rPr>
    </w:lvl>
    <w:lvl w:ilvl="2">
      <w:start w:val="1"/>
      <w:numFmt w:val="decimal"/>
      <w:lvlRestart w:val="1"/>
      <w:suff w:val="nothing"/>
      <w:lvlText w:val="Diagram %1.%3"/>
      <w:lvlJc w:val="left"/>
      <w:pPr>
        <w:ind w:left="1134" w:firstLine="0"/>
      </w:pPr>
      <w:rPr>
        <w:rFonts w:hint="default"/>
      </w:rPr>
    </w:lvl>
    <w:lvl w:ilvl="3">
      <w:start w:val="1"/>
      <w:numFmt w:val="decimal"/>
      <w:lvlRestart w:val="1"/>
      <w:suff w:val="nothing"/>
      <w:lvlText w:val="Example %1.%4"/>
      <w:lvlJc w:val="left"/>
      <w:pPr>
        <w:ind w:left="1134" w:firstLine="0"/>
      </w:pPr>
      <w:rPr>
        <w:rFonts w:hint="default"/>
      </w:rPr>
    </w:lvl>
    <w:lvl w:ilvl="4">
      <w:start w:val="1"/>
      <w:numFmt w:val="decimal"/>
      <w:lvlRestart w:val="1"/>
      <w:suff w:val="nothing"/>
      <w:lvlText w:val="Table %1.%5"/>
      <w:lvlJc w:val="left"/>
      <w:pPr>
        <w:ind w:left="1134"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289229AF"/>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1CB6A73"/>
    <w:multiLevelType w:val="multilevel"/>
    <w:tmpl w:val="D95E813E"/>
    <w:name w:val="StandardBulletedList"/>
    <w:lvl w:ilvl="0">
      <w:start w:val="1"/>
      <w:numFmt w:val="bullet"/>
      <w:pStyle w:val="Bullet"/>
      <w:lvlText w:val="•"/>
      <w:lvlJc w:val="left"/>
      <w:pPr>
        <w:tabs>
          <w:tab w:val="num" w:pos="472"/>
        </w:tabs>
        <w:ind w:left="472" w:hanging="472"/>
      </w:pPr>
      <w:rPr>
        <w:rFonts w:ascii="Times New Roman" w:hAnsi="Times New Roman" w:cs="Times New Roman"/>
      </w:rPr>
    </w:lvl>
    <w:lvl w:ilvl="1">
      <w:start w:val="1"/>
      <w:numFmt w:val="bullet"/>
      <w:pStyle w:val="Dash"/>
      <w:lvlText w:val="–"/>
      <w:lvlJc w:val="left"/>
      <w:pPr>
        <w:tabs>
          <w:tab w:val="num" w:pos="992"/>
        </w:tabs>
        <w:ind w:left="992" w:hanging="520"/>
      </w:pPr>
      <w:rPr>
        <w:rFonts w:ascii="Times New Roman" w:hAnsi="Times New Roman" w:cs="Times New Roman"/>
      </w:rPr>
    </w:lvl>
    <w:lvl w:ilvl="2">
      <w:start w:val="1"/>
      <w:numFmt w:val="bullet"/>
      <w:pStyle w:val="DoubleDot"/>
      <w:lvlText w:val=":"/>
      <w:lvlJc w:val="left"/>
      <w:pPr>
        <w:tabs>
          <w:tab w:val="num" w:pos="1512"/>
        </w:tabs>
        <w:ind w:left="1512"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3824974"/>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D714D4B"/>
    <w:multiLevelType w:val="multilevel"/>
    <w:tmpl w:val="A316FE50"/>
    <w:styleLink w:val="ChapterList"/>
    <w:lvl w:ilvl="0">
      <w:start w:val="1"/>
      <w:numFmt w:val="decimal"/>
      <w:pStyle w:val="ChapterHeading"/>
      <w:lvlText w:val="Chapter %1"/>
      <w:lvlJc w:val="left"/>
      <w:pPr>
        <w:tabs>
          <w:tab w:val="num" w:pos="1134"/>
        </w:tabs>
        <w:ind w:left="0" w:firstLine="0"/>
      </w:pPr>
      <w:rPr>
        <w:rFonts w:hint="default"/>
      </w:rPr>
    </w:lvl>
    <w:lvl w:ilvl="1">
      <w:start w:val="1"/>
      <w:numFmt w:val="decimal"/>
      <w:lvlText w:val="%1.%2"/>
      <w:lvlJc w:val="left"/>
      <w:pPr>
        <w:tabs>
          <w:tab w:val="num" w:pos="1985"/>
        </w:tabs>
        <w:ind w:left="1134" w:firstLine="0"/>
      </w:pPr>
      <w:rPr>
        <w:rFonts w:hint="default"/>
      </w:rPr>
    </w:lvl>
    <w:lvl w:ilvl="2">
      <w:start w:val="1"/>
      <w:numFmt w:val="decimal"/>
      <w:lvlRestart w:val="1"/>
      <w:pStyle w:val="Diagram"/>
      <w:suff w:val="nothing"/>
      <w:lvlText w:val="Diagram %1.%3"/>
      <w:lvlJc w:val="left"/>
      <w:pPr>
        <w:ind w:left="1134" w:firstLine="0"/>
      </w:pPr>
      <w:rPr>
        <w:rFonts w:hint="default"/>
      </w:rPr>
    </w:lvl>
    <w:lvl w:ilvl="3">
      <w:start w:val="1"/>
      <w:numFmt w:val="decimal"/>
      <w:lvlRestart w:val="1"/>
      <w:pStyle w:val="ExampleHeading"/>
      <w:suff w:val="nothing"/>
      <w:lvlText w:val="Example %1.%4"/>
      <w:lvlJc w:val="left"/>
      <w:pPr>
        <w:ind w:left="1134" w:firstLine="0"/>
      </w:pPr>
      <w:rPr>
        <w:rFonts w:hint="default"/>
      </w:rPr>
    </w:lvl>
    <w:lvl w:ilvl="4">
      <w:start w:val="1"/>
      <w:numFmt w:val="decimal"/>
      <w:lvlRestart w:val="1"/>
      <w:pStyle w:val="TableHeadingoutsidetable"/>
      <w:suff w:val="nothing"/>
      <w:lvlText w:val="Table %1.%5"/>
      <w:lvlJc w:val="left"/>
      <w:pPr>
        <w:ind w:left="1134"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F950960"/>
    <w:multiLevelType w:val="multilevel"/>
    <w:tmpl w:val="AD1C7528"/>
    <w:name w:val="DotPointList"/>
    <w:lvl w:ilvl="0">
      <w:start w:val="1"/>
      <w:numFmt w:val="bullet"/>
      <w:lvlRestart w:val="0"/>
      <w:pStyle w:val="dotpoint"/>
      <w:lvlText w:val="•"/>
      <w:lvlJc w:val="left"/>
      <w:pPr>
        <w:tabs>
          <w:tab w:val="num" w:pos="2268"/>
        </w:tabs>
        <w:ind w:left="2268" w:hanging="284"/>
      </w:pPr>
      <w:rPr>
        <w:b w:val="0"/>
        <w:i w:val="0"/>
        <w:color w:val="000000"/>
      </w:rPr>
    </w:lvl>
    <w:lvl w:ilvl="1">
      <w:start w:val="1"/>
      <w:numFmt w:val="bullet"/>
      <w:lvlText w:val="–"/>
      <w:lvlJc w:val="left"/>
      <w:pPr>
        <w:tabs>
          <w:tab w:val="num" w:pos="2551"/>
        </w:tabs>
        <w:ind w:left="2551" w:hanging="283"/>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22">
    <w:nsid w:val="478D416D"/>
    <w:multiLevelType w:val="multilevel"/>
    <w:tmpl w:val="34AAEAB6"/>
    <w:styleLink w:val="DotPointList"/>
    <w:lvl w:ilvl="0">
      <w:start w:val="1"/>
      <w:numFmt w:val="bullet"/>
      <w:lvlText w:val="•"/>
      <w:lvlJc w:val="left"/>
      <w:pPr>
        <w:tabs>
          <w:tab w:val="num" w:pos="2268"/>
        </w:tabs>
        <w:ind w:left="2268" w:hanging="283"/>
      </w:pPr>
      <w:rPr>
        <w:rFonts w:ascii="Times New Roman" w:hAnsi="Times New Roman" w:cs="Times New Roman" w:hint="default"/>
        <w:color w:val="000000" w:themeColor="text1"/>
      </w:rPr>
    </w:lvl>
    <w:lvl w:ilvl="1">
      <w:start w:val="1"/>
      <w:numFmt w:val="bullet"/>
      <w:pStyle w:val="dotpoint2"/>
      <w:lvlText w:val="–"/>
      <w:lvlJc w:val="left"/>
      <w:pPr>
        <w:tabs>
          <w:tab w:val="num" w:pos="2552"/>
        </w:tabs>
        <w:ind w:left="2552" w:hanging="284"/>
      </w:pPr>
      <w:rPr>
        <w:rFonts w:ascii="Times New Roman" w:hAnsi="Times New Roman" w:cs="Times New Roman"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D795738"/>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5EF53485"/>
    <w:multiLevelType w:val="multilevel"/>
    <w:tmpl w:val="148465C2"/>
    <w:styleLink w:val="ExampleDotPointList"/>
    <w:lvl w:ilvl="0">
      <w:start w:val="1"/>
      <w:numFmt w:val="bullet"/>
      <w:pStyle w:val="exampledotpoint1"/>
      <w:lvlText w:val="•"/>
      <w:lvlJc w:val="left"/>
      <w:pPr>
        <w:tabs>
          <w:tab w:val="num" w:pos="2268"/>
        </w:tabs>
        <w:ind w:left="2268" w:hanging="283"/>
      </w:pPr>
      <w:rPr>
        <w:rFonts w:ascii="Times New Roman" w:hAnsi="Times New Roman" w:cs="Times New Roman" w:hint="default"/>
        <w:color w:val="000000" w:themeColor="text1"/>
      </w:rPr>
    </w:lvl>
    <w:lvl w:ilvl="1">
      <w:start w:val="1"/>
      <w:numFmt w:val="bullet"/>
      <w:pStyle w:val="exampledotpoint2"/>
      <w:lvlText w:val="–"/>
      <w:lvlJc w:val="left"/>
      <w:pPr>
        <w:tabs>
          <w:tab w:val="num" w:pos="2552"/>
        </w:tabs>
        <w:ind w:left="2552" w:hanging="284"/>
      </w:pPr>
      <w:rPr>
        <w:rFonts w:ascii="Times New Roman" w:hAnsi="Times New Roman" w:cs="Times New Roman"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5DF6494"/>
    <w:multiLevelType w:val="multilevel"/>
    <w:tmpl w:val="A316FE50"/>
    <w:numStyleLink w:val="ChapterList"/>
  </w:abstractNum>
  <w:abstractNum w:abstractNumId="26">
    <w:nsid w:val="75FC0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F56CC8"/>
    <w:multiLevelType w:val="multilevel"/>
    <w:tmpl w:val="23BC64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7C8C5E81"/>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9"/>
  </w:num>
  <w:num w:numId="2">
    <w:abstractNumId w:val="26"/>
  </w:num>
  <w:num w:numId="3">
    <w:abstractNumId w:val="28"/>
  </w:num>
  <w:num w:numId="4">
    <w:abstractNumId w:val="25"/>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
    <w:abstractNumId w:val="2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277"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21"/>
  </w:num>
  <w:num w:numId="7">
    <w:abstractNumId w:val="22"/>
  </w:num>
  <w:num w:numId="8">
    <w:abstractNumId w:val="2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1"/>
  </w:num>
  <w:num w:numId="21">
    <w:abstractNumId w:val="25"/>
    <w:lvlOverride w:ilvl="3">
      <w:lvl w:ilvl="3">
        <w:start w:val="1"/>
        <w:numFmt w:val="decimal"/>
        <w:lvlRestart w:val="1"/>
        <w:pStyle w:val="ExampleHeading"/>
        <w:suff w:val="nothing"/>
        <w:lvlText w:val="Example %1.%4"/>
        <w:lvlJc w:val="left"/>
        <w:pPr>
          <w:ind w:left="1135" w:firstLine="0"/>
        </w:pPr>
        <w:rPr>
          <w:rFonts w:hint="default"/>
          <w:b/>
        </w:rPr>
      </w:lvl>
    </w:lvlOverride>
  </w:num>
  <w:num w:numId="22">
    <w:abstractNumId w:val="18"/>
  </w:num>
  <w:num w:numId="23">
    <w:abstractNumId w:val="2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2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277"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0"/>
  </w:num>
  <w:num w:numId="26">
    <w:abstractNumId w:val="25"/>
    <w:lvlOverride w:ilvl="1">
      <w:lvl w:ilvl="1">
        <w:start w:val="1"/>
        <w:numFmt w:val="decimal"/>
        <w:pStyle w:val="base-text-paragraph"/>
        <w:lvlText w:val="%1.%2"/>
        <w:lvlJc w:val="left"/>
        <w:pPr>
          <w:tabs>
            <w:tab w:val="num" w:pos="1985"/>
          </w:tabs>
          <w:ind w:left="1134" w:firstLine="0"/>
        </w:pPr>
        <w:rPr>
          <w:rFonts w:hint="default"/>
          <w:b w:val="0"/>
        </w:rPr>
      </w:lvl>
    </w:lvlOverride>
  </w:num>
  <w:num w:numId="27">
    <w:abstractNumId w:val="2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5"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8">
    <w:abstractNumId w:val="2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b/>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9">
    <w:abstractNumId w:val="21"/>
  </w:num>
  <w:num w:numId="30">
    <w:abstractNumId w:val="21"/>
  </w:num>
  <w:num w:numId="31">
    <w:abstractNumId w:val="25"/>
    <w:lvlOverride w:ilvl="1">
      <w:lvl w:ilvl="1">
        <w:start w:val="1"/>
        <w:numFmt w:val="decimal"/>
        <w:pStyle w:val="base-text-paragraph"/>
        <w:lvlText w:val="%1.%2"/>
        <w:lvlJc w:val="left"/>
        <w:pPr>
          <w:tabs>
            <w:tab w:val="num" w:pos="1985"/>
          </w:tabs>
          <w:ind w:left="1134" w:firstLine="0"/>
        </w:pPr>
        <w:rPr>
          <w:rFonts w:hint="default"/>
          <w:b w:val="0"/>
        </w:rPr>
      </w:lvl>
    </w:lvlOverride>
  </w:num>
  <w:num w:numId="32">
    <w:abstractNumId w:val="21"/>
  </w:num>
  <w:num w:numId="33">
    <w:abstractNumId w:val="21"/>
  </w:num>
  <w:num w:numId="34">
    <w:abstractNumId w:val="21"/>
  </w:num>
  <w:num w:numId="35">
    <w:abstractNumId w:val="21"/>
  </w:num>
  <w:num w:numId="36">
    <w:abstractNumId w:val="12"/>
  </w:num>
  <w:num w:numId="37">
    <w:abstractNumId w:val="17"/>
  </w:num>
  <w:num w:numId="38">
    <w:abstractNumId w:val="23"/>
  </w:num>
  <w:num w:numId="39">
    <w:abstractNumId w:val="14"/>
  </w:num>
  <w:num w:numId="40">
    <w:abstractNumId w:val="25"/>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21"/>
  </w:num>
  <w:num w:numId="44">
    <w:abstractNumId w:val="21"/>
  </w:num>
  <w:num w:numId="45">
    <w:abstractNumId w:val="21"/>
  </w:num>
  <w:num w:numId="46">
    <w:abstractNumId w:val="21"/>
  </w:num>
  <w:num w:numId="47">
    <w:abstractNumId w:val="25"/>
    <w:lvlOverride w:ilvl="1">
      <w:lvl w:ilvl="1">
        <w:start w:val="1"/>
        <w:numFmt w:val="decimal"/>
        <w:pStyle w:val="base-text-paragraph"/>
        <w:lvlText w:val="%1.%2"/>
        <w:lvlJc w:val="left"/>
        <w:pPr>
          <w:tabs>
            <w:tab w:val="num" w:pos="2127"/>
          </w:tabs>
          <w:ind w:left="1276"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8">
    <w:abstractNumId w:val="10"/>
  </w:num>
  <w:num w:numId="49">
    <w:abstractNumId w:val="25"/>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ascii="Times New Roman" w:hAnsi="Times New Roman" w:cs="Times New Roman" w:hint="default"/>
          <w:b/>
          <w:bCs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0">
    <w:abstractNumId w:val="27"/>
  </w:num>
  <w:num w:numId="51">
    <w:abstractNumId w:val="16"/>
  </w:num>
  <w:num w:numId="52">
    <w:abstractNumId w:val="15"/>
  </w:num>
  <w:num w:numId="53">
    <w:abstractNumId w:val="25"/>
    <w:lvlOverride w:ilvl="0">
      <w:startOverride w:val="5"/>
      <w:lvl w:ilvl="0">
        <w:start w:val="5"/>
        <w:numFmt w:val="decimal"/>
        <w:pStyle w:val="ChapterHeading"/>
        <w:lvlText w:val="Chapter %1"/>
        <w:lvlJc w:val="left"/>
        <w:pPr>
          <w:tabs>
            <w:tab w:val="num" w:pos="1134"/>
          </w:tabs>
          <w:ind w:left="0" w:firstLine="0"/>
        </w:pPr>
        <w:rPr>
          <w:rFonts w:hint="default"/>
        </w:rPr>
      </w:lvl>
    </w:lvlOverride>
    <w:lvlOverride w:ilvl="1">
      <w:startOverride w:val="1"/>
      <w:lvl w:ilvl="1">
        <w:start w:val="1"/>
        <w:numFmt w:val="decimal"/>
        <w:pStyle w:val="base-text-paragraph"/>
        <w:lvlText w:val="%1.%2"/>
        <w:lvlJc w:val="left"/>
        <w:pPr>
          <w:tabs>
            <w:tab w:val="num" w:pos="1985"/>
          </w:tabs>
          <w:ind w:left="1134" w:firstLine="0"/>
        </w:pPr>
        <w:rPr>
          <w:rFonts w:hint="default"/>
        </w:rPr>
      </w:lvl>
    </w:lvlOverride>
    <w:lvlOverride w:ilvl="2">
      <w:startOverride w:val="1"/>
      <w:lvl w:ilvl="2">
        <w:start w:val="1"/>
        <w:numFmt w:val="decimal"/>
        <w:lvlRestart w:val="1"/>
        <w:pStyle w:val="Diagram"/>
        <w:suff w:val="nothing"/>
        <w:lvlText w:val="Diagram %1.%3"/>
        <w:lvlJc w:val="left"/>
        <w:pPr>
          <w:ind w:left="1134" w:firstLine="0"/>
        </w:pPr>
        <w:rPr>
          <w:rFonts w:ascii="Times New Roman" w:hAnsi="Times New Roman" w:cs="Times New Roman" w:hint="default"/>
          <w:b/>
          <w:bCs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lvlRestart w:val="1"/>
        <w:pStyle w:val="ExampleHeading"/>
        <w:suff w:val="nothing"/>
        <w:lvlText w:val="Example %1.%4"/>
        <w:lvlJc w:val="left"/>
        <w:pPr>
          <w:ind w:left="1134" w:firstLine="0"/>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startOverride w:val="1"/>
      <w:lvl w:ilvl="4">
        <w:start w:val="1"/>
        <w:numFmt w:val="decimal"/>
        <w:lvlRestart w:val="1"/>
        <w:pStyle w:val="TableHeadingoutsidetable"/>
        <w:suff w:val="nothing"/>
        <w:lvlText w:val="Table %1.%5"/>
        <w:lvlJc w:val="left"/>
        <w:pPr>
          <w:ind w:left="1134" w:firstLine="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4">
    <w:abstractNumId w:val="25"/>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attachedTemplate r:id="rId1"/>
  <w:linkStyles/>
  <w:defaultTabStop w:val="720"/>
  <w:evenAndOddHeaders/>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03C"/>
    <w:rsid w:val="00001548"/>
    <w:rsid w:val="000015E4"/>
    <w:rsid w:val="00001956"/>
    <w:rsid w:val="00001D0E"/>
    <w:rsid w:val="00002A25"/>
    <w:rsid w:val="00002A2B"/>
    <w:rsid w:val="00002DDE"/>
    <w:rsid w:val="0000301E"/>
    <w:rsid w:val="0000331C"/>
    <w:rsid w:val="00004510"/>
    <w:rsid w:val="00004E10"/>
    <w:rsid w:val="0000555C"/>
    <w:rsid w:val="00005CAA"/>
    <w:rsid w:val="00005DFF"/>
    <w:rsid w:val="00006849"/>
    <w:rsid w:val="00006C95"/>
    <w:rsid w:val="0000709E"/>
    <w:rsid w:val="0000710B"/>
    <w:rsid w:val="00007273"/>
    <w:rsid w:val="00007851"/>
    <w:rsid w:val="0000790C"/>
    <w:rsid w:val="00007AC3"/>
    <w:rsid w:val="00007DD8"/>
    <w:rsid w:val="000109B3"/>
    <w:rsid w:val="000109FC"/>
    <w:rsid w:val="00010AE1"/>
    <w:rsid w:val="00011AE1"/>
    <w:rsid w:val="00012FA4"/>
    <w:rsid w:val="00013236"/>
    <w:rsid w:val="00013694"/>
    <w:rsid w:val="00013C1B"/>
    <w:rsid w:val="00014248"/>
    <w:rsid w:val="00014778"/>
    <w:rsid w:val="000147D3"/>
    <w:rsid w:val="0001481B"/>
    <w:rsid w:val="00014D7C"/>
    <w:rsid w:val="000151AC"/>
    <w:rsid w:val="00015844"/>
    <w:rsid w:val="00016B24"/>
    <w:rsid w:val="00017EB7"/>
    <w:rsid w:val="00020131"/>
    <w:rsid w:val="0002054A"/>
    <w:rsid w:val="00020583"/>
    <w:rsid w:val="00020CA9"/>
    <w:rsid w:val="00020CDA"/>
    <w:rsid w:val="00021547"/>
    <w:rsid w:val="000216B1"/>
    <w:rsid w:val="00021D2C"/>
    <w:rsid w:val="00022F0E"/>
    <w:rsid w:val="00023A35"/>
    <w:rsid w:val="00025586"/>
    <w:rsid w:val="00025DC7"/>
    <w:rsid w:val="00026632"/>
    <w:rsid w:val="000275B5"/>
    <w:rsid w:val="00027FCB"/>
    <w:rsid w:val="000307A7"/>
    <w:rsid w:val="00030A40"/>
    <w:rsid w:val="00030B98"/>
    <w:rsid w:val="000319E9"/>
    <w:rsid w:val="00031CAC"/>
    <w:rsid w:val="00031F61"/>
    <w:rsid w:val="00032042"/>
    <w:rsid w:val="0003231E"/>
    <w:rsid w:val="000333D8"/>
    <w:rsid w:val="0003344E"/>
    <w:rsid w:val="0003353C"/>
    <w:rsid w:val="000336D4"/>
    <w:rsid w:val="00035B5B"/>
    <w:rsid w:val="00036019"/>
    <w:rsid w:val="000360C0"/>
    <w:rsid w:val="000360C8"/>
    <w:rsid w:val="000370E9"/>
    <w:rsid w:val="00037DD9"/>
    <w:rsid w:val="000400C2"/>
    <w:rsid w:val="0004070C"/>
    <w:rsid w:val="000407BC"/>
    <w:rsid w:val="00041239"/>
    <w:rsid w:val="0004186E"/>
    <w:rsid w:val="00041C4B"/>
    <w:rsid w:val="000424FA"/>
    <w:rsid w:val="00042644"/>
    <w:rsid w:val="00042EA8"/>
    <w:rsid w:val="00043848"/>
    <w:rsid w:val="000446C4"/>
    <w:rsid w:val="00045031"/>
    <w:rsid w:val="00046408"/>
    <w:rsid w:val="0004748E"/>
    <w:rsid w:val="00047A46"/>
    <w:rsid w:val="00047B63"/>
    <w:rsid w:val="000502C1"/>
    <w:rsid w:val="00050451"/>
    <w:rsid w:val="00050734"/>
    <w:rsid w:val="00050E26"/>
    <w:rsid w:val="00051382"/>
    <w:rsid w:val="00051445"/>
    <w:rsid w:val="00052009"/>
    <w:rsid w:val="00052F22"/>
    <w:rsid w:val="000531BB"/>
    <w:rsid w:val="00054381"/>
    <w:rsid w:val="000547E0"/>
    <w:rsid w:val="00055206"/>
    <w:rsid w:val="0005536A"/>
    <w:rsid w:val="00056711"/>
    <w:rsid w:val="0005674D"/>
    <w:rsid w:val="00056A82"/>
    <w:rsid w:val="00057289"/>
    <w:rsid w:val="0005740E"/>
    <w:rsid w:val="00057529"/>
    <w:rsid w:val="00057D3E"/>
    <w:rsid w:val="00057DB9"/>
    <w:rsid w:val="000606DF"/>
    <w:rsid w:val="0006084C"/>
    <w:rsid w:val="000609F1"/>
    <w:rsid w:val="00060A05"/>
    <w:rsid w:val="00061218"/>
    <w:rsid w:val="00061A82"/>
    <w:rsid w:val="00061D99"/>
    <w:rsid w:val="0006238A"/>
    <w:rsid w:val="00062664"/>
    <w:rsid w:val="00062C30"/>
    <w:rsid w:val="00064329"/>
    <w:rsid w:val="0006442F"/>
    <w:rsid w:val="0006448F"/>
    <w:rsid w:val="0006454F"/>
    <w:rsid w:val="00064B68"/>
    <w:rsid w:val="00064D37"/>
    <w:rsid w:val="0006537C"/>
    <w:rsid w:val="0006719B"/>
    <w:rsid w:val="00067884"/>
    <w:rsid w:val="00070021"/>
    <w:rsid w:val="00070706"/>
    <w:rsid w:val="00070885"/>
    <w:rsid w:val="00070CB3"/>
    <w:rsid w:val="00071417"/>
    <w:rsid w:val="00071C31"/>
    <w:rsid w:val="00072049"/>
    <w:rsid w:val="00072D15"/>
    <w:rsid w:val="00073010"/>
    <w:rsid w:val="0007317A"/>
    <w:rsid w:val="00073334"/>
    <w:rsid w:val="00073DD9"/>
    <w:rsid w:val="00075ACE"/>
    <w:rsid w:val="00075D0F"/>
    <w:rsid w:val="000765A7"/>
    <w:rsid w:val="000766CC"/>
    <w:rsid w:val="000766FD"/>
    <w:rsid w:val="000767F0"/>
    <w:rsid w:val="0007680B"/>
    <w:rsid w:val="000768C5"/>
    <w:rsid w:val="00077CCD"/>
    <w:rsid w:val="00080601"/>
    <w:rsid w:val="000822EC"/>
    <w:rsid w:val="00082920"/>
    <w:rsid w:val="00082C6D"/>
    <w:rsid w:val="000834D0"/>
    <w:rsid w:val="00083ED1"/>
    <w:rsid w:val="00084020"/>
    <w:rsid w:val="0008446B"/>
    <w:rsid w:val="0008447E"/>
    <w:rsid w:val="0008459D"/>
    <w:rsid w:val="00084960"/>
    <w:rsid w:val="00084FB3"/>
    <w:rsid w:val="00085B0C"/>
    <w:rsid w:val="00085EFF"/>
    <w:rsid w:val="00086529"/>
    <w:rsid w:val="000869A9"/>
    <w:rsid w:val="00086F70"/>
    <w:rsid w:val="00087550"/>
    <w:rsid w:val="00087E8B"/>
    <w:rsid w:val="000900A1"/>
    <w:rsid w:val="000908D2"/>
    <w:rsid w:val="00090981"/>
    <w:rsid w:val="00090F3C"/>
    <w:rsid w:val="00090F7C"/>
    <w:rsid w:val="0009155F"/>
    <w:rsid w:val="0009262A"/>
    <w:rsid w:val="000934E9"/>
    <w:rsid w:val="00093502"/>
    <w:rsid w:val="00093637"/>
    <w:rsid w:val="00093684"/>
    <w:rsid w:val="00093C20"/>
    <w:rsid w:val="0009450E"/>
    <w:rsid w:val="00094654"/>
    <w:rsid w:val="00094A52"/>
    <w:rsid w:val="00094E8A"/>
    <w:rsid w:val="00095380"/>
    <w:rsid w:val="00095460"/>
    <w:rsid w:val="00095BE6"/>
    <w:rsid w:val="000965B3"/>
    <w:rsid w:val="000966AD"/>
    <w:rsid w:val="0009753A"/>
    <w:rsid w:val="000977F8"/>
    <w:rsid w:val="00097888"/>
    <w:rsid w:val="00097ECA"/>
    <w:rsid w:val="000A04F9"/>
    <w:rsid w:val="000A14E8"/>
    <w:rsid w:val="000A1BDD"/>
    <w:rsid w:val="000A1E41"/>
    <w:rsid w:val="000A2637"/>
    <w:rsid w:val="000A28B4"/>
    <w:rsid w:val="000A31C8"/>
    <w:rsid w:val="000A34F8"/>
    <w:rsid w:val="000A3636"/>
    <w:rsid w:val="000A3C1C"/>
    <w:rsid w:val="000A3C81"/>
    <w:rsid w:val="000A3DFD"/>
    <w:rsid w:val="000A4099"/>
    <w:rsid w:val="000A417F"/>
    <w:rsid w:val="000A4662"/>
    <w:rsid w:val="000A4B39"/>
    <w:rsid w:val="000A4C59"/>
    <w:rsid w:val="000A5218"/>
    <w:rsid w:val="000A5E2F"/>
    <w:rsid w:val="000A5E5E"/>
    <w:rsid w:val="000A77F4"/>
    <w:rsid w:val="000A7839"/>
    <w:rsid w:val="000A7916"/>
    <w:rsid w:val="000A7AAE"/>
    <w:rsid w:val="000B0732"/>
    <w:rsid w:val="000B0908"/>
    <w:rsid w:val="000B0E5D"/>
    <w:rsid w:val="000B11BE"/>
    <w:rsid w:val="000B14F1"/>
    <w:rsid w:val="000B1F0E"/>
    <w:rsid w:val="000B25FA"/>
    <w:rsid w:val="000B2A98"/>
    <w:rsid w:val="000B2B0C"/>
    <w:rsid w:val="000B2D51"/>
    <w:rsid w:val="000B2E1C"/>
    <w:rsid w:val="000B2EDA"/>
    <w:rsid w:val="000B362E"/>
    <w:rsid w:val="000B39EE"/>
    <w:rsid w:val="000B3D7B"/>
    <w:rsid w:val="000B3F82"/>
    <w:rsid w:val="000B4C8D"/>
    <w:rsid w:val="000B4D74"/>
    <w:rsid w:val="000B66DA"/>
    <w:rsid w:val="000B6A3A"/>
    <w:rsid w:val="000B7437"/>
    <w:rsid w:val="000B7653"/>
    <w:rsid w:val="000B77A0"/>
    <w:rsid w:val="000C0363"/>
    <w:rsid w:val="000C0B37"/>
    <w:rsid w:val="000C0B7C"/>
    <w:rsid w:val="000C141D"/>
    <w:rsid w:val="000C1AC8"/>
    <w:rsid w:val="000C2672"/>
    <w:rsid w:val="000C26B0"/>
    <w:rsid w:val="000C2A9D"/>
    <w:rsid w:val="000C302F"/>
    <w:rsid w:val="000C3C49"/>
    <w:rsid w:val="000C42B0"/>
    <w:rsid w:val="000C44D7"/>
    <w:rsid w:val="000C4B89"/>
    <w:rsid w:val="000C4E70"/>
    <w:rsid w:val="000C567F"/>
    <w:rsid w:val="000C5B35"/>
    <w:rsid w:val="000C6369"/>
    <w:rsid w:val="000C6398"/>
    <w:rsid w:val="000C71F6"/>
    <w:rsid w:val="000C797E"/>
    <w:rsid w:val="000C79C8"/>
    <w:rsid w:val="000C7C94"/>
    <w:rsid w:val="000C7D1F"/>
    <w:rsid w:val="000D0266"/>
    <w:rsid w:val="000D0443"/>
    <w:rsid w:val="000D04A2"/>
    <w:rsid w:val="000D1A89"/>
    <w:rsid w:val="000D1AE7"/>
    <w:rsid w:val="000D1DEC"/>
    <w:rsid w:val="000D3260"/>
    <w:rsid w:val="000D3ED5"/>
    <w:rsid w:val="000D3F95"/>
    <w:rsid w:val="000D41D6"/>
    <w:rsid w:val="000D5922"/>
    <w:rsid w:val="000D5ACE"/>
    <w:rsid w:val="000D62A3"/>
    <w:rsid w:val="000D683A"/>
    <w:rsid w:val="000D7486"/>
    <w:rsid w:val="000D774A"/>
    <w:rsid w:val="000E0347"/>
    <w:rsid w:val="000E073F"/>
    <w:rsid w:val="000E0E9A"/>
    <w:rsid w:val="000E29DB"/>
    <w:rsid w:val="000E34CE"/>
    <w:rsid w:val="000E3565"/>
    <w:rsid w:val="000E3D02"/>
    <w:rsid w:val="000E3DF5"/>
    <w:rsid w:val="000E4167"/>
    <w:rsid w:val="000E42DA"/>
    <w:rsid w:val="000E4437"/>
    <w:rsid w:val="000E4B50"/>
    <w:rsid w:val="000E5428"/>
    <w:rsid w:val="000E54A3"/>
    <w:rsid w:val="000E676C"/>
    <w:rsid w:val="000E79E0"/>
    <w:rsid w:val="000E7A1D"/>
    <w:rsid w:val="000E7C0F"/>
    <w:rsid w:val="000E7DD7"/>
    <w:rsid w:val="000E7FDB"/>
    <w:rsid w:val="000F078A"/>
    <w:rsid w:val="000F07BB"/>
    <w:rsid w:val="000F0E4F"/>
    <w:rsid w:val="000F0EC5"/>
    <w:rsid w:val="000F2B4B"/>
    <w:rsid w:val="000F2FBC"/>
    <w:rsid w:val="000F376A"/>
    <w:rsid w:val="000F3796"/>
    <w:rsid w:val="000F3834"/>
    <w:rsid w:val="000F3C52"/>
    <w:rsid w:val="000F443B"/>
    <w:rsid w:val="000F46A5"/>
    <w:rsid w:val="000F4776"/>
    <w:rsid w:val="000F541B"/>
    <w:rsid w:val="000F5958"/>
    <w:rsid w:val="000F5CB1"/>
    <w:rsid w:val="000F5EFA"/>
    <w:rsid w:val="000F70EF"/>
    <w:rsid w:val="000F724E"/>
    <w:rsid w:val="000F7C53"/>
    <w:rsid w:val="000F7F9A"/>
    <w:rsid w:val="001001AC"/>
    <w:rsid w:val="001006FE"/>
    <w:rsid w:val="00100CE8"/>
    <w:rsid w:val="00100F50"/>
    <w:rsid w:val="0010144A"/>
    <w:rsid w:val="00101A76"/>
    <w:rsid w:val="0010221B"/>
    <w:rsid w:val="00102766"/>
    <w:rsid w:val="00103224"/>
    <w:rsid w:val="00103666"/>
    <w:rsid w:val="001041DF"/>
    <w:rsid w:val="001045AB"/>
    <w:rsid w:val="00104724"/>
    <w:rsid w:val="001052FB"/>
    <w:rsid w:val="00106D55"/>
    <w:rsid w:val="00107088"/>
    <w:rsid w:val="00107AFE"/>
    <w:rsid w:val="001105B8"/>
    <w:rsid w:val="00110B38"/>
    <w:rsid w:val="001117C5"/>
    <w:rsid w:val="00111B07"/>
    <w:rsid w:val="001130B2"/>
    <w:rsid w:val="001131AD"/>
    <w:rsid w:val="001131C1"/>
    <w:rsid w:val="00114153"/>
    <w:rsid w:val="001141F1"/>
    <w:rsid w:val="00115323"/>
    <w:rsid w:val="001156BF"/>
    <w:rsid w:val="0011603E"/>
    <w:rsid w:val="0011684F"/>
    <w:rsid w:val="0011694C"/>
    <w:rsid w:val="00116A90"/>
    <w:rsid w:val="00116F44"/>
    <w:rsid w:val="0011744A"/>
    <w:rsid w:val="001176EA"/>
    <w:rsid w:val="00117AD3"/>
    <w:rsid w:val="00117E59"/>
    <w:rsid w:val="001201CA"/>
    <w:rsid w:val="001201D7"/>
    <w:rsid w:val="0012021C"/>
    <w:rsid w:val="001206F8"/>
    <w:rsid w:val="00120AD2"/>
    <w:rsid w:val="00122D58"/>
    <w:rsid w:val="00122E08"/>
    <w:rsid w:val="00122E7D"/>
    <w:rsid w:val="00122F9E"/>
    <w:rsid w:val="001230F4"/>
    <w:rsid w:val="00123326"/>
    <w:rsid w:val="001234CC"/>
    <w:rsid w:val="001238A7"/>
    <w:rsid w:val="00123A49"/>
    <w:rsid w:val="00123B9E"/>
    <w:rsid w:val="001247DF"/>
    <w:rsid w:val="00124A0F"/>
    <w:rsid w:val="00124CE0"/>
    <w:rsid w:val="00125103"/>
    <w:rsid w:val="0012526E"/>
    <w:rsid w:val="0012533E"/>
    <w:rsid w:val="0012573A"/>
    <w:rsid w:val="00127BE8"/>
    <w:rsid w:val="00130C3D"/>
    <w:rsid w:val="00132269"/>
    <w:rsid w:val="00132A81"/>
    <w:rsid w:val="001337EF"/>
    <w:rsid w:val="00133D87"/>
    <w:rsid w:val="001342C4"/>
    <w:rsid w:val="00134398"/>
    <w:rsid w:val="0013493E"/>
    <w:rsid w:val="001354E2"/>
    <w:rsid w:val="001356BD"/>
    <w:rsid w:val="001362CD"/>
    <w:rsid w:val="0013747A"/>
    <w:rsid w:val="00137C64"/>
    <w:rsid w:val="00140356"/>
    <w:rsid w:val="001409AF"/>
    <w:rsid w:val="00140E64"/>
    <w:rsid w:val="0014198F"/>
    <w:rsid w:val="00141D6D"/>
    <w:rsid w:val="001426F5"/>
    <w:rsid w:val="001427D5"/>
    <w:rsid w:val="00142D9D"/>
    <w:rsid w:val="001430F4"/>
    <w:rsid w:val="0014323E"/>
    <w:rsid w:val="001434E6"/>
    <w:rsid w:val="00143A99"/>
    <w:rsid w:val="00143D04"/>
    <w:rsid w:val="0014420E"/>
    <w:rsid w:val="001448F9"/>
    <w:rsid w:val="001449AF"/>
    <w:rsid w:val="001454BB"/>
    <w:rsid w:val="0014593E"/>
    <w:rsid w:val="00145CC0"/>
    <w:rsid w:val="00145E26"/>
    <w:rsid w:val="001469D9"/>
    <w:rsid w:val="001469DC"/>
    <w:rsid w:val="00147365"/>
    <w:rsid w:val="00147599"/>
    <w:rsid w:val="001476F6"/>
    <w:rsid w:val="00147F7D"/>
    <w:rsid w:val="00147FCC"/>
    <w:rsid w:val="0015008D"/>
    <w:rsid w:val="001501BE"/>
    <w:rsid w:val="001501D1"/>
    <w:rsid w:val="00150293"/>
    <w:rsid w:val="00150DEC"/>
    <w:rsid w:val="00150FCC"/>
    <w:rsid w:val="001517A9"/>
    <w:rsid w:val="001517B5"/>
    <w:rsid w:val="001518B7"/>
    <w:rsid w:val="00151CF4"/>
    <w:rsid w:val="0015201D"/>
    <w:rsid w:val="00152952"/>
    <w:rsid w:val="00152B64"/>
    <w:rsid w:val="0015333A"/>
    <w:rsid w:val="00153A5A"/>
    <w:rsid w:val="00153E62"/>
    <w:rsid w:val="001540BB"/>
    <w:rsid w:val="00154249"/>
    <w:rsid w:val="00154D8D"/>
    <w:rsid w:val="00155091"/>
    <w:rsid w:val="00155609"/>
    <w:rsid w:val="00156238"/>
    <w:rsid w:val="0015638E"/>
    <w:rsid w:val="001565AF"/>
    <w:rsid w:val="00156FFC"/>
    <w:rsid w:val="00157731"/>
    <w:rsid w:val="00157750"/>
    <w:rsid w:val="0015789F"/>
    <w:rsid w:val="001602E4"/>
    <w:rsid w:val="001614BE"/>
    <w:rsid w:val="001625A0"/>
    <w:rsid w:val="00162788"/>
    <w:rsid w:val="00162942"/>
    <w:rsid w:val="00162E2F"/>
    <w:rsid w:val="0016300C"/>
    <w:rsid w:val="001633D8"/>
    <w:rsid w:val="0016341A"/>
    <w:rsid w:val="0016428E"/>
    <w:rsid w:val="001645F7"/>
    <w:rsid w:val="0016548C"/>
    <w:rsid w:val="00165F27"/>
    <w:rsid w:val="001664FD"/>
    <w:rsid w:val="00166969"/>
    <w:rsid w:val="00166B84"/>
    <w:rsid w:val="00166D01"/>
    <w:rsid w:val="0016756C"/>
    <w:rsid w:val="0016776E"/>
    <w:rsid w:val="001678C1"/>
    <w:rsid w:val="00167D6E"/>
    <w:rsid w:val="00167D7C"/>
    <w:rsid w:val="00171372"/>
    <w:rsid w:val="0017185E"/>
    <w:rsid w:val="001718D5"/>
    <w:rsid w:val="00171A5F"/>
    <w:rsid w:val="00171A9B"/>
    <w:rsid w:val="001722CC"/>
    <w:rsid w:val="001725E8"/>
    <w:rsid w:val="001737F5"/>
    <w:rsid w:val="00173AE8"/>
    <w:rsid w:val="0017406D"/>
    <w:rsid w:val="00174453"/>
    <w:rsid w:val="001744B6"/>
    <w:rsid w:val="001753F4"/>
    <w:rsid w:val="00175471"/>
    <w:rsid w:val="001757D4"/>
    <w:rsid w:val="0017652D"/>
    <w:rsid w:val="00176C1A"/>
    <w:rsid w:val="00176E29"/>
    <w:rsid w:val="001779CC"/>
    <w:rsid w:val="00180174"/>
    <w:rsid w:val="00180175"/>
    <w:rsid w:val="00180619"/>
    <w:rsid w:val="0018105E"/>
    <w:rsid w:val="00181088"/>
    <w:rsid w:val="00181C82"/>
    <w:rsid w:val="001822C2"/>
    <w:rsid w:val="00182952"/>
    <w:rsid w:val="00182AF3"/>
    <w:rsid w:val="00182C9D"/>
    <w:rsid w:val="00182DE9"/>
    <w:rsid w:val="00183593"/>
    <w:rsid w:val="00183AE3"/>
    <w:rsid w:val="00184372"/>
    <w:rsid w:val="00184907"/>
    <w:rsid w:val="00185BB7"/>
    <w:rsid w:val="0018615F"/>
    <w:rsid w:val="0018699E"/>
    <w:rsid w:val="00186A4F"/>
    <w:rsid w:val="00186C81"/>
    <w:rsid w:val="00186FBB"/>
    <w:rsid w:val="00187198"/>
    <w:rsid w:val="001879FF"/>
    <w:rsid w:val="00187A68"/>
    <w:rsid w:val="00187B49"/>
    <w:rsid w:val="00187CF7"/>
    <w:rsid w:val="00187E78"/>
    <w:rsid w:val="001905B6"/>
    <w:rsid w:val="001907F2"/>
    <w:rsid w:val="00191361"/>
    <w:rsid w:val="0019193C"/>
    <w:rsid w:val="001929F4"/>
    <w:rsid w:val="001937F6"/>
    <w:rsid w:val="00194287"/>
    <w:rsid w:val="00194761"/>
    <w:rsid w:val="00194E91"/>
    <w:rsid w:val="0019538C"/>
    <w:rsid w:val="00195AF0"/>
    <w:rsid w:val="00195F11"/>
    <w:rsid w:val="00196579"/>
    <w:rsid w:val="00196875"/>
    <w:rsid w:val="00196D62"/>
    <w:rsid w:val="00197704"/>
    <w:rsid w:val="00197779"/>
    <w:rsid w:val="00197853"/>
    <w:rsid w:val="00197A64"/>
    <w:rsid w:val="00197CDE"/>
    <w:rsid w:val="00197E6D"/>
    <w:rsid w:val="001A00F7"/>
    <w:rsid w:val="001A03CC"/>
    <w:rsid w:val="001A0536"/>
    <w:rsid w:val="001A1317"/>
    <w:rsid w:val="001A16D8"/>
    <w:rsid w:val="001A16FF"/>
    <w:rsid w:val="001A1DED"/>
    <w:rsid w:val="001A1F70"/>
    <w:rsid w:val="001A32D8"/>
    <w:rsid w:val="001A33C3"/>
    <w:rsid w:val="001A4172"/>
    <w:rsid w:val="001A4400"/>
    <w:rsid w:val="001A4504"/>
    <w:rsid w:val="001A4595"/>
    <w:rsid w:val="001A4D5F"/>
    <w:rsid w:val="001A509D"/>
    <w:rsid w:val="001A53BE"/>
    <w:rsid w:val="001A55A5"/>
    <w:rsid w:val="001A58C0"/>
    <w:rsid w:val="001A5A28"/>
    <w:rsid w:val="001A66A4"/>
    <w:rsid w:val="001A6E4E"/>
    <w:rsid w:val="001A6E8B"/>
    <w:rsid w:val="001A7020"/>
    <w:rsid w:val="001A708D"/>
    <w:rsid w:val="001A72CA"/>
    <w:rsid w:val="001A75D3"/>
    <w:rsid w:val="001A765F"/>
    <w:rsid w:val="001B09D6"/>
    <w:rsid w:val="001B22EA"/>
    <w:rsid w:val="001B26DD"/>
    <w:rsid w:val="001B2D23"/>
    <w:rsid w:val="001B4C08"/>
    <w:rsid w:val="001B53DC"/>
    <w:rsid w:val="001B5436"/>
    <w:rsid w:val="001B54CB"/>
    <w:rsid w:val="001B5C84"/>
    <w:rsid w:val="001B5CE0"/>
    <w:rsid w:val="001B5F79"/>
    <w:rsid w:val="001B68A2"/>
    <w:rsid w:val="001B6E3B"/>
    <w:rsid w:val="001B76D6"/>
    <w:rsid w:val="001C0C7C"/>
    <w:rsid w:val="001C0EA5"/>
    <w:rsid w:val="001C0EDA"/>
    <w:rsid w:val="001C1050"/>
    <w:rsid w:val="001C10A6"/>
    <w:rsid w:val="001C13CC"/>
    <w:rsid w:val="001C1751"/>
    <w:rsid w:val="001C29FF"/>
    <w:rsid w:val="001C32AB"/>
    <w:rsid w:val="001C3981"/>
    <w:rsid w:val="001C3E49"/>
    <w:rsid w:val="001C421C"/>
    <w:rsid w:val="001C4D81"/>
    <w:rsid w:val="001C55E7"/>
    <w:rsid w:val="001C56AD"/>
    <w:rsid w:val="001C58CE"/>
    <w:rsid w:val="001C6281"/>
    <w:rsid w:val="001C6421"/>
    <w:rsid w:val="001C648C"/>
    <w:rsid w:val="001C6776"/>
    <w:rsid w:val="001C7078"/>
    <w:rsid w:val="001C7403"/>
    <w:rsid w:val="001C789C"/>
    <w:rsid w:val="001C7FE8"/>
    <w:rsid w:val="001D0CDA"/>
    <w:rsid w:val="001D0CEE"/>
    <w:rsid w:val="001D0CF9"/>
    <w:rsid w:val="001D1242"/>
    <w:rsid w:val="001D1B64"/>
    <w:rsid w:val="001D2155"/>
    <w:rsid w:val="001D2614"/>
    <w:rsid w:val="001D288E"/>
    <w:rsid w:val="001D2E32"/>
    <w:rsid w:val="001D3D77"/>
    <w:rsid w:val="001D4148"/>
    <w:rsid w:val="001D4A24"/>
    <w:rsid w:val="001D4C45"/>
    <w:rsid w:val="001D4C4F"/>
    <w:rsid w:val="001D4F10"/>
    <w:rsid w:val="001D4F99"/>
    <w:rsid w:val="001D50C0"/>
    <w:rsid w:val="001D559B"/>
    <w:rsid w:val="001D58C0"/>
    <w:rsid w:val="001D6D88"/>
    <w:rsid w:val="001D755A"/>
    <w:rsid w:val="001D7A62"/>
    <w:rsid w:val="001D7CB3"/>
    <w:rsid w:val="001D7EDD"/>
    <w:rsid w:val="001E021C"/>
    <w:rsid w:val="001E0532"/>
    <w:rsid w:val="001E0779"/>
    <w:rsid w:val="001E09F2"/>
    <w:rsid w:val="001E211B"/>
    <w:rsid w:val="001E21A8"/>
    <w:rsid w:val="001E23D2"/>
    <w:rsid w:val="001E267C"/>
    <w:rsid w:val="001E2EA9"/>
    <w:rsid w:val="001E3475"/>
    <w:rsid w:val="001E38B8"/>
    <w:rsid w:val="001E44D7"/>
    <w:rsid w:val="001E48CB"/>
    <w:rsid w:val="001E4A50"/>
    <w:rsid w:val="001E5F21"/>
    <w:rsid w:val="001E60B1"/>
    <w:rsid w:val="001E66D7"/>
    <w:rsid w:val="001E67C1"/>
    <w:rsid w:val="001E6CE4"/>
    <w:rsid w:val="001E73E3"/>
    <w:rsid w:val="001E7AAB"/>
    <w:rsid w:val="001E7ACD"/>
    <w:rsid w:val="001E7BDA"/>
    <w:rsid w:val="001F1F69"/>
    <w:rsid w:val="001F200A"/>
    <w:rsid w:val="001F21F0"/>
    <w:rsid w:val="001F22DE"/>
    <w:rsid w:val="001F2E00"/>
    <w:rsid w:val="001F2F08"/>
    <w:rsid w:val="001F30F8"/>
    <w:rsid w:val="001F36B0"/>
    <w:rsid w:val="001F3C6F"/>
    <w:rsid w:val="001F3E96"/>
    <w:rsid w:val="001F3EEC"/>
    <w:rsid w:val="001F3EF3"/>
    <w:rsid w:val="001F44B2"/>
    <w:rsid w:val="001F4B56"/>
    <w:rsid w:val="001F4C3F"/>
    <w:rsid w:val="001F4F76"/>
    <w:rsid w:val="001F61B0"/>
    <w:rsid w:val="001F63AE"/>
    <w:rsid w:val="001F6456"/>
    <w:rsid w:val="001F658B"/>
    <w:rsid w:val="001F68D1"/>
    <w:rsid w:val="001F690B"/>
    <w:rsid w:val="001F7309"/>
    <w:rsid w:val="001F754F"/>
    <w:rsid w:val="001F7CE9"/>
    <w:rsid w:val="001F7F59"/>
    <w:rsid w:val="002002B5"/>
    <w:rsid w:val="002007D5"/>
    <w:rsid w:val="002014D1"/>
    <w:rsid w:val="00201F8A"/>
    <w:rsid w:val="0020225E"/>
    <w:rsid w:val="002022FD"/>
    <w:rsid w:val="002024F5"/>
    <w:rsid w:val="0020261B"/>
    <w:rsid w:val="00203568"/>
    <w:rsid w:val="00203B18"/>
    <w:rsid w:val="00203DC2"/>
    <w:rsid w:val="0020436E"/>
    <w:rsid w:val="00204718"/>
    <w:rsid w:val="0020633F"/>
    <w:rsid w:val="0020652E"/>
    <w:rsid w:val="00206895"/>
    <w:rsid w:val="002068CD"/>
    <w:rsid w:val="00206E37"/>
    <w:rsid w:val="00206E71"/>
    <w:rsid w:val="00206F24"/>
    <w:rsid w:val="00210006"/>
    <w:rsid w:val="00210826"/>
    <w:rsid w:val="00210A13"/>
    <w:rsid w:val="00210D8C"/>
    <w:rsid w:val="00210F34"/>
    <w:rsid w:val="00211887"/>
    <w:rsid w:val="00211A36"/>
    <w:rsid w:val="00211BAB"/>
    <w:rsid w:val="002120D4"/>
    <w:rsid w:val="002123BB"/>
    <w:rsid w:val="00212A3B"/>
    <w:rsid w:val="00212FB7"/>
    <w:rsid w:val="00213004"/>
    <w:rsid w:val="00213197"/>
    <w:rsid w:val="002136C8"/>
    <w:rsid w:val="00213DAC"/>
    <w:rsid w:val="00214025"/>
    <w:rsid w:val="00214169"/>
    <w:rsid w:val="0021420C"/>
    <w:rsid w:val="002146AE"/>
    <w:rsid w:val="002146B2"/>
    <w:rsid w:val="00214941"/>
    <w:rsid w:val="00214AA6"/>
    <w:rsid w:val="00214AAD"/>
    <w:rsid w:val="00214E40"/>
    <w:rsid w:val="00214FBF"/>
    <w:rsid w:val="002153F3"/>
    <w:rsid w:val="002156F9"/>
    <w:rsid w:val="00215B61"/>
    <w:rsid w:val="002160C4"/>
    <w:rsid w:val="0021631B"/>
    <w:rsid w:val="00217B26"/>
    <w:rsid w:val="00217FD7"/>
    <w:rsid w:val="00217FEA"/>
    <w:rsid w:val="00220700"/>
    <w:rsid w:val="00220961"/>
    <w:rsid w:val="00220DEA"/>
    <w:rsid w:val="002212F2"/>
    <w:rsid w:val="00221571"/>
    <w:rsid w:val="002221E4"/>
    <w:rsid w:val="0022234E"/>
    <w:rsid w:val="00224968"/>
    <w:rsid w:val="00224E4B"/>
    <w:rsid w:val="002256BF"/>
    <w:rsid w:val="00225E73"/>
    <w:rsid w:val="00226196"/>
    <w:rsid w:val="002265E8"/>
    <w:rsid w:val="00226A8D"/>
    <w:rsid w:val="00226B81"/>
    <w:rsid w:val="00226F7B"/>
    <w:rsid w:val="00227075"/>
    <w:rsid w:val="002270C0"/>
    <w:rsid w:val="002270E8"/>
    <w:rsid w:val="0022716C"/>
    <w:rsid w:val="002275FD"/>
    <w:rsid w:val="00227A0F"/>
    <w:rsid w:val="00227A1F"/>
    <w:rsid w:val="00230419"/>
    <w:rsid w:val="002308CB"/>
    <w:rsid w:val="0023170E"/>
    <w:rsid w:val="00231C52"/>
    <w:rsid w:val="00232A92"/>
    <w:rsid w:val="002335A7"/>
    <w:rsid w:val="002337B4"/>
    <w:rsid w:val="00234682"/>
    <w:rsid w:val="00234823"/>
    <w:rsid w:val="00234A8B"/>
    <w:rsid w:val="00234E09"/>
    <w:rsid w:val="00235405"/>
    <w:rsid w:val="00235EB0"/>
    <w:rsid w:val="0023638F"/>
    <w:rsid w:val="002368BA"/>
    <w:rsid w:val="002373DC"/>
    <w:rsid w:val="00237A8F"/>
    <w:rsid w:val="00237C7D"/>
    <w:rsid w:val="00240069"/>
    <w:rsid w:val="00240497"/>
    <w:rsid w:val="00240A09"/>
    <w:rsid w:val="00240D8F"/>
    <w:rsid w:val="002411B4"/>
    <w:rsid w:val="002426DC"/>
    <w:rsid w:val="0024292B"/>
    <w:rsid w:val="00243AE7"/>
    <w:rsid w:val="00243C34"/>
    <w:rsid w:val="00244084"/>
    <w:rsid w:val="0024410E"/>
    <w:rsid w:val="002448AD"/>
    <w:rsid w:val="00244DCD"/>
    <w:rsid w:val="00244FDD"/>
    <w:rsid w:val="00245064"/>
    <w:rsid w:val="002450DA"/>
    <w:rsid w:val="00245167"/>
    <w:rsid w:val="0024692E"/>
    <w:rsid w:val="00247013"/>
    <w:rsid w:val="002470CE"/>
    <w:rsid w:val="0024717A"/>
    <w:rsid w:val="0024734C"/>
    <w:rsid w:val="00247533"/>
    <w:rsid w:val="002476B1"/>
    <w:rsid w:val="00250B4B"/>
    <w:rsid w:val="00251920"/>
    <w:rsid w:val="002519F8"/>
    <w:rsid w:val="002524EB"/>
    <w:rsid w:val="00252D86"/>
    <w:rsid w:val="00252E52"/>
    <w:rsid w:val="002530F0"/>
    <w:rsid w:val="00253AEB"/>
    <w:rsid w:val="0025451F"/>
    <w:rsid w:val="002550DD"/>
    <w:rsid w:val="00255794"/>
    <w:rsid w:val="00255F52"/>
    <w:rsid w:val="00256574"/>
    <w:rsid w:val="00256D6F"/>
    <w:rsid w:val="00256EFA"/>
    <w:rsid w:val="0025738B"/>
    <w:rsid w:val="0025794F"/>
    <w:rsid w:val="00257B1B"/>
    <w:rsid w:val="002603D4"/>
    <w:rsid w:val="0026084A"/>
    <w:rsid w:val="00260ACD"/>
    <w:rsid w:val="00260F87"/>
    <w:rsid w:val="00261522"/>
    <w:rsid w:val="00261A7F"/>
    <w:rsid w:val="00261B51"/>
    <w:rsid w:val="0026257C"/>
    <w:rsid w:val="0026276D"/>
    <w:rsid w:val="00262CF9"/>
    <w:rsid w:val="002639B3"/>
    <w:rsid w:val="00263E85"/>
    <w:rsid w:val="002641CD"/>
    <w:rsid w:val="0026435D"/>
    <w:rsid w:val="002645FE"/>
    <w:rsid w:val="002670BB"/>
    <w:rsid w:val="002675E7"/>
    <w:rsid w:val="00270813"/>
    <w:rsid w:val="00270F3C"/>
    <w:rsid w:val="00271665"/>
    <w:rsid w:val="00272396"/>
    <w:rsid w:val="0027273E"/>
    <w:rsid w:val="00272F45"/>
    <w:rsid w:val="0027414A"/>
    <w:rsid w:val="00275585"/>
    <w:rsid w:val="002757BA"/>
    <w:rsid w:val="00275A92"/>
    <w:rsid w:val="00275D6F"/>
    <w:rsid w:val="00275D9C"/>
    <w:rsid w:val="00275E1A"/>
    <w:rsid w:val="00276054"/>
    <w:rsid w:val="002766A7"/>
    <w:rsid w:val="00276744"/>
    <w:rsid w:val="00276767"/>
    <w:rsid w:val="002769B3"/>
    <w:rsid w:val="00276B64"/>
    <w:rsid w:val="002770CA"/>
    <w:rsid w:val="00277507"/>
    <w:rsid w:val="00277C6F"/>
    <w:rsid w:val="00280241"/>
    <w:rsid w:val="00280F56"/>
    <w:rsid w:val="00282279"/>
    <w:rsid w:val="0028232D"/>
    <w:rsid w:val="00282484"/>
    <w:rsid w:val="002826EE"/>
    <w:rsid w:val="00282EAA"/>
    <w:rsid w:val="00282F59"/>
    <w:rsid w:val="002830C8"/>
    <w:rsid w:val="00283100"/>
    <w:rsid w:val="0028319E"/>
    <w:rsid w:val="00283562"/>
    <w:rsid w:val="00283624"/>
    <w:rsid w:val="0028367C"/>
    <w:rsid w:val="00283F12"/>
    <w:rsid w:val="002840D8"/>
    <w:rsid w:val="002849EA"/>
    <w:rsid w:val="00284A61"/>
    <w:rsid w:val="00284DEE"/>
    <w:rsid w:val="00284E98"/>
    <w:rsid w:val="00284EAD"/>
    <w:rsid w:val="002852CC"/>
    <w:rsid w:val="00285448"/>
    <w:rsid w:val="002857DC"/>
    <w:rsid w:val="00285E39"/>
    <w:rsid w:val="002865E7"/>
    <w:rsid w:val="00286B2C"/>
    <w:rsid w:val="00286DD7"/>
    <w:rsid w:val="00287323"/>
    <w:rsid w:val="002873F1"/>
    <w:rsid w:val="002874FF"/>
    <w:rsid w:val="0028755E"/>
    <w:rsid w:val="002878B7"/>
    <w:rsid w:val="00287A90"/>
    <w:rsid w:val="002909F8"/>
    <w:rsid w:val="00290A59"/>
    <w:rsid w:val="00290E04"/>
    <w:rsid w:val="00291054"/>
    <w:rsid w:val="00291182"/>
    <w:rsid w:val="0029130C"/>
    <w:rsid w:val="00291D8D"/>
    <w:rsid w:val="00292B51"/>
    <w:rsid w:val="00292DF8"/>
    <w:rsid w:val="0029301D"/>
    <w:rsid w:val="002933BB"/>
    <w:rsid w:val="0029375F"/>
    <w:rsid w:val="00293D7C"/>
    <w:rsid w:val="00294B76"/>
    <w:rsid w:val="00295295"/>
    <w:rsid w:val="00295975"/>
    <w:rsid w:val="00295ABD"/>
    <w:rsid w:val="00295B3F"/>
    <w:rsid w:val="00296BF3"/>
    <w:rsid w:val="00296E35"/>
    <w:rsid w:val="00297314"/>
    <w:rsid w:val="0029766B"/>
    <w:rsid w:val="00297BCC"/>
    <w:rsid w:val="002A035B"/>
    <w:rsid w:val="002A04DC"/>
    <w:rsid w:val="002A0D0C"/>
    <w:rsid w:val="002A0F31"/>
    <w:rsid w:val="002A11DC"/>
    <w:rsid w:val="002A1319"/>
    <w:rsid w:val="002A16D9"/>
    <w:rsid w:val="002A1EBA"/>
    <w:rsid w:val="002A217F"/>
    <w:rsid w:val="002A2473"/>
    <w:rsid w:val="002A26C0"/>
    <w:rsid w:val="002A2ADD"/>
    <w:rsid w:val="002A2FAA"/>
    <w:rsid w:val="002A36C5"/>
    <w:rsid w:val="002A3E10"/>
    <w:rsid w:val="002A41FD"/>
    <w:rsid w:val="002A5192"/>
    <w:rsid w:val="002A546C"/>
    <w:rsid w:val="002A65DB"/>
    <w:rsid w:val="002A6ABC"/>
    <w:rsid w:val="002A6BC4"/>
    <w:rsid w:val="002A7E8D"/>
    <w:rsid w:val="002A7F2A"/>
    <w:rsid w:val="002B02DD"/>
    <w:rsid w:val="002B04BA"/>
    <w:rsid w:val="002B092E"/>
    <w:rsid w:val="002B0A1C"/>
    <w:rsid w:val="002B10AB"/>
    <w:rsid w:val="002B14AF"/>
    <w:rsid w:val="002B1859"/>
    <w:rsid w:val="002B208A"/>
    <w:rsid w:val="002B20C6"/>
    <w:rsid w:val="002B229A"/>
    <w:rsid w:val="002B2488"/>
    <w:rsid w:val="002B24E3"/>
    <w:rsid w:val="002B304B"/>
    <w:rsid w:val="002B3CC8"/>
    <w:rsid w:val="002B3D7C"/>
    <w:rsid w:val="002B4032"/>
    <w:rsid w:val="002B48F8"/>
    <w:rsid w:val="002B49B0"/>
    <w:rsid w:val="002B4AFA"/>
    <w:rsid w:val="002B51CA"/>
    <w:rsid w:val="002B5BD6"/>
    <w:rsid w:val="002B5D42"/>
    <w:rsid w:val="002B6F9B"/>
    <w:rsid w:val="002B7683"/>
    <w:rsid w:val="002B78DF"/>
    <w:rsid w:val="002C0206"/>
    <w:rsid w:val="002C036B"/>
    <w:rsid w:val="002C05A1"/>
    <w:rsid w:val="002C0DFE"/>
    <w:rsid w:val="002C14D0"/>
    <w:rsid w:val="002C26CA"/>
    <w:rsid w:val="002C27B0"/>
    <w:rsid w:val="002C2B8D"/>
    <w:rsid w:val="002C2C00"/>
    <w:rsid w:val="002C3151"/>
    <w:rsid w:val="002C3152"/>
    <w:rsid w:val="002C3181"/>
    <w:rsid w:val="002C331D"/>
    <w:rsid w:val="002C367B"/>
    <w:rsid w:val="002C39B6"/>
    <w:rsid w:val="002C45B3"/>
    <w:rsid w:val="002C47A7"/>
    <w:rsid w:val="002C5245"/>
    <w:rsid w:val="002C530F"/>
    <w:rsid w:val="002C5337"/>
    <w:rsid w:val="002C5BDB"/>
    <w:rsid w:val="002C5C5A"/>
    <w:rsid w:val="002C634C"/>
    <w:rsid w:val="002C64DF"/>
    <w:rsid w:val="002C72A7"/>
    <w:rsid w:val="002C74A1"/>
    <w:rsid w:val="002D0949"/>
    <w:rsid w:val="002D0B7C"/>
    <w:rsid w:val="002D0BE9"/>
    <w:rsid w:val="002D0E5D"/>
    <w:rsid w:val="002D1A1D"/>
    <w:rsid w:val="002D1E80"/>
    <w:rsid w:val="002D2191"/>
    <w:rsid w:val="002D22A0"/>
    <w:rsid w:val="002D2323"/>
    <w:rsid w:val="002D2654"/>
    <w:rsid w:val="002D2E5C"/>
    <w:rsid w:val="002D372A"/>
    <w:rsid w:val="002D3D05"/>
    <w:rsid w:val="002D43AB"/>
    <w:rsid w:val="002D4823"/>
    <w:rsid w:val="002D486A"/>
    <w:rsid w:val="002D49DF"/>
    <w:rsid w:val="002D4B20"/>
    <w:rsid w:val="002D4CEF"/>
    <w:rsid w:val="002D5419"/>
    <w:rsid w:val="002D699C"/>
    <w:rsid w:val="002D6CEB"/>
    <w:rsid w:val="002D6F27"/>
    <w:rsid w:val="002D73E5"/>
    <w:rsid w:val="002D74DE"/>
    <w:rsid w:val="002D7762"/>
    <w:rsid w:val="002D7AA5"/>
    <w:rsid w:val="002E1D4F"/>
    <w:rsid w:val="002E228E"/>
    <w:rsid w:val="002E2779"/>
    <w:rsid w:val="002E2FCC"/>
    <w:rsid w:val="002E3EC8"/>
    <w:rsid w:val="002E413B"/>
    <w:rsid w:val="002E4185"/>
    <w:rsid w:val="002E42DD"/>
    <w:rsid w:val="002E49D6"/>
    <w:rsid w:val="002E52E2"/>
    <w:rsid w:val="002E54E4"/>
    <w:rsid w:val="002E5594"/>
    <w:rsid w:val="002E5BAF"/>
    <w:rsid w:val="002E5EE0"/>
    <w:rsid w:val="002E6386"/>
    <w:rsid w:val="002E6577"/>
    <w:rsid w:val="002E65D4"/>
    <w:rsid w:val="002E6A50"/>
    <w:rsid w:val="002E7A86"/>
    <w:rsid w:val="002F007E"/>
    <w:rsid w:val="002F0D2B"/>
    <w:rsid w:val="002F0D2D"/>
    <w:rsid w:val="002F1040"/>
    <w:rsid w:val="002F15D0"/>
    <w:rsid w:val="002F1932"/>
    <w:rsid w:val="002F1D36"/>
    <w:rsid w:val="002F1D9B"/>
    <w:rsid w:val="002F2035"/>
    <w:rsid w:val="002F2688"/>
    <w:rsid w:val="002F276A"/>
    <w:rsid w:val="002F3082"/>
    <w:rsid w:val="002F3CC2"/>
    <w:rsid w:val="002F4128"/>
    <w:rsid w:val="002F494B"/>
    <w:rsid w:val="002F4BD5"/>
    <w:rsid w:val="002F4D1E"/>
    <w:rsid w:val="002F514C"/>
    <w:rsid w:val="002F52A7"/>
    <w:rsid w:val="002F5853"/>
    <w:rsid w:val="002F608A"/>
    <w:rsid w:val="002F68F0"/>
    <w:rsid w:val="002F6AAA"/>
    <w:rsid w:val="002F6DE5"/>
    <w:rsid w:val="002F72C4"/>
    <w:rsid w:val="002F758C"/>
    <w:rsid w:val="002F7D50"/>
    <w:rsid w:val="00300392"/>
    <w:rsid w:val="003009DD"/>
    <w:rsid w:val="00300A56"/>
    <w:rsid w:val="00301229"/>
    <w:rsid w:val="003017BF"/>
    <w:rsid w:val="00302039"/>
    <w:rsid w:val="003021D0"/>
    <w:rsid w:val="003027C8"/>
    <w:rsid w:val="003033B2"/>
    <w:rsid w:val="00303487"/>
    <w:rsid w:val="00303A36"/>
    <w:rsid w:val="00303A39"/>
    <w:rsid w:val="00303B19"/>
    <w:rsid w:val="00304338"/>
    <w:rsid w:val="00304821"/>
    <w:rsid w:val="0030491F"/>
    <w:rsid w:val="0030660C"/>
    <w:rsid w:val="00306807"/>
    <w:rsid w:val="003068CB"/>
    <w:rsid w:val="00307165"/>
    <w:rsid w:val="0030740F"/>
    <w:rsid w:val="00307CEE"/>
    <w:rsid w:val="0031022B"/>
    <w:rsid w:val="00310540"/>
    <w:rsid w:val="00310E2C"/>
    <w:rsid w:val="00311036"/>
    <w:rsid w:val="0031115D"/>
    <w:rsid w:val="00312085"/>
    <w:rsid w:val="003127B0"/>
    <w:rsid w:val="00313795"/>
    <w:rsid w:val="00313811"/>
    <w:rsid w:val="00313B53"/>
    <w:rsid w:val="00313C31"/>
    <w:rsid w:val="00313D1D"/>
    <w:rsid w:val="003142D7"/>
    <w:rsid w:val="00314360"/>
    <w:rsid w:val="0031458A"/>
    <w:rsid w:val="00315E46"/>
    <w:rsid w:val="0031624F"/>
    <w:rsid w:val="003163E1"/>
    <w:rsid w:val="00316449"/>
    <w:rsid w:val="003164D7"/>
    <w:rsid w:val="003164F1"/>
    <w:rsid w:val="003166E7"/>
    <w:rsid w:val="00316A96"/>
    <w:rsid w:val="00316D64"/>
    <w:rsid w:val="003175C6"/>
    <w:rsid w:val="00317B64"/>
    <w:rsid w:val="00320319"/>
    <w:rsid w:val="00320399"/>
    <w:rsid w:val="003209AE"/>
    <w:rsid w:val="00320AD9"/>
    <w:rsid w:val="00320C2D"/>
    <w:rsid w:val="00320D89"/>
    <w:rsid w:val="00320FC0"/>
    <w:rsid w:val="00321D80"/>
    <w:rsid w:val="00321F4A"/>
    <w:rsid w:val="003226A4"/>
    <w:rsid w:val="00322915"/>
    <w:rsid w:val="003235DA"/>
    <w:rsid w:val="00323BA5"/>
    <w:rsid w:val="00323F5C"/>
    <w:rsid w:val="003240A7"/>
    <w:rsid w:val="00324C5B"/>
    <w:rsid w:val="00325316"/>
    <w:rsid w:val="00325D34"/>
    <w:rsid w:val="0032624E"/>
    <w:rsid w:val="003265DE"/>
    <w:rsid w:val="00327F23"/>
    <w:rsid w:val="0033020A"/>
    <w:rsid w:val="003308B5"/>
    <w:rsid w:val="00330B11"/>
    <w:rsid w:val="00330CE4"/>
    <w:rsid w:val="003310F6"/>
    <w:rsid w:val="00331153"/>
    <w:rsid w:val="003313B5"/>
    <w:rsid w:val="00331D92"/>
    <w:rsid w:val="003320CE"/>
    <w:rsid w:val="00332305"/>
    <w:rsid w:val="00332786"/>
    <w:rsid w:val="00332C5C"/>
    <w:rsid w:val="00332E41"/>
    <w:rsid w:val="00333075"/>
    <w:rsid w:val="003330E3"/>
    <w:rsid w:val="0033325A"/>
    <w:rsid w:val="003337C4"/>
    <w:rsid w:val="00333C41"/>
    <w:rsid w:val="00333FF1"/>
    <w:rsid w:val="0033432A"/>
    <w:rsid w:val="00336028"/>
    <w:rsid w:val="00336C53"/>
    <w:rsid w:val="0034023C"/>
    <w:rsid w:val="00340241"/>
    <w:rsid w:val="0034048B"/>
    <w:rsid w:val="003404B2"/>
    <w:rsid w:val="00340639"/>
    <w:rsid w:val="00340824"/>
    <w:rsid w:val="00341D22"/>
    <w:rsid w:val="0034200D"/>
    <w:rsid w:val="00342C59"/>
    <w:rsid w:val="00342CC3"/>
    <w:rsid w:val="00342E41"/>
    <w:rsid w:val="0034335E"/>
    <w:rsid w:val="00343511"/>
    <w:rsid w:val="00343CCD"/>
    <w:rsid w:val="00344792"/>
    <w:rsid w:val="00344AAF"/>
    <w:rsid w:val="00344D4C"/>
    <w:rsid w:val="00344ECD"/>
    <w:rsid w:val="00344FBF"/>
    <w:rsid w:val="00346548"/>
    <w:rsid w:val="003466F7"/>
    <w:rsid w:val="00346727"/>
    <w:rsid w:val="003468CA"/>
    <w:rsid w:val="00347006"/>
    <w:rsid w:val="00347271"/>
    <w:rsid w:val="00347422"/>
    <w:rsid w:val="00347B80"/>
    <w:rsid w:val="00347D85"/>
    <w:rsid w:val="00347E88"/>
    <w:rsid w:val="00351935"/>
    <w:rsid w:val="0035208E"/>
    <w:rsid w:val="003528F7"/>
    <w:rsid w:val="00352A09"/>
    <w:rsid w:val="0035381C"/>
    <w:rsid w:val="00353F3D"/>
    <w:rsid w:val="00354A1A"/>
    <w:rsid w:val="003554B7"/>
    <w:rsid w:val="00355BCE"/>
    <w:rsid w:val="00355C95"/>
    <w:rsid w:val="00355F53"/>
    <w:rsid w:val="00356903"/>
    <w:rsid w:val="00356CE8"/>
    <w:rsid w:val="003573F3"/>
    <w:rsid w:val="00357B95"/>
    <w:rsid w:val="00357D13"/>
    <w:rsid w:val="00360449"/>
    <w:rsid w:val="003606A7"/>
    <w:rsid w:val="00360A84"/>
    <w:rsid w:val="00360E72"/>
    <w:rsid w:val="00360ED4"/>
    <w:rsid w:val="003612CA"/>
    <w:rsid w:val="0036140D"/>
    <w:rsid w:val="00361505"/>
    <w:rsid w:val="00361552"/>
    <w:rsid w:val="00361874"/>
    <w:rsid w:val="00361916"/>
    <w:rsid w:val="00361A9C"/>
    <w:rsid w:val="00361AFC"/>
    <w:rsid w:val="00361D49"/>
    <w:rsid w:val="00361EC0"/>
    <w:rsid w:val="0036206B"/>
    <w:rsid w:val="003626C0"/>
    <w:rsid w:val="00363352"/>
    <w:rsid w:val="003638A4"/>
    <w:rsid w:val="00364479"/>
    <w:rsid w:val="00364EC2"/>
    <w:rsid w:val="00364FC1"/>
    <w:rsid w:val="00365AF4"/>
    <w:rsid w:val="00365D67"/>
    <w:rsid w:val="00367110"/>
    <w:rsid w:val="0036768A"/>
    <w:rsid w:val="00367CC4"/>
    <w:rsid w:val="00370093"/>
    <w:rsid w:val="003700F7"/>
    <w:rsid w:val="003703C1"/>
    <w:rsid w:val="0037089B"/>
    <w:rsid w:val="00371B1E"/>
    <w:rsid w:val="00371BDD"/>
    <w:rsid w:val="003721FC"/>
    <w:rsid w:val="003728B4"/>
    <w:rsid w:val="0037292B"/>
    <w:rsid w:val="00372F47"/>
    <w:rsid w:val="003731CB"/>
    <w:rsid w:val="0037346C"/>
    <w:rsid w:val="0037369B"/>
    <w:rsid w:val="003737B3"/>
    <w:rsid w:val="00373F7E"/>
    <w:rsid w:val="0037419D"/>
    <w:rsid w:val="003744D4"/>
    <w:rsid w:val="003747E0"/>
    <w:rsid w:val="00374D83"/>
    <w:rsid w:val="003755F0"/>
    <w:rsid w:val="003757B6"/>
    <w:rsid w:val="003759FE"/>
    <w:rsid w:val="00375B88"/>
    <w:rsid w:val="00375F13"/>
    <w:rsid w:val="00375F1D"/>
    <w:rsid w:val="0037630B"/>
    <w:rsid w:val="0037644C"/>
    <w:rsid w:val="00376606"/>
    <w:rsid w:val="00376708"/>
    <w:rsid w:val="00377044"/>
    <w:rsid w:val="0037718D"/>
    <w:rsid w:val="003772A4"/>
    <w:rsid w:val="00377901"/>
    <w:rsid w:val="00377DAD"/>
    <w:rsid w:val="00380151"/>
    <w:rsid w:val="003805F4"/>
    <w:rsid w:val="003808E7"/>
    <w:rsid w:val="003809FA"/>
    <w:rsid w:val="00380C5C"/>
    <w:rsid w:val="00380FD9"/>
    <w:rsid w:val="0038103C"/>
    <w:rsid w:val="00382094"/>
    <w:rsid w:val="003830B0"/>
    <w:rsid w:val="00383A4C"/>
    <w:rsid w:val="00384507"/>
    <w:rsid w:val="003845B9"/>
    <w:rsid w:val="0038487B"/>
    <w:rsid w:val="00384DAE"/>
    <w:rsid w:val="00384EB8"/>
    <w:rsid w:val="00385A0F"/>
    <w:rsid w:val="00385DDC"/>
    <w:rsid w:val="00385E1D"/>
    <w:rsid w:val="003867A1"/>
    <w:rsid w:val="00387272"/>
    <w:rsid w:val="00387322"/>
    <w:rsid w:val="00387505"/>
    <w:rsid w:val="00390001"/>
    <w:rsid w:val="00390936"/>
    <w:rsid w:val="00390966"/>
    <w:rsid w:val="00390C61"/>
    <w:rsid w:val="00390C93"/>
    <w:rsid w:val="003912CD"/>
    <w:rsid w:val="00391424"/>
    <w:rsid w:val="003916FD"/>
    <w:rsid w:val="00391BB2"/>
    <w:rsid w:val="0039219E"/>
    <w:rsid w:val="00393730"/>
    <w:rsid w:val="00393BEF"/>
    <w:rsid w:val="00393CAE"/>
    <w:rsid w:val="00393E87"/>
    <w:rsid w:val="00394160"/>
    <w:rsid w:val="00395D9A"/>
    <w:rsid w:val="003964B8"/>
    <w:rsid w:val="00397466"/>
    <w:rsid w:val="00397595"/>
    <w:rsid w:val="00397B08"/>
    <w:rsid w:val="00397C7E"/>
    <w:rsid w:val="003A02F8"/>
    <w:rsid w:val="003A3222"/>
    <w:rsid w:val="003A3231"/>
    <w:rsid w:val="003A32DD"/>
    <w:rsid w:val="003A3352"/>
    <w:rsid w:val="003A3531"/>
    <w:rsid w:val="003A3CDC"/>
    <w:rsid w:val="003A4455"/>
    <w:rsid w:val="003A55AC"/>
    <w:rsid w:val="003A59B0"/>
    <w:rsid w:val="003A657F"/>
    <w:rsid w:val="003A66AE"/>
    <w:rsid w:val="003A6D38"/>
    <w:rsid w:val="003A6EA1"/>
    <w:rsid w:val="003A6FCC"/>
    <w:rsid w:val="003A7BD7"/>
    <w:rsid w:val="003B0DA5"/>
    <w:rsid w:val="003B190F"/>
    <w:rsid w:val="003B1D83"/>
    <w:rsid w:val="003B1DA4"/>
    <w:rsid w:val="003B2D61"/>
    <w:rsid w:val="003B2DDD"/>
    <w:rsid w:val="003B3044"/>
    <w:rsid w:val="003B30E1"/>
    <w:rsid w:val="003B32EF"/>
    <w:rsid w:val="003B3E0E"/>
    <w:rsid w:val="003B3F53"/>
    <w:rsid w:val="003B4D6B"/>
    <w:rsid w:val="003B5B4C"/>
    <w:rsid w:val="003B65DD"/>
    <w:rsid w:val="003B66ED"/>
    <w:rsid w:val="003B6B47"/>
    <w:rsid w:val="003B6F9E"/>
    <w:rsid w:val="003B6FBB"/>
    <w:rsid w:val="003B7192"/>
    <w:rsid w:val="003B77F0"/>
    <w:rsid w:val="003C0C2B"/>
    <w:rsid w:val="003C128D"/>
    <w:rsid w:val="003C14E8"/>
    <w:rsid w:val="003C1BE5"/>
    <w:rsid w:val="003C239F"/>
    <w:rsid w:val="003C2498"/>
    <w:rsid w:val="003C2BA7"/>
    <w:rsid w:val="003C2C49"/>
    <w:rsid w:val="003C3008"/>
    <w:rsid w:val="003C31B8"/>
    <w:rsid w:val="003C3F72"/>
    <w:rsid w:val="003C452E"/>
    <w:rsid w:val="003C4D5E"/>
    <w:rsid w:val="003C4E0C"/>
    <w:rsid w:val="003C51CD"/>
    <w:rsid w:val="003C697F"/>
    <w:rsid w:val="003C6CC8"/>
    <w:rsid w:val="003C7559"/>
    <w:rsid w:val="003D0416"/>
    <w:rsid w:val="003D0C34"/>
    <w:rsid w:val="003D1079"/>
    <w:rsid w:val="003D14B2"/>
    <w:rsid w:val="003D151F"/>
    <w:rsid w:val="003D1B1A"/>
    <w:rsid w:val="003D1F4C"/>
    <w:rsid w:val="003D25CE"/>
    <w:rsid w:val="003D264D"/>
    <w:rsid w:val="003D2B5A"/>
    <w:rsid w:val="003D3391"/>
    <w:rsid w:val="003D36D1"/>
    <w:rsid w:val="003D3B01"/>
    <w:rsid w:val="003D3F63"/>
    <w:rsid w:val="003D436E"/>
    <w:rsid w:val="003D4474"/>
    <w:rsid w:val="003D486E"/>
    <w:rsid w:val="003D4BC4"/>
    <w:rsid w:val="003D4DFA"/>
    <w:rsid w:val="003D5569"/>
    <w:rsid w:val="003D55A2"/>
    <w:rsid w:val="003D5D04"/>
    <w:rsid w:val="003D5DB5"/>
    <w:rsid w:val="003D60E5"/>
    <w:rsid w:val="003D6178"/>
    <w:rsid w:val="003D6524"/>
    <w:rsid w:val="003D66D1"/>
    <w:rsid w:val="003D6C3B"/>
    <w:rsid w:val="003D6D4B"/>
    <w:rsid w:val="003D7287"/>
    <w:rsid w:val="003D763A"/>
    <w:rsid w:val="003D7C07"/>
    <w:rsid w:val="003D7C89"/>
    <w:rsid w:val="003E03EE"/>
    <w:rsid w:val="003E1586"/>
    <w:rsid w:val="003E1B4D"/>
    <w:rsid w:val="003E1C72"/>
    <w:rsid w:val="003E3215"/>
    <w:rsid w:val="003E4482"/>
    <w:rsid w:val="003E486D"/>
    <w:rsid w:val="003E49D1"/>
    <w:rsid w:val="003E4C47"/>
    <w:rsid w:val="003E5088"/>
    <w:rsid w:val="003E55F5"/>
    <w:rsid w:val="003E5AB0"/>
    <w:rsid w:val="003E5D18"/>
    <w:rsid w:val="003E5FF5"/>
    <w:rsid w:val="003E6719"/>
    <w:rsid w:val="003E7020"/>
    <w:rsid w:val="003E7120"/>
    <w:rsid w:val="003E7294"/>
    <w:rsid w:val="003E7AB0"/>
    <w:rsid w:val="003F03C8"/>
    <w:rsid w:val="003F0D7B"/>
    <w:rsid w:val="003F0FD8"/>
    <w:rsid w:val="003F1CB6"/>
    <w:rsid w:val="003F2BC1"/>
    <w:rsid w:val="003F2CCE"/>
    <w:rsid w:val="003F3320"/>
    <w:rsid w:val="003F342E"/>
    <w:rsid w:val="003F4A54"/>
    <w:rsid w:val="003F4AD2"/>
    <w:rsid w:val="003F4DF2"/>
    <w:rsid w:val="003F5605"/>
    <w:rsid w:val="003F56D7"/>
    <w:rsid w:val="003F59F9"/>
    <w:rsid w:val="003F5F32"/>
    <w:rsid w:val="003F6D46"/>
    <w:rsid w:val="003F6D8D"/>
    <w:rsid w:val="003F75F4"/>
    <w:rsid w:val="003F7901"/>
    <w:rsid w:val="004001BE"/>
    <w:rsid w:val="0040087C"/>
    <w:rsid w:val="0040140A"/>
    <w:rsid w:val="00401504"/>
    <w:rsid w:val="004016C8"/>
    <w:rsid w:val="00401E41"/>
    <w:rsid w:val="00402233"/>
    <w:rsid w:val="00402691"/>
    <w:rsid w:val="0040317F"/>
    <w:rsid w:val="00403559"/>
    <w:rsid w:val="004035F9"/>
    <w:rsid w:val="00403810"/>
    <w:rsid w:val="00403D5F"/>
    <w:rsid w:val="00403DD9"/>
    <w:rsid w:val="00403EF0"/>
    <w:rsid w:val="00404A43"/>
    <w:rsid w:val="00405136"/>
    <w:rsid w:val="00405863"/>
    <w:rsid w:val="00405BE8"/>
    <w:rsid w:val="00406307"/>
    <w:rsid w:val="00406622"/>
    <w:rsid w:val="00406995"/>
    <w:rsid w:val="00406B19"/>
    <w:rsid w:val="00406DB0"/>
    <w:rsid w:val="00406E72"/>
    <w:rsid w:val="004072BD"/>
    <w:rsid w:val="004108CC"/>
    <w:rsid w:val="00410A07"/>
    <w:rsid w:val="00411090"/>
    <w:rsid w:val="004125F7"/>
    <w:rsid w:val="0041284F"/>
    <w:rsid w:val="00412E0D"/>
    <w:rsid w:val="004132EC"/>
    <w:rsid w:val="00413C79"/>
    <w:rsid w:val="0041455E"/>
    <w:rsid w:val="00414CFE"/>
    <w:rsid w:val="0041503C"/>
    <w:rsid w:val="00415105"/>
    <w:rsid w:val="00415434"/>
    <w:rsid w:val="0041558D"/>
    <w:rsid w:val="00415938"/>
    <w:rsid w:val="00415CF3"/>
    <w:rsid w:val="004160A3"/>
    <w:rsid w:val="004162B8"/>
    <w:rsid w:val="004200DA"/>
    <w:rsid w:val="00420685"/>
    <w:rsid w:val="00420990"/>
    <w:rsid w:val="00420B24"/>
    <w:rsid w:val="00420BBA"/>
    <w:rsid w:val="00420EF6"/>
    <w:rsid w:val="0042113B"/>
    <w:rsid w:val="00421341"/>
    <w:rsid w:val="0042238C"/>
    <w:rsid w:val="00422739"/>
    <w:rsid w:val="00422829"/>
    <w:rsid w:val="00422FA2"/>
    <w:rsid w:val="00423199"/>
    <w:rsid w:val="00423271"/>
    <w:rsid w:val="004242D5"/>
    <w:rsid w:val="004247F7"/>
    <w:rsid w:val="00424E5F"/>
    <w:rsid w:val="00425CC5"/>
    <w:rsid w:val="00425CE7"/>
    <w:rsid w:val="0042662E"/>
    <w:rsid w:val="00427698"/>
    <w:rsid w:val="004279BF"/>
    <w:rsid w:val="00427BA5"/>
    <w:rsid w:val="00427ED4"/>
    <w:rsid w:val="00427F02"/>
    <w:rsid w:val="00430CDA"/>
    <w:rsid w:val="00431520"/>
    <w:rsid w:val="00431D9C"/>
    <w:rsid w:val="00431E2B"/>
    <w:rsid w:val="00432057"/>
    <w:rsid w:val="004323FF"/>
    <w:rsid w:val="00432859"/>
    <w:rsid w:val="00432F08"/>
    <w:rsid w:val="00433303"/>
    <w:rsid w:val="00433BE1"/>
    <w:rsid w:val="00435093"/>
    <w:rsid w:val="00436011"/>
    <w:rsid w:val="00436D5E"/>
    <w:rsid w:val="00437013"/>
    <w:rsid w:val="004373F3"/>
    <w:rsid w:val="004376F2"/>
    <w:rsid w:val="00440038"/>
    <w:rsid w:val="00440C51"/>
    <w:rsid w:val="00441207"/>
    <w:rsid w:val="00441220"/>
    <w:rsid w:val="00441495"/>
    <w:rsid w:val="004414C3"/>
    <w:rsid w:val="00441F45"/>
    <w:rsid w:val="004420DF"/>
    <w:rsid w:val="00442498"/>
    <w:rsid w:val="0044252F"/>
    <w:rsid w:val="00442937"/>
    <w:rsid w:val="00442C6E"/>
    <w:rsid w:val="00442C82"/>
    <w:rsid w:val="004440A4"/>
    <w:rsid w:val="004442A5"/>
    <w:rsid w:val="00445234"/>
    <w:rsid w:val="004460E4"/>
    <w:rsid w:val="00446622"/>
    <w:rsid w:val="0044677E"/>
    <w:rsid w:val="00446A5E"/>
    <w:rsid w:val="004471E6"/>
    <w:rsid w:val="00450464"/>
    <w:rsid w:val="0045189D"/>
    <w:rsid w:val="00451A1B"/>
    <w:rsid w:val="00451A4E"/>
    <w:rsid w:val="00451C4D"/>
    <w:rsid w:val="00451E58"/>
    <w:rsid w:val="0045226A"/>
    <w:rsid w:val="004524FE"/>
    <w:rsid w:val="0045278A"/>
    <w:rsid w:val="004532A7"/>
    <w:rsid w:val="00453A76"/>
    <w:rsid w:val="00453F2C"/>
    <w:rsid w:val="00454ECA"/>
    <w:rsid w:val="004553E6"/>
    <w:rsid w:val="004554D9"/>
    <w:rsid w:val="00455EC1"/>
    <w:rsid w:val="00455EF7"/>
    <w:rsid w:val="004567C3"/>
    <w:rsid w:val="00456AF2"/>
    <w:rsid w:val="004571AD"/>
    <w:rsid w:val="00457297"/>
    <w:rsid w:val="004578B5"/>
    <w:rsid w:val="0045797F"/>
    <w:rsid w:val="00457A51"/>
    <w:rsid w:val="00460120"/>
    <w:rsid w:val="0046042F"/>
    <w:rsid w:val="004607CA"/>
    <w:rsid w:val="00461287"/>
    <w:rsid w:val="00461A94"/>
    <w:rsid w:val="00461BA7"/>
    <w:rsid w:val="00461BD6"/>
    <w:rsid w:val="00462287"/>
    <w:rsid w:val="00462597"/>
    <w:rsid w:val="004626F7"/>
    <w:rsid w:val="00462907"/>
    <w:rsid w:val="004633D2"/>
    <w:rsid w:val="00463D7F"/>
    <w:rsid w:val="00463EDD"/>
    <w:rsid w:val="00464AC6"/>
    <w:rsid w:val="00464D85"/>
    <w:rsid w:val="00464F2D"/>
    <w:rsid w:val="0046546A"/>
    <w:rsid w:val="00465E12"/>
    <w:rsid w:val="0046669A"/>
    <w:rsid w:val="004668EC"/>
    <w:rsid w:val="00466B75"/>
    <w:rsid w:val="00466D79"/>
    <w:rsid w:val="004672B0"/>
    <w:rsid w:val="0046746A"/>
    <w:rsid w:val="00470433"/>
    <w:rsid w:val="00470969"/>
    <w:rsid w:val="00470BAB"/>
    <w:rsid w:val="00471DDB"/>
    <w:rsid w:val="0047243C"/>
    <w:rsid w:val="0047291C"/>
    <w:rsid w:val="00472E88"/>
    <w:rsid w:val="004730A3"/>
    <w:rsid w:val="00474AF5"/>
    <w:rsid w:val="00474D53"/>
    <w:rsid w:val="004763DC"/>
    <w:rsid w:val="004764A8"/>
    <w:rsid w:val="00476E49"/>
    <w:rsid w:val="00477620"/>
    <w:rsid w:val="00477C1B"/>
    <w:rsid w:val="00477CE3"/>
    <w:rsid w:val="00480570"/>
    <w:rsid w:val="0048078E"/>
    <w:rsid w:val="00480E1C"/>
    <w:rsid w:val="00480E54"/>
    <w:rsid w:val="00481569"/>
    <w:rsid w:val="00481C53"/>
    <w:rsid w:val="00481DDB"/>
    <w:rsid w:val="00481EA7"/>
    <w:rsid w:val="0048254B"/>
    <w:rsid w:val="00482F15"/>
    <w:rsid w:val="004833C7"/>
    <w:rsid w:val="004838D2"/>
    <w:rsid w:val="00483963"/>
    <w:rsid w:val="00483B12"/>
    <w:rsid w:val="00483B33"/>
    <w:rsid w:val="00484733"/>
    <w:rsid w:val="00484A8E"/>
    <w:rsid w:val="00484F5C"/>
    <w:rsid w:val="0048538C"/>
    <w:rsid w:val="00485676"/>
    <w:rsid w:val="00486250"/>
    <w:rsid w:val="00487A01"/>
    <w:rsid w:val="00487A63"/>
    <w:rsid w:val="00487DAD"/>
    <w:rsid w:val="00487ED4"/>
    <w:rsid w:val="00490033"/>
    <w:rsid w:val="00490205"/>
    <w:rsid w:val="004904A4"/>
    <w:rsid w:val="00492A93"/>
    <w:rsid w:val="00492CD5"/>
    <w:rsid w:val="00493045"/>
    <w:rsid w:val="004930E6"/>
    <w:rsid w:val="00493255"/>
    <w:rsid w:val="00493E59"/>
    <w:rsid w:val="0049488E"/>
    <w:rsid w:val="00494C39"/>
    <w:rsid w:val="0049596B"/>
    <w:rsid w:val="0049634F"/>
    <w:rsid w:val="00496521"/>
    <w:rsid w:val="00496863"/>
    <w:rsid w:val="00496ED1"/>
    <w:rsid w:val="00496FED"/>
    <w:rsid w:val="0049748A"/>
    <w:rsid w:val="0049759E"/>
    <w:rsid w:val="004975BD"/>
    <w:rsid w:val="00497887"/>
    <w:rsid w:val="00497C9E"/>
    <w:rsid w:val="00497D20"/>
    <w:rsid w:val="004A05A8"/>
    <w:rsid w:val="004A0DB1"/>
    <w:rsid w:val="004A10E0"/>
    <w:rsid w:val="004A11CF"/>
    <w:rsid w:val="004A2B95"/>
    <w:rsid w:val="004A2E26"/>
    <w:rsid w:val="004A3EE4"/>
    <w:rsid w:val="004A4089"/>
    <w:rsid w:val="004A475F"/>
    <w:rsid w:val="004A477F"/>
    <w:rsid w:val="004A4B2D"/>
    <w:rsid w:val="004A53D4"/>
    <w:rsid w:val="004A5B93"/>
    <w:rsid w:val="004A62EF"/>
    <w:rsid w:val="004A683E"/>
    <w:rsid w:val="004A68D4"/>
    <w:rsid w:val="004A72E7"/>
    <w:rsid w:val="004A737A"/>
    <w:rsid w:val="004A79EF"/>
    <w:rsid w:val="004A7DCC"/>
    <w:rsid w:val="004B024A"/>
    <w:rsid w:val="004B0CF7"/>
    <w:rsid w:val="004B0FC9"/>
    <w:rsid w:val="004B1564"/>
    <w:rsid w:val="004B2262"/>
    <w:rsid w:val="004B23D9"/>
    <w:rsid w:val="004B25A2"/>
    <w:rsid w:val="004B2A53"/>
    <w:rsid w:val="004B2F29"/>
    <w:rsid w:val="004B3114"/>
    <w:rsid w:val="004B3152"/>
    <w:rsid w:val="004B363C"/>
    <w:rsid w:val="004B3938"/>
    <w:rsid w:val="004B397B"/>
    <w:rsid w:val="004B3E64"/>
    <w:rsid w:val="004B40E9"/>
    <w:rsid w:val="004B4454"/>
    <w:rsid w:val="004B451F"/>
    <w:rsid w:val="004B4633"/>
    <w:rsid w:val="004B4739"/>
    <w:rsid w:val="004B498B"/>
    <w:rsid w:val="004B4B6E"/>
    <w:rsid w:val="004B4D6D"/>
    <w:rsid w:val="004B5EF6"/>
    <w:rsid w:val="004B64FB"/>
    <w:rsid w:val="004B6863"/>
    <w:rsid w:val="004B6D4B"/>
    <w:rsid w:val="004B6E22"/>
    <w:rsid w:val="004B7396"/>
    <w:rsid w:val="004B7BA9"/>
    <w:rsid w:val="004B7F9F"/>
    <w:rsid w:val="004C0216"/>
    <w:rsid w:val="004C0285"/>
    <w:rsid w:val="004C047F"/>
    <w:rsid w:val="004C04D5"/>
    <w:rsid w:val="004C119C"/>
    <w:rsid w:val="004C188D"/>
    <w:rsid w:val="004C225C"/>
    <w:rsid w:val="004C23F0"/>
    <w:rsid w:val="004C2504"/>
    <w:rsid w:val="004C279B"/>
    <w:rsid w:val="004C2A7E"/>
    <w:rsid w:val="004C3492"/>
    <w:rsid w:val="004C3E35"/>
    <w:rsid w:val="004C3E5A"/>
    <w:rsid w:val="004C46D5"/>
    <w:rsid w:val="004C4D21"/>
    <w:rsid w:val="004C5203"/>
    <w:rsid w:val="004C52E8"/>
    <w:rsid w:val="004C5851"/>
    <w:rsid w:val="004C598C"/>
    <w:rsid w:val="004C5CD9"/>
    <w:rsid w:val="004C5D07"/>
    <w:rsid w:val="004C6450"/>
    <w:rsid w:val="004C657D"/>
    <w:rsid w:val="004C6F82"/>
    <w:rsid w:val="004C71B8"/>
    <w:rsid w:val="004C73C3"/>
    <w:rsid w:val="004C74E0"/>
    <w:rsid w:val="004C7BA5"/>
    <w:rsid w:val="004C7BE0"/>
    <w:rsid w:val="004D09F8"/>
    <w:rsid w:val="004D0B4E"/>
    <w:rsid w:val="004D0B5E"/>
    <w:rsid w:val="004D0E2B"/>
    <w:rsid w:val="004D1439"/>
    <w:rsid w:val="004D1B79"/>
    <w:rsid w:val="004D1C38"/>
    <w:rsid w:val="004D21A1"/>
    <w:rsid w:val="004D22AB"/>
    <w:rsid w:val="004D2334"/>
    <w:rsid w:val="004D2641"/>
    <w:rsid w:val="004D43F9"/>
    <w:rsid w:val="004D442C"/>
    <w:rsid w:val="004D5950"/>
    <w:rsid w:val="004D622C"/>
    <w:rsid w:val="004D6ADF"/>
    <w:rsid w:val="004D6F53"/>
    <w:rsid w:val="004D7020"/>
    <w:rsid w:val="004D71AD"/>
    <w:rsid w:val="004D7763"/>
    <w:rsid w:val="004D7BC6"/>
    <w:rsid w:val="004D7CBC"/>
    <w:rsid w:val="004E04C6"/>
    <w:rsid w:val="004E066A"/>
    <w:rsid w:val="004E06EE"/>
    <w:rsid w:val="004E2056"/>
    <w:rsid w:val="004E22E9"/>
    <w:rsid w:val="004E34C2"/>
    <w:rsid w:val="004E3D52"/>
    <w:rsid w:val="004E415B"/>
    <w:rsid w:val="004E50A1"/>
    <w:rsid w:val="004E53EE"/>
    <w:rsid w:val="004E545F"/>
    <w:rsid w:val="004E580D"/>
    <w:rsid w:val="004E5DE0"/>
    <w:rsid w:val="004E6A69"/>
    <w:rsid w:val="004E7044"/>
    <w:rsid w:val="004E724C"/>
    <w:rsid w:val="004E757E"/>
    <w:rsid w:val="004E7729"/>
    <w:rsid w:val="004E79AE"/>
    <w:rsid w:val="004F067B"/>
    <w:rsid w:val="004F078C"/>
    <w:rsid w:val="004F0905"/>
    <w:rsid w:val="004F10D4"/>
    <w:rsid w:val="004F1660"/>
    <w:rsid w:val="004F1B3A"/>
    <w:rsid w:val="004F1D79"/>
    <w:rsid w:val="004F1F8D"/>
    <w:rsid w:val="004F27CD"/>
    <w:rsid w:val="004F328B"/>
    <w:rsid w:val="004F379D"/>
    <w:rsid w:val="004F3A9B"/>
    <w:rsid w:val="004F3C00"/>
    <w:rsid w:val="004F4502"/>
    <w:rsid w:val="004F4931"/>
    <w:rsid w:val="004F4A1D"/>
    <w:rsid w:val="004F558A"/>
    <w:rsid w:val="004F5A18"/>
    <w:rsid w:val="004F6F5E"/>
    <w:rsid w:val="004F7591"/>
    <w:rsid w:val="004F7F66"/>
    <w:rsid w:val="00500109"/>
    <w:rsid w:val="00500970"/>
    <w:rsid w:val="00500EAE"/>
    <w:rsid w:val="005010B7"/>
    <w:rsid w:val="00502649"/>
    <w:rsid w:val="0050297B"/>
    <w:rsid w:val="00502BCF"/>
    <w:rsid w:val="00503593"/>
    <w:rsid w:val="00503DE9"/>
    <w:rsid w:val="00505699"/>
    <w:rsid w:val="005066FA"/>
    <w:rsid w:val="00506B21"/>
    <w:rsid w:val="00506D6C"/>
    <w:rsid w:val="005071D2"/>
    <w:rsid w:val="005073EE"/>
    <w:rsid w:val="00507620"/>
    <w:rsid w:val="00510421"/>
    <w:rsid w:val="005109A6"/>
    <w:rsid w:val="00511246"/>
    <w:rsid w:val="005119D0"/>
    <w:rsid w:val="005119D9"/>
    <w:rsid w:val="00512025"/>
    <w:rsid w:val="005125AD"/>
    <w:rsid w:val="005127BB"/>
    <w:rsid w:val="00512E98"/>
    <w:rsid w:val="0051354E"/>
    <w:rsid w:val="0051364E"/>
    <w:rsid w:val="00513A1D"/>
    <w:rsid w:val="0051418E"/>
    <w:rsid w:val="005141DB"/>
    <w:rsid w:val="00514764"/>
    <w:rsid w:val="00514867"/>
    <w:rsid w:val="00514CDE"/>
    <w:rsid w:val="00515327"/>
    <w:rsid w:val="00515360"/>
    <w:rsid w:val="005160F5"/>
    <w:rsid w:val="005163B9"/>
    <w:rsid w:val="00517730"/>
    <w:rsid w:val="00517F03"/>
    <w:rsid w:val="0052033E"/>
    <w:rsid w:val="005205A7"/>
    <w:rsid w:val="005212B5"/>
    <w:rsid w:val="00521A55"/>
    <w:rsid w:val="00521C03"/>
    <w:rsid w:val="00522111"/>
    <w:rsid w:val="005225D1"/>
    <w:rsid w:val="00523222"/>
    <w:rsid w:val="00524595"/>
    <w:rsid w:val="00524DB8"/>
    <w:rsid w:val="00525624"/>
    <w:rsid w:val="00525723"/>
    <w:rsid w:val="00525966"/>
    <w:rsid w:val="00526225"/>
    <w:rsid w:val="005269B2"/>
    <w:rsid w:val="0052740D"/>
    <w:rsid w:val="005275FE"/>
    <w:rsid w:val="00527757"/>
    <w:rsid w:val="0052787F"/>
    <w:rsid w:val="00530376"/>
    <w:rsid w:val="00530C7B"/>
    <w:rsid w:val="00530EF9"/>
    <w:rsid w:val="00531AD1"/>
    <w:rsid w:val="0053339C"/>
    <w:rsid w:val="0053357A"/>
    <w:rsid w:val="00533E13"/>
    <w:rsid w:val="00534044"/>
    <w:rsid w:val="005348E5"/>
    <w:rsid w:val="00534C2B"/>
    <w:rsid w:val="00535CA9"/>
    <w:rsid w:val="00535F17"/>
    <w:rsid w:val="00536479"/>
    <w:rsid w:val="005366AA"/>
    <w:rsid w:val="00536C3F"/>
    <w:rsid w:val="00536D66"/>
    <w:rsid w:val="005377F2"/>
    <w:rsid w:val="00537928"/>
    <w:rsid w:val="00537EEC"/>
    <w:rsid w:val="00540376"/>
    <w:rsid w:val="00540682"/>
    <w:rsid w:val="005412D3"/>
    <w:rsid w:val="00541363"/>
    <w:rsid w:val="005413E2"/>
    <w:rsid w:val="00541FC9"/>
    <w:rsid w:val="005434B9"/>
    <w:rsid w:val="0054371C"/>
    <w:rsid w:val="00543D29"/>
    <w:rsid w:val="00543E49"/>
    <w:rsid w:val="00544531"/>
    <w:rsid w:val="00545A17"/>
    <w:rsid w:val="00545CDB"/>
    <w:rsid w:val="00546016"/>
    <w:rsid w:val="00546DB0"/>
    <w:rsid w:val="00546EC6"/>
    <w:rsid w:val="00546EFB"/>
    <w:rsid w:val="005472BC"/>
    <w:rsid w:val="00547535"/>
    <w:rsid w:val="00547994"/>
    <w:rsid w:val="00547F24"/>
    <w:rsid w:val="00550255"/>
    <w:rsid w:val="0055086F"/>
    <w:rsid w:val="005509F5"/>
    <w:rsid w:val="00550C1C"/>
    <w:rsid w:val="00550FE7"/>
    <w:rsid w:val="00551106"/>
    <w:rsid w:val="005514D9"/>
    <w:rsid w:val="00551665"/>
    <w:rsid w:val="00551820"/>
    <w:rsid w:val="00551918"/>
    <w:rsid w:val="00551D00"/>
    <w:rsid w:val="00552833"/>
    <w:rsid w:val="00553080"/>
    <w:rsid w:val="0055324E"/>
    <w:rsid w:val="0055332B"/>
    <w:rsid w:val="00553366"/>
    <w:rsid w:val="0055396C"/>
    <w:rsid w:val="005539A8"/>
    <w:rsid w:val="005540FA"/>
    <w:rsid w:val="005556EB"/>
    <w:rsid w:val="00555710"/>
    <w:rsid w:val="00555CAD"/>
    <w:rsid w:val="00556001"/>
    <w:rsid w:val="005561FD"/>
    <w:rsid w:val="00556E16"/>
    <w:rsid w:val="00556F8B"/>
    <w:rsid w:val="0055752C"/>
    <w:rsid w:val="0055769D"/>
    <w:rsid w:val="00557863"/>
    <w:rsid w:val="00557C86"/>
    <w:rsid w:val="00557D17"/>
    <w:rsid w:val="00557EC4"/>
    <w:rsid w:val="00557FA1"/>
    <w:rsid w:val="00560803"/>
    <w:rsid w:val="00561844"/>
    <w:rsid w:val="00561932"/>
    <w:rsid w:val="00561B69"/>
    <w:rsid w:val="005621B2"/>
    <w:rsid w:val="005624C0"/>
    <w:rsid w:val="005625E0"/>
    <w:rsid w:val="00562A39"/>
    <w:rsid w:val="0056305D"/>
    <w:rsid w:val="005631B9"/>
    <w:rsid w:val="0056363A"/>
    <w:rsid w:val="0056391A"/>
    <w:rsid w:val="00563D99"/>
    <w:rsid w:val="00564856"/>
    <w:rsid w:val="00564C04"/>
    <w:rsid w:val="00564FB8"/>
    <w:rsid w:val="005653E5"/>
    <w:rsid w:val="0056573D"/>
    <w:rsid w:val="00565846"/>
    <w:rsid w:val="005662A3"/>
    <w:rsid w:val="00566E3B"/>
    <w:rsid w:val="00567602"/>
    <w:rsid w:val="00570197"/>
    <w:rsid w:val="005709A6"/>
    <w:rsid w:val="00570AB2"/>
    <w:rsid w:val="00570DDC"/>
    <w:rsid w:val="0057122C"/>
    <w:rsid w:val="00571806"/>
    <w:rsid w:val="00571CE1"/>
    <w:rsid w:val="00571E3B"/>
    <w:rsid w:val="00571FBA"/>
    <w:rsid w:val="00572560"/>
    <w:rsid w:val="00572C5E"/>
    <w:rsid w:val="00572ECF"/>
    <w:rsid w:val="0057356B"/>
    <w:rsid w:val="005739A8"/>
    <w:rsid w:val="00573B9F"/>
    <w:rsid w:val="00574176"/>
    <w:rsid w:val="005744B5"/>
    <w:rsid w:val="00574876"/>
    <w:rsid w:val="00574A72"/>
    <w:rsid w:val="00574C7E"/>
    <w:rsid w:val="00574CA0"/>
    <w:rsid w:val="00574D00"/>
    <w:rsid w:val="00574FE5"/>
    <w:rsid w:val="0057518A"/>
    <w:rsid w:val="00575684"/>
    <w:rsid w:val="00575FAD"/>
    <w:rsid w:val="0057740D"/>
    <w:rsid w:val="00577646"/>
    <w:rsid w:val="00580243"/>
    <w:rsid w:val="00580570"/>
    <w:rsid w:val="00580639"/>
    <w:rsid w:val="00580683"/>
    <w:rsid w:val="005809D1"/>
    <w:rsid w:val="00580B72"/>
    <w:rsid w:val="00580EC7"/>
    <w:rsid w:val="005811A8"/>
    <w:rsid w:val="0058156B"/>
    <w:rsid w:val="00581A4D"/>
    <w:rsid w:val="005823FF"/>
    <w:rsid w:val="0058255C"/>
    <w:rsid w:val="005828E9"/>
    <w:rsid w:val="005829F2"/>
    <w:rsid w:val="00583BF1"/>
    <w:rsid w:val="00583EFC"/>
    <w:rsid w:val="00583FDA"/>
    <w:rsid w:val="00584147"/>
    <w:rsid w:val="00584A0F"/>
    <w:rsid w:val="00584D64"/>
    <w:rsid w:val="00584FDE"/>
    <w:rsid w:val="00585212"/>
    <w:rsid w:val="005856D3"/>
    <w:rsid w:val="0058582A"/>
    <w:rsid w:val="00585C0C"/>
    <w:rsid w:val="00587138"/>
    <w:rsid w:val="00590918"/>
    <w:rsid w:val="00590A6B"/>
    <w:rsid w:val="00590B7D"/>
    <w:rsid w:val="00590CB1"/>
    <w:rsid w:val="00591322"/>
    <w:rsid w:val="00592360"/>
    <w:rsid w:val="005927D2"/>
    <w:rsid w:val="00592D99"/>
    <w:rsid w:val="00592DAD"/>
    <w:rsid w:val="0059323F"/>
    <w:rsid w:val="0059372B"/>
    <w:rsid w:val="005937B9"/>
    <w:rsid w:val="00593C6E"/>
    <w:rsid w:val="00594024"/>
    <w:rsid w:val="00594873"/>
    <w:rsid w:val="0059493B"/>
    <w:rsid w:val="00594AD7"/>
    <w:rsid w:val="005954B3"/>
    <w:rsid w:val="005956D6"/>
    <w:rsid w:val="00595986"/>
    <w:rsid w:val="00595C72"/>
    <w:rsid w:val="00595D84"/>
    <w:rsid w:val="00596347"/>
    <w:rsid w:val="00596DB7"/>
    <w:rsid w:val="0059723A"/>
    <w:rsid w:val="005974A6"/>
    <w:rsid w:val="0059756C"/>
    <w:rsid w:val="005977E0"/>
    <w:rsid w:val="00597ABE"/>
    <w:rsid w:val="005A0858"/>
    <w:rsid w:val="005A0A5D"/>
    <w:rsid w:val="005A0AF3"/>
    <w:rsid w:val="005A0DE7"/>
    <w:rsid w:val="005A0E65"/>
    <w:rsid w:val="005A10B9"/>
    <w:rsid w:val="005A11FA"/>
    <w:rsid w:val="005A2587"/>
    <w:rsid w:val="005A291A"/>
    <w:rsid w:val="005A2B1A"/>
    <w:rsid w:val="005A324D"/>
    <w:rsid w:val="005A35B5"/>
    <w:rsid w:val="005A37AC"/>
    <w:rsid w:val="005A3C0D"/>
    <w:rsid w:val="005A3EC2"/>
    <w:rsid w:val="005A41AB"/>
    <w:rsid w:val="005A4349"/>
    <w:rsid w:val="005A447F"/>
    <w:rsid w:val="005A496E"/>
    <w:rsid w:val="005A4D07"/>
    <w:rsid w:val="005A4D79"/>
    <w:rsid w:val="005A4DBE"/>
    <w:rsid w:val="005A5234"/>
    <w:rsid w:val="005A55CD"/>
    <w:rsid w:val="005A57CE"/>
    <w:rsid w:val="005A59D8"/>
    <w:rsid w:val="005A5F33"/>
    <w:rsid w:val="005A6AB0"/>
    <w:rsid w:val="005A6CEE"/>
    <w:rsid w:val="005A7600"/>
    <w:rsid w:val="005B0052"/>
    <w:rsid w:val="005B07CB"/>
    <w:rsid w:val="005B0A3C"/>
    <w:rsid w:val="005B0B8A"/>
    <w:rsid w:val="005B0F32"/>
    <w:rsid w:val="005B17C1"/>
    <w:rsid w:val="005B1E0A"/>
    <w:rsid w:val="005B1F2E"/>
    <w:rsid w:val="005B2325"/>
    <w:rsid w:val="005B2352"/>
    <w:rsid w:val="005B2DA1"/>
    <w:rsid w:val="005B2FB9"/>
    <w:rsid w:val="005B33E6"/>
    <w:rsid w:val="005B3404"/>
    <w:rsid w:val="005B349B"/>
    <w:rsid w:val="005B3535"/>
    <w:rsid w:val="005B386C"/>
    <w:rsid w:val="005B39DF"/>
    <w:rsid w:val="005B45E6"/>
    <w:rsid w:val="005B47F5"/>
    <w:rsid w:val="005B48ED"/>
    <w:rsid w:val="005B4F98"/>
    <w:rsid w:val="005B4FBB"/>
    <w:rsid w:val="005B52D6"/>
    <w:rsid w:val="005B58B8"/>
    <w:rsid w:val="005B5D91"/>
    <w:rsid w:val="005B679E"/>
    <w:rsid w:val="005B697A"/>
    <w:rsid w:val="005B6D6F"/>
    <w:rsid w:val="005B6E29"/>
    <w:rsid w:val="005B762A"/>
    <w:rsid w:val="005B79BE"/>
    <w:rsid w:val="005B7A78"/>
    <w:rsid w:val="005B7ECA"/>
    <w:rsid w:val="005C0015"/>
    <w:rsid w:val="005C02FF"/>
    <w:rsid w:val="005C062A"/>
    <w:rsid w:val="005C0B8F"/>
    <w:rsid w:val="005C0CA8"/>
    <w:rsid w:val="005C0F49"/>
    <w:rsid w:val="005C16E0"/>
    <w:rsid w:val="005C1B21"/>
    <w:rsid w:val="005C20B7"/>
    <w:rsid w:val="005C236F"/>
    <w:rsid w:val="005C2B17"/>
    <w:rsid w:val="005C2D76"/>
    <w:rsid w:val="005C3A7B"/>
    <w:rsid w:val="005C41AE"/>
    <w:rsid w:val="005C466F"/>
    <w:rsid w:val="005C4867"/>
    <w:rsid w:val="005C4EDD"/>
    <w:rsid w:val="005C57FD"/>
    <w:rsid w:val="005C59D7"/>
    <w:rsid w:val="005C5C6F"/>
    <w:rsid w:val="005C63F9"/>
    <w:rsid w:val="005C659B"/>
    <w:rsid w:val="005C6F90"/>
    <w:rsid w:val="005C758B"/>
    <w:rsid w:val="005C768E"/>
    <w:rsid w:val="005C7B92"/>
    <w:rsid w:val="005C7C4E"/>
    <w:rsid w:val="005D0F97"/>
    <w:rsid w:val="005D1022"/>
    <w:rsid w:val="005D1229"/>
    <w:rsid w:val="005D12B4"/>
    <w:rsid w:val="005D1310"/>
    <w:rsid w:val="005D1880"/>
    <w:rsid w:val="005D2230"/>
    <w:rsid w:val="005D30F1"/>
    <w:rsid w:val="005D336B"/>
    <w:rsid w:val="005D36CE"/>
    <w:rsid w:val="005D39F2"/>
    <w:rsid w:val="005D3A00"/>
    <w:rsid w:val="005D3C0C"/>
    <w:rsid w:val="005D3FB5"/>
    <w:rsid w:val="005D45D2"/>
    <w:rsid w:val="005D45D6"/>
    <w:rsid w:val="005D5091"/>
    <w:rsid w:val="005D523B"/>
    <w:rsid w:val="005D6217"/>
    <w:rsid w:val="005D67D8"/>
    <w:rsid w:val="005D6BAA"/>
    <w:rsid w:val="005D709D"/>
    <w:rsid w:val="005D7802"/>
    <w:rsid w:val="005D7A44"/>
    <w:rsid w:val="005E0AA2"/>
    <w:rsid w:val="005E100E"/>
    <w:rsid w:val="005E1497"/>
    <w:rsid w:val="005E14CF"/>
    <w:rsid w:val="005E1A8D"/>
    <w:rsid w:val="005E2AB6"/>
    <w:rsid w:val="005E3647"/>
    <w:rsid w:val="005E38C6"/>
    <w:rsid w:val="005E3C48"/>
    <w:rsid w:val="005E40C5"/>
    <w:rsid w:val="005E4AE0"/>
    <w:rsid w:val="005E4E84"/>
    <w:rsid w:val="005E4FF5"/>
    <w:rsid w:val="005E5577"/>
    <w:rsid w:val="005E56BE"/>
    <w:rsid w:val="005E5AF1"/>
    <w:rsid w:val="005E5EC8"/>
    <w:rsid w:val="005E6455"/>
    <w:rsid w:val="005E66F4"/>
    <w:rsid w:val="005E70DC"/>
    <w:rsid w:val="005E7204"/>
    <w:rsid w:val="005E723F"/>
    <w:rsid w:val="005E7942"/>
    <w:rsid w:val="005E7E7E"/>
    <w:rsid w:val="005F016B"/>
    <w:rsid w:val="005F07A8"/>
    <w:rsid w:val="005F145A"/>
    <w:rsid w:val="005F157D"/>
    <w:rsid w:val="005F1BA1"/>
    <w:rsid w:val="005F1FD0"/>
    <w:rsid w:val="005F227F"/>
    <w:rsid w:val="005F2360"/>
    <w:rsid w:val="005F247A"/>
    <w:rsid w:val="005F2AF3"/>
    <w:rsid w:val="005F336F"/>
    <w:rsid w:val="005F3C80"/>
    <w:rsid w:val="005F42B6"/>
    <w:rsid w:val="005F4709"/>
    <w:rsid w:val="005F4DA2"/>
    <w:rsid w:val="005F4DB5"/>
    <w:rsid w:val="005F4EE8"/>
    <w:rsid w:val="005F4F8B"/>
    <w:rsid w:val="005F51AC"/>
    <w:rsid w:val="005F77FB"/>
    <w:rsid w:val="00600791"/>
    <w:rsid w:val="00600885"/>
    <w:rsid w:val="006009F1"/>
    <w:rsid w:val="00600F0B"/>
    <w:rsid w:val="006010D8"/>
    <w:rsid w:val="006022A0"/>
    <w:rsid w:val="00602A57"/>
    <w:rsid w:val="00602ACE"/>
    <w:rsid w:val="00602BB1"/>
    <w:rsid w:val="00602D1F"/>
    <w:rsid w:val="00603D6A"/>
    <w:rsid w:val="00604081"/>
    <w:rsid w:val="0060466F"/>
    <w:rsid w:val="00604DCA"/>
    <w:rsid w:val="00605819"/>
    <w:rsid w:val="0060598E"/>
    <w:rsid w:val="00605CC6"/>
    <w:rsid w:val="00605F44"/>
    <w:rsid w:val="00606B6F"/>
    <w:rsid w:val="0060723D"/>
    <w:rsid w:val="00607B7A"/>
    <w:rsid w:val="00607F28"/>
    <w:rsid w:val="0061057F"/>
    <w:rsid w:val="00610685"/>
    <w:rsid w:val="00612188"/>
    <w:rsid w:val="00612416"/>
    <w:rsid w:val="00612471"/>
    <w:rsid w:val="00612509"/>
    <w:rsid w:val="006125ED"/>
    <w:rsid w:val="00612AD1"/>
    <w:rsid w:val="00612B6B"/>
    <w:rsid w:val="00612CDE"/>
    <w:rsid w:val="00612F82"/>
    <w:rsid w:val="00613027"/>
    <w:rsid w:val="0061370C"/>
    <w:rsid w:val="00613FDE"/>
    <w:rsid w:val="00615740"/>
    <w:rsid w:val="00615FA6"/>
    <w:rsid w:val="006168B0"/>
    <w:rsid w:val="00616F65"/>
    <w:rsid w:val="00616FB5"/>
    <w:rsid w:val="006173C9"/>
    <w:rsid w:val="00617825"/>
    <w:rsid w:val="00617A8C"/>
    <w:rsid w:val="00620244"/>
    <w:rsid w:val="0062028B"/>
    <w:rsid w:val="006208D8"/>
    <w:rsid w:val="00620D18"/>
    <w:rsid w:val="00620D45"/>
    <w:rsid w:val="0062113C"/>
    <w:rsid w:val="00621ED0"/>
    <w:rsid w:val="006222F3"/>
    <w:rsid w:val="00622B42"/>
    <w:rsid w:val="00622CF5"/>
    <w:rsid w:val="00623A29"/>
    <w:rsid w:val="00623C04"/>
    <w:rsid w:val="00623C83"/>
    <w:rsid w:val="00624579"/>
    <w:rsid w:val="00624583"/>
    <w:rsid w:val="006245E6"/>
    <w:rsid w:val="006247CD"/>
    <w:rsid w:val="00624965"/>
    <w:rsid w:val="00624B06"/>
    <w:rsid w:val="00625436"/>
    <w:rsid w:val="00625DAD"/>
    <w:rsid w:val="00626355"/>
    <w:rsid w:val="00626404"/>
    <w:rsid w:val="0062654B"/>
    <w:rsid w:val="00626578"/>
    <w:rsid w:val="00626897"/>
    <w:rsid w:val="00626985"/>
    <w:rsid w:val="00626A02"/>
    <w:rsid w:val="00626D5A"/>
    <w:rsid w:val="00630389"/>
    <w:rsid w:val="006306A4"/>
    <w:rsid w:val="006307A6"/>
    <w:rsid w:val="00631215"/>
    <w:rsid w:val="0063127E"/>
    <w:rsid w:val="00632AB6"/>
    <w:rsid w:val="0063325E"/>
    <w:rsid w:val="006332FB"/>
    <w:rsid w:val="00633898"/>
    <w:rsid w:val="00633903"/>
    <w:rsid w:val="00633BFD"/>
    <w:rsid w:val="00633DBD"/>
    <w:rsid w:val="00633E71"/>
    <w:rsid w:val="00634087"/>
    <w:rsid w:val="00634281"/>
    <w:rsid w:val="006356D8"/>
    <w:rsid w:val="00635825"/>
    <w:rsid w:val="00635DFF"/>
    <w:rsid w:val="006363E9"/>
    <w:rsid w:val="00636A5A"/>
    <w:rsid w:val="00637692"/>
    <w:rsid w:val="006407C3"/>
    <w:rsid w:val="00640B89"/>
    <w:rsid w:val="00640FA3"/>
    <w:rsid w:val="00641874"/>
    <w:rsid w:val="006418D4"/>
    <w:rsid w:val="00641977"/>
    <w:rsid w:val="00641FE7"/>
    <w:rsid w:val="00642293"/>
    <w:rsid w:val="0064284B"/>
    <w:rsid w:val="0064299D"/>
    <w:rsid w:val="00642EB8"/>
    <w:rsid w:val="0064353A"/>
    <w:rsid w:val="00643B02"/>
    <w:rsid w:val="00643BE7"/>
    <w:rsid w:val="00643C10"/>
    <w:rsid w:val="00643C11"/>
    <w:rsid w:val="006449A4"/>
    <w:rsid w:val="00644EA1"/>
    <w:rsid w:val="00645C9D"/>
    <w:rsid w:val="006464AD"/>
    <w:rsid w:val="006464F6"/>
    <w:rsid w:val="006467E9"/>
    <w:rsid w:val="00646E87"/>
    <w:rsid w:val="00647BDE"/>
    <w:rsid w:val="00647D62"/>
    <w:rsid w:val="00650279"/>
    <w:rsid w:val="00650508"/>
    <w:rsid w:val="00650859"/>
    <w:rsid w:val="00650CF9"/>
    <w:rsid w:val="0065117C"/>
    <w:rsid w:val="00651410"/>
    <w:rsid w:val="0065276E"/>
    <w:rsid w:val="006533D5"/>
    <w:rsid w:val="0065349C"/>
    <w:rsid w:val="006534D6"/>
    <w:rsid w:val="00653E67"/>
    <w:rsid w:val="006554D9"/>
    <w:rsid w:val="0065553B"/>
    <w:rsid w:val="00655A8B"/>
    <w:rsid w:val="00655B51"/>
    <w:rsid w:val="00655BE7"/>
    <w:rsid w:val="00655C36"/>
    <w:rsid w:val="00656135"/>
    <w:rsid w:val="00656466"/>
    <w:rsid w:val="00657A17"/>
    <w:rsid w:val="00657BDD"/>
    <w:rsid w:val="00657DC7"/>
    <w:rsid w:val="006607EF"/>
    <w:rsid w:val="006609B9"/>
    <w:rsid w:val="00660E7D"/>
    <w:rsid w:val="0066134E"/>
    <w:rsid w:val="00661C2F"/>
    <w:rsid w:val="00662CD2"/>
    <w:rsid w:val="00662D4C"/>
    <w:rsid w:val="00662E2B"/>
    <w:rsid w:val="00663E0F"/>
    <w:rsid w:val="006649E9"/>
    <w:rsid w:val="006649EF"/>
    <w:rsid w:val="006650B6"/>
    <w:rsid w:val="00665892"/>
    <w:rsid w:val="006658D5"/>
    <w:rsid w:val="00665C69"/>
    <w:rsid w:val="00665DDD"/>
    <w:rsid w:val="00665E41"/>
    <w:rsid w:val="00666A1C"/>
    <w:rsid w:val="00666AAC"/>
    <w:rsid w:val="006677FF"/>
    <w:rsid w:val="00667969"/>
    <w:rsid w:val="00667C27"/>
    <w:rsid w:val="00667D31"/>
    <w:rsid w:val="0067034C"/>
    <w:rsid w:val="0067097C"/>
    <w:rsid w:val="00670A85"/>
    <w:rsid w:val="0067131D"/>
    <w:rsid w:val="00671723"/>
    <w:rsid w:val="00672345"/>
    <w:rsid w:val="006726CB"/>
    <w:rsid w:val="0067297E"/>
    <w:rsid w:val="00672F2A"/>
    <w:rsid w:val="0067316C"/>
    <w:rsid w:val="00673180"/>
    <w:rsid w:val="00675321"/>
    <w:rsid w:val="00675614"/>
    <w:rsid w:val="00675738"/>
    <w:rsid w:val="0067590B"/>
    <w:rsid w:val="00675985"/>
    <w:rsid w:val="00675C83"/>
    <w:rsid w:val="006761BA"/>
    <w:rsid w:val="006767A1"/>
    <w:rsid w:val="00676D59"/>
    <w:rsid w:val="00677E60"/>
    <w:rsid w:val="00680086"/>
    <w:rsid w:val="006802CD"/>
    <w:rsid w:val="0068095B"/>
    <w:rsid w:val="00680C46"/>
    <w:rsid w:val="00680C60"/>
    <w:rsid w:val="00680CBE"/>
    <w:rsid w:val="00680D83"/>
    <w:rsid w:val="00680F31"/>
    <w:rsid w:val="0068363E"/>
    <w:rsid w:val="006847F3"/>
    <w:rsid w:val="00684946"/>
    <w:rsid w:val="00684A00"/>
    <w:rsid w:val="00684FE9"/>
    <w:rsid w:val="0068563E"/>
    <w:rsid w:val="006863C0"/>
    <w:rsid w:val="00686CE2"/>
    <w:rsid w:val="00686FCA"/>
    <w:rsid w:val="00687035"/>
    <w:rsid w:val="0068722B"/>
    <w:rsid w:val="00687953"/>
    <w:rsid w:val="00687F0B"/>
    <w:rsid w:val="006906E5"/>
    <w:rsid w:val="00690A4C"/>
    <w:rsid w:val="00690F36"/>
    <w:rsid w:val="00691126"/>
    <w:rsid w:val="006917C3"/>
    <w:rsid w:val="00691909"/>
    <w:rsid w:val="00691C82"/>
    <w:rsid w:val="00692562"/>
    <w:rsid w:val="00692A9D"/>
    <w:rsid w:val="0069312C"/>
    <w:rsid w:val="00693B7C"/>
    <w:rsid w:val="006940AB"/>
    <w:rsid w:val="00694282"/>
    <w:rsid w:val="00695150"/>
    <w:rsid w:val="00695413"/>
    <w:rsid w:val="00695A8C"/>
    <w:rsid w:val="00695AE7"/>
    <w:rsid w:val="006966AE"/>
    <w:rsid w:val="006974F1"/>
    <w:rsid w:val="006A05D6"/>
    <w:rsid w:val="006A0A7E"/>
    <w:rsid w:val="006A106A"/>
    <w:rsid w:val="006A1A7F"/>
    <w:rsid w:val="006A29B0"/>
    <w:rsid w:val="006A2B97"/>
    <w:rsid w:val="006A314F"/>
    <w:rsid w:val="006A4289"/>
    <w:rsid w:val="006A437D"/>
    <w:rsid w:val="006A451A"/>
    <w:rsid w:val="006A4F3A"/>
    <w:rsid w:val="006A4F7C"/>
    <w:rsid w:val="006A57EE"/>
    <w:rsid w:val="006A5C48"/>
    <w:rsid w:val="006A6D14"/>
    <w:rsid w:val="006A72CB"/>
    <w:rsid w:val="006A7634"/>
    <w:rsid w:val="006A7666"/>
    <w:rsid w:val="006A7974"/>
    <w:rsid w:val="006A7D21"/>
    <w:rsid w:val="006B0A4C"/>
    <w:rsid w:val="006B0EA7"/>
    <w:rsid w:val="006B125A"/>
    <w:rsid w:val="006B12C6"/>
    <w:rsid w:val="006B1B61"/>
    <w:rsid w:val="006B1EA1"/>
    <w:rsid w:val="006B21EB"/>
    <w:rsid w:val="006B25C0"/>
    <w:rsid w:val="006B2A28"/>
    <w:rsid w:val="006B3898"/>
    <w:rsid w:val="006B423C"/>
    <w:rsid w:val="006B4599"/>
    <w:rsid w:val="006B4805"/>
    <w:rsid w:val="006B5034"/>
    <w:rsid w:val="006B5237"/>
    <w:rsid w:val="006B6CA5"/>
    <w:rsid w:val="006B79CE"/>
    <w:rsid w:val="006B7C31"/>
    <w:rsid w:val="006B7F22"/>
    <w:rsid w:val="006C0BD7"/>
    <w:rsid w:val="006C0D28"/>
    <w:rsid w:val="006C1047"/>
    <w:rsid w:val="006C18C4"/>
    <w:rsid w:val="006C2BAA"/>
    <w:rsid w:val="006C2F37"/>
    <w:rsid w:val="006C2FBC"/>
    <w:rsid w:val="006C31CB"/>
    <w:rsid w:val="006C341D"/>
    <w:rsid w:val="006C3867"/>
    <w:rsid w:val="006C3A98"/>
    <w:rsid w:val="006C4193"/>
    <w:rsid w:val="006C42BF"/>
    <w:rsid w:val="006C52D4"/>
    <w:rsid w:val="006C532F"/>
    <w:rsid w:val="006C584B"/>
    <w:rsid w:val="006C5D8B"/>
    <w:rsid w:val="006C72B7"/>
    <w:rsid w:val="006C738E"/>
    <w:rsid w:val="006C7AC4"/>
    <w:rsid w:val="006D0554"/>
    <w:rsid w:val="006D07E9"/>
    <w:rsid w:val="006D0E64"/>
    <w:rsid w:val="006D0F78"/>
    <w:rsid w:val="006D1D55"/>
    <w:rsid w:val="006D2099"/>
    <w:rsid w:val="006D2829"/>
    <w:rsid w:val="006D2CB1"/>
    <w:rsid w:val="006D3178"/>
    <w:rsid w:val="006D3BE6"/>
    <w:rsid w:val="006D3BF4"/>
    <w:rsid w:val="006D3E7E"/>
    <w:rsid w:val="006D4D31"/>
    <w:rsid w:val="006D554C"/>
    <w:rsid w:val="006D5565"/>
    <w:rsid w:val="006D572B"/>
    <w:rsid w:val="006D681A"/>
    <w:rsid w:val="006D6C76"/>
    <w:rsid w:val="006D7A59"/>
    <w:rsid w:val="006D7E15"/>
    <w:rsid w:val="006D7F0F"/>
    <w:rsid w:val="006E03AC"/>
    <w:rsid w:val="006E097B"/>
    <w:rsid w:val="006E0AC3"/>
    <w:rsid w:val="006E124E"/>
    <w:rsid w:val="006E15F2"/>
    <w:rsid w:val="006E1A0B"/>
    <w:rsid w:val="006E1BCF"/>
    <w:rsid w:val="006E1FA3"/>
    <w:rsid w:val="006E23F3"/>
    <w:rsid w:val="006E35E0"/>
    <w:rsid w:val="006E3794"/>
    <w:rsid w:val="006E4663"/>
    <w:rsid w:val="006E47C4"/>
    <w:rsid w:val="006E50F2"/>
    <w:rsid w:val="006E5599"/>
    <w:rsid w:val="006E57B1"/>
    <w:rsid w:val="006E5F8E"/>
    <w:rsid w:val="006E62E4"/>
    <w:rsid w:val="006E6D6E"/>
    <w:rsid w:val="006E7801"/>
    <w:rsid w:val="006F0536"/>
    <w:rsid w:val="006F05DA"/>
    <w:rsid w:val="006F233D"/>
    <w:rsid w:val="006F2404"/>
    <w:rsid w:val="006F2FC6"/>
    <w:rsid w:val="006F3F3B"/>
    <w:rsid w:val="006F44A8"/>
    <w:rsid w:val="006F4D0D"/>
    <w:rsid w:val="006F5AA3"/>
    <w:rsid w:val="006F5DE9"/>
    <w:rsid w:val="006F5EF4"/>
    <w:rsid w:val="006F6521"/>
    <w:rsid w:val="006F6A81"/>
    <w:rsid w:val="006F6D2E"/>
    <w:rsid w:val="006F700C"/>
    <w:rsid w:val="006F704E"/>
    <w:rsid w:val="006F76EE"/>
    <w:rsid w:val="006F7C44"/>
    <w:rsid w:val="006F7DE0"/>
    <w:rsid w:val="00700103"/>
    <w:rsid w:val="0070014A"/>
    <w:rsid w:val="0070106E"/>
    <w:rsid w:val="00701D05"/>
    <w:rsid w:val="00701E85"/>
    <w:rsid w:val="00702231"/>
    <w:rsid w:val="007026E7"/>
    <w:rsid w:val="00702F0F"/>
    <w:rsid w:val="00703032"/>
    <w:rsid w:val="00703203"/>
    <w:rsid w:val="00703B19"/>
    <w:rsid w:val="00704D4A"/>
    <w:rsid w:val="0070559A"/>
    <w:rsid w:val="00705889"/>
    <w:rsid w:val="00706749"/>
    <w:rsid w:val="007067C3"/>
    <w:rsid w:val="00706BD1"/>
    <w:rsid w:val="00706C76"/>
    <w:rsid w:val="00706CE0"/>
    <w:rsid w:val="007070BD"/>
    <w:rsid w:val="0070768A"/>
    <w:rsid w:val="00707B7B"/>
    <w:rsid w:val="0071000A"/>
    <w:rsid w:val="007101D3"/>
    <w:rsid w:val="007111FD"/>
    <w:rsid w:val="00711E2B"/>
    <w:rsid w:val="007145C4"/>
    <w:rsid w:val="007147EA"/>
    <w:rsid w:val="007147F9"/>
    <w:rsid w:val="00714A53"/>
    <w:rsid w:val="00714E07"/>
    <w:rsid w:val="007156AD"/>
    <w:rsid w:val="00715928"/>
    <w:rsid w:val="00716147"/>
    <w:rsid w:val="007161D2"/>
    <w:rsid w:val="0071627A"/>
    <w:rsid w:val="00716406"/>
    <w:rsid w:val="00716F22"/>
    <w:rsid w:val="0071780F"/>
    <w:rsid w:val="00717B9D"/>
    <w:rsid w:val="007202AA"/>
    <w:rsid w:val="0072059C"/>
    <w:rsid w:val="0072120B"/>
    <w:rsid w:val="007221CD"/>
    <w:rsid w:val="007222AA"/>
    <w:rsid w:val="007232A7"/>
    <w:rsid w:val="0072332B"/>
    <w:rsid w:val="0072346A"/>
    <w:rsid w:val="007235E3"/>
    <w:rsid w:val="00723AFB"/>
    <w:rsid w:val="00723D90"/>
    <w:rsid w:val="007242AF"/>
    <w:rsid w:val="00724A1F"/>
    <w:rsid w:val="00724CE2"/>
    <w:rsid w:val="00725034"/>
    <w:rsid w:val="00725253"/>
    <w:rsid w:val="007254A7"/>
    <w:rsid w:val="00725B61"/>
    <w:rsid w:val="00725D02"/>
    <w:rsid w:val="0072622F"/>
    <w:rsid w:val="007264C7"/>
    <w:rsid w:val="00726968"/>
    <w:rsid w:val="00726DD1"/>
    <w:rsid w:val="00726E2C"/>
    <w:rsid w:val="0072756A"/>
    <w:rsid w:val="007277BB"/>
    <w:rsid w:val="00730671"/>
    <w:rsid w:val="007308AA"/>
    <w:rsid w:val="00730A52"/>
    <w:rsid w:val="00731277"/>
    <w:rsid w:val="007312A3"/>
    <w:rsid w:val="0073193D"/>
    <w:rsid w:val="00731E55"/>
    <w:rsid w:val="007321F9"/>
    <w:rsid w:val="00732370"/>
    <w:rsid w:val="007325EF"/>
    <w:rsid w:val="00732DA2"/>
    <w:rsid w:val="0073454E"/>
    <w:rsid w:val="00734F84"/>
    <w:rsid w:val="0073524A"/>
    <w:rsid w:val="0073536A"/>
    <w:rsid w:val="00735419"/>
    <w:rsid w:val="00735483"/>
    <w:rsid w:val="00735859"/>
    <w:rsid w:val="007359CF"/>
    <w:rsid w:val="0073625F"/>
    <w:rsid w:val="0073655C"/>
    <w:rsid w:val="0073683B"/>
    <w:rsid w:val="0073704C"/>
    <w:rsid w:val="00737192"/>
    <w:rsid w:val="00737A4A"/>
    <w:rsid w:val="00737B8B"/>
    <w:rsid w:val="00740BC8"/>
    <w:rsid w:val="007413C1"/>
    <w:rsid w:val="00741A89"/>
    <w:rsid w:val="00741B6D"/>
    <w:rsid w:val="00741DE1"/>
    <w:rsid w:val="00741F7C"/>
    <w:rsid w:val="007422EE"/>
    <w:rsid w:val="0074256B"/>
    <w:rsid w:val="00743952"/>
    <w:rsid w:val="00743A18"/>
    <w:rsid w:val="00743AC1"/>
    <w:rsid w:val="00743B0A"/>
    <w:rsid w:val="00744317"/>
    <w:rsid w:val="00745211"/>
    <w:rsid w:val="007462D4"/>
    <w:rsid w:val="007463E6"/>
    <w:rsid w:val="007468C3"/>
    <w:rsid w:val="00747243"/>
    <w:rsid w:val="0074764A"/>
    <w:rsid w:val="00747A03"/>
    <w:rsid w:val="0075078B"/>
    <w:rsid w:val="00750AAB"/>
    <w:rsid w:val="00750CFD"/>
    <w:rsid w:val="007510B0"/>
    <w:rsid w:val="0075141E"/>
    <w:rsid w:val="0075252B"/>
    <w:rsid w:val="00752818"/>
    <w:rsid w:val="00752C14"/>
    <w:rsid w:val="00752D31"/>
    <w:rsid w:val="00752E21"/>
    <w:rsid w:val="00753ACD"/>
    <w:rsid w:val="00753B58"/>
    <w:rsid w:val="00753C85"/>
    <w:rsid w:val="00753E8C"/>
    <w:rsid w:val="0075421A"/>
    <w:rsid w:val="00754EBB"/>
    <w:rsid w:val="00755002"/>
    <w:rsid w:val="007555F3"/>
    <w:rsid w:val="00755B3A"/>
    <w:rsid w:val="0075657E"/>
    <w:rsid w:val="00756AAF"/>
    <w:rsid w:val="00756CDC"/>
    <w:rsid w:val="00756CEF"/>
    <w:rsid w:val="00756EE1"/>
    <w:rsid w:val="0075717F"/>
    <w:rsid w:val="00757187"/>
    <w:rsid w:val="00757223"/>
    <w:rsid w:val="007572A1"/>
    <w:rsid w:val="00757D8D"/>
    <w:rsid w:val="00760211"/>
    <w:rsid w:val="0076075C"/>
    <w:rsid w:val="00760A00"/>
    <w:rsid w:val="0076156B"/>
    <w:rsid w:val="007615E5"/>
    <w:rsid w:val="00761685"/>
    <w:rsid w:val="007618D2"/>
    <w:rsid w:val="00761B1F"/>
    <w:rsid w:val="00761E97"/>
    <w:rsid w:val="00761FEA"/>
    <w:rsid w:val="0076241C"/>
    <w:rsid w:val="007630D3"/>
    <w:rsid w:val="007631B0"/>
    <w:rsid w:val="00763806"/>
    <w:rsid w:val="00763CC6"/>
    <w:rsid w:val="00763D27"/>
    <w:rsid w:val="00764922"/>
    <w:rsid w:val="00764DA9"/>
    <w:rsid w:val="00765081"/>
    <w:rsid w:val="00765C93"/>
    <w:rsid w:val="00765E71"/>
    <w:rsid w:val="00766489"/>
    <w:rsid w:val="00766AAE"/>
    <w:rsid w:val="00766BA0"/>
    <w:rsid w:val="00766E09"/>
    <w:rsid w:val="00767222"/>
    <w:rsid w:val="0076761D"/>
    <w:rsid w:val="00767B86"/>
    <w:rsid w:val="00770A0D"/>
    <w:rsid w:val="007717FF"/>
    <w:rsid w:val="0077256E"/>
    <w:rsid w:val="00772CD2"/>
    <w:rsid w:val="00773B68"/>
    <w:rsid w:val="00773D4A"/>
    <w:rsid w:val="00774BB1"/>
    <w:rsid w:val="00774C1C"/>
    <w:rsid w:val="00775625"/>
    <w:rsid w:val="007759D9"/>
    <w:rsid w:val="00775A5D"/>
    <w:rsid w:val="00775B55"/>
    <w:rsid w:val="00775E24"/>
    <w:rsid w:val="0077613A"/>
    <w:rsid w:val="00776277"/>
    <w:rsid w:val="00776766"/>
    <w:rsid w:val="0077791E"/>
    <w:rsid w:val="00777988"/>
    <w:rsid w:val="00777EA5"/>
    <w:rsid w:val="00777F08"/>
    <w:rsid w:val="007802F7"/>
    <w:rsid w:val="00780358"/>
    <w:rsid w:val="00780AB0"/>
    <w:rsid w:val="00781810"/>
    <w:rsid w:val="00781D05"/>
    <w:rsid w:val="0078202F"/>
    <w:rsid w:val="0078209E"/>
    <w:rsid w:val="00782240"/>
    <w:rsid w:val="0078240F"/>
    <w:rsid w:val="00782411"/>
    <w:rsid w:val="00782EE2"/>
    <w:rsid w:val="00783528"/>
    <w:rsid w:val="00783663"/>
    <w:rsid w:val="00783A2D"/>
    <w:rsid w:val="00783CC8"/>
    <w:rsid w:val="0078491A"/>
    <w:rsid w:val="00784956"/>
    <w:rsid w:val="00784C60"/>
    <w:rsid w:val="00784E76"/>
    <w:rsid w:val="0078522E"/>
    <w:rsid w:val="007856D5"/>
    <w:rsid w:val="00786010"/>
    <w:rsid w:val="007861DE"/>
    <w:rsid w:val="00786280"/>
    <w:rsid w:val="007866AF"/>
    <w:rsid w:val="0078677A"/>
    <w:rsid w:val="00790044"/>
    <w:rsid w:val="0079052F"/>
    <w:rsid w:val="00790AE6"/>
    <w:rsid w:val="00790BAB"/>
    <w:rsid w:val="00790BE3"/>
    <w:rsid w:val="0079201B"/>
    <w:rsid w:val="007920C8"/>
    <w:rsid w:val="007936A2"/>
    <w:rsid w:val="00793902"/>
    <w:rsid w:val="00793BE8"/>
    <w:rsid w:val="00793DFE"/>
    <w:rsid w:val="00793F54"/>
    <w:rsid w:val="0079433B"/>
    <w:rsid w:val="007944CF"/>
    <w:rsid w:val="007949A9"/>
    <w:rsid w:val="007957E1"/>
    <w:rsid w:val="00795A45"/>
    <w:rsid w:val="00795BEE"/>
    <w:rsid w:val="00796631"/>
    <w:rsid w:val="007967BF"/>
    <w:rsid w:val="00796D9B"/>
    <w:rsid w:val="007972DD"/>
    <w:rsid w:val="00797349"/>
    <w:rsid w:val="007974AB"/>
    <w:rsid w:val="007A073B"/>
    <w:rsid w:val="007A073F"/>
    <w:rsid w:val="007A110E"/>
    <w:rsid w:val="007A1E06"/>
    <w:rsid w:val="007A210C"/>
    <w:rsid w:val="007A25FB"/>
    <w:rsid w:val="007A31E3"/>
    <w:rsid w:val="007A3248"/>
    <w:rsid w:val="007A3389"/>
    <w:rsid w:val="007A35F4"/>
    <w:rsid w:val="007A36BD"/>
    <w:rsid w:val="007A3BFA"/>
    <w:rsid w:val="007A3C49"/>
    <w:rsid w:val="007A3CF6"/>
    <w:rsid w:val="007A3DBE"/>
    <w:rsid w:val="007A3F52"/>
    <w:rsid w:val="007A4018"/>
    <w:rsid w:val="007A45EE"/>
    <w:rsid w:val="007A47A9"/>
    <w:rsid w:val="007A4A38"/>
    <w:rsid w:val="007A519E"/>
    <w:rsid w:val="007A5F1C"/>
    <w:rsid w:val="007A610B"/>
    <w:rsid w:val="007A624A"/>
    <w:rsid w:val="007A696E"/>
    <w:rsid w:val="007A71C0"/>
    <w:rsid w:val="007A7515"/>
    <w:rsid w:val="007A7B17"/>
    <w:rsid w:val="007A7B5A"/>
    <w:rsid w:val="007B0EE8"/>
    <w:rsid w:val="007B0FD4"/>
    <w:rsid w:val="007B122A"/>
    <w:rsid w:val="007B1B34"/>
    <w:rsid w:val="007B1E17"/>
    <w:rsid w:val="007B29C5"/>
    <w:rsid w:val="007B31FE"/>
    <w:rsid w:val="007B4C65"/>
    <w:rsid w:val="007B5208"/>
    <w:rsid w:val="007B5217"/>
    <w:rsid w:val="007B5F29"/>
    <w:rsid w:val="007B60A6"/>
    <w:rsid w:val="007B60D5"/>
    <w:rsid w:val="007B64D5"/>
    <w:rsid w:val="007B6C8A"/>
    <w:rsid w:val="007B73B1"/>
    <w:rsid w:val="007B7ED6"/>
    <w:rsid w:val="007C02DE"/>
    <w:rsid w:val="007C1325"/>
    <w:rsid w:val="007C1452"/>
    <w:rsid w:val="007C14E0"/>
    <w:rsid w:val="007C1819"/>
    <w:rsid w:val="007C1B14"/>
    <w:rsid w:val="007C24B7"/>
    <w:rsid w:val="007C2588"/>
    <w:rsid w:val="007C2B20"/>
    <w:rsid w:val="007C2F37"/>
    <w:rsid w:val="007C370A"/>
    <w:rsid w:val="007C5A29"/>
    <w:rsid w:val="007C5FD7"/>
    <w:rsid w:val="007C623C"/>
    <w:rsid w:val="007C637A"/>
    <w:rsid w:val="007C652C"/>
    <w:rsid w:val="007C658A"/>
    <w:rsid w:val="007C6CFF"/>
    <w:rsid w:val="007C735B"/>
    <w:rsid w:val="007C7A61"/>
    <w:rsid w:val="007C7B41"/>
    <w:rsid w:val="007C7BEE"/>
    <w:rsid w:val="007C7F1F"/>
    <w:rsid w:val="007D04DF"/>
    <w:rsid w:val="007D091C"/>
    <w:rsid w:val="007D0A0C"/>
    <w:rsid w:val="007D1318"/>
    <w:rsid w:val="007D1368"/>
    <w:rsid w:val="007D2577"/>
    <w:rsid w:val="007D3133"/>
    <w:rsid w:val="007D38CE"/>
    <w:rsid w:val="007D3B9D"/>
    <w:rsid w:val="007D40B4"/>
    <w:rsid w:val="007D4B57"/>
    <w:rsid w:val="007D4C67"/>
    <w:rsid w:val="007D558E"/>
    <w:rsid w:val="007D563E"/>
    <w:rsid w:val="007D5BFC"/>
    <w:rsid w:val="007D5E53"/>
    <w:rsid w:val="007D616D"/>
    <w:rsid w:val="007D6836"/>
    <w:rsid w:val="007D6913"/>
    <w:rsid w:val="007D73DE"/>
    <w:rsid w:val="007D744E"/>
    <w:rsid w:val="007D78C8"/>
    <w:rsid w:val="007E051E"/>
    <w:rsid w:val="007E07B1"/>
    <w:rsid w:val="007E0C70"/>
    <w:rsid w:val="007E0C86"/>
    <w:rsid w:val="007E12F7"/>
    <w:rsid w:val="007E1774"/>
    <w:rsid w:val="007E181B"/>
    <w:rsid w:val="007E2181"/>
    <w:rsid w:val="007E2331"/>
    <w:rsid w:val="007E4600"/>
    <w:rsid w:val="007E46B6"/>
    <w:rsid w:val="007E4B43"/>
    <w:rsid w:val="007E4BFB"/>
    <w:rsid w:val="007E552B"/>
    <w:rsid w:val="007E5C2D"/>
    <w:rsid w:val="007E5CBD"/>
    <w:rsid w:val="007E7189"/>
    <w:rsid w:val="007E74CE"/>
    <w:rsid w:val="007E752A"/>
    <w:rsid w:val="007E7695"/>
    <w:rsid w:val="007F028D"/>
    <w:rsid w:val="007F0415"/>
    <w:rsid w:val="007F0D8B"/>
    <w:rsid w:val="007F0E1D"/>
    <w:rsid w:val="007F1E92"/>
    <w:rsid w:val="007F1F1E"/>
    <w:rsid w:val="007F1F4D"/>
    <w:rsid w:val="007F23FC"/>
    <w:rsid w:val="007F258A"/>
    <w:rsid w:val="007F26F1"/>
    <w:rsid w:val="007F320F"/>
    <w:rsid w:val="007F333F"/>
    <w:rsid w:val="007F373F"/>
    <w:rsid w:val="007F39D7"/>
    <w:rsid w:val="007F3B27"/>
    <w:rsid w:val="007F504C"/>
    <w:rsid w:val="007F50CC"/>
    <w:rsid w:val="007F603F"/>
    <w:rsid w:val="007F64A6"/>
    <w:rsid w:val="007F6A00"/>
    <w:rsid w:val="007F6B67"/>
    <w:rsid w:val="007F6C8F"/>
    <w:rsid w:val="00800D6B"/>
    <w:rsid w:val="0080146B"/>
    <w:rsid w:val="0080218A"/>
    <w:rsid w:val="0080258B"/>
    <w:rsid w:val="00802936"/>
    <w:rsid w:val="008029FE"/>
    <w:rsid w:val="00802D64"/>
    <w:rsid w:val="00802E01"/>
    <w:rsid w:val="00803048"/>
    <w:rsid w:val="0080371B"/>
    <w:rsid w:val="008038A0"/>
    <w:rsid w:val="00803DE4"/>
    <w:rsid w:val="00804653"/>
    <w:rsid w:val="00804BFE"/>
    <w:rsid w:val="00804DCD"/>
    <w:rsid w:val="00805258"/>
    <w:rsid w:val="008055EF"/>
    <w:rsid w:val="008057C3"/>
    <w:rsid w:val="00805F85"/>
    <w:rsid w:val="00806169"/>
    <w:rsid w:val="00806209"/>
    <w:rsid w:val="008062DD"/>
    <w:rsid w:val="00806A29"/>
    <w:rsid w:val="0080780F"/>
    <w:rsid w:val="00807E5F"/>
    <w:rsid w:val="00807EDD"/>
    <w:rsid w:val="00807EE0"/>
    <w:rsid w:val="00810290"/>
    <w:rsid w:val="00810465"/>
    <w:rsid w:val="008108FF"/>
    <w:rsid w:val="00810ABF"/>
    <w:rsid w:val="00810C23"/>
    <w:rsid w:val="00811010"/>
    <w:rsid w:val="0081111D"/>
    <w:rsid w:val="0081122A"/>
    <w:rsid w:val="008115CD"/>
    <w:rsid w:val="0081164C"/>
    <w:rsid w:val="00811BD0"/>
    <w:rsid w:val="00811C5A"/>
    <w:rsid w:val="00812047"/>
    <w:rsid w:val="00813080"/>
    <w:rsid w:val="00813A51"/>
    <w:rsid w:val="00813ADE"/>
    <w:rsid w:val="00813BDD"/>
    <w:rsid w:val="00813CE0"/>
    <w:rsid w:val="00813FE1"/>
    <w:rsid w:val="008144A4"/>
    <w:rsid w:val="0081463D"/>
    <w:rsid w:val="0081473A"/>
    <w:rsid w:val="00814BC3"/>
    <w:rsid w:val="00814D4F"/>
    <w:rsid w:val="00814F0D"/>
    <w:rsid w:val="00815C04"/>
    <w:rsid w:val="00815DDF"/>
    <w:rsid w:val="00820045"/>
    <w:rsid w:val="00820408"/>
    <w:rsid w:val="00820514"/>
    <w:rsid w:val="00821206"/>
    <w:rsid w:val="008215FD"/>
    <w:rsid w:val="008216BC"/>
    <w:rsid w:val="00821959"/>
    <w:rsid w:val="00821BCA"/>
    <w:rsid w:val="00821D0E"/>
    <w:rsid w:val="00821D51"/>
    <w:rsid w:val="00823222"/>
    <w:rsid w:val="00823DE8"/>
    <w:rsid w:val="00823F66"/>
    <w:rsid w:val="00824562"/>
    <w:rsid w:val="008252BC"/>
    <w:rsid w:val="00825305"/>
    <w:rsid w:val="008254FF"/>
    <w:rsid w:val="00825E7C"/>
    <w:rsid w:val="00826082"/>
    <w:rsid w:val="008267F2"/>
    <w:rsid w:val="00826E23"/>
    <w:rsid w:val="0082720B"/>
    <w:rsid w:val="0082742D"/>
    <w:rsid w:val="008276EE"/>
    <w:rsid w:val="00827D92"/>
    <w:rsid w:val="008305FA"/>
    <w:rsid w:val="00830738"/>
    <w:rsid w:val="00830CFA"/>
    <w:rsid w:val="00830FA7"/>
    <w:rsid w:val="0083117D"/>
    <w:rsid w:val="0083127C"/>
    <w:rsid w:val="00831488"/>
    <w:rsid w:val="008317C1"/>
    <w:rsid w:val="00831E3A"/>
    <w:rsid w:val="0083266C"/>
    <w:rsid w:val="00832887"/>
    <w:rsid w:val="00832B28"/>
    <w:rsid w:val="00832B37"/>
    <w:rsid w:val="00832E3C"/>
    <w:rsid w:val="0083394D"/>
    <w:rsid w:val="008354B6"/>
    <w:rsid w:val="008354C3"/>
    <w:rsid w:val="00835B27"/>
    <w:rsid w:val="0083611B"/>
    <w:rsid w:val="00837290"/>
    <w:rsid w:val="008372D8"/>
    <w:rsid w:val="008377C8"/>
    <w:rsid w:val="00840086"/>
    <w:rsid w:val="0084026D"/>
    <w:rsid w:val="00840701"/>
    <w:rsid w:val="00840A79"/>
    <w:rsid w:val="00840CE2"/>
    <w:rsid w:val="00840FDF"/>
    <w:rsid w:val="00841388"/>
    <w:rsid w:val="00841B5E"/>
    <w:rsid w:val="00841E2E"/>
    <w:rsid w:val="00841EDE"/>
    <w:rsid w:val="00842424"/>
    <w:rsid w:val="008424FF"/>
    <w:rsid w:val="00842C6A"/>
    <w:rsid w:val="0084323F"/>
    <w:rsid w:val="00843813"/>
    <w:rsid w:val="00843963"/>
    <w:rsid w:val="008439EB"/>
    <w:rsid w:val="00844723"/>
    <w:rsid w:val="00844858"/>
    <w:rsid w:val="00844877"/>
    <w:rsid w:val="00844D14"/>
    <w:rsid w:val="00844D8D"/>
    <w:rsid w:val="0084537E"/>
    <w:rsid w:val="00845E3B"/>
    <w:rsid w:val="00846058"/>
    <w:rsid w:val="0085016D"/>
    <w:rsid w:val="0085124C"/>
    <w:rsid w:val="008519E1"/>
    <w:rsid w:val="0085280A"/>
    <w:rsid w:val="008536E7"/>
    <w:rsid w:val="00853B3E"/>
    <w:rsid w:val="00854746"/>
    <w:rsid w:val="008548EE"/>
    <w:rsid w:val="00855517"/>
    <w:rsid w:val="00855EF1"/>
    <w:rsid w:val="00855F62"/>
    <w:rsid w:val="00856040"/>
    <w:rsid w:val="008564E1"/>
    <w:rsid w:val="00856F35"/>
    <w:rsid w:val="008572A4"/>
    <w:rsid w:val="00857701"/>
    <w:rsid w:val="00857EF7"/>
    <w:rsid w:val="00861089"/>
    <w:rsid w:val="0086125D"/>
    <w:rsid w:val="00861354"/>
    <w:rsid w:val="00861494"/>
    <w:rsid w:val="008617E4"/>
    <w:rsid w:val="00861C9E"/>
    <w:rsid w:val="00861DDB"/>
    <w:rsid w:val="00862284"/>
    <w:rsid w:val="0086253F"/>
    <w:rsid w:val="00863591"/>
    <w:rsid w:val="00864052"/>
    <w:rsid w:val="00864ED1"/>
    <w:rsid w:val="0086505B"/>
    <w:rsid w:val="00865AF4"/>
    <w:rsid w:val="00866530"/>
    <w:rsid w:val="0086680A"/>
    <w:rsid w:val="00866C96"/>
    <w:rsid w:val="008672D2"/>
    <w:rsid w:val="00867758"/>
    <w:rsid w:val="00867882"/>
    <w:rsid w:val="00867B26"/>
    <w:rsid w:val="008705DE"/>
    <w:rsid w:val="00870647"/>
    <w:rsid w:val="00871242"/>
    <w:rsid w:val="00871671"/>
    <w:rsid w:val="00871CF5"/>
    <w:rsid w:val="0087201F"/>
    <w:rsid w:val="008722A0"/>
    <w:rsid w:val="0087260F"/>
    <w:rsid w:val="008728CA"/>
    <w:rsid w:val="00872D00"/>
    <w:rsid w:val="0087368A"/>
    <w:rsid w:val="008739D9"/>
    <w:rsid w:val="00873A54"/>
    <w:rsid w:val="00873DE5"/>
    <w:rsid w:val="008745DF"/>
    <w:rsid w:val="008749A1"/>
    <w:rsid w:val="00874D5B"/>
    <w:rsid w:val="00875189"/>
    <w:rsid w:val="008755B3"/>
    <w:rsid w:val="0087566B"/>
    <w:rsid w:val="0087566E"/>
    <w:rsid w:val="00875E6B"/>
    <w:rsid w:val="0087625E"/>
    <w:rsid w:val="008769D3"/>
    <w:rsid w:val="008802ED"/>
    <w:rsid w:val="0088109C"/>
    <w:rsid w:val="00881155"/>
    <w:rsid w:val="0088144F"/>
    <w:rsid w:val="00882F0E"/>
    <w:rsid w:val="00883D36"/>
    <w:rsid w:val="008842D1"/>
    <w:rsid w:val="00884373"/>
    <w:rsid w:val="008847CC"/>
    <w:rsid w:val="00885509"/>
    <w:rsid w:val="00885D49"/>
    <w:rsid w:val="00885EAD"/>
    <w:rsid w:val="00886D3D"/>
    <w:rsid w:val="00887585"/>
    <w:rsid w:val="008878C4"/>
    <w:rsid w:val="008906AE"/>
    <w:rsid w:val="00891072"/>
    <w:rsid w:val="0089111D"/>
    <w:rsid w:val="008911D2"/>
    <w:rsid w:val="00891512"/>
    <w:rsid w:val="00891CE9"/>
    <w:rsid w:val="00892622"/>
    <w:rsid w:val="00892AD3"/>
    <w:rsid w:val="00892BD9"/>
    <w:rsid w:val="00893456"/>
    <w:rsid w:val="00894095"/>
    <w:rsid w:val="008947A1"/>
    <w:rsid w:val="008947D0"/>
    <w:rsid w:val="00894C28"/>
    <w:rsid w:val="00894CFA"/>
    <w:rsid w:val="00895AAA"/>
    <w:rsid w:val="00895CA7"/>
    <w:rsid w:val="008960ED"/>
    <w:rsid w:val="00896A25"/>
    <w:rsid w:val="0089769C"/>
    <w:rsid w:val="00897A6F"/>
    <w:rsid w:val="008A1502"/>
    <w:rsid w:val="008A156D"/>
    <w:rsid w:val="008A1DF4"/>
    <w:rsid w:val="008A1E05"/>
    <w:rsid w:val="008A269D"/>
    <w:rsid w:val="008A2DBA"/>
    <w:rsid w:val="008A2F37"/>
    <w:rsid w:val="008A3688"/>
    <w:rsid w:val="008A4962"/>
    <w:rsid w:val="008A51BE"/>
    <w:rsid w:val="008A5410"/>
    <w:rsid w:val="008A565B"/>
    <w:rsid w:val="008A5A99"/>
    <w:rsid w:val="008A5CB3"/>
    <w:rsid w:val="008A68B7"/>
    <w:rsid w:val="008A6E1A"/>
    <w:rsid w:val="008A6F72"/>
    <w:rsid w:val="008A73D2"/>
    <w:rsid w:val="008A7523"/>
    <w:rsid w:val="008A7559"/>
    <w:rsid w:val="008A7764"/>
    <w:rsid w:val="008A7B4A"/>
    <w:rsid w:val="008A7F4B"/>
    <w:rsid w:val="008B042D"/>
    <w:rsid w:val="008B10CE"/>
    <w:rsid w:val="008B1397"/>
    <w:rsid w:val="008B1603"/>
    <w:rsid w:val="008B1BFC"/>
    <w:rsid w:val="008B1DF5"/>
    <w:rsid w:val="008B1F1E"/>
    <w:rsid w:val="008B230B"/>
    <w:rsid w:val="008B24C1"/>
    <w:rsid w:val="008B2716"/>
    <w:rsid w:val="008B27F1"/>
    <w:rsid w:val="008B289F"/>
    <w:rsid w:val="008B2984"/>
    <w:rsid w:val="008B35C6"/>
    <w:rsid w:val="008B3991"/>
    <w:rsid w:val="008B527E"/>
    <w:rsid w:val="008B53FF"/>
    <w:rsid w:val="008B54E9"/>
    <w:rsid w:val="008B5535"/>
    <w:rsid w:val="008B5DD0"/>
    <w:rsid w:val="008B65C6"/>
    <w:rsid w:val="008B67C5"/>
    <w:rsid w:val="008B683A"/>
    <w:rsid w:val="008B6D3F"/>
    <w:rsid w:val="008B6E49"/>
    <w:rsid w:val="008B7144"/>
    <w:rsid w:val="008B7515"/>
    <w:rsid w:val="008B7548"/>
    <w:rsid w:val="008B7F35"/>
    <w:rsid w:val="008B7FD1"/>
    <w:rsid w:val="008C06EC"/>
    <w:rsid w:val="008C0CD5"/>
    <w:rsid w:val="008C14EA"/>
    <w:rsid w:val="008C1733"/>
    <w:rsid w:val="008C1778"/>
    <w:rsid w:val="008C2092"/>
    <w:rsid w:val="008C29AE"/>
    <w:rsid w:val="008C2DC5"/>
    <w:rsid w:val="008C2DE3"/>
    <w:rsid w:val="008C3850"/>
    <w:rsid w:val="008C38E1"/>
    <w:rsid w:val="008C45B5"/>
    <w:rsid w:val="008C4BBA"/>
    <w:rsid w:val="008C4E64"/>
    <w:rsid w:val="008C5232"/>
    <w:rsid w:val="008C5608"/>
    <w:rsid w:val="008C5C61"/>
    <w:rsid w:val="008C6709"/>
    <w:rsid w:val="008C746C"/>
    <w:rsid w:val="008C7A58"/>
    <w:rsid w:val="008D0024"/>
    <w:rsid w:val="008D01BE"/>
    <w:rsid w:val="008D03FD"/>
    <w:rsid w:val="008D04F3"/>
    <w:rsid w:val="008D060E"/>
    <w:rsid w:val="008D15AD"/>
    <w:rsid w:val="008D18A4"/>
    <w:rsid w:val="008D2885"/>
    <w:rsid w:val="008D2F27"/>
    <w:rsid w:val="008D32E9"/>
    <w:rsid w:val="008D3733"/>
    <w:rsid w:val="008D3C96"/>
    <w:rsid w:val="008D4129"/>
    <w:rsid w:val="008D41A8"/>
    <w:rsid w:val="008D436C"/>
    <w:rsid w:val="008D4A51"/>
    <w:rsid w:val="008D4F94"/>
    <w:rsid w:val="008D5039"/>
    <w:rsid w:val="008D51C1"/>
    <w:rsid w:val="008D544D"/>
    <w:rsid w:val="008D54E5"/>
    <w:rsid w:val="008D5792"/>
    <w:rsid w:val="008D5A3D"/>
    <w:rsid w:val="008D621A"/>
    <w:rsid w:val="008D70F1"/>
    <w:rsid w:val="008D767E"/>
    <w:rsid w:val="008D78FA"/>
    <w:rsid w:val="008E0496"/>
    <w:rsid w:val="008E0A6D"/>
    <w:rsid w:val="008E0CFA"/>
    <w:rsid w:val="008E13CA"/>
    <w:rsid w:val="008E1861"/>
    <w:rsid w:val="008E1C58"/>
    <w:rsid w:val="008E2C45"/>
    <w:rsid w:val="008E30E2"/>
    <w:rsid w:val="008E4E0A"/>
    <w:rsid w:val="008E550D"/>
    <w:rsid w:val="008E6265"/>
    <w:rsid w:val="008E69D7"/>
    <w:rsid w:val="008E6C4E"/>
    <w:rsid w:val="008E6E38"/>
    <w:rsid w:val="008E6E62"/>
    <w:rsid w:val="008E71F8"/>
    <w:rsid w:val="008F03F5"/>
    <w:rsid w:val="008F0469"/>
    <w:rsid w:val="008F0BBB"/>
    <w:rsid w:val="008F1623"/>
    <w:rsid w:val="008F16BA"/>
    <w:rsid w:val="008F20C5"/>
    <w:rsid w:val="008F2594"/>
    <w:rsid w:val="008F296D"/>
    <w:rsid w:val="008F42F8"/>
    <w:rsid w:val="008F520C"/>
    <w:rsid w:val="008F57D9"/>
    <w:rsid w:val="008F5B83"/>
    <w:rsid w:val="008F5FC4"/>
    <w:rsid w:val="008F652B"/>
    <w:rsid w:val="008F685D"/>
    <w:rsid w:val="008F7A99"/>
    <w:rsid w:val="008F7DEF"/>
    <w:rsid w:val="009001C5"/>
    <w:rsid w:val="009001CC"/>
    <w:rsid w:val="009005DC"/>
    <w:rsid w:val="0090075A"/>
    <w:rsid w:val="009014F4"/>
    <w:rsid w:val="00901F18"/>
    <w:rsid w:val="00902926"/>
    <w:rsid w:val="00902FB3"/>
    <w:rsid w:val="009032A7"/>
    <w:rsid w:val="00903616"/>
    <w:rsid w:val="00903B23"/>
    <w:rsid w:val="00904597"/>
    <w:rsid w:val="009046CF"/>
    <w:rsid w:val="009049AD"/>
    <w:rsid w:val="00904E90"/>
    <w:rsid w:val="00904FDA"/>
    <w:rsid w:val="0090554F"/>
    <w:rsid w:val="0090597D"/>
    <w:rsid w:val="00905BB2"/>
    <w:rsid w:val="00906D2C"/>
    <w:rsid w:val="00906EA4"/>
    <w:rsid w:val="0090704E"/>
    <w:rsid w:val="00907077"/>
    <w:rsid w:val="00907332"/>
    <w:rsid w:val="00907556"/>
    <w:rsid w:val="009076BC"/>
    <w:rsid w:val="009077F5"/>
    <w:rsid w:val="00907DA6"/>
    <w:rsid w:val="00907EBF"/>
    <w:rsid w:val="00907FA3"/>
    <w:rsid w:val="00910707"/>
    <w:rsid w:val="00910919"/>
    <w:rsid w:val="00910C48"/>
    <w:rsid w:val="00910E76"/>
    <w:rsid w:val="00910FD8"/>
    <w:rsid w:val="009119E9"/>
    <w:rsid w:val="00911B95"/>
    <w:rsid w:val="00912294"/>
    <w:rsid w:val="00912870"/>
    <w:rsid w:val="00913EE2"/>
    <w:rsid w:val="00913FC5"/>
    <w:rsid w:val="009140EF"/>
    <w:rsid w:val="009142D4"/>
    <w:rsid w:val="009145D5"/>
    <w:rsid w:val="00914809"/>
    <w:rsid w:val="00915BA3"/>
    <w:rsid w:val="00915C62"/>
    <w:rsid w:val="009177F8"/>
    <w:rsid w:val="0091796F"/>
    <w:rsid w:val="009179BE"/>
    <w:rsid w:val="00920067"/>
    <w:rsid w:val="009206ED"/>
    <w:rsid w:val="00920EEB"/>
    <w:rsid w:val="0092228E"/>
    <w:rsid w:val="00922706"/>
    <w:rsid w:val="00922739"/>
    <w:rsid w:val="009228D3"/>
    <w:rsid w:val="00922B7D"/>
    <w:rsid w:val="00923B5A"/>
    <w:rsid w:val="00924837"/>
    <w:rsid w:val="009248EC"/>
    <w:rsid w:val="00924B2F"/>
    <w:rsid w:val="0092594D"/>
    <w:rsid w:val="00925A6B"/>
    <w:rsid w:val="00925D88"/>
    <w:rsid w:val="0092616D"/>
    <w:rsid w:val="009263CD"/>
    <w:rsid w:val="00926586"/>
    <w:rsid w:val="009268C2"/>
    <w:rsid w:val="009270F7"/>
    <w:rsid w:val="00927164"/>
    <w:rsid w:val="009271EF"/>
    <w:rsid w:val="00927A62"/>
    <w:rsid w:val="00927C94"/>
    <w:rsid w:val="00930300"/>
    <w:rsid w:val="00930459"/>
    <w:rsid w:val="009306B4"/>
    <w:rsid w:val="00930AD5"/>
    <w:rsid w:val="00931692"/>
    <w:rsid w:val="0093183C"/>
    <w:rsid w:val="00932048"/>
    <w:rsid w:val="00932265"/>
    <w:rsid w:val="00932775"/>
    <w:rsid w:val="00932BCF"/>
    <w:rsid w:val="00932CCA"/>
    <w:rsid w:val="009333C2"/>
    <w:rsid w:val="0093348E"/>
    <w:rsid w:val="009334BC"/>
    <w:rsid w:val="009335D8"/>
    <w:rsid w:val="0093363A"/>
    <w:rsid w:val="0093367C"/>
    <w:rsid w:val="00933A6D"/>
    <w:rsid w:val="00933CEB"/>
    <w:rsid w:val="00933E98"/>
    <w:rsid w:val="0093405F"/>
    <w:rsid w:val="009340EC"/>
    <w:rsid w:val="009340F7"/>
    <w:rsid w:val="009341C5"/>
    <w:rsid w:val="0093444F"/>
    <w:rsid w:val="0093467A"/>
    <w:rsid w:val="00934810"/>
    <w:rsid w:val="00934DF3"/>
    <w:rsid w:val="00935C03"/>
    <w:rsid w:val="00935C43"/>
    <w:rsid w:val="00936B62"/>
    <w:rsid w:val="0093727B"/>
    <w:rsid w:val="00937BCB"/>
    <w:rsid w:val="00937C6A"/>
    <w:rsid w:val="00937E73"/>
    <w:rsid w:val="00937EE8"/>
    <w:rsid w:val="00937FF0"/>
    <w:rsid w:val="00940255"/>
    <w:rsid w:val="00940357"/>
    <w:rsid w:val="009403B6"/>
    <w:rsid w:val="009410AE"/>
    <w:rsid w:val="00941524"/>
    <w:rsid w:val="00941B99"/>
    <w:rsid w:val="00941E66"/>
    <w:rsid w:val="00942004"/>
    <w:rsid w:val="00942143"/>
    <w:rsid w:val="0094236B"/>
    <w:rsid w:val="009424F7"/>
    <w:rsid w:val="00942FC6"/>
    <w:rsid w:val="009436FD"/>
    <w:rsid w:val="00943A4E"/>
    <w:rsid w:val="00943CF3"/>
    <w:rsid w:val="00943F2B"/>
    <w:rsid w:val="00944469"/>
    <w:rsid w:val="00945C06"/>
    <w:rsid w:val="00946730"/>
    <w:rsid w:val="00946AD2"/>
    <w:rsid w:val="00946B26"/>
    <w:rsid w:val="00946DB5"/>
    <w:rsid w:val="0094744F"/>
    <w:rsid w:val="00947A4C"/>
    <w:rsid w:val="00950137"/>
    <w:rsid w:val="00950896"/>
    <w:rsid w:val="0095091D"/>
    <w:rsid w:val="00951414"/>
    <w:rsid w:val="0095181A"/>
    <w:rsid w:val="0095187D"/>
    <w:rsid w:val="00951979"/>
    <w:rsid w:val="0095198A"/>
    <w:rsid w:val="00951C52"/>
    <w:rsid w:val="00951D86"/>
    <w:rsid w:val="009522E9"/>
    <w:rsid w:val="009536D2"/>
    <w:rsid w:val="009539F7"/>
    <w:rsid w:val="00953C5D"/>
    <w:rsid w:val="00953D1B"/>
    <w:rsid w:val="009545DE"/>
    <w:rsid w:val="00954AB5"/>
    <w:rsid w:val="00954F47"/>
    <w:rsid w:val="00955636"/>
    <w:rsid w:val="00955645"/>
    <w:rsid w:val="00955B15"/>
    <w:rsid w:val="009560E3"/>
    <w:rsid w:val="00956316"/>
    <w:rsid w:val="009566AF"/>
    <w:rsid w:val="00956708"/>
    <w:rsid w:val="00956B69"/>
    <w:rsid w:val="0095700B"/>
    <w:rsid w:val="00957443"/>
    <w:rsid w:val="00957B7C"/>
    <w:rsid w:val="00960E48"/>
    <w:rsid w:val="0096166D"/>
    <w:rsid w:val="0096193F"/>
    <w:rsid w:val="00961C12"/>
    <w:rsid w:val="00962032"/>
    <w:rsid w:val="00962676"/>
    <w:rsid w:val="00962886"/>
    <w:rsid w:val="0096307C"/>
    <w:rsid w:val="009632D6"/>
    <w:rsid w:val="00964914"/>
    <w:rsid w:val="00966192"/>
    <w:rsid w:val="009661A2"/>
    <w:rsid w:val="009662C0"/>
    <w:rsid w:val="0096657A"/>
    <w:rsid w:val="00967C79"/>
    <w:rsid w:val="00971151"/>
    <w:rsid w:val="009718DE"/>
    <w:rsid w:val="009728D7"/>
    <w:rsid w:val="00972CB4"/>
    <w:rsid w:val="00973483"/>
    <w:rsid w:val="0097372A"/>
    <w:rsid w:val="00973B5C"/>
    <w:rsid w:val="00973D42"/>
    <w:rsid w:val="00973FB1"/>
    <w:rsid w:val="00973FCA"/>
    <w:rsid w:val="0097409E"/>
    <w:rsid w:val="00974180"/>
    <w:rsid w:val="0097440F"/>
    <w:rsid w:val="00974498"/>
    <w:rsid w:val="0097468C"/>
    <w:rsid w:val="00974DAB"/>
    <w:rsid w:val="00975187"/>
    <w:rsid w:val="009756D6"/>
    <w:rsid w:val="00975718"/>
    <w:rsid w:val="00975723"/>
    <w:rsid w:val="00975999"/>
    <w:rsid w:val="00975FCF"/>
    <w:rsid w:val="00976026"/>
    <w:rsid w:val="009768EF"/>
    <w:rsid w:val="009770C9"/>
    <w:rsid w:val="00977213"/>
    <w:rsid w:val="009776EF"/>
    <w:rsid w:val="00977936"/>
    <w:rsid w:val="00977ED7"/>
    <w:rsid w:val="00977FBD"/>
    <w:rsid w:val="00980166"/>
    <w:rsid w:val="009807DE"/>
    <w:rsid w:val="00980902"/>
    <w:rsid w:val="009812B1"/>
    <w:rsid w:val="0098134F"/>
    <w:rsid w:val="00981453"/>
    <w:rsid w:val="009814D3"/>
    <w:rsid w:val="009814EF"/>
    <w:rsid w:val="009816C0"/>
    <w:rsid w:val="00981A9E"/>
    <w:rsid w:val="00981B26"/>
    <w:rsid w:val="00982AB1"/>
    <w:rsid w:val="00982F3B"/>
    <w:rsid w:val="0098303B"/>
    <w:rsid w:val="00983382"/>
    <w:rsid w:val="009833FB"/>
    <w:rsid w:val="009837E1"/>
    <w:rsid w:val="00983B0B"/>
    <w:rsid w:val="00984156"/>
    <w:rsid w:val="00984517"/>
    <w:rsid w:val="00984FDF"/>
    <w:rsid w:val="0098577F"/>
    <w:rsid w:val="009857AF"/>
    <w:rsid w:val="00985AEE"/>
    <w:rsid w:val="00985E10"/>
    <w:rsid w:val="00986315"/>
    <w:rsid w:val="00986327"/>
    <w:rsid w:val="00986420"/>
    <w:rsid w:val="00987576"/>
    <w:rsid w:val="009905E4"/>
    <w:rsid w:val="00990B1F"/>
    <w:rsid w:val="0099154D"/>
    <w:rsid w:val="00991869"/>
    <w:rsid w:val="00992187"/>
    <w:rsid w:val="0099221E"/>
    <w:rsid w:val="0099265D"/>
    <w:rsid w:val="00992A01"/>
    <w:rsid w:val="00992C91"/>
    <w:rsid w:val="00993283"/>
    <w:rsid w:val="00993BAB"/>
    <w:rsid w:val="0099401C"/>
    <w:rsid w:val="0099418B"/>
    <w:rsid w:val="00994C68"/>
    <w:rsid w:val="00995240"/>
    <w:rsid w:val="00995B3F"/>
    <w:rsid w:val="00995BD9"/>
    <w:rsid w:val="00995CC8"/>
    <w:rsid w:val="009965B0"/>
    <w:rsid w:val="00997007"/>
    <w:rsid w:val="00997023"/>
    <w:rsid w:val="00997106"/>
    <w:rsid w:val="009975BE"/>
    <w:rsid w:val="009975EA"/>
    <w:rsid w:val="00997BDA"/>
    <w:rsid w:val="009A01CE"/>
    <w:rsid w:val="009A095A"/>
    <w:rsid w:val="009A114D"/>
    <w:rsid w:val="009A13F5"/>
    <w:rsid w:val="009A163E"/>
    <w:rsid w:val="009A1C01"/>
    <w:rsid w:val="009A1FEC"/>
    <w:rsid w:val="009A21DF"/>
    <w:rsid w:val="009A2615"/>
    <w:rsid w:val="009A339A"/>
    <w:rsid w:val="009A3A39"/>
    <w:rsid w:val="009A3C7C"/>
    <w:rsid w:val="009A3E77"/>
    <w:rsid w:val="009A4252"/>
    <w:rsid w:val="009A4345"/>
    <w:rsid w:val="009A472A"/>
    <w:rsid w:val="009A4C87"/>
    <w:rsid w:val="009A57A9"/>
    <w:rsid w:val="009A7A6C"/>
    <w:rsid w:val="009A7B01"/>
    <w:rsid w:val="009B08B2"/>
    <w:rsid w:val="009B151C"/>
    <w:rsid w:val="009B181D"/>
    <w:rsid w:val="009B1F59"/>
    <w:rsid w:val="009B23BC"/>
    <w:rsid w:val="009B3003"/>
    <w:rsid w:val="009B33D1"/>
    <w:rsid w:val="009B3E00"/>
    <w:rsid w:val="009B46FE"/>
    <w:rsid w:val="009B5E73"/>
    <w:rsid w:val="009B62EC"/>
    <w:rsid w:val="009B64DB"/>
    <w:rsid w:val="009B7159"/>
    <w:rsid w:val="009C0438"/>
    <w:rsid w:val="009C0538"/>
    <w:rsid w:val="009C1132"/>
    <w:rsid w:val="009C11EB"/>
    <w:rsid w:val="009C13D1"/>
    <w:rsid w:val="009C1C48"/>
    <w:rsid w:val="009C23F7"/>
    <w:rsid w:val="009C296F"/>
    <w:rsid w:val="009C2FC2"/>
    <w:rsid w:val="009C320D"/>
    <w:rsid w:val="009C37DD"/>
    <w:rsid w:val="009C3A13"/>
    <w:rsid w:val="009C3C08"/>
    <w:rsid w:val="009C3CA1"/>
    <w:rsid w:val="009C4BDD"/>
    <w:rsid w:val="009C4F5D"/>
    <w:rsid w:val="009C4FC0"/>
    <w:rsid w:val="009C552F"/>
    <w:rsid w:val="009C60C3"/>
    <w:rsid w:val="009C68CB"/>
    <w:rsid w:val="009C69F1"/>
    <w:rsid w:val="009C6D61"/>
    <w:rsid w:val="009C6F57"/>
    <w:rsid w:val="009C7189"/>
    <w:rsid w:val="009D0020"/>
    <w:rsid w:val="009D03C5"/>
    <w:rsid w:val="009D0413"/>
    <w:rsid w:val="009D1517"/>
    <w:rsid w:val="009D3191"/>
    <w:rsid w:val="009D340E"/>
    <w:rsid w:val="009D3B55"/>
    <w:rsid w:val="009D3D13"/>
    <w:rsid w:val="009D3E9A"/>
    <w:rsid w:val="009D3FAF"/>
    <w:rsid w:val="009D42BC"/>
    <w:rsid w:val="009D5202"/>
    <w:rsid w:val="009D53FC"/>
    <w:rsid w:val="009D5A77"/>
    <w:rsid w:val="009D6892"/>
    <w:rsid w:val="009D6E52"/>
    <w:rsid w:val="009D7337"/>
    <w:rsid w:val="009D7505"/>
    <w:rsid w:val="009D7C51"/>
    <w:rsid w:val="009D7ECD"/>
    <w:rsid w:val="009E0536"/>
    <w:rsid w:val="009E0BBF"/>
    <w:rsid w:val="009E179F"/>
    <w:rsid w:val="009E1F9B"/>
    <w:rsid w:val="009E21DC"/>
    <w:rsid w:val="009E2381"/>
    <w:rsid w:val="009E2B14"/>
    <w:rsid w:val="009E2B88"/>
    <w:rsid w:val="009E2C33"/>
    <w:rsid w:val="009E2D63"/>
    <w:rsid w:val="009E30CC"/>
    <w:rsid w:val="009E49F7"/>
    <w:rsid w:val="009E4F9B"/>
    <w:rsid w:val="009E595C"/>
    <w:rsid w:val="009E61AD"/>
    <w:rsid w:val="009E6995"/>
    <w:rsid w:val="009E7EE1"/>
    <w:rsid w:val="009F0074"/>
    <w:rsid w:val="009F10E9"/>
    <w:rsid w:val="009F15DD"/>
    <w:rsid w:val="009F1666"/>
    <w:rsid w:val="009F1CA9"/>
    <w:rsid w:val="009F2031"/>
    <w:rsid w:val="009F255E"/>
    <w:rsid w:val="009F27D5"/>
    <w:rsid w:val="009F36A9"/>
    <w:rsid w:val="009F3907"/>
    <w:rsid w:val="009F3AE1"/>
    <w:rsid w:val="009F3E34"/>
    <w:rsid w:val="009F4866"/>
    <w:rsid w:val="009F4BC8"/>
    <w:rsid w:val="009F4E09"/>
    <w:rsid w:val="009F5040"/>
    <w:rsid w:val="009F5C01"/>
    <w:rsid w:val="009F62D3"/>
    <w:rsid w:val="009F653C"/>
    <w:rsid w:val="009F65B3"/>
    <w:rsid w:val="009F6B35"/>
    <w:rsid w:val="009F6B68"/>
    <w:rsid w:val="009F77B8"/>
    <w:rsid w:val="009F79A4"/>
    <w:rsid w:val="009F7E66"/>
    <w:rsid w:val="009F7EF5"/>
    <w:rsid w:val="00A0005C"/>
    <w:rsid w:val="00A005DB"/>
    <w:rsid w:val="00A009F3"/>
    <w:rsid w:val="00A014A4"/>
    <w:rsid w:val="00A01A0B"/>
    <w:rsid w:val="00A01D1D"/>
    <w:rsid w:val="00A01EC7"/>
    <w:rsid w:val="00A0220A"/>
    <w:rsid w:val="00A0244F"/>
    <w:rsid w:val="00A02DE5"/>
    <w:rsid w:val="00A03635"/>
    <w:rsid w:val="00A03C5D"/>
    <w:rsid w:val="00A0444A"/>
    <w:rsid w:val="00A044BA"/>
    <w:rsid w:val="00A04BF3"/>
    <w:rsid w:val="00A04CC2"/>
    <w:rsid w:val="00A04DC6"/>
    <w:rsid w:val="00A05668"/>
    <w:rsid w:val="00A0568D"/>
    <w:rsid w:val="00A056D1"/>
    <w:rsid w:val="00A05954"/>
    <w:rsid w:val="00A05AA7"/>
    <w:rsid w:val="00A06279"/>
    <w:rsid w:val="00A062CC"/>
    <w:rsid w:val="00A0653F"/>
    <w:rsid w:val="00A068C4"/>
    <w:rsid w:val="00A072B8"/>
    <w:rsid w:val="00A11788"/>
    <w:rsid w:val="00A128A4"/>
    <w:rsid w:val="00A12AEE"/>
    <w:rsid w:val="00A12F0A"/>
    <w:rsid w:val="00A1361C"/>
    <w:rsid w:val="00A14974"/>
    <w:rsid w:val="00A14AB0"/>
    <w:rsid w:val="00A14CFE"/>
    <w:rsid w:val="00A14F17"/>
    <w:rsid w:val="00A15486"/>
    <w:rsid w:val="00A16745"/>
    <w:rsid w:val="00A16DF0"/>
    <w:rsid w:val="00A16E62"/>
    <w:rsid w:val="00A177C2"/>
    <w:rsid w:val="00A17FF2"/>
    <w:rsid w:val="00A20865"/>
    <w:rsid w:val="00A209FC"/>
    <w:rsid w:val="00A20A39"/>
    <w:rsid w:val="00A20ABA"/>
    <w:rsid w:val="00A20B42"/>
    <w:rsid w:val="00A20BD0"/>
    <w:rsid w:val="00A20E33"/>
    <w:rsid w:val="00A2133D"/>
    <w:rsid w:val="00A21537"/>
    <w:rsid w:val="00A2196E"/>
    <w:rsid w:val="00A21BDE"/>
    <w:rsid w:val="00A22693"/>
    <w:rsid w:val="00A22BA6"/>
    <w:rsid w:val="00A2308B"/>
    <w:rsid w:val="00A230EC"/>
    <w:rsid w:val="00A23A09"/>
    <w:rsid w:val="00A23B4D"/>
    <w:rsid w:val="00A23DB3"/>
    <w:rsid w:val="00A244D0"/>
    <w:rsid w:val="00A24F0F"/>
    <w:rsid w:val="00A2508F"/>
    <w:rsid w:val="00A25200"/>
    <w:rsid w:val="00A25805"/>
    <w:rsid w:val="00A2585A"/>
    <w:rsid w:val="00A26500"/>
    <w:rsid w:val="00A26616"/>
    <w:rsid w:val="00A268D6"/>
    <w:rsid w:val="00A26FD1"/>
    <w:rsid w:val="00A27531"/>
    <w:rsid w:val="00A275FB"/>
    <w:rsid w:val="00A278BD"/>
    <w:rsid w:val="00A30B09"/>
    <w:rsid w:val="00A30F9B"/>
    <w:rsid w:val="00A311FD"/>
    <w:rsid w:val="00A32720"/>
    <w:rsid w:val="00A32968"/>
    <w:rsid w:val="00A32EC2"/>
    <w:rsid w:val="00A334EC"/>
    <w:rsid w:val="00A33B4D"/>
    <w:rsid w:val="00A343CD"/>
    <w:rsid w:val="00A34DA5"/>
    <w:rsid w:val="00A34DFF"/>
    <w:rsid w:val="00A34F1A"/>
    <w:rsid w:val="00A356E2"/>
    <w:rsid w:val="00A356FF"/>
    <w:rsid w:val="00A35B52"/>
    <w:rsid w:val="00A35C63"/>
    <w:rsid w:val="00A363B5"/>
    <w:rsid w:val="00A36749"/>
    <w:rsid w:val="00A368CE"/>
    <w:rsid w:val="00A36C4C"/>
    <w:rsid w:val="00A36DCE"/>
    <w:rsid w:val="00A374FA"/>
    <w:rsid w:val="00A3773A"/>
    <w:rsid w:val="00A40D1C"/>
    <w:rsid w:val="00A4147A"/>
    <w:rsid w:val="00A41B0F"/>
    <w:rsid w:val="00A41BA9"/>
    <w:rsid w:val="00A41EDC"/>
    <w:rsid w:val="00A41F3D"/>
    <w:rsid w:val="00A41F98"/>
    <w:rsid w:val="00A4282A"/>
    <w:rsid w:val="00A4348A"/>
    <w:rsid w:val="00A436AF"/>
    <w:rsid w:val="00A43E36"/>
    <w:rsid w:val="00A4510E"/>
    <w:rsid w:val="00A45862"/>
    <w:rsid w:val="00A4642E"/>
    <w:rsid w:val="00A4648D"/>
    <w:rsid w:val="00A466A0"/>
    <w:rsid w:val="00A469FD"/>
    <w:rsid w:val="00A46CCA"/>
    <w:rsid w:val="00A472F9"/>
    <w:rsid w:val="00A47569"/>
    <w:rsid w:val="00A475FB"/>
    <w:rsid w:val="00A47915"/>
    <w:rsid w:val="00A479A1"/>
    <w:rsid w:val="00A502C0"/>
    <w:rsid w:val="00A50944"/>
    <w:rsid w:val="00A52BA0"/>
    <w:rsid w:val="00A53175"/>
    <w:rsid w:val="00A53183"/>
    <w:rsid w:val="00A533D5"/>
    <w:rsid w:val="00A53D20"/>
    <w:rsid w:val="00A54AD3"/>
    <w:rsid w:val="00A55446"/>
    <w:rsid w:val="00A55633"/>
    <w:rsid w:val="00A55672"/>
    <w:rsid w:val="00A56622"/>
    <w:rsid w:val="00A56828"/>
    <w:rsid w:val="00A56FF9"/>
    <w:rsid w:val="00A57D63"/>
    <w:rsid w:val="00A57E75"/>
    <w:rsid w:val="00A60DAA"/>
    <w:rsid w:val="00A613D1"/>
    <w:rsid w:val="00A6280C"/>
    <w:rsid w:val="00A63283"/>
    <w:rsid w:val="00A63D65"/>
    <w:rsid w:val="00A64422"/>
    <w:rsid w:val="00A64781"/>
    <w:rsid w:val="00A64F30"/>
    <w:rsid w:val="00A651DF"/>
    <w:rsid w:val="00A65A8B"/>
    <w:rsid w:val="00A65E00"/>
    <w:rsid w:val="00A65ECC"/>
    <w:rsid w:val="00A66466"/>
    <w:rsid w:val="00A664F2"/>
    <w:rsid w:val="00A66571"/>
    <w:rsid w:val="00A66789"/>
    <w:rsid w:val="00A669B1"/>
    <w:rsid w:val="00A67F84"/>
    <w:rsid w:val="00A7005D"/>
    <w:rsid w:val="00A70CCC"/>
    <w:rsid w:val="00A70D25"/>
    <w:rsid w:val="00A71566"/>
    <w:rsid w:val="00A719AB"/>
    <w:rsid w:val="00A71BA8"/>
    <w:rsid w:val="00A71D1C"/>
    <w:rsid w:val="00A72750"/>
    <w:rsid w:val="00A72A73"/>
    <w:rsid w:val="00A72AB6"/>
    <w:rsid w:val="00A72BC9"/>
    <w:rsid w:val="00A72F1E"/>
    <w:rsid w:val="00A730E1"/>
    <w:rsid w:val="00A748BA"/>
    <w:rsid w:val="00A74A11"/>
    <w:rsid w:val="00A74F48"/>
    <w:rsid w:val="00A7519C"/>
    <w:rsid w:val="00A7522E"/>
    <w:rsid w:val="00A752DE"/>
    <w:rsid w:val="00A75467"/>
    <w:rsid w:val="00A754C7"/>
    <w:rsid w:val="00A7588D"/>
    <w:rsid w:val="00A75FAC"/>
    <w:rsid w:val="00A761CD"/>
    <w:rsid w:val="00A764B8"/>
    <w:rsid w:val="00A76752"/>
    <w:rsid w:val="00A77271"/>
    <w:rsid w:val="00A77515"/>
    <w:rsid w:val="00A7765A"/>
    <w:rsid w:val="00A77B7C"/>
    <w:rsid w:val="00A808D3"/>
    <w:rsid w:val="00A80A03"/>
    <w:rsid w:val="00A80B59"/>
    <w:rsid w:val="00A8115B"/>
    <w:rsid w:val="00A8117B"/>
    <w:rsid w:val="00A82B54"/>
    <w:rsid w:val="00A82B9F"/>
    <w:rsid w:val="00A83606"/>
    <w:rsid w:val="00A83869"/>
    <w:rsid w:val="00A84936"/>
    <w:rsid w:val="00A84B5C"/>
    <w:rsid w:val="00A8526D"/>
    <w:rsid w:val="00A85351"/>
    <w:rsid w:val="00A85782"/>
    <w:rsid w:val="00A85BCF"/>
    <w:rsid w:val="00A85F8A"/>
    <w:rsid w:val="00A86C0A"/>
    <w:rsid w:val="00A87CB5"/>
    <w:rsid w:val="00A90160"/>
    <w:rsid w:val="00A9092F"/>
    <w:rsid w:val="00A9152A"/>
    <w:rsid w:val="00A91823"/>
    <w:rsid w:val="00A91867"/>
    <w:rsid w:val="00A91A5A"/>
    <w:rsid w:val="00A92775"/>
    <w:rsid w:val="00A93A96"/>
    <w:rsid w:val="00A93B3B"/>
    <w:rsid w:val="00A9475E"/>
    <w:rsid w:val="00A94E98"/>
    <w:rsid w:val="00A94F46"/>
    <w:rsid w:val="00A95B6B"/>
    <w:rsid w:val="00A96F48"/>
    <w:rsid w:val="00A971A3"/>
    <w:rsid w:val="00A973B8"/>
    <w:rsid w:val="00A97D34"/>
    <w:rsid w:val="00AA0BE2"/>
    <w:rsid w:val="00AA0EB8"/>
    <w:rsid w:val="00AA1001"/>
    <w:rsid w:val="00AA17B0"/>
    <w:rsid w:val="00AA2695"/>
    <w:rsid w:val="00AA26E2"/>
    <w:rsid w:val="00AA2BB9"/>
    <w:rsid w:val="00AA3373"/>
    <w:rsid w:val="00AA42A7"/>
    <w:rsid w:val="00AA493F"/>
    <w:rsid w:val="00AA4BF8"/>
    <w:rsid w:val="00AA50D1"/>
    <w:rsid w:val="00AA55AC"/>
    <w:rsid w:val="00AA5ED2"/>
    <w:rsid w:val="00AA6012"/>
    <w:rsid w:val="00AA62A2"/>
    <w:rsid w:val="00AA690B"/>
    <w:rsid w:val="00AA6C42"/>
    <w:rsid w:val="00AA6F43"/>
    <w:rsid w:val="00AA73CB"/>
    <w:rsid w:val="00AA77DD"/>
    <w:rsid w:val="00AA7D7C"/>
    <w:rsid w:val="00AA7F69"/>
    <w:rsid w:val="00AB0822"/>
    <w:rsid w:val="00AB15F3"/>
    <w:rsid w:val="00AB1AD9"/>
    <w:rsid w:val="00AB1D95"/>
    <w:rsid w:val="00AB1EB4"/>
    <w:rsid w:val="00AB1F93"/>
    <w:rsid w:val="00AB22F0"/>
    <w:rsid w:val="00AB24D0"/>
    <w:rsid w:val="00AB252F"/>
    <w:rsid w:val="00AB2B6C"/>
    <w:rsid w:val="00AB2BCC"/>
    <w:rsid w:val="00AB317F"/>
    <w:rsid w:val="00AB39B4"/>
    <w:rsid w:val="00AB3FE3"/>
    <w:rsid w:val="00AB3FF3"/>
    <w:rsid w:val="00AB4DD2"/>
    <w:rsid w:val="00AB5025"/>
    <w:rsid w:val="00AB558A"/>
    <w:rsid w:val="00AB55DC"/>
    <w:rsid w:val="00AB58BA"/>
    <w:rsid w:val="00AB600C"/>
    <w:rsid w:val="00AB6AE5"/>
    <w:rsid w:val="00AC00BA"/>
    <w:rsid w:val="00AC01B9"/>
    <w:rsid w:val="00AC036D"/>
    <w:rsid w:val="00AC0691"/>
    <w:rsid w:val="00AC0700"/>
    <w:rsid w:val="00AC0787"/>
    <w:rsid w:val="00AC078D"/>
    <w:rsid w:val="00AC125D"/>
    <w:rsid w:val="00AC13B1"/>
    <w:rsid w:val="00AC1726"/>
    <w:rsid w:val="00AC1750"/>
    <w:rsid w:val="00AC1DCA"/>
    <w:rsid w:val="00AC2CA1"/>
    <w:rsid w:val="00AC2DEF"/>
    <w:rsid w:val="00AC2DF0"/>
    <w:rsid w:val="00AC30D7"/>
    <w:rsid w:val="00AC39C7"/>
    <w:rsid w:val="00AC39D9"/>
    <w:rsid w:val="00AC4CD8"/>
    <w:rsid w:val="00AC5016"/>
    <w:rsid w:val="00AC5E36"/>
    <w:rsid w:val="00AC63B2"/>
    <w:rsid w:val="00AC69E7"/>
    <w:rsid w:val="00AC6B03"/>
    <w:rsid w:val="00AC78AB"/>
    <w:rsid w:val="00AD00AC"/>
    <w:rsid w:val="00AD03C4"/>
    <w:rsid w:val="00AD0D1C"/>
    <w:rsid w:val="00AD0EE5"/>
    <w:rsid w:val="00AD0F80"/>
    <w:rsid w:val="00AD0F9B"/>
    <w:rsid w:val="00AD244A"/>
    <w:rsid w:val="00AD27EB"/>
    <w:rsid w:val="00AD2DC3"/>
    <w:rsid w:val="00AD31DB"/>
    <w:rsid w:val="00AD3249"/>
    <w:rsid w:val="00AD3704"/>
    <w:rsid w:val="00AD3DB9"/>
    <w:rsid w:val="00AD4140"/>
    <w:rsid w:val="00AD4215"/>
    <w:rsid w:val="00AD438C"/>
    <w:rsid w:val="00AD45B1"/>
    <w:rsid w:val="00AD4EE6"/>
    <w:rsid w:val="00AD4FA1"/>
    <w:rsid w:val="00AD5B62"/>
    <w:rsid w:val="00AD5BA7"/>
    <w:rsid w:val="00AD5F50"/>
    <w:rsid w:val="00AD618D"/>
    <w:rsid w:val="00AD6645"/>
    <w:rsid w:val="00AD67D4"/>
    <w:rsid w:val="00AD6DC0"/>
    <w:rsid w:val="00AD71EA"/>
    <w:rsid w:val="00AD74CC"/>
    <w:rsid w:val="00AD7A93"/>
    <w:rsid w:val="00AD7AC7"/>
    <w:rsid w:val="00AD7C24"/>
    <w:rsid w:val="00AE0469"/>
    <w:rsid w:val="00AE09D2"/>
    <w:rsid w:val="00AE1386"/>
    <w:rsid w:val="00AE19A5"/>
    <w:rsid w:val="00AE1E73"/>
    <w:rsid w:val="00AE28BE"/>
    <w:rsid w:val="00AE28EC"/>
    <w:rsid w:val="00AE2C1B"/>
    <w:rsid w:val="00AE3258"/>
    <w:rsid w:val="00AE3956"/>
    <w:rsid w:val="00AE3E3A"/>
    <w:rsid w:val="00AE435B"/>
    <w:rsid w:val="00AE497F"/>
    <w:rsid w:val="00AE4CCF"/>
    <w:rsid w:val="00AE4E28"/>
    <w:rsid w:val="00AE51E4"/>
    <w:rsid w:val="00AE545F"/>
    <w:rsid w:val="00AE5646"/>
    <w:rsid w:val="00AE5953"/>
    <w:rsid w:val="00AE6129"/>
    <w:rsid w:val="00AE6C30"/>
    <w:rsid w:val="00AE7ED2"/>
    <w:rsid w:val="00AE7FB0"/>
    <w:rsid w:val="00AF006C"/>
    <w:rsid w:val="00AF0190"/>
    <w:rsid w:val="00AF0A36"/>
    <w:rsid w:val="00AF1506"/>
    <w:rsid w:val="00AF18C3"/>
    <w:rsid w:val="00AF1996"/>
    <w:rsid w:val="00AF1BFA"/>
    <w:rsid w:val="00AF2116"/>
    <w:rsid w:val="00AF218A"/>
    <w:rsid w:val="00AF2546"/>
    <w:rsid w:val="00AF264E"/>
    <w:rsid w:val="00AF2BA8"/>
    <w:rsid w:val="00AF2C7A"/>
    <w:rsid w:val="00AF2D7D"/>
    <w:rsid w:val="00AF31D9"/>
    <w:rsid w:val="00AF326C"/>
    <w:rsid w:val="00AF3859"/>
    <w:rsid w:val="00AF408F"/>
    <w:rsid w:val="00AF40F1"/>
    <w:rsid w:val="00AF4313"/>
    <w:rsid w:val="00AF63B0"/>
    <w:rsid w:val="00AF686D"/>
    <w:rsid w:val="00AF6C55"/>
    <w:rsid w:val="00AF76FF"/>
    <w:rsid w:val="00AF792C"/>
    <w:rsid w:val="00AF79B7"/>
    <w:rsid w:val="00B00131"/>
    <w:rsid w:val="00B00DAD"/>
    <w:rsid w:val="00B016A7"/>
    <w:rsid w:val="00B0204A"/>
    <w:rsid w:val="00B02584"/>
    <w:rsid w:val="00B03015"/>
    <w:rsid w:val="00B03B53"/>
    <w:rsid w:val="00B040B3"/>
    <w:rsid w:val="00B042D6"/>
    <w:rsid w:val="00B043C9"/>
    <w:rsid w:val="00B04698"/>
    <w:rsid w:val="00B047BB"/>
    <w:rsid w:val="00B04B98"/>
    <w:rsid w:val="00B04D2C"/>
    <w:rsid w:val="00B05546"/>
    <w:rsid w:val="00B05653"/>
    <w:rsid w:val="00B05B77"/>
    <w:rsid w:val="00B05CF9"/>
    <w:rsid w:val="00B05EE0"/>
    <w:rsid w:val="00B060FA"/>
    <w:rsid w:val="00B0646F"/>
    <w:rsid w:val="00B10121"/>
    <w:rsid w:val="00B103FA"/>
    <w:rsid w:val="00B10569"/>
    <w:rsid w:val="00B10F88"/>
    <w:rsid w:val="00B11660"/>
    <w:rsid w:val="00B11CE3"/>
    <w:rsid w:val="00B12180"/>
    <w:rsid w:val="00B12257"/>
    <w:rsid w:val="00B1291F"/>
    <w:rsid w:val="00B12A36"/>
    <w:rsid w:val="00B12B53"/>
    <w:rsid w:val="00B131ED"/>
    <w:rsid w:val="00B13758"/>
    <w:rsid w:val="00B13E3E"/>
    <w:rsid w:val="00B14305"/>
    <w:rsid w:val="00B14672"/>
    <w:rsid w:val="00B14825"/>
    <w:rsid w:val="00B14B45"/>
    <w:rsid w:val="00B15443"/>
    <w:rsid w:val="00B15A45"/>
    <w:rsid w:val="00B15E79"/>
    <w:rsid w:val="00B169BA"/>
    <w:rsid w:val="00B16FD9"/>
    <w:rsid w:val="00B17774"/>
    <w:rsid w:val="00B17775"/>
    <w:rsid w:val="00B17932"/>
    <w:rsid w:val="00B179C7"/>
    <w:rsid w:val="00B202C3"/>
    <w:rsid w:val="00B2092D"/>
    <w:rsid w:val="00B209B5"/>
    <w:rsid w:val="00B20A0E"/>
    <w:rsid w:val="00B20F66"/>
    <w:rsid w:val="00B2194A"/>
    <w:rsid w:val="00B21B3F"/>
    <w:rsid w:val="00B21E71"/>
    <w:rsid w:val="00B21F36"/>
    <w:rsid w:val="00B22D21"/>
    <w:rsid w:val="00B22F6E"/>
    <w:rsid w:val="00B23E99"/>
    <w:rsid w:val="00B24286"/>
    <w:rsid w:val="00B246FF"/>
    <w:rsid w:val="00B24C71"/>
    <w:rsid w:val="00B25475"/>
    <w:rsid w:val="00B25696"/>
    <w:rsid w:val="00B265F1"/>
    <w:rsid w:val="00B27033"/>
    <w:rsid w:val="00B27192"/>
    <w:rsid w:val="00B27A84"/>
    <w:rsid w:val="00B300BB"/>
    <w:rsid w:val="00B301E6"/>
    <w:rsid w:val="00B30BF6"/>
    <w:rsid w:val="00B30E33"/>
    <w:rsid w:val="00B30E58"/>
    <w:rsid w:val="00B315C1"/>
    <w:rsid w:val="00B3189C"/>
    <w:rsid w:val="00B31A37"/>
    <w:rsid w:val="00B31BEE"/>
    <w:rsid w:val="00B31E0C"/>
    <w:rsid w:val="00B32195"/>
    <w:rsid w:val="00B325FF"/>
    <w:rsid w:val="00B32B40"/>
    <w:rsid w:val="00B32CB5"/>
    <w:rsid w:val="00B32D8D"/>
    <w:rsid w:val="00B33677"/>
    <w:rsid w:val="00B339C1"/>
    <w:rsid w:val="00B3446B"/>
    <w:rsid w:val="00B34A52"/>
    <w:rsid w:val="00B35167"/>
    <w:rsid w:val="00B35172"/>
    <w:rsid w:val="00B35478"/>
    <w:rsid w:val="00B3583D"/>
    <w:rsid w:val="00B36103"/>
    <w:rsid w:val="00B3638E"/>
    <w:rsid w:val="00B363BF"/>
    <w:rsid w:val="00B36589"/>
    <w:rsid w:val="00B36E5F"/>
    <w:rsid w:val="00B372B2"/>
    <w:rsid w:val="00B3755F"/>
    <w:rsid w:val="00B40243"/>
    <w:rsid w:val="00B404A5"/>
    <w:rsid w:val="00B40A13"/>
    <w:rsid w:val="00B40B4C"/>
    <w:rsid w:val="00B40D53"/>
    <w:rsid w:val="00B415B0"/>
    <w:rsid w:val="00B4168A"/>
    <w:rsid w:val="00B421C2"/>
    <w:rsid w:val="00B42301"/>
    <w:rsid w:val="00B42F32"/>
    <w:rsid w:val="00B431B9"/>
    <w:rsid w:val="00B4336C"/>
    <w:rsid w:val="00B4411C"/>
    <w:rsid w:val="00B442A8"/>
    <w:rsid w:val="00B4475A"/>
    <w:rsid w:val="00B4511D"/>
    <w:rsid w:val="00B45CF5"/>
    <w:rsid w:val="00B45DE0"/>
    <w:rsid w:val="00B46CFA"/>
    <w:rsid w:val="00B47C96"/>
    <w:rsid w:val="00B5005F"/>
    <w:rsid w:val="00B510A2"/>
    <w:rsid w:val="00B5188E"/>
    <w:rsid w:val="00B51F85"/>
    <w:rsid w:val="00B520DF"/>
    <w:rsid w:val="00B528F4"/>
    <w:rsid w:val="00B52B7F"/>
    <w:rsid w:val="00B52ED6"/>
    <w:rsid w:val="00B53149"/>
    <w:rsid w:val="00B53305"/>
    <w:rsid w:val="00B5359A"/>
    <w:rsid w:val="00B5392C"/>
    <w:rsid w:val="00B53946"/>
    <w:rsid w:val="00B5394D"/>
    <w:rsid w:val="00B54598"/>
    <w:rsid w:val="00B54673"/>
    <w:rsid w:val="00B54D90"/>
    <w:rsid w:val="00B5508F"/>
    <w:rsid w:val="00B558D0"/>
    <w:rsid w:val="00B55B07"/>
    <w:rsid w:val="00B565D1"/>
    <w:rsid w:val="00B57FD4"/>
    <w:rsid w:val="00B6013C"/>
    <w:rsid w:val="00B60D79"/>
    <w:rsid w:val="00B615E5"/>
    <w:rsid w:val="00B61BB4"/>
    <w:rsid w:val="00B61D71"/>
    <w:rsid w:val="00B62502"/>
    <w:rsid w:val="00B6250F"/>
    <w:rsid w:val="00B62B35"/>
    <w:rsid w:val="00B63095"/>
    <w:rsid w:val="00B63F6A"/>
    <w:rsid w:val="00B6425F"/>
    <w:rsid w:val="00B64849"/>
    <w:rsid w:val="00B64DF7"/>
    <w:rsid w:val="00B6532F"/>
    <w:rsid w:val="00B65AEA"/>
    <w:rsid w:val="00B65DC4"/>
    <w:rsid w:val="00B66041"/>
    <w:rsid w:val="00B66086"/>
    <w:rsid w:val="00B66ED5"/>
    <w:rsid w:val="00B6727C"/>
    <w:rsid w:val="00B6736E"/>
    <w:rsid w:val="00B677C9"/>
    <w:rsid w:val="00B67CFC"/>
    <w:rsid w:val="00B70282"/>
    <w:rsid w:val="00B70B86"/>
    <w:rsid w:val="00B70D60"/>
    <w:rsid w:val="00B7115E"/>
    <w:rsid w:val="00B71D29"/>
    <w:rsid w:val="00B730A4"/>
    <w:rsid w:val="00B736F8"/>
    <w:rsid w:val="00B73C87"/>
    <w:rsid w:val="00B74529"/>
    <w:rsid w:val="00B7494A"/>
    <w:rsid w:val="00B74E35"/>
    <w:rsid w:val="00B74E5C"/>
    <w:rsid w:val="00B756E7"/>
    <w:rsid w:val="00B75B41"/>
    <w:rsid w:val="00B761B7"/>
    <w:rsid w:val="00B76406"/>
    <w:rsid w:val="00B765D1"/>
    <w:rsid w:val="00B76A18"/>
    <w:rsid w:val="00B77964"/>
    <w:rsid w:val="00B779C3"/>
    <w:rsid w:val="00B77C01"/>
    <w:rsid w:val="00B80872"/>
    <w:rsid w:val="00B809E2"/>
    <w:rsid w:val="00B80FCD"/>
    <w:rsid w:val="00B81131"/>
    <w:rsid w:val="00B8125E"/>
    <w:rsid w:val="00B81565"/>
    <w:rsid w:val="00B815BD"/>
    <w:rsid w:val="00B8174E"/>
    <w:rsid w:val="00B81859"/>
    <w:rsid w:val="00B818BB"/>
    <w:rsid w:val="00B81941"/>
    <w:rsid w:val="00B81A1F"/>
    <w:rsid w:val="00B81AD5"/>
    <w:rsid w:val="00B82B13"/>
    <w:rsid w:val="00B83056"/>
    <w:rsid w:val="00B83438"/>
    <w:rsid w:val="00B8385A"/>
    <w:rsid w:val="00B84474"/>
    <w:rsid w:val="00B85309"/>
    <w:rsid w:val="00B8577F"/>
    <w:rsid w:val="00B857EA"/>
    <w:rsid w:val="00B85A5F"/>
    <w:rsid w:val="00B85B9D"/>
    <w:rsid w:val="00B86D7A"/>
    <w:rsid w:val="00B87556"/>
    <w:rsid w:val="00B8777C"/>
    <w:rsid w:val="00B87993"/>
    <w:rsid w:val="00B90482"/>
    <w:rsid w:val="00B9089E"/>
    <w:rsid w:val="00B90B80"/>
    <w:rsid w:val="00B90EE0"/>
    <w:rsid w:val="00B91075"/>
    <w:rsid w:val="00B91354"/>
    <w:rsid w:val="00B9249C"/>
    <w:rsid w:val="00B936CB"/>
    <w:rsid w:val="00B941B2"/>
    <w:rsid w:val="00B94586"/>
    <w:rsid w:val="00B950E2"/>
    <w:rsid w:val="00B952BD"/>
    <w:rsid w:val="00B95728"/>
    <w:rsid w:val="00B95A93"/>
    <w:rsid w:val="00B95C12"/>
    <w:rsid w:val="00B963F3"/>
    <w:rsid w:val="00B966C7"/>
    <w:rsid w:val="00B96C7C"/>
    <w:rsid w:val="00B9766C"/>
    <w:rsid w:val="00B97980"/>
    <w:rsid w:val="00B979E3"/>
    <w:rsid w:val="00B97B65"/>
    <w:rsid w:val="00BA02F0"/>
    <w:rsid w:val="00BA05B6"/>
    <w:rsid w:val="00BA0684"/>
    <w:rsid w:val="00BA0C68"/>
    <w:rsid w:val="00BA0E5E"/>
    <w:rsid w:val="00BA0F31"/>
    <w:rsid w:val="00BA170F"/>
    <w:rsid w:val="00BA1824"/>
    <w:rsid w:val="00BA1980"/>
    <w:rsid w:val="00BA20D7"/>
    <w:rsid w:val="00BA2C7A"/>
    <w:rsid w:val="00BA2F3F"/>
    <w:rsid w:val="00BA3898"/>
    <w:rsid w:val="00BA3B42"/>
    <w:rsid w:val="00BA448D"/>
    <w:rsid w:val="00BA594E"/>
    <w:rsid w:val="00BA5BDB"/>
    <w:rsid w:val="00BA6FFF"/>
    <w:rsid w:val="00BA74F0"/>
    <w:rsid w:val="00BA75DC"/>
    <w:rsid w:val="00BA76A6"/>
    <w:rsid w:val="00BB0167"/>
    <w:rsid w:val="00BB13ED"/>
    <w:rsid w:val="00BB1600"/>
    <w:rsid w:val="00BB214C"/>
    <w:rsid w:val="00BB29C5"/>
    <w:rsid w:val="00BB2B17"/>
    <w:rsid w:val="00BB33E5"/>
    <w:rsid w:val="00BB3403"/>
    <w:rsid w:val="00BB3A9A"/>
    <w:rsid w:val="00BB4126"/>
    <w:rsid w:val="00BB42B7"/>
    <w:rsid w:val="00BB4551"/>
    <w:rsid w:val="00BB475E"/>
    <w:rsid w:val="00BB4E08"/>
    <w:rsid w:val="00BB5216"/>
    <w:rsid w:val="00BB5722"/>
    <w:rsid w:val="00BB6505"/>
    <w:rsid w:val="00BB6CCC"/>
    <w:rsid w:val="00BB72FC"/>
    <w:rsid w:val="00BB7649"/>
    <w:rsid w:val="00BB78A2"/>
    <w:rsid w:val="00BB792A"/>
    <w:rsid w:val="00BB7FF8"/>
    <w:rsid w:val="00BC0175"/>
    <w:rsid w:val="00BC01DD"/>
    <w:rsid w:val="00BC130B"/>
    <w:rsid w:val="00BC139C"/>
    <w:rsid w:val="00BC1542"/>
    <w:rsid w:val="00BC22FE"/>
    <w:rsid w:val="00BC2444"/>
    <w:rsid w:val="00BC27CE"/>
    <w:rsid w:val="00BC3406"/>
    <w:rsid w:val="00BC3436"/>
    <w:rsid w:val="00BC344D"/>
    <w:rsid w:val="00BC3806"/>
    <w:rsid w:val="00BC38AE"/>
    <w:rsid w:val="00BC3B65"/>
    <w:rsid w:val="00BC420B"/>
    <w:rsid w:val="00BC4B24"/>
    <w:rsid w:val="00BC5511"/>
    <w:rsid w:val="00BC5A84"/>
    <w:rsid w:val="00BC5C3B"/>
    <w:rsid w:val="00BC5FE6"/>
    <w:rsid w:val="00BC6E76"/>
    <w:rsid w:val="00BC79E0"/>
    <w:rsid w:val="00BD01E6"/>
    <w:rsid w:val="00BD0F6E"/>
    <w:rsid w:val="00BD1AA5"/>
    <w:rsid w:val="00BD1CE5"/>
    <w:rsid w:val="00BD2161"/>
    <w:rsid w:val="00BD2844"/>
    <w:rsid w:val="00BD2855"/>
    <w:rsid w:val="00BD3E7B"/>
    <w:rsid w:val="00BD4782"/>
    <w:rsid w:val="00BD4CE7"/>
    <w:rsid w:val="00BD4CEA"/>
    <w:rsid w:val="00BD4E20"/>
    <w:rsid w:val="00BD4EBD"/>
    <w:rsid w:val="00BD5664"/>
    <w:rsid w:val="00BD568C"/>
    <w:rsid w:val="00BD57EA"/>
    <w:rsid w:val="00BD6609"/>
    <w:rsid w:val="00BD714C"/>
    <w:rsid w:val="00BD77C9"/>
    <w:rsid w:val="00BD7B06"/>
    <w:rsid w:val="00BD7B0C"/>
    <w:rsid w:val="00BE0154"/>
    <w:rsid w:val="00BE032A"/>
    <w:rsid w:val="00BE159D"/>
    <w:rsid w:val="00BE27C2"/>
    <w:rsid w:val="00BE2DBF"/>
    <w:rsid w:val="00BE41AB"/>
    <w:rsid w:val="00BE4559"/>
    <w:rsid w:val="00BE4D88"/>
    <w:rsid w:val="00BE5D31"/>
    <w:rsid w:val="00BE69A8"/>
    <w:rsid w:val="00BE722C"/>
    <w:rsid w:val="00BE7C29"/>
    <w:rsid w:val="00BF0498"/>
    <w:rsid w:val="00BF1753"/>
    <w:rsid w:val="00BF2C64"/>
    <w:rsid w:val="00BF42E9"/>
    <w:rsid w:val="00BF4685"/>
    <w:rsid w:val="00BF4F8F"/>
    <w:rsid w:val="00BF502E"/>
    <w:rsid w:val="00BF53B2"/>
    <w:rsid w:val="00BF63DE"/>
    <w:rsid w:val="00BF6693"/>
    <w:rsid w:val="00BF69C1"/>
    <w:rsid w:val="00BF6AB4"/>
    <w:rsid w:val="00BF6DD3"/>
    <w:rsid w:val="00C005EC"/>
    <w:rsid w:val="00C00D06"/>
    <w:rsid w:val="00C0140F"/>
    <w:rsid w:val="00C01700"/>
    <w:rsid w:val="00C01F10"/>
    <w:rsid w:val="00C02FB9"/>
    <w:rsid w:val="00C031CE"/>
    <w:rsid w:val="00C041BC"/>
    <w:rsid w:val="00C04387"/>
    <w:rsid w:val="00C04C7F"/>
    <w:rsid w:val="00C0505B"/>
    <w:rsid w:val="00C0576B"/>
    <w:rsid w:val="00C0648E"/>
    <w:rsid w:val="00C06B9C"/>
    <w:rsid w:val="00C06F25"/>
    <w:rsid w:val="00C07266"/>
    <w:rsid w:val="00C07745"/>
    <w:rsid w:val="00C07BB3"/>
    <w:rsid w:val="00C07BB8"/>
    <w:rsid w:val="00C102BF"/>
    <w:rsid w:val="00C106CC"/>
    <w:rsid w:val="00C108F3"/>
    <w:rsid w:val="00C10F0D"/>
    <w:rsid w:val="00C11043"/>
    <w:rsid w:val="00C117E3"/>
    <w:rsid w:val="00C11A7C"/>
    <w:rsid w:val="00C11DA4"/>
    <w:rsid w:val="00C12104"/>
    <w:rsid w:val="00C12142"/>
    <w:rsid w:val="00C124E7"/>
    <w:rsid w:val="00C12C9D"/>
    <w:rsid w:val="00C12E01"/>
    <w:rsid w:val="00C1306B"/>
    <w:rsid w:val="00C132D6"/>
    <w:rsid w:val="00C134FE"/>
    <w:rsid w:val="00C13939"/>
    <w:rsid w:val="00C13971"/>
    <w:rsid w:val="00C13C2A"/>
    <w:rsid w:val="00C13E2A"/>
    <w:rsid w:val="00C14606"/>
    <w:rsid w:val="00C14A75"/>
    <w:rsid w:val="00C14BD7"/>
    <w:rsid w:val="00C15D6E"/>
    <w:rsid w:val="00C15F70"/>
    <w:rsid w:val="00C173BE"/>
    <w:rsid w:val="00C17DE2"/>
    <w:rsid w:val="00C20117"/>
    <w:rsid w:val="00C20650"/>
    <w:rsid w:val="00C20769"/>
    <w:rsid w:val="00C20F07"/>
    <w:rsid w:val="00C212CD"/>
    <w:rsid w:val="00C219F1"/>
    <w:rsid w:val="00C21A47"/>
    <w:rsid w:val="00C2222A"/>
    <w:rsid w:val="00C2223F"/>
    <w:rsid w:val="00C22300"/>
    <w:rsid w:val="00C22BDB"/>
    <w:rsid w:val="00C22DDA"/>
    <w:rsid w:val="00C234A1"/>
    <w:rsid w:val="00C2388E"/>
    <w:rsid w:val="00C23E1A"/>
    <w:rsid w:val="00C2433E"/>
    <w:rsid w:val="00C24FFC"/>
    <w:rsid w:val="00C260D3"/>
    <w:rsid w:val="00C26A7D"/>
    <w:rsid w:val="00C26CB2"/>
    <w:rsid w:val="00C26EA6"/>
    <w:rsid w:val="00C27575"/>
    <w:rsid w:val="00C3026B"/>
    <w:rsid w:val="00C31053"/>
    <w:rsid w:val="00C31471"/>
    <w:rsid w:val="00C32B0A"/>
    <w:rsid w:val="00C32F0A"/>
    <w:rsid w:val="00C334C5"/>
    <w:rsid w:val="00C33722"/>
    <w:rsid w:val="00C338A8"/>
    <w:rsid w:val="00C35558"/>
    <w:rsid w:val="00C35812"/>
    <w:rsid w:val="00C361D6"/>
    <w:rsid w:val="00C36418"/>
    <w:rsid w:val="00C3658D"/>
    <w:rsid w:val="00C36A84"/>
    <w:rsid w:val="00C3783B"/>
    <w:rsid w:val="00C37EFB"/>
    <w:rsid w:val="00C403ED"/>
    <w:rsid w:val="00C40586"/>
    <w:rsid w:val="00C40BE8"/>
    <w:rsid w:val="00C414EA"/>
    <w:rsid w:val="00C41690"/>
    <w:rsid w:val="00C41829"/>
    <w:rsid w:val="00C418A6"/>
    <w:rsid w:val="00C4198F"/>
    <w:rsid w:val="00C41BCA"/>
    <w:rsid w:val="00C41C94"/>
    <w:rsid w:val="00C42397"/>
    <w:rsid w:val="00C42B07"/>
    <w:rsid w:val="00C42FCE"/>
    <w:rsid w:val="00C432B3"/>
    <w:rsid w:val="00C43FD4"/>
    <w:rsid w:val="00C44076"/>
    <w:rsid w:val="00C44543"/>
    <w:rsid w:val="00C44667"/>
    <w:rsid w:val="00C446E8"/>
    <w:rsid w:val="00C449F8"/>
    <w:rsid w:val="00C44B97"/>
    <w:rsid w:val="00C44BC8"/>
    <w:rsid w:val="00C457F9"/>
    <w:rsid w:val="00C45925"/>
    <w:rsid w:val="00C4609E"/>
    <w:rsid w:val="00C461CF"/>
    <w:rsid w:val="00C463F7"/>
    <w:rsid w:val="00C46D5F"/>
    <w:rsid w:val="00C46E45"/>
    <w:rsid w:val="00C50530"/>
    <w:rsid w:val="00C50E29"/>
    <w:rsid w:val="00C50F72"/>
    <w:rsid w:val="00C5101E"/>
    <w:rsid w:val="00C51055"/>
    <w:rsid w:val="00C513FC"/>
    <w:rsid w:val="00C51AEB"/>
    <w:rsid w:val="00C51E49"/>
    <w:rsid w:val="00C5245B"/>
    <w:rsid w:val="00C529D8"/>
    <w:rsid w:val="00C52ABF"/>
    <w:rsid w:val="00C5319E"/>
    <w:rsid w:val="00C53DE3"/>
    <w:rsid w:val="00C53F20"/>
    <w:rsid w:val="00C5436A"/>
    <w:rsid w:val="00C5453F"/>
    <w:rsid w:val="00C545B0"/>
    <w:rsid w:val="00C54BC2"/>
    <w:rsid w:val="00C5506A"/>
    <w:rsid w:val="00C550B3"/>
    <w:rsid w:val="00C56A71"/>
    <w:rsid w:val="00C5709A"/>
    <w:rsid w:val="00C57720"/>
    <w:rsid w:val="00C6032E"/>
    <w:rsid w:val="00C606E2"/>
    <w:rsid w:val="00C60B20"/>
    <w:rsid w:val="00C60DC4"/>
    <w:rsid w:val="00C611F7"/>
    <w:rsid w:val="00C613FF"/>
    <w:rsid w:val="00C618F9"/>
    <w:rsid w:val="00C61E8D"/>
    <w:rsid w:val="00C625BA"/>
    <w:rsid w:val="00C6277B"/>
    <w:rsid w:val="00C63D5B"/>
    <w:rsid w:val="00C63F53"/>
    <w:rsid w:val="00C649C3"/>
    <w:rsid w:val="00C64B78"/>
    <w:rsid w:val="00C64C2D"/>
    <w:rsid w:val="00C64CD0"/>
    <w:rsid w:val="00C65319"/>
    <w:rsid w:val="00C65B10"/>
    <w:rsid w:val="00C65C47"/>
    <w:rsid w:val="00C65E8E"/>
    <w:rsid w:val="00C6637D"/>
    <w:rsid w:val="00C666CC"/>
    <w:rsid w:val="00C66CA3"/>
    <w:rsid w:val="00C66EFB"/>
    <w:rsid w:val="00C6701D"/>
    <w:rsid w:val="00C704C8"/>
    <w:rsid w:val="00C705C4"/>
    <w:rsid w:val="00C7099D"/>
    <w:rsid w:val="00C70A68"/>
    <w:rsid w:val="00C70CEA"/>
    <w:rsid w:val="00C70F0D"/>
    <w:rsid w:val="00C7120F"/>
    <w:rsid w:val="00C7132E"/>
    <w:rsid w:val="00C717A1"/>
    <w:rsid w:val="00C719BC"/>
    <w:rsid w:val="00C71ED3"/>
    <w:rsid w:val="00C71F51"/>
    <w:rsid w:val="00C734D1"/>
    <w:rsid w:val="00C74170"/>
    <w:rsid w:val="00C743D3"/>
    <w:rsid w:val="00C7509E"/>
    <w:rsid w:val="00C75109"/>
    <w:rsid w:val="00C754A2"/>
    <w:rsid w:val="00C758F4"/>
    <w:rsid w:val="00C75C48"/>
    <w:rsid w:val="00C75CA3"/>
    <w:rsid w:val="00C76296"/>
    <w:rsid w:val="00C762A0"/>
    <w:rsid w:val="00C765CD"/>
    <w:rsid w:val="00C768FD"/>
    <w:rsid w:val="00C771DC"/>
    <w:rsid w:val="00C7750F"/>
    <w:rsid w:val="00C776F4"/>
    <w:rsid w:val="00C7779E"/>
    <w:rsid w:val="00C8021B"/>
    <w:rsid w:val="00C804BD"/>
    <w:rsid w:val="00C80FF7"/>
    <w:rsid w:val="00C81288"/>
    <w:rsid w:val="00C814A4"/>
    <w:rsid w:val="00C817B8"/>
    <w:rsid w:val="00C81A3B"/>
    <w:rsid w:val="00C81ED2"/>
    <w:rsid w:val="00C82866"/>
    <w:rsid w:val="00C830AC"/>
    <w:rsid w:val="00C831D9"/>
    <w:rsid w:val="00C83CD1"/>
    <w:rsid w:val="00C83EC4"/>
    <w:rsid w:val="00C83EFD"/>
    <w:rsid w:val="00C840EC"/>
    <w:rsid w:val="00C84360"/>
    <w:rsid w:val="00C8437F"/>
    <w:rsid w:val="00C84F3C"/>
    <w:rsid w:val="00C854B0"/>
    <w:rsid w:val="00C85B4E"/>
    <w:rsid w:val="00C85FDE"/>
    <w:rsid w:val="00C86025"/>
    <w:rsid w:val="00C86A14"/>
    <w:rsid w:val="00C86B8B"/>
    <w:rsid w:val="00C873AB"/>
    <w:rsid w:val="00C8771F"/>
    <w:rsid w:val="00C87A3C"/>
    <w:rsid w:val="00C87DF9"/>
    <w:rsid w:val="00C87FB5"/>
    <w:rsid w:val="00C908DF"/>
    <w:rsid w:val="00C90E11"/>
    <w:rsid w:val="00C91882"/>
    <w:rsid w:val="00C91DE4"/>
    <w:rsid w:val="00C9253D"/>
    <w:rsid w:val="00C931E4"/>
    <w:rsid w:val="00C93532"/>
    <w:rsid w:val="00C93CB8"/>
    <w:rsid w:val="00C93DFE"/>
    <w:rsid w:val="00C941DF"/>
    <w:rsid w:val="00C94E17"/>
    <w:rsid w:val="00C94F5F"/>
    <w:rsid w:val="00C95286"/>
    <w:rsid w:val="00C961EF"/>
    <w:rsid w:val="00C9626F"/>
    <w:rsid w:val="00C96EDE"/>
    <w:rsid w:val="00C96FD7"/>
    <w:rsid w:val="00C9707D"/>
    <w:rsid w:val="00C97B75"/>
    <w:rsid w:val="00C97D57"/>
    <w:rsid w:val="00CA00C7"/>
    <w:rsid w:val="00CA0BAD"/>
    <w:rsid w:val="00CA0BF1"/>
    <w:rsid w:val="00CA0CD1"/>
    <w:rsid w:val="00CA0DC6"/>
    <w:rsid w:val="00CA1CEB"/>
    <w:rsid w:val="00CA1EE7"/>
    <w:rsid w:val="00CA2265"/>
    <w:rsid w:val="00CA2888"/>
    <w:rsid w:val="00CA2BDC"/>
    <w:rsid w:val="00CA2E41"/>
    <w:rsid w:val="00CA45B1"/>
    <w:rsid w:val="00CA57FD"/>
    <w:rsid w:val="00CA65C5"/>
    <w:rsid w:val="00CA76F4"/>
    <w:rsid w:val="00CA7D25"/>
    <w:rsid w:val="00CB014C"/>
    <w:rsid w:val="00CB08C6"/>
    <w:rsid w:val="00CB08DD"/>
    <w:rsid w:val="00CB0AEA"/>
    <w:rsid w:val="00CB1130"/>
    <w:rsid w:val="00CB11F8"/>
    <w:rsid w:val="00CB1414"/>
    <w:rsid w:val="00CB1D11"/>
    <w:rsid w:val="00CB1F4F"/>
    <w:rsid w:val="00CB20D2"/>
    <w:rsid w:val="00CB2978"/>
    <w:rsid w:val="00CB29D2"/>
    <w:rsid w:val="00CB2B02"/>
    <w:rsid w:val="00CB3414"/>
    <w:rsid w:val="00CB3789"/>
    <w:rsid w:val="00CB3D12"/>
    <w:rsid w:val="00CB3F44"/>
    <w:rsid w:val="00CB5D23"/>
    <w:rsid w:val="00CB5F82"/>
    <w:rsid w:val="00CB6C09"/>
    <w:rsid w:val="00CB6FEE"/>
    <w:rsid w:val="00CB7202"/>
    <w:rsid w:val="00CB753E"/>
    <w:rsid w:val="00CB7E83"/>
    <w:rsid w:val="00CC0189"/>
    <w:rsid w:val="00CC0D35"/>
    <w:rsid w:val="00CC24E6"/>
    <w:rsid w:val="00CC2612"/>
    <w:rsid w:val="00CC2677"/>
    <w:rsid w:val="00CC27AC"/>
    <w:rsid w:val="00CC2E6D"/>
    <w:rsid w:val="00CC2F48"/>
    <w:rsid w:val="00CC33B3"/>
    <w:rsid w:val="00CC367B"/>
    <w:rsid w:val="00CC3A48"/>
    <w:rsid w:val="00CC3B67"/>
    <w:rsid w:val="00CC3F53"/>
    <w:rsid w:val="00CC41D9"/>
    <w:rsid w:val="00CC4E16"/>
    <w:rsid w:val="00CC563B"/>
    <w:rsid w:val="00CC5A72"/>
    <w:rsid w:val="00CC6BDC"/>
    <w:rsid w:val="00CC6E9F"/>
    <w:rsid w:val="00CC7CFE"/>
    <w:rsid w:val="00CC7F3B"/>
    <w:rsid w:val="00CD0E89"/>
    <w:rsid w:val="00CD1112"/>
    <w:rsid w:val="00CD1A77"/>
    <w:rsid w:val="00CD2175"/>
    <w:rsid w:val="00CD25AD"/>
    <w:rsid w:val="00CD26A5"/>
    <w:rsid w:val="00CD271F"/>
    <w:rsid w:val="00CD3245"/>
    <w:rsid w:val="00CD32BF"/>
    <w:rsid w:val="00CD3576"/>
    <w:rsid w:val="00CD437B"/>
    <w:rsid w:val="00CD4F09"/>
    <w:rsid w:val="00CD4FDE"/>
    <w:rsid w:val="00CD5151"/>
    <w:rsid w:val="00CD5E51"/>
    <w:rsid w:val="00CD6B3D"/>
    <w:rsid w:val="00CD6FA8"/>
    <w:rsid w:val="00CD7E4F"/>
    <w:rsid w:val="00CE0CDA"/>
    <w:rsid w:val="00CE112F"/>
    <w:rsid w:val="00CE1231"/>
    <w:rsid w:val="00CE136A"/>
    <w:rsid w:val="00CE141E"/>
    <w:rsid w:val="00CE196B"/>
    <w:rsid w:val="00CE19B1"/>
    <w:rsid w:val="00CE1EAC"/>
    <w:rsid w:val="00CE1F43"/>
    <w:rsid w:val="00CE24A7"/>
    <w:rsid w:val="00CE290E"/>
    <w:rsid w:val="00CE2A9A"/>
    <w:rsid w:val="00CE2AE8"/>
    <w:rsid w:val="00CE2C2C"/>
    <w:rsid w:val="00CE3F2E"/>
    <w:rsid w:val="00CE462A"/>
    <w:rsid w:val="00CE4645"/>
    <w:rsid w:val="00CE4A3C"/>
    <w:rsid w:val="00CE5105"/>
    <w:rsid w:val="00CE54AD"/>
    <w:rsid w:val="00CE5C8B"/>
    <w:rsid w:val="00CE5F08"/>
    <w:rsid w:val="00CE6B07"/>
    <w:rsid w:val="00CE6CF8"/>
    <w:rsid w:val="00CE7C03"/>
    <w:rsid w:val="00CF05DF"/>
    <w:rsid w:val="00CF0E3C"/>
    <w:rsid w:val="00CF13F6"/>
    <w:rsid w:val="00CF144F"/>
    <w:rsid w:val="00CF1945"/>
    <w:rsid w:val="00CF20E4"/>
    <w:rsid w:val="00CF2C17"/>
    <w:rsid w:val="00CF2D1B"/>
    <w:rsid w:val="00CF2F79"/>
    <w:rsid w:val="00CF36E0"/>
    <w:rsid w:val="00CF3A3D"/>
    <w:rsid w:val="00CF4089"/>
    <w:rsid w:val="00CF40B6"/>
    <w:rsid w:val="00CF542C"/>
    <w:rsid w:val="00CF574B"/>
    <w:rsid w:val="00CF5D38"/>
    <w:rsid w:val="00CF61A2"/>
    <w:rsid w:val="00CF66E6"/>
    <w:rsid w:val="00CF6E94"/>
    <w:rsid w:val="00CF73EE"/>
    <w:rsid w:val="00CF7916"/>
    <w:rsid w:val="00CF7B34"/>
    <w:rsid w:val="00D00BEA"/>
    <w:rsid w:val="00D0136F"/>
    <w:rsid w:val="00D01466"/>
    <w:rsid w:val="00D0231E"/>
    <w:rsid w:val="00D02509"/>
    <w:rsid w:val="00D03975"/>
    <w:rsid w:val="00D03A91"/>
    <w:rsid w:val="00D03B0D"/>
    <w:rsid w:val="00D03D0F"/>
    <w:rsid w:val="00D042A8"/>
    <w:rsid w:val="00D04339"/>
    <w:rsid w:val="00D045BD"/>
    <w:rsid w:val="00D04D12"/>
    <w:rsid w:val="00D04F0C"/>
    <w:rsid w:val="00D0549A"/>
    <w:rsid w:val="00D055B0"/>
    <w:rsid w:val="00D05E33"/>
    <w:rsid w:val="00D06A9D"/>
    <w:rsid w:val="00D06FB7"/>
    <w:rsid w:val="00D0764E"/>
    <w:rsid w:val="00D07B18"/>
    <w:rsid w:val="00D07E3C"/>
    <w:rsid w:val="00D10040"/>
    <w:rsid w:val="00D105B7"/>
    <w:rsid w:val="00D10ABA"/>
    <w:rsid w:val="00D10C55"/>
    <w:rsid w:val="00D10CC3"/>
    <w:rsid w:val="00D10E70"/>
    <w:rsid w:val="00D1172D"/>
    <w:rsid w:val="00D119E0"/>
    <w:rsid w:val="00D11A24"/>
    <w:rsid w:val="00D12980"/>
    <w:rsid w:val="00D12BAF"/>
    <w:rsid w:val="00D1341D"/>
    <w:rsid w:val="00D13548"/>
    <w:rsid w:val="00D137EC"/>
    <w:rsid w:val="00D13B2C"/>
    <w:rsid w:val="00D14449"/>
    <w:rsid w:val="00D14E70"/>
    <w:rsid w:val="00D15665"/>
    <w:rsid w:val="00D15B9D"/>
    <w:rsid w:val="00D160A6"/>
    <w:rsid w:val="00D1649E"/>
    <w:rsid w:val="00D166D4"/>
    <w:rsid w:val="00D16DAF"/>
    <w:rsid w:val="00D17152"/>
    <w:rsid w:val="00D17405"/>
    <w:rsid w:val="00D20A0E"/>
    <w:rsid w:val="00D210E7"/>
    <w:rsid w:val="00D21206"/>
    <w:rsid w:val="00D2191E"/>
    <w:rsid w:val="00D21F1E"/>
    <w:rsid w:val="00D21F45"/>
    <w:rsid w:val="00D2288E"/>
    <w:rsid w:val="00D23027"/>
    <w:rsid w:val="00D232D1"/>
    <w:rsid w:val="00D234E1"/>
    <w:rsid w:val="00D23ADB"/>
    <w:rsid w:val="00D24708"/>
    <w:rsid w:val="00D2480B"/>
    <w:rsid w:val="00D24CA7"/>
    <w:rsid w:val="00D25A0F"/>
    <w:rsid w:val="00D26128"/>
    <w:rsid w:val="00D26229"/>
    <w:rsid w:val="00D262EB"/>
    <w:rsid w:val="00D26C45"/>
    <w:rsid w:val="00D270AE"/>
    <w:rsid w:val="00D27771"/>
    <w:rsid w:val="00D278D1"/>
    <w:rsid w:val="00D27B3E"/>
    <w:rsid w:val="00D300D7"/>
    <w:rsid w:val="00D30720"/>
    <w:rsid w:val="00D31372"/>
    <w:rsid w:val="00D31639"/>
    <w:rsid w:val="00D319E0"/>
    <w:rsid w:val="00D31C84"/>
    <w:rsid w:val="00D3273B"/>
    <w:rsid w:val="00D3293B"/>
    <w:rsid w:val="00D32A45"/>
    <w:rsid w:val="00D33169"/>
    <w:rsid w:val="00D34137"/>
    <w:rsid w:val="00D351BC"/>
    <w:rsid w:val="00D3565C"/>
    <w:rsid w:val="00D356D9"/>
    <w:rsid w:val="00D36142"/>
    <w:rsid w:val="00D375D2"/>
    <w:rsid w:val="00D377B1"/>
    <w:rsid w:val="00D37985"/>
    <w:rsid w:val="00D37D0F"/>
    <w:rsid w:val="00D40598"/>
    <w:rsid w:val="00D4117A"/>
    <w:rsid w:val="00D4138F"/>
    <w:rsid w:val="00D41432"/>
    <w:rsid w:val="00D41776"/>
    <w:rsid w:val="00D426FA"/>
    <w:rsid w:val="00D42DB0"/>
    <w:rsid w:val="00D430D3"/>
    <w:rsid w:val="00D4365A"/>
    <w:rsid w:val="00D44254"/>
    <w:rsid w:val="00D4430F"/>
    <w:rsid w:val="00D44418"/>
    <w:rsid w:val="00D451E2"/>
    <w:rsid w:val="00D45308"/>
    <w:rsid w:val="00D45486"/>
    <w:rsid w:val="00D466CD"/>
    <w:rsid w:val="00D46961"/>
    <w:rsid w:val="00D46D7E"/>
    <w:rsid w:val="00D475C2"/>
    <w:rsid w:val="00D47D3A"/>
    <w:rsid w:val="00D47F8E"/>
    <w:rsid w:val="00D501A2"/>
    <w:rsid w:val="00D50239"/>
    <w:rsid w:val="00D50332"/>
    <w:rsid w:val="00D50A7C"/>
    <w:rsid w:val="00D50C3A"/>
    <w:rsid w:val="00D50F12"/>
    <w:rsid w:val="00D51307"/>
    <w:rsid w:val="00D516C8"/>
    <w:rsid w:val="00D51753"/>
    <w:rsid w:val="00D519E1"/>
    <w:rsid w:val="00D51CB9"/>
    <w:rsid w:val="00D5305C"/>
    <w:rsid w:val="00D53111"/>
    <w:rsid w:val="00D53309"/>
    <w:rsid w:val="00D53618"/>
    <w:rsid w:val="00D53934"/>
    <w:rsid w:val="00D53CAB"/>
    <w:rsid w:val="00D5419C"/>
    <w:rsid w:val="00D541C5"/>
    <w:rsid w:val="00D54426"/>
    <w:rsid w:val="00D54D5C"/>
    <w:rsid w:val="00D551AE"/>
    <w:rsid w:val="00D554D2"/>
    <w:rsid w:val="00D55C23"/>
    <w:rsid w:val="00D5618D"/>
    <w:rsid w:val="00D56525"/>
    <w:rsid w:val="00D5669A"/>
    <w:rsid w:val="00D57E68"/>
    <w:rsid w:val="00D60839"/>
    <w:rsid w:val="00D60E46"/>
    <w:rsid w:val="00D61FBC"/>
    <w:rsid w:val="00D62014"/>
    <w:rsid w:val="00D62390"/>
    <w:rsid w:val="00D637A9"/>
    <w:rsid w:val="00D6393C"/>
    <w:rsid w:val="00D63A3C"/>
    <w:rsid w:val="00D63BF8"/>
    <w:rsid w:val="00D65086"/>
    <w:rsid w:val="00D65E32"/>
    <w:rsid w:val="00D661DD"/>
    <w:rsid w:val="00D66204"/>
    <w:rsid w:val="00D67388"/>
    <w:rsid w:val="00D705F0"/>
    <w:rsid w:val="00D70AE5"/>
    <w:rsid w:val="00D70B0F"/>
    <w:rsid w:val="00D71BFE"/>
    <w:rsid w:val="00D71DD2"/>
    <w:rsid w:val="00D72674"/>
    <w:rsid w:val="00D7286F"/>
    <w:rsid w:val="00D7299A"/>
    <w:rsid w:val="00D72A68"/>
    <w:rsid w:val="00D73A6D"/>
    <w:rsid w:val="00D74AA6"/>
    <w:rsid w:val="00D74F1F"/>
    <w:rsid w:val="00D75432"/>
    <w:rsid w:val="00D7587C"/>
    <w:rsid w:val="00D75CDF"/>
    <w:rsid w:val="00D76F64"/>
    <w:rsid w:val="00D77733"/>
    <w:rsid w:val="00D8037C"/>
    <w:rsid w:val="00D8049C"/>
    <w:rsid w:val="00D80CF7"/>
    <w:rsid w:val="00D81317"/>
    <w:rsid w:val="00D81943"/>
    <w:rsid w:val="00D81BDA"/>
    <w:rsid w:val="00D8226D"/>
    <w:rsid w:val="00D830D4"/>
    <w:rsid w:val="00D8382E"/>
    <w:rsid w:val="00D84494"/>
    <w:rsid w:val="00D847BF"/>
    <w:rsid w:val="00D8593F"/>
    <w:rsid w:val="00D85C68"/>
    <w:rsid w:val="00D87341"/>
    <w:rsid w:val="00D87E11"/>
    <w:rsid w:val="00D87F79"/>
    <w:rsid w:val="00D90881"/>
    <w:rsid w:val="00D90A5B"/>
    <w:rsid w:val="00D90F9E"/>
    <w:rsid w:val="00D91CA5"/>
    <w:rsid w:val="00D927B5"/>
    <w:rsid w:val="00D927E0"/>
    <w:rsid w:val="00D95610"/>
    <w:rsid w:val="00D9577E"/>
    <w:rsid w:val="00D95DD8"/>
    <w:rsid w:val="00D9677F"/>
    <w:rsid w:val="00D967D4"/>
    <w:rsid w:val="00D96C35"/>
    <w:rsid w:val="00D97F02"/>
    <w:rsid w:val="00D97FD2"/>
    <w:rsid w:val="00DA0344"/>
    <w:rsid w:val="00DA065B"/>
    <w:rsid w:val="00DA0CA4"/>
    <w:rsid w:val="00DA1536"/>
    <w:rsid w:val="00DA15E6"/>
    <w:rsid w:val="00DA16D5"/>
    <w:rsid w:val="00DA1A06"/>
    <w:rsid w:val="00DA20AF"/>
    <w:rsid w:val="00DA2231"/>
    <w:rsid w:val="00DA24D2"/>
    <w:rsid w:val="00DA2925"/>
    <w:rsid w:val="00DA2AAB"/>
    <w:rsid w:val="00DA2F8D"/>
    <w:rsid w:val="00DA3BFC"/>
    <w:rsid w:val="00DA40A8"/>
    <w:rsid w:val="00DA53B4"/>
    <w:rsid w:val="00DA5977"/>
    <w:rsid w:val="00DA5E73"/>
    <w:rsid w:val="00DA6066"/>
    <w:rsid w:val="00DA6438"/>
    <w:rsid w:val="00DA6BFE"/>
    <w:rsid w:val="00DA7301"/>
    <w:rsid w:val="00DA74DA"/>
    <w:rsid w:val="00DA752E"/>
    <w:rsid w:val="00DB034A"/>
    <w:rsid w:val="00DB051C"/>
    <w:rsid w:val="00DB0BDD"/>
    <w:rsid w:val="00DB10E3"/>
    <w:rsid w:val="00DB1244"/>
    <w:rsid w:val="00DB1324"/>
    <w:rsid w:val="00DB142B"/>
    <w:rsid w:val="00DB1B22"/>
    <w:rsid w:val="00DB1E11"/>
    <w:rsid w:val="00DB1FE1"/>
    <w:rsid w:val="00DB2B54"/>
    <w:rsid w:val="00DB30E0"/>
    <w:rsid w:val="00DB31A9"/>
    <w:rsid w:val="00DB37EC"/>
    <w:rsid w:val="00DB380F"/>
    <w:rsid w:val="00DB38BE"/>
    <w:rsid w:val="00DB4039"/>
    <w:rsid w:val="00DB4960"/>
    <w:rsid w:val="00DB5B33"/>
    <w:rsid w:val="00DB5F60"/>
    <w:rsid w:val="00DB5FB0"/>
    <w:rsid w:val="00DB60A8"/>
    <w:rsid w:val="00DB6B37"/>
    <w:rsid w:val="00DB6B6F"/>
    <w:rsid w:val="00DB6CB4"/>
    <w:rsid w:val="00DB7166"/>
    <w:rsid w:val="00DC03A6"/>
    <w:rsid w:val="00DC08A3"/>
    <w:rsid w:val="00DC0947"/>
    <w:rsid w:val="00DC0B7C"/>
    <w:rsid w:val="00DC0CCD"/>
    <w:rsid w:val="00DC0F29"/>
    <w:rsid w:val="00DC2133"/>
    <w:rsid w:val="00DC255E"/>
    <w:rsid w:val="00DC396E"/>
    <w:rsid w:val="00DC399E"/>
    <w:rsid w:val="00DC3ED9"/>
    <w:rsid w:val="00DC4263"/>
    <w:rsid w:val="00DC4DDC"/>
    <w:rsid w:val="00DC4F08"/>
    <w:rsid w:val="00DC538E"/>
    <w:rsid w:val="00DC60FC"/>
    <w:rsid w:val="00DC69BB"/>
    <w:rsid w:val="00DC72BF"/>
    <w:rsid w:val="00DC76B1"/>
    <w:rsid w:val="00DC79B9"/>
    <w:rsid w:val="00DC7CA6"/>
    <w:rsid w:val="00DC7DE3"/>
    <w:rsid w:val="00DD0B60"/>
    <w:rsid w:val="00DD0BE4"/>
    <w:rsid w:val="00DD0DE4"/>
    <w:rsid w:val="00DD16A3"/>
    <w:rsid w:val="00DD1B62"/>
    <w:rsid w:val="00DD1C4C"/>
    <w:rsid w:val="00DD272F"/>
    <w:rsid w:val="00DD3DBA"/>
    <w:rsid w:val="00DD420E"/>
    <w:rsid w:val="00DD4612"/>
    <w:rsid w:val="00DD540B"/>
    <w:rsid w:val="00DD5712"/>
    <w:rsid w:val="00DD61D7"/>
    <w:rsid w:val="00DD6373"/>
    <w:rsid w:val="00DD63BA"/>
    <w:rsid w:val="00DD6F3A"/>
    <w:rsid w:val="00DE048C"/>
    <w:rsid w:val="00DE0766"/>
    <w:rsid w:val="00DE1568"/>
    <w:rsid w:val="00DE1605"/>
    <w:rsid w:val="00DE17B2"/>
    <w:rsid w:val="00DE199C"/>
    <w:rsid w:val="00DE1B41"/>
    <w:rsid w:val="00DE3D62"/>
    <w:rsid w:val="00DE3D9B"/>
    <w:rsid w:val="00DE3FA5"/>
    <w:rsid w:val="00DE4CCD"/>
    <w:rsid w:val="00DE55C2"/>
    <w:rsid w:val="00DE58B4"/>
    <w:rsid w:val="00DE5FE1"/>
    <w:rsid w:val="00DE643E"/>
    <w:rsid w:val="00DE6492"/>
    <w:rsid w:val="00DE6705"/>
    <w:rsid w:val="00DE6B83"/>
    <w:rsid w:val="00DE71AE"/>
    <w:rsid w:val="00DE736E"/>
    <w:rsid w:val="00DF006F"/>
    <w:rsid w:val="00DF0500"/>
    <w:rsid w:val="00DF08CD"/>
    <w:rsid w:val="00DF0EAD"/>
    <w:rsid w:val="00DF10A2"/>
    <w:rsid w:val="00DF17CA"/>
    <w:rsid w:val="00DF1AED"/>
    <w:rsid w:val="00DF23DC"/>
    <w:rsid w:val="00DF2925"/>
    <w:rsid w:val="00DF2BFA"/>
    <w:rsid w:val="00DF3200"/>
    <w:rsid w:val="00DF380D"/>
    <w:rsid w:val="00DF4F8D"/>
    <w:rsid w:val="00DF5027"/>
    <w:rsid w:val="00DF51B9"/>
    <w:rsid w:val="00DF550F"/>
    <w:rsid w:val="00DF5FE5"/>
    <w:rsid w:val="00DF631D"/>
    <w:rsid w:val="00DF6779"/>
    <w:rsid w:val="00DF6E2B"/>
    <w:rsid w:val="00DF76C9"/>
    <w:rsid w:val="00E0037B"/>
    <w:rsid w:val="00E006CD"/>
    <w:rsid w:val="00E01364"/>
    <w:rsid w:val="00E01A57"/>
    <w:rsid w:val="00E01A79"/>
    <w:rsid w:val="00E01F58"/>
    <w:rsid w:val="00E02C99"/>
    <w:rsid w:val="00E032FE"/>
    <w:rsid w:val="00E034C2"/>
    <w:rsid w:val="00E037B9"/>
    <w:rsid w:val="00E037E5"/>
    <w:rsid w:val="00E03E91"/>
    <w:rsid w:val="00E043B0"/>
    <w:rsid w:val="00E043C3"/>
    <w:rsid w:val="00E05116"/>
    <w:rsid w:val="00E05BF3"/>
    <w:rsid w:val="00E064C4"/>
    <w:rsid w:val="00E074BB"/>
    <w:rsid w:val="00E07A4E"/>
    <w:rsid w:val="00E07C4C"/>
    <w:rsid w:val="00E07E39"/>
    <w:rsid w:val="00E11365"/>
    <w:rsid w:val="00E12270"/>
    <w:rsid w:val="00E12BA7"/>
    <w:rsid w:val="00E12F7A"/>
    <w:rsid w:val="00E13358"/>
    <w:rsid w:val="00E1348B"/>
    <w:rsid w:val="00E14252"/>
    <w:rsid w:val="00E147DB"/>
    <w:rsid w:val="00E15241"/>
    <w:rsid w:val="00E15380"/>
    <w:rsid w:val="00E15C89"/>
    <w:rsid w:val="00E15D84"/>
    <w:rsid w:val="00E15E84"/>
    <w:rsid w:val="00E1670F"/>
    <w:rsid w:val="00E169E0"/>
    <w:rsid w:val="00E16DBA"/>
    <w:rsid w:val="00E17D42"/>
    <w:rsid w:val="00E201D1"/>
    <w:rsid w:val="00E205D1"/>
    <w:rsid w:val="00E20F99"/>
    <w:rsid w:val="00E21A07"/>
    <w:rsid w:val="00E21EAF"/>
    <w:rsid w:val="00E22138"/>
    <w:rsid w:val="00E22FD1"/>
    <w:rsid w:val="00E235D7"/>
    <w:rsid w:val="00E23665"/>
    <w:rsid w:val="00E236E3"/>
    <w:rsid w:val="00E24401"/>
    <w:rsid w:val="00E2495D"/>
    <w:rsid w:val="00E24D81"/>
    <w:rsid w:val="00E24DB3"/>
    <w:rsid w:val="00E25BDB"/>
    <w:rsid w:val="00E25CBE"/>
    <w:rsid w:val="00E25D16"/>
    <w:rsid w:val="00E26118"/>
    <w:rsid w:val="00E27A8B"/>
    <w:rsid w:val="00E27B4F"/>
    <w:rsid w:val="00E302DC"/>
    <w:rsid w:val="00E303CE"/>
    <w:rsid w:val="00E30D4C"/>
    <w:rsid w:val="00E31444"/>
    <w:rsid w:val="00E321CD"/>
    <w:rsid w:val="00E32359"/>
    <w:rsid w:val="00E32CA7"/>
    <w:rsid w:val="00E33136"/>
    <w:rsid w:val="00E3323F"/>
    <w:rsid w:val="00E333AC"/>
    <w:rsid w:val="00E336B7"/>
    <w:rsid w:val="00E34036"/>
    <w:rsid w:val="00E3473B"/>
    <w:rsid w:val="00E34DC0"/>
    <w:rsid w:val="00E3549B"/>
    <w:rsid w:val="00E35A04"/>
    <w:rsid w:val="00E37175"/>
    <w:rsid w:val="00E373C0"/>
    <w:rsid w:val="00E37811"/>
    <w:rsid w:val="00E37928"/>
    <w:rsid w:val="00E379C8"/>
    <w:rsid w:val="00E4066E"/>
    <w:rsid w:val="00E408A3"/>
    <w:rsid w:val="00E40C73"/>
    <w:rsid w:val="00E41DC8"/>
    <w:rsid w:val="00E42218"/>
    <w:rsid w:val="00E42CF7"/>
    <w:rsid w:val="00E42D7D"/>
    <w:rsid w:val="00E43EE2"/>
    <w:rsid w:val="00E44057"/>
    <w:rsid w:val="00E441A3"/>
    <w:rsid w:val="00E44729"/>
    <w:rsid w:val="00E44E43"/>
    <w:rsid w:val="00E450F4"/>
    <w:rsid w:val="00E4573F"/>
    <w:rsid w:val="00E45830"/>
    <w:rsid w:val="00E45D33"/>
    <w:rsid w:val="00E46E92"/>
    <w:rsid w:val="00E46FA3"/>
    <w:rsid w:val="00E5010F"/>
    <w:rsid w:val="00E50448"/>
    <w:rsid w:val="00E505C7"/>
    <w:rsid w:val="00E509E2"/>
    <w:rsid w:val="00E5148B"/>
    <w:rsid w:val="00E51BCE"/>
    <w:rsid w:val="00E51E64"/>
    <w:rsid w:val="00E520B5"/>
    <w:rsid w:val="00E5251C"/>
    <w:rsid w:val="00E52619"/>
    <w:rsid w:val="00E530B4"/>
    <w:rsid w:val="00E5342E"/>
    <w:rsid w:val="00E537CF"/>
    <w:rsid w:val="00E5385B"/>
    <w:rsid w:val="00E53CA7"/>
    <w:rsid w:val="00E5455E"/>
    <w:rsid w:val="00E54C4E"/>
    <w:rsid w:val="00E54E0C"/>
    <w:rsid w:val="00E55071"/>
    <w:rsid w:val="00E56A6F"/>
    <w:rsid w:val="00E56AF2"/>
    <w:rsid w:val="00E56F3A"/>
    <w:rsid w:val="00E574D0"/>
    <w:rsid w:val="00E578D3"/>
    <w:rsid w:val="00E57DDE"/>
    <w:rsid w:val="00E57F5F"/>
    <w:rsid w:val="00E57F9B"/>
    <w:rsid w:val="00E6006B"/>
    <w:rsid w:val="00E6043F"/>
    <w:rsid w:val="00E604D3"/>
    <w:rsid w:val="00E60568"/>
    <w:rsid w:val="00E61214"/>
    <w:rsid w:val="00E625F2"/>
    <w:rsid w:val="00E626CE"/>
    <w:rsid w:val="00E62C30"/>
    <w:rsid w:val="00E63339"/>
    <w:rsid w:val="00E636BF"/>
    <w:rsid w:val="00E63B0F"/>
    <w:rsid w:val="00E64CA7"/>
    <w:rsid w:val="00E6521F"/>
    <w:rsid w:val="00E654F7"/>
    <w:rsid w:val="00E676A9"/>
    <w:rsid w:val="00E679CA"/>
    <w:rsid w:val="00E67DE9"/>
    <w:rsid w:val="00E7029A"/>
    <w:rsid w:val="00E702B6"/>
    <w:rsid w:val="00E70677"/>
    <w:rsid w:val="00E70B20"/>
    <w:rsid w:val="00E711B1"/>
    <w:rsid w:val="00E71249"/>
    <w:rsid w:val="00E712AC"/>
    <w:rsid w:val="00E7199A"/>
    <w:rsid w:val="00E71A2A"/>
    <w:rsid w:val="00E72737"/>
    <w:rsid w:val="00E7277E"/>
    <w:rsid w:val="00E73740"/>
    <w:rsid w:val="00E73903"/>
    <w:rsid w:val="00E740F0"/>
    <w:rsid w:val="00E745BD"/>
    <w:rsid w:val="00E74E50"/>
    <w:rsid w:val="00E762BA"/>
    <w:rsid w:val="00E762FB"/>
    <w:rsid w:val="00E7680E"/>
    <w:rsid w:val="00E77A35"/>
    <w:rsid w:val="00E77CF5"/>
    <w:rsid w:val="00E80909"/>
    <w:rsid w:val="00E80CD9"/>
    <w:rsid w:val="00E813FA"/>
    <w:rsid w:val="00E8188A"/>
    <w:rsid w:val="00E81A38"/>
    <w:rsid w:val="00E827F6"/>
    <w:rsid w:val="00E82D3E"/>
    <w:rsid w:val="00E82DCB"/>
    <w:rsid w:val="00E835F6"/>
    <w:rsid w:val="00E839A7"/>
    <w:rsid w:val="00E8448C"/>
    <w:rsid w:val="00E8473F"/>
    <w:rsid w:val="00E84836"/>
    <w:rsid w:val="00E84B5C"/>
    <w:rsid w:val="00E84D18"/>
    <w:rsid w:val="00E85822"/>
    <w:rsid w:val="00E863E0"/>
    <w:rsid w:val="00E867AF"/>
    <w:rsid w:val="00E869DD"/>
    <w:rsid w:val="00E86F86"/>
    <w:rsid w:val="00E86F96"/>
    <w:rsid w:val="00E871CF"/>
    <w:rsid w:val="00E87405"/>
    <w:rsid w:val="00E87A50"/>
    <w:rsid w:val="00E9066F"/>
    <w:rsid w:val="00E90C9D"/>
    <w:rsid w:val="00E90E39"/>
    <w:rsid w:val="00E916D7"/>
    <w:rsid w:val="00E919F8"/>
    <w:rsid w:val="00E91C57"/>
    <w:rsid w:val="00E9273A"/>
    <w:rsid w:val="00E935B7"/>
    <w:rsid w:val="00E93986"/>
    <w:rsid w:val="00E93A43"/>
    <w:rsid w:val="00E93CD4"/>
    <w:rsid w:val="00E93D22"/>
    <w:rsid w:val="00E94003"/>
    <w:rsid w:val="00E949BA"/>
    <w:rsid w:val="00E95AE5"/>
    <w:rsid w:val="00E95B38"/>
    <w:rsid w:val="00E95B77"/>
    <w:rsid w:val="00E9627E"/>
    <w:rsid w:val="00E96879"/>
    <w:rsid w:val="00EA0782"/>
    <w:rsid w:val="00EA1F08"/>
    <w:rsid w:val="00EA20E1"/>
    <w:rsid w:val="00EA2E99"/>
    <w:rsid w:val="00EA33B0"/>
    <w:rsid w:val="00EA34B3"/>
    <w:rsid w:val="00EA3550"/>
    <w:rsid w:val="00EA3CF8"/>
    <w:rsid w:val="00EA3F71"/>
    <w:rsid w:val="00EA4453"/>
    <w:rsid w:val="00EA4F3E"/>
    <w:rsid w:val="00EA5250"/>
    <w:rsid w:val="00EA5BB7"/>
    <w:rsid w:val="00EA6065"/>
    <w:rsid w:val="00EA6D98"/>
    <w:rsid w:val="00EA6E8D"/>
    <w:rsid w:val="00EA6EB2"/>
    <w:rsid w:val="00EA79BA"/>
    <w:rsid w:val="00EA7EA5"/>
    <w:rsid w:val="00EB02F0"/>
    <w:rsid w:val="00EB0765"/>
    <w:rsid w:val="00EB094E"/>
    <w:rsid w:val="00EB1181"/>
    <w:rsid w:val="00EB1586"/>
    <w:rsid w:val="00EB1BC0"/>
    <w:rsid w:val="00EB25B4"/>
    <w:rsid w:val="00EB279E"/>
    <w:rsid w:val="00EB2D52"/>
    <w:rsid w:val="00EB465D"/>
    <w:rsid w:val="00EB46A4"/>
    <w:rsid w:val="00EB4932"/>
    <w:rsid w:val="00EB4DD5"/>
    <w:rsid w:val="00EB5055"/>
    <w:rsid w:val="00EB55F9"/>
    <w:rsid w:val="00EB5766"/>
    <w:rsid w:val="00EB5B46"/>
    <w:rsid w:val="00EC046E"/>
    <w:rsid w:val="00EC04DD"/>
    <w:rsid w:val="00EC0C4D"/>
    <w:rsid w:val="00EC0EFD"/>
    <w:rsid w:val="00EC0F5E"/>
    <w:rsid w:val="00EC238C"/>
    <w:rsid w:val="00EC2E1D"/>
    <w:rsid w:val="00EC3A11"/>
    <w:rsid w:val="00EC3A5F"/>
    <w:rsid w:val="00EC44C0"/>
    <w:rsid w:val="00EC49BD"/>
    <w:rsid w:val="00EC4C8F"/>
    <w:rsid w:val="00EC4F86"/>
    <w:rsid w:val="00EC5086"/>
    <w:rsid w:val="00EC50B7"/>
    <w:rsid w:val="00EC50BC"/>
    <w:rsid w:val="00EC5279"/>
    <w:rsid w:val="00EC5495"/>
    <w:rsid w:val="00EC5547"/>
    <w:rsid w:val="00EC5BD0"/>
    <w:rsid w:val="00EC6984"/>
    <w:rsid w:val="00EC6998"/>
    <w:rsid w:val="00EC6DA9"/>
    <w:rsid w:val="00EC79C7"/>
    <w:rsid w:val="00EC7B4B"/>
    <w:rsid w:val="00ED0643"/>
    <w:rsid w:val="00ED11D3"/>
    <w:rsid w:val="00ED1743"/>
    <w:rsid w:val="00ED28FA"/>
    <w:rsid w:val="00ED2ED1"/>
    <w:rsid w:val="00ED326E"/>
    <w:rsid w:val="00ED3B7C"/>
    <w:rsid w:val="00ED4C06"/>
    <w:rsid w:val="00ED4D58"/>
    <w:rsid w:val="00ED50B5"/>
    <w:rsid w:val="00ED6496"/>
    <w:rsid w:val="00ED7109"/>
    <w:rsid w:val="00ED729C"/>
    <w:rsid w:val="00EE0571"/>
    <w:rsid w:val="00EE1E58"/>
    <w:rsid w:val="00EE22F6"/>
    <w:rsid w:val="00EE23BE"/>
    <w:rsid w:val="00EE2824"/>
    <w:rsid w:val="00EE2AF5"/>
    <w:rsid w:val="00EE3003"/>
    <w:rsid w:val="00EE345C"/>
    <w:rsid w:val="00EE3AA1"/>
    <w:rsid w:val="00EE3B09"/>
    <w:rsid w:val="00EE459C"/>
    <w:rsid w:val="00EE48C4"/>
    <w:rsid w:val="00EE4C66"/>
    <w:rsid w:val="00EE51A4"/>
    <w:rsid w:val="00EE5955"/>
    <w:rsid w:val="00EE5BAA"/>
    <w:rsid w:val="00EE6029"/>
    <w:rsid w:val="00EE6125"/>
    <w:rsid w:val="00EE69FC"/>
    <w:rsid w:val="00EE6DDF"/>
    <w:rsid w:val="00EE6FA4"/>
    <w:rsid w:val="00EE7703"/>
    <w:rsid w:val="00EE7AC3"/>
    <w:rsid w:val="00EE7BBA"/>
    <w:rsid w:val="00EF033B"/>
    <w:rsid w:val="00EF04EF"/>
    <w:rsid w:val="00EF0A2A"/>
    <w:rsid w:val="00EF0CF1"/>
    <w:rsid w:val="00EF20BB"/>
    <w:rsid w:val="00EF2334"/>
    <w:rsid w:val="00EF246D"/>
    <w:rsid w:val="00EF2D1C"/>
    <w:rsid w:val="00EF340E"/>
    <w:rsid w:val="00EF378E"/>
    <w:rsid w:val="00EF3BB4"/>
    <w:rsid w:val="00EF5130"/>
    <w:rsid w:val="00EF538D"/>
    <w:rsid w:val="00EF607F"/>
    <w:rsid w:val="00EF681A"/>
    <w:rsid w:val="00EF6B7C"/>
    <w:rsid w:val="00EF6D4C"/>
    <w:rsid w:val="00EF7071"/>
    <w:rsid w:val="00EF712F"/>
    <w:rsid w:val="00EF72B0"/>
    <w:rsid w:val="00EF7386"/>
    <w:rsid w:val="00EF7CEC"/>
    <w:rsid w:val="00F00F75"/>
    <w:rsid w:val="00F01302"/>
    <w:rsid w:val="00F01756"/>
    <w:rsid w:val="00F01ABD"/>
    <w:rsid w:val="00F01AFA"/>
    <w:rsid w:val="00F01F22"/>
    <w:rsid w:val="00F0260D"/>
    <w:rsid w:val="00F0272A"/>
    <w:rsid w:val="00F0348C"/>
    <w:rsid w:val="00F040CD"/>
    <w:rsid w:val="00F04113"/>
    <w:rsid w:val="00F044D9"/>
    <w:rsid w:val="00F04992"/>
    <w:rsid w:val="00F04DDA"/>
    <w:rsid w:val="00F055B7"/>
    <w:rsid w:val="00F05905"/>
    <w:rsid w:val="00F05A98"/>
    <w:rsid w:val="00F06164"/>
    <w:rsid w:val="00F0691D"/>
    <w:rsid w:val="00F0776D"/>
    <w:rsid w:val="00F07A89"/>
    <w:rsid w:val="00F1022C"/>
    <w:rsid w:val="00F104C1"/>
    <w:rsid w:val="00F10638"/>
    <w:rsid w:val="00F10D28"/>
    <w:rsid w:val="00F11ACE"/>
    <w:rsid w:val="00F11ADE"/>
    <w:rsid w:val="00F12BA2"/>
    <w:rsid w:val="00F13608"/>
    <w:rsid w:val="00F137AB"/>
    <w:rsid w:val="00F1521C"/>
    <w:rsid w:val="00F156EB"/>
    <w:rsid w:val="00F15E08"/>
    <w:rsid w:val="00F164E1"/>
    <w:rsid w:val="00F174DB"/>
    <w:rsid w:val="00F17A51"/>
    <w:rsid w:val="00F17FD6"/>
    <w:rsid w:val="00F2004E"/>
    <w:rsid w:val="00F200DB"/>
    <w:rsid w:val="00F202B3"/>
    <w:rsid w:val="00F20669"/>
    <w:rsid w:val="00F20858"/>
    <w:rsid w:val="00F20A1A"/>
    <w:rsid w:val="00F20F19"/>
    <w:rsid w:val="00F21AFF"/>
    <w:rsid w:val="00F21BFA"/>
    <w:rsid w:val="00F21C51"/>
    <w:rsid w:val="00F21F3C"/>
    <w:rsid w:val="00F22782"/>
    <w:rsid w:val="00F230C4"/>
    <w:rsid w:val="00F23A11"/>
    <w:rsid w:val="00F23E47"/>
    <w:rsid w:val="00F24A87"/>
    <w:rsid w:val="00F25F6E"/>
    <w:rsid w:val="00F263B4"/>
    <w:rsid w:val="00F268CF"/>
    <w:rsid w:val="00F26B1B"/>
    <w:rsid w:val="00F26CB2"/>
    <w:rsid w:val="00F2714E"/>
    <w:rsid w:val="00F271BA"/>
    <w:rsid w:val="00F27B40"/>
    <w:rsid w:val="00F27CB4"/>
    <w:rsid w:val="00F301EE"/>
    <w:rsid w:val="00F309D8"/>
    <w:rsid w:val="00F30BAA"/>
    <w:rsid w:val="00F30C8C"/>
    <w:rsid w:val="00F3160F"/>
    <w:rsid w:val="00F3188A"/>
    <w:rsid w:val="00F318F4"/>
    <w:rsid w:val="00F31988"/>
    <w:rsid w:val="00F32716"/>
    <w:rsid w:val="00F3303D"/>
    <w:rsid w:val="00F33365"/>
    <w:rsid w:val="00F33EEA"/>
    <w:rsid w:val="00F34E65"/>
    <w:rsid w:val="00F34FDB"/>
    <w:rsid w:val="00F35215"/>
    <w:rsid w:val="00F3532A"/>
    <w:rsid w:val="00F35AAD"/>
    <w:rsid w:val="00F35B31"/>
    <w:rsid w:val="00F362EB"/>
    <w:rsid w:val="00F36410"/>
    <w:rsid w:val="00F3645E"/>
    <w:rsid w:val="00F36887"/>
    <w:rsid w:val="00F36EEE"/>
    <w:rsid w:val="00F371BF"/>
    <w:rsid w:val="00F40077"/>
    <w:rsid w:val="00F4115C"/>
    <w:rsid w:val="00F4117A"/>
    <w:rsid w:val="00F41D40"/>
    <w:rsid w:val="00F4252D"/>
    <w:rsid w:val="00F43375"/>
    <w:rsid w:val="00F43901"/>
    <w:rsid w:val="00F43C5D"/>
    <w:rsid w:val="00F43C8A"/>
    <w:rsid w:val="00F43E07"/>
    <w:rsid w:val="00F44244"/>
    <w:rsid w:val="00F442C2"/>
    <w:rsid w:val="00F44737"/>
    <w:rsid w:val="00F44C68"/>
    <w:rsid w:val="00F45144"/>
    <w:rsid w:val="00F4551D"/>
    <w:rsid w:val="00F45548"/>
    <w:rsid w:val="00F45691"/>
    <w:rsid w:val="00F45C29"/>
    <w:rsid w:val="00F4617F"/>
    <w:rsid w:val="00F46299"/>
    <w:rsid w:val="00F4697A"/>
    <w:rsid w:val="00F46D06"/>
    <w:rsid w:val="00F4727E"/>
    <w:rsid w:val="00F47AA3"/>
    <w:rsid w:val="00F47C00"/>
    <w:rsid w:val="00F50787"/>
    <w:rsid w:val="00F51AE2"/>
    <w:rsid w:val="00F522BA"/>
    <w:rsid w:val="00F52562"/>
    <w:rsid w:val="00F527AB"/>
    <w:rsid w:val="00F52B44"/>
    <w:rsid w:val="00F53353"/>
    <w:rsid w:val="00F535BA"/>
    <w:rsid w:val="00F53C6A"/>
    <w:rsid w:val="00F544A5"/>
    <w:rsid w:val="00F55724"/>
    <w:rsid w:val="00F557DD"/>
    <w:rsid w:val="00F567BC"/>
    <w:rsid w:val="00F56CF9"/>
    <w:rsid w:val="00F5718C"/>
    <w:rsid w:val="00F57E05"/>
    <w:rsid w:val="00F60F68"/>
    <w:rsid w:val="00F61736"/>
    <w:rsid w:val="00F61D4B"/>
    <w:rsid w:val="00F62124"/>
    <w:rsid w:val="00F6223B"/>
    <w:rsid w:val="00F62C08"/>
    <w:rsid w:val="00F62F5E"/>
    <w:rsid w:val="00F6328A"/>
    <w:rsid w:val="00F63DC9"/>
    <w:rsid w:val="00F64EC7"/>
    <w:rsid w:val="00F656B9"/>
    <w:rsid w:val="00F65BA2"/>
    <w:rsid w:val="00F65BB8"/>
    <w:rsid w:val="00F6620A"/>
    <w:rsid w:val="00F6627F"/>
    <w:rsid w:val="00F66486"/>
    <w:rsid w:val="00F668C4"/>
    <w:rsid w:val="00F67083"/>
    <w:rsid w:val="00F70570"/>
    <w:rsid w:val="00F70BB3"/>
    <w:rsid w:val="00F70D65"/>
    <w:rsid w:val="00F71083"/>
    <w:rsid w:val="00F7109B"/>
    <w:rsid w:val="00F7140F"/>
    <w:rsid w:val="00F7171A"/>
    <w:rsid w:val="00F7188B"/>
    <w:rsid w:val="00F71B22"/>
    <w:rsid w:val="00F71BD1"/>
    <w:rsid w:val="00F71F88"/>
    <w:rsid w:val="00F71F97"/>
    <w:rsid w:val="00F723A4"/>
    <w:rsid w:val="00F730A9"/>
    <w:rsid w:val="00F73906"/>
    <w:rsid w:val="00F73B60"/>
    <w:rsid w:val="00F73F38"/>
    <w:rsid w:val="00F748BA"/>
    <w:rsid w:val="00F75B06"/>
    <w:rsid w:val="00F75ED5"/>
    <w:rsid w:val="00F75FEF"/>
    <w:rsid w:val="00F76204"/>
    <w:rsid w:val="00F764AB"/>
    <w:rsid w:val="00F76911"/>
    <w:rsid w:val="00F77609"/>
    <w:rsid w:val="00F77BC3"/>
    <w:rsid w:val="00F801D6"/>
    <w:rsid w:val="00F81096"/>
    <w:rsid w:val="00F818E3"/>
    <w:rsid w:val="00F81EEF"/>
    <w:rsid w:val="00F8208E"/>
    <w:rsid w:val="00F828D8"/>
    <w:rsid w:val="00F82BB9"/>
    <w:rsid w:val="00F82C11"/>
    <w:rsid w:val="00F82D5C"/>
    <w:rsid w:val="00F82FED"/>
    <w:rsid w:val="00F8366C"/>
    <w:rsid w:val="00F8387E"/>
    <w:rsid w:val="00F838C4"/>
    <w:rsid w:val="00F83B70"/>
    <w:rsid w:val="00F84812"/>
    <w:rsid w:val="00F84F7C"/>
    <w:rsid w:val="00F8553D"/>
    <w:rsid w:val="00F859CE"/>
    <w:rsid w:val="00F86193"/>
    <w:rsid w:val="00F86C05"/>
    <w:rsid w:val="00F86DA0"/>
    <w:rsid w:val="00F871A6"/>
    <w:rsid w:val="00F8741F"/>
    <w:rsid w:val="00F874F9"/>
    <w:rsid w:val="00F875FB"/>
    <w:rsid w:val="00F8793C"/>
    <w:rsid w:val="00F904F2"/>
    <w:rsid w:val="00F9139E"/>
    <w:rsid w:val="00F92455"/>
    <w:rsid w:val="00F92AD0"/>
    <w:rsid w:val="00F92E34"/>
    <w:rsid w:val="00F93267"/>
    <w:rsid w:val="00F9382B"/>
    <w:rsid w:val="00F938FD"/>
    <w:rsid w:val="00F94197"/>
    <w:rsid w:val="00F94F67"/>
    <w:rsid w:val="00F952D4"/>
    <w:rsid w:val="00F96164"/>
    <w:rsid w:val="00F9639C"/>
    <w:rsid w:val="00F964AE"/>
    <w:rsid w:val="00F964C8"/>
    <w:rsid w:val="00F9732F"/>
    <w:rsid w:val="00F9785A"/>
    <w:rsid w:val="00F97E4C"/>
    <w:rsid w:val="00F97F87"/>
    <w:rsid w:val="00FA1122"/>
    <w:rsid w:val="00FA1A46"/>
    <w:rsid w:val="00FA1B84"/>
    <w:rsid w:val="00FA4048"/>
    <w:rsid w:val="00FA4328"/>
    <w:rsid w:val="00FA4840"/>
    <w:rsid w:val="00FA4D29"/>
    <w:rsid w:val="00FA4D46"/>
    <w:rsid w:val="00FA630D"/>
    <w:rsid w:val="00FA72B2"/>
    <w:rsid w:val="00FB00AE"/>
    <w:rsid w:val="00FB0188"/>
    <w:rsid w:val="00FB0B7C"/>
    <w:rsid w:val="00FB0BD5"/>
    <w:rsid w:val="00FB0D67"/>
    <w:rsid w:val="00FB0F35"/>
    <w:rsid w:val="00FB168E"/>
    <w:rsid w:val="00FB178E"/>
    <w:rsid w:val="00FB1B81"/>
    <w:rsid w:val="00FB2566"/>
    <w:rsid w:val="00FB2C33"/>
    <w:rsid w:val="00FB35A7"/>
    <w:rsid w:val="00FB3A7F"/>
    <w:rsid w:val="00FB4AE5"/>
    <w:rsid w:val="00FB5623"/>
    <w:rsid w:val="00FB5758"/>
    <w:rsid w:val="00FB69CC"/>
    <w:rsid w:val="00FB7AE7"/>
    <w:rsid w:val="00FB7C4B"/>
    <w:rsid w:val="00FC09BE"/>
    <w:rsid w:val="00FC0D31"/>
    <w:rsid w:val="00FC0FAC"/>
    <w:rsid w:val="00FC10B3"/>
    <w:rsid w:val="00FC1423"/>
    <w:rsid w:val="00FC18E3"/>
    <w:rsid w:val="00FC1B3E"/>
    <w:rsid w:val="00FC2297"/>
    <w:rsid w:val="00FC23FB"/>
    <w:rsid w:val="00FC2463"/>
    <w:rsid w:val="00FC29D2"/>
    <w:rsid w:val="00FC2C2C"/>
    <w:rsid w:val="00FC2DDF"/>
    <w:rsid w:val="00FC392A"/>
    <w:rsid w:val="00FC4125"/>
    <w:rsid w:val="00FC494C"/>
    <w:rsid w:val="00FC4C10"/>
    <w:rsid w:val="00FC4E4E"/>
    <w:rsid w:val="00FC4F2E"/>
    <w:rsid w:val="00FC514E"/>
    <w:rsid w:val="00FC5872"/>
    <w:rsid w:val="00FC6114"/>
    <w:rsid w:val="00FC6399"/>
    <w:rsid w:val="00FC63FA"/>
    <w:rsid w:val="00FC6A40"/>
    <w:rsid w:val="00FC6B9A"/>
    <w:rsid w:val="00FC7079"/>
    <w:rsid w:val="00FC72E4"/>
    <w:rsid w:val="00FC75DC"/>
    <w:rsid w:val="00FC7C00"/>
    <w:rsid w:val="00FD06A9"/>
    <w:rsid w:val="00FD10DA"/>
    <w:rsid w:val="00FD10E2"/>
    <w:rsid w:val="00FD124C"/>
    <w:rsid w:val="00FD13C4"/>
    <w:rsid w:val="00FD14E2"/>
    <w:rsid w:val="00FD17D5"/>
    <w:rsid w:val="00FD1B2D"/>
    <w:rsid w:val="00FD1CF0"/>
    <w:rsid w:val="00FD204F"/>
    <w:rsid w:val="00FD2157"/>
    <w:rsid w:val="00FD236B"/>
    <w:rsid w:val="00FD26D7"/>
    <w:rsid w:val="00FD2944"/>
    <w:rsid w:val="00FD29BD"/>
    <w:rsid w:val="00FD2ECF"/>
    <w:rsid w:val="00FD34A5"/>
    <w:rsid w:val="00FD3A0A"/>
    <w:rsid w:val="00FD3B11"/>
    <w:rsid w:val="00FD43DC"/>
    <w:rsid w:val="00FD4805"/>
    <w:rsid w:val="00FD48E8"/>
    <w:rsid w:val="00FD4A90"/>
    <w:rsid w:val="00FD51CB"/>
    <w:rsid w:val="00FD55A6"/>
    <w:rsid w:val="00FD5D4F"/>
    <w:rsid w:val="00FD5D9F"/>
    <w:rsid w:val="00FD6CE9"/>
    <w:rsid w:val="00FE0392"/>
    <w:rsid w:val="00FE0877"/>
    <w:rsid w:val="00FE0C60"/>
    <w:rsid w:val="00FE0CC1"/>
    <w:rsid w:val="00FE0FB9"/>
    <w:rsid w:val="00FE11C2"/>
    <w:rsid w:val="00FE14C1"/>
    <w:rsid w:val="00FE1B2A"/>
    <w:rsid w:val="00FE1DCD"/>
    <w:rsid w:val="00FE2944"/>
    <w:rsid w:val="00FE2C49"/>
    <w:rsid w:val="00FE2E91"/>
    <w:rsid w:val="00FE30AF"/>
    <w:rsid w:val="00FE3470"/>
    <w:rsid w:val="00FE353B"/>
    <w:rsid w:val="00FE4EE2"/>
    <w:rsid w:val="00FE5097"/>
    <w:rsid w:val="00FE50C3"/>
    <w:rsid w:val="00FE58B7"/>
    <w:rsid w:val="00FE5CF3"/>
    <w:rsid w:val="00FE600C"/>
    <w:rsid w:val="00FE6108"/>
    <w:rsid w:val="00FE61DC"/>
    <w:rsid w:val="00FE628D"/>
    <w:rsid w:val="00FE74F5"/>
    <w:rsid w:val="00FF0138"/>
    <w:rsid w:val="00FF109D"/>
    <w:rsid w:val="00FF124C"/>
    <w:rsid w:val="00FF1402"/>
    <w:rsid w:val="00FF14BE"/>
    <w:rsid w:val="00FF1B7A"/>
    <w:rsid w:val="00FF2217"/>
    <w:rsid w:val="00FF2676"/>
    <w:rsid w:val="00FF28B2"/>
    <w:rsid w:val="00FF32D8"/>
    <w:rsid w:val="00FF3598"/>
    <w:rsid w:val="00FF42ED"/>
    <w:rsid w:val="00FF4348"/>
    <w:rsid w:val="00FF44C9"/>
    <w:rsid w:val="00FF5885"/>
    <w:rsid w:val="00FF5C50"/>
    <w:rsid w:val="00FF6150"/>
    <w:rsid w:val="00FF691E"/>
    <w:rsid w:val="00FF73EE"/>
    <w:rsid w:val="00FF7B69"/>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index heading" w:uiPriority="99"/>
    <w:lsdException w:name="caption" w:uiPriority="35"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qFormat="1"/>
  </w:latentStyles>
  <w:style w:type="paragraph" w:default="1" w:styleId="Normal">
    <w:name w:val="Normal"/>
    <w:qFormat/>
    <w:rsid w:val="00547F24"/>
    <w:pPr>
      <w:spacing w:before="120" w:after="120" w:line="240" w:lineRule="auto"/>
    </w:pPr>
    <w:rPr>
      <w:rFonts w:ascii="Times New Roman" w:eastAsia="Times New Roman" w:hAnsi="Times New Roman" w:cs="Times New Roman"/>
      <w:szCs w:val="20"/>
      <w:lang w:eastAsia="en-AU"/>
    </w:rPr>
  </w:style>
  <w:style w:type="paragraph" w:styleId="Heading1">
    <w:name w:val="heading 1"/>
    <w:basedOn w:val="Normal"/>
    <w:next w:val="base-text-paragraph"/>
    <w:link w:val="Heading1Char"/>
    <w:qFormat/>
    <w:rsid w:val="00547F24"/>
    <w:pPr>
      <w:keepNext/>
      <w:spacing w:before="720"/>
      <w:outlineLvl w:val="0"/>
    </w:pPr>
    <w:rPr>
      <w:rFonts w:ascii="Helvetica" w:hAnsi="Helvetica"/>
      <w:b/>
      <w:caps/>
      <w:sz w:val="28"/>
    </w:rPr>
  </w:style>
  <w:style w:type="paragraph" w:styleId="Heading2">
    <w:name w:val="heading 2"/>
    <w:basedOn w:val="Heading1"/>
    <w:next w:val="base-text-paragraph"/>
    <w:link w:val="Heading2Char"/>
    <w:qFormat/>
    <w:rsid w:val="00547F24"/>
    <w:pPr>
      <w:spacing w:before="480" w:after="200"/>
      <w:outlineLvl w:val="1"/>
    </w:pPr>
    <w:rPr>
      <w:caps w:val="0"/>
      <w:sz w:val="26"/>
    </w:rPr>
  </w:style>
  <w:style w:type="paragraph" w:styleId="Heading3">
    <w:name w:val="heading 3"/>
    <w:basedOn w:val="Heading2"/>
    <w:next w:val="base-text-paragraph"/>
    <w:link w:val="Heading3Char"/>
    <w:qFormat/>
    <w:rsid w:val="00547F24"/>
    <w:pPr>
      <w:spacing w:before="240"/>
      <w:outlineLvl w:val="2"/>
    </w:pPr>
    <w:rPr>
      <w:sz w:val="22"/>
    </w:rPr>
  </w:style>
  <w:style w:type="paragraph" w:styleId="Heading4">
    <w:name w:val="heading 4"/>
    <w:basedOn w:val="Heading3"/>
    <w:next w:val="base-text-paragraph"/>
    <w:link w:val="Heading4Char"/>
    <w:qFormat/>
    <w:rsid w:val="00547F24"/>
    <w:pPr>
      <w:spacing w:before="120"/>
      <w:ind w:left="1134"/>
      <w:outlineLvl w:val="3"/>
    </w:pPr>
    <w:rPr>
      <w:rFonts w:ascii="Times New Roman" w:hAnsi="Times New Roman"/>
      <w:i/>
    </w:rPr>
  </w:style>
  <w:style w:type="paragraph" w:styleId="Heading5">
    <w:name w:val="heading 5"/>
    <w:basedOn w:val="Heading4"/>
    <w:next w:val="base-text-paragraph"/>
    <w:link w:val="Heading5Char"/>
    <w:qFormat/>
    <w:rsid w:val="00547F24"/>
    <w:pPr>
      <w:spacing w:after="60"/>
      <w:outlineLvl w:val="4"/>
    </w:pPr>
    <w:rPr>
      <w:b w:val="0"/>
      <w:bCs/>
      <w:iCs/>
      <w:szCs w:val="26"/>
    </w:rPr>
  </w:style>
  <w:style w:type="paragraph" w:styleId="Heading6">
    <w:name w:val="heading 6"/>
    <w:basedOn w:val="Heading5"/>
    <w:next w:val="base-text-paragraph"/>
    <w:link w:val="Heading6Char"/>
    <w:qFormat/>
    <w:rsid w:val="00547F24"/>
    <w:pPr>
      <w:outlineLvl w:val="5"/>
    </w:pPr>
    <w:rPr>
      <w:bCs w:val="0"/>
      <w:i w:val="0"/>
      <w:szCs w:val="22"/>
      <w:u w:val="single"/>
    </w:rPr>
  </w:style>
  <w:style w:type="paragraph" w:styleId="Heading7">
    <w:name w:val="heading 7"/>
    <w:basedOn w:val="Normal"/>
    <w:next w:val="Normal"/>
    <w:link w:val="Heading7Char"/>
    <w:qFormat/>
    <w:rsid w:val="00547F24"/>
    <w:pPr>
      <w:spacing w:before="240" w:after="60"/>
      <w:outlineLvl w:val="6"/>
    </w:pPr>
    <w:rPr>
      <w:sz w:val="24"/>
      <w:szCs w:val="24"/>
    </w:rPr>
  </w:style>
  <w:style w:type="paragraph" w:styleId="Heading8">
    <w:name w:val="heading 8"/>
    <w:basedOn w:val="Normal"/>
    <w:next w:val="Normal"/>
    <w:link w:val="Heading8Char"/>
    <w:qFormat/>
    <w:rsid w:val="00547F24"/>
    <w:pPr>
      <w:spacing w:before="240" w:after="60"/>
      <w:outlineLvl w:val="7"/>
    </w:pPr>
    <w:rPr>
      <w:i/>
      <w:iCs/>
      <w:sz w:val="24"/>
      <w:szCs w:val="24"/>
    </w:rPr>
  </w:style>
  <w:style w:type="paragraph" w:styleId="Heading9">
    <w:name w:val="heading 9"/>
    <w:basedOn w:val="Normal"/>
    <w:next w:val="Normal"/>
    <w:link w:val="Heading9Char"/>
    <w:qFormat/>
    <w:rsid w:val="00547F24"/>
    <w:pPr>
      <w:spacing w:before="240" w:after="60"/>
      <w:outlineLvl w:val="8"/>
    </w:pPr>
    <w:rPr>
      <w:rFonts w:ascii="Arial" w:hAnsi="Arial" w:cs="Arial"/>
      <w:szCs w:val="22"/>
    </w:rPr>
  </w:style>
  <w:style w:type="character" w:default="1" w:styleId="DefaultParagraphFont">
    <w:name w:val="Default Paragraph Font"/>
    <w:uiPriority w:val="1"/>
    <w:semiHidden/>
    <w:unhideWhenUsed/>
    <w:rsid w:val="00547F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7F24"/>
  </w:style>
  <w:style w:type="numbering" w:styleId="111111">
    <w:name w:val="Outline List 2"/>
    <w:basedOn w:val="NoList"/>
    <w:semiHidden/>
    <w:rsid w:val="00547F24"/>
    <w:pPr>
      <w:numPr>
        <w:numId w:val="1"/>
      </w:numPr>
    </w:pPr>
  </w:style>
  <w:style w:type="numbering" w:styleId="1ai">
    <w:name w:val="Outline List 1"/>
    <w:basedOn w:val="NoList"/>
    <w:semiHidden/>
    <w:rsid w:val="00547F24"/>
    <w:pPr>
      <w:numPr>
        <w:numId w:val="2"/>
      </w:numPr>
    </w:pPr>
  </w:style>
  <w:style w:type="character" w:customStyle="1" w:styleId="Heading1Char">
    <w:name w:val="Heading 1 Char"/>
    <w:basedOn w:val="DefaultParagraphFont"/>
    <w:link w:val="Heading1"/>
    <w:rsid w:val="00547F24"/>
    <w:rPr>
      <w:rFonts w:ascii="Helvetica" w:eastAsia="Times New Roman" w:hAnsi="Helvetica" w:cs="Times New Roman"/>
      <w:b/>
      <w:caps/>
      <w:sz w:val="28"/>
      <w:szCs w:val="20"/>
      <w:lang w:eastAsia="en-AU"/>
    </w:rPr>
  </w:style>
  <w:style w:type="character" w:customStyle="1" w:styleId="Heading2Char">
    <w:name w:val="Heading 2 Char"/>
    <w:basedOn w:val="DefaultParagraphFont"/>
    <w:link w:val="Heading2"/>
    <w:rsid w:val="00547F24"/>
    <w:rPr>
      <w:rFonts w:ascii="Helvetica" w:eastAsia="Times New Roman" w:hAnsi="Helvetica" w:cs="Times New Roman"/>
      <w:b/>
      <w:sz w:val="26"/>
      <w:szCs w:val="20"/>
      <w:lang w:eastAsia="en-AU"/>
    </w:rPr>
  </w:style>
  <w:style w:type="character" w:customStyle="1" w:styleId="Heading3Char">
    <w:name w:val="Heading 3 Char"/>
    <w:basedOn w:val="DefaultParagraphFont"/>
    <w:link w:val="Heading3"/>
    <w:rsid w:val="00547F24"/>
    <w:rPr>
      <w:rFonts w:ascii="Helvetica" w:eastAsia="Times New Roman" w:hAnsi="Helvetica" w:cs="Times New Roman"/>
      <w:b/>
      <w:szCs w:val="20"/>
      <w:lang w:eastAsia="en-AU"/>
    </w:rPr>
  </w:style>
  <w:style w:type="character" w:customStyle="1" w:styleId="Heading4Char">
    <w:name w:val="Heading 4 Char"/>
    <w:basedOn w:val="DefaultParagraphFont"/>
    <w:link w:val="Heading4"/>
    <w:rsid w:val="00547F24"/>
    <w:rPr>
      <w:rFonts w:ascii="Times New Roman" w:eastAsia="Times New Roman" w:hAnsi="Times New Roman" w:cs="Times New Roman"/>
      <w:b/>
      <w:i/>
      <w:szCs w:val="20"/>
      <w:lang w:eastAsia="en-AU"/>
    </w:rPr>
  </w:style>
  <w:style w:type="character" w:customStyle="1" w:styleId="Heading5Char">
    <w:name w:val="Heading 5 Char"/>
    <w:basedOn w:val="DefaultParagraphFont"/>
    <w:link w:val="Heading5"/>
    <w:rsid w:val="00547F24"/>
    <w:rPr>
      <w:rFonts w:ascii="Times New Roman" w:eastAsia="Times New Roman" w:hAnsi="Times New Roman" w:cs="Times New Roman"/>
      <w:bCs/>
      <w:i/>
      <w:iCs/>
      <w:szCs w:val="26"/>
      <w:lang w:eastAsia="en-AU"/>
    </w:rPr>
  </w:style>
  <w:style w:type="character" w:customStyle="1" w:styleId="Heading6Char">
    <w:name w:val="Heading 6 Char"/>
    <w:basedOn w:val="DefaultParagraphFont"/>
    <w:link w:val="Heading6"/>
    <w:rsid w:val="00547F24"/>
    <w:rPr>
      <w:rFonts w:ascii="Times New Roman" w:eastAsia="Times New Roman" w:hAnsi="Times New Roman" w:cs="Times New Roman"/>
      <w:iCs/>
      <w:u w:val="single"/>
      <w:lang w:eastAsia="en-AU"/>
    </w:rPr>
  </w:style>
  <w:style w:type="character" w:customStyle="1" w:styleId="Heading7Char">
    <w:name w:val="Heading 7 Char"/>
    <w:basedOn w:val="DefaultParagraphFont"/>
    <w:link w:val="Heading7"/>
    <w:rsid w:val="00547F24"/>
    <w:rPr>
      <w:rFonts w:ascii="Times New Roman" w:eastAsia="Times New Roman" w:hAnsi="Times New Roman" w:cs="Times New Roman"/>
      <w:sz w:val="24"/>
      <w:szCs w:val="24"/>
      <w:lang w:eastAsia="en-AU"/>
    </w:rPr>
  </w:style>
  <w:style w:type="character" w:customStyle="1" w:styleId="Heading8Char">
    <w:name w:val="Heading 8 Char"/>
    <w:basedOn w:val="DefaultParagraphFont"/>
    <w:link w:val="Heading8"/>
    <w:rsid w:val="00547F24"/>
    <w:rPr>
      <w:rFonts w:ascii="Times New Roman" w:eastAsia="Times New Roman" w:hAnsi="Times New Roman" w:cs="Times New Roman"/>
      <w:i/>
      <w:iCs/>
      <w:sz w:val="24"/>
      <w:szCs w:val="24"/>
      <w:lang w:eastAsia="en-AU"/>
    </w:rPr>
  </w:style>
  <w:style w:type="character" w:customStyle="1" w:styleId="Heading9Char">
    <w:name w:val="Heading 9 Char"/>
    <w:basedOn w:val="DefaultParagraphFont"/>
    <w:link w:val="Heading9"/>
    <w:rsid w:val="00547F24"/>
    <w:rPr>
      <w:rFonts w:ascii="Arial" w:eastAsia="Times New Roman" w:hAnsi="Arial" w:cs="Arial"/>
      <w:lang w:eastAsia="en-AU"/>
    </w:rPr>
  </w:style>
  <w:style w:type="numbering" w:styleId="ArticleSection">
    <w:name w:val="Outline List 3"/>
    <w:basedOn w:val="NoList"/>
    <w:semiHidden/>
    <w:rsid w:val="00547F24"/>
    <w:pPr>
      <w:numPr>
        <w:numId w:val="3"/>
      </w:numPr>
    </w:pPr>
  </w:style>
  <w:style w:type="paragraph" w:customStyle="1" w:styleId="Baseparagraphcentred">
    <w:name w:val="Base paragraph centred"/>
    <w:basedOn w:val="Normal"/>
    <w:rsid w:val="00547F24"/>
    <w:pPr>
      <w:spacing w:before="200" w:after="200"/>
      <w:jc w:val="center"/>
    </w:pPr>
  </w:style>
  <w:style w:type="paragraph" w:customStyle="1" w:styleId="base-text-paragraph">
    <w:name w:val="base-text-paragraph"/>
    <w:basedOn w:val="Normal"/>
    <w:link w:val="base-text-paragraphChar"/>
    <w:qFormat/>
    <w:rsid w:val="00547F24"/>
    <w:pPr>
      <w:numPr>
        <w:ilvl w:val="1"/>
        <w:numId w:val="40"/>
      </w:numPr>
    </w:pPr>
  </w:style>
  <w:style w:type="character" w:customStyle="1" w:styleId="base-text-paragraphChar">
    <w:name w:val="base-text-paragraph Char"/>
    <w:basedOn w:val="DefaultParagraphFont"/>
    <w:link w:val="base-text-paragraph"/>
    <w:rsid w:val="00547F24"/>
    <w:rPr>
      <w:rFonts w:ascii="Times New Roman" w:eastAsia="Times New Roman" w:hAnsi="Times New Roman" w:cs="Times New Roman"/>
      <w:szCs w:val="20"/>
      <w:lang w:eastAsia="en-AU"/>
    </w:rPr>
  </w:style>
  <w:style w:type="paragraph" w:customStyle="1" w:styleId="base-text-paragraphnonumbers">
    <w:name w:val="base-text-paragraph no numbers"/>
    <w:basedOn w:val="Normal"/>
    <w:qFormat/>
    <w:rsid w:val="00547F24"/>
    <w:pPr>
      <w:ind w:left="1134"/>
    </w:pPr>
  </w:style>
  <w:style w:type="paragraph" w:customStyle="1" w:styleId="BillName">
    <w:name w:val="Bill Name"/>
    <w:basedOn w:val="Normal"/>
    <w:next w:val="Baseparagraphcentred"/>
    <w:rsid w:val="00547F24"/>
    <w:pPr>
      <w:pBdr>
        <w:top w:val="single" w:sz="4" w:space="12" w:color="auto"/>
        <w:bottom w:val="single" w:sz="4" w:space="12" w:color="auto"/>
      </w:pBdr>
      <w:spacing w:before="200" w:after="200"/>
      <w:jc w:val="center"/>
    </w:pPr>
    <w:rPr>
      <w:caps/>
    </w:rPr>
  </w:style>
  <w:style w:type="paragraph" w:styleId="BlockText">
    <w:name w:val="Block Text"/>
    <w:basedOn w:val="Normal"/>
    <w:semiHidden/>
    <w:rsid w:val="00547F24"/>
    <w:pPr>
      <w:ind w:left="1440" w:right="1440"/>
    </w:pPr>
  </w:style>
  <w:style w:type="paragraph" w:styleId="BodyText">
    <w:name w:val="Body Text"/>
    <w:basedOn w:val="Normal"/>
    <w:link w:val="BodyTextChar"/>
    <w:semiHidden/>
    <w:rsid w:val="00547F24"/>
  </w:style>
  <w:style w:type="character" w:customStyle="1" w:styleId="BodyTextChar">
    <w:name w:val="Body Text Char"/>
    <w:basedOn w:val="DefaultParagraphFont"/>
    <w:link w:val="BodyText"/>
    <w:semiHidden/>
    <w:rsid w:val="00547F24"/>
    <w:rPr>
      <w:rFonts w:ascii="Times New Roman" w:eastAsia="Times New Roman" w:hAnsi="Times New Roman" w:cs="Times New Roman"/>
      <w:szCs w:val="20"/>
      <w:lang w:eastAsia="en-AU"/>
    </w:rPr>
  </w:style>
  <w:style w:type="paragraph" w:styleId="BodyText2">
    <w:name w:val="Body Text 2"/>
    <w:basedOn w:val="Normal"/>
    <w:link w:val="BodyText2Char"/>
    <w:semiHidden/>
    <w:rsid w:val="00547F24"/>
    <w:pPr>
      <w:spacing w:line="480" w:lineRule="auto"/>
    </w:pPr>
  </w:style>
  <w:style w:type="character" w:customStyle="1" w:styleId="BodyText2Char">
    <w:name w:val="Body Text 2 Char"/>
    <w:basedOn w:val="DefaultParagraphFont"/>
    <w:link w:val="BodyText2"/>
    <w:semiHidden/>
    <w:rsid w:val="00547F24"/>
    <w:rPr>
      <w:rFonts w:ascii="Times New Roman" w:eastAsia="Times New Roman" w:hAnsi="Times New Roman" w:cs="Times New Roman"/>
      <w:szCs w:val="20"/>
      <w:lang w:eastAsia="en-AU"/>
    </w:rPr>
  </w:style>
  <w:style w:type="paragraph" w:styleId="BodyText3">
    <w:name w:val="Body Text 3"/>
    <w:basedOn w:val="Normal"/>
    <w:link w:val="BodyText3Char"/>
    <w:semiHidden/>
    <w:rsid w:val="00547F24"/>
    <w:rPr>
      <w:sz w:val="16"/>
      <w:szCs w:val="16"/>
    </w:rPr>
  </w:style>
  <w:style w:type="character" w:customStyle="1" w:styleId="BodyText3Char">
    <w:name w:val="Body Text 3 Char"/>
    <w:basedOn w:val="DefaultParagraphFont"/>
    <w:link w:val="BodyText3"/>
    <w:semiHidden/>
    <w:rsid w:val="00547F24"/>
    <w:rPr>
      <w:rFonts w:ascii="Times New Roman" w:eastAsia="Times New Roman" w:hAnsi="Times New Roman" w:cs="Times New Roman"/>
      <w:sz w:val="16"/>
      <w:szCs w:val="16"/>
      <w:lang w:eastAsia="en-AU"/>
    </w:rPr>
  </w:style>
  <w:style w:type="paragraph" w:styleId="BodyTextFirstIndent">
    <w:name w:val="Body Text First Indent"/>
    <w:basedOn w:val="BodyText"/>
    <w:link w:val="BodyTextFirstIndentChar"/>
    <w:semiHidden/>
    <w:rsid w:val="00547F24"/>
    <w:pPr>
      <w:ind w:firstLine="210"/>
    </w:pPr>
  </w:style>
  <w:style w:type="character" w:customStyle="1" w:styleId="BodyTextFirstIndentChar">
    <w:name w:val="Body Text First Indent Char"/>
    <w:basedOn w:val="BodyTextChar"/>
    <w:link w:val="BodyTextFirstIndent"/>
    <w:semiHidden/>
    <w:rsid w:val="00547F24"/>
    <w:rPr>
      <w:rFonts w:ascii="Times New Roman" w:eastAsia="Times New Roman" w:hAnsi="Times New Roman" w:cs="Times New Roman"/>
      <w:szCs w:val="20"/>
      <w:lang w:eastAsia="en-AU"/>
    </w:rPr>
  </w:style>
  <w:style w:type="paragraph" w:styleId="BodyTextIndent">
    <w:name w:val="Body Text Indent"/>
    <w:basedOn w:val="Normal"/>
    <w:link w:val="BodyTextIndentChar"/>
    <w:semiHidden/>
    <w:rsid w:val="00547F24"/>
    <w:pPr>
      <w:ind w:left="283"/>
    </w:pPr>
  </w:style>
  <w:style w:type="character" w:customStyle="1" w:styleId="BodyTextIndentChar">
    <w:name w:val="Body Text Indent Char"/>
    <w:basedOn w:val="DefaultParagraphFont"/>
    <w:link w:val="BodyTextIndent"/>
    <w:semiHidden/>
    <w:rsid w:val="00547F24"/>
    <w:rPr>
      <w:rFonts w:ascii="Times New Roman" w:eastAsia="Times New Roman" w:hAnsi="Times New Roman" w:cs="Times New Roman"/>
      <w:szCs w:val="20"/>
      <w:lang w:eastAsia="en-AU"/>
    </w:rPr>
  </w:style>
  <w:style w:type="paragraph" w:styleId="BodyTextFirstIndent2">
    <w:name w:val="Body Text First Indent 2"/>
    <w:basedOn w:val="BodyTextIndent"/>
    <w:link w:val="BodyTextFirstIndent2Char"/>
    <w:semiHidden/>
    <w:rsid w:val="00547F24"/>
    <w:pPr>
      <w:ind w:firstLine="210"/>
    </w:pPr>
  </w:style>
  <w:style w:type="character" w:customStyle="1" w:styleId="BodyTextFirstIndent2Char">
    <w:name w:val="Body Text First Indent 2 Char"/>
    <w:basedOn w:val="BodyTextIndentChar"/>
    <w:link w:val="BodyTextFirstIndent2"/>
    <w:semiHidden/>
    <w:rsid w:val="00547F24"/>
    <w:rPr>
      <w:rFonts w:ascii="Times New Roman" w:eastAsia="Times New Roman" w:hAnsi="Times New Roman" w:cs="Times New Roman"/>
      <w:szCs w:val="20"/>
      <w:lang w:eastAsia="en-AU"/>
    </w:rPr>
  </w:style>
  <w:style w:type="paragraph" w:styleId="BodyTextIndent2">
    <w:name w:val="Body Text Indent 2"/>
    <w:basedOn w:val="Normal"/>
    <w:link w:val="BodyTextIndent2Char"/>
    <w:semiHidden/>
    <w:rsid w:val="00547F24"/>
    <w:pPr>
      <w:spacing w:line="480" w:lineRule="auto"/>
      <w:ind w:left="283"/>
    </w:pPr>
  </w:style>
  <w:style w:type="character" w:customStyle="1" w:styleId="BodyTextIndent2Char">
    <w:name w:val="Body Text Indent 2 Char"/>
    <w:basedOn w:val="DefaultParagraphFont"/>
    <w:link w:val="BodyTextIndent2"/>
    <w:semiHidden/>
    <w:rsid w:val="00547F24"/>
    <w:rPr>
      <w:rFonts w:ascii="Times New Roman" w:eastAsia="Times New Roman" w:hAnsi="Times New Roman" w:cs="Times New Roman"/>
      <w:szCs w:val="20"/>
      <w:lang w:eastAsia="en-AU"/>
    </w:rPr>
  </w:style>
  <w:style w:type="paragraph" w:styleId="BodyTextIndent3">
    <w:name w:val="Body Text Indent 3"/>
    <w:basedOn w:val="Normal"/>
    <w:link w:val="BodyTextIndent3Char"/>
    <w:semiHidden/>
    <w:rsid w:val="00547F24"/>
    <w:pPr>
      <w:ind w:left="283"/>
    </w:pPr>
    <w:rPr>
      <w:sz w:val="16"/>
      <w:szCs w:val="16"/>
    </w:rPr>
  </w:style>
  <w:style w:type="character" w:customStyle="1" w:styleId="BodyTextIndent3Char">
    <w:name w:val="Body Text Indent 3 Char"/>
    <w:basedOn w:val="DefaultParagraphFont"/>
    <w:link w:val="BodyTextIndent3"/>
    <w:semiHidden/>
    <w:rsid w:val="00547F24"/>
    <w:rPr>
      <w:rFonts w:ascii="Times New Roman" w:eastAsia="Times New Roman" w:hAnsi="Times New Roman" w:cs="Times New Roman"/>
      <w:sz w:val="16"/>
      <w:szCs w:val="16"/>
      <w:lang w:eastAsia="en-AU"/>
    </w:rPr>
  </w:style>
  <w:style w:type="character" w:customStyle="1" w:styleId="Bold">
    <w:name w:val="Bold"/>
    <w:basedOn w:val="DefaultParagraphFont"/>
    <w:rsid w:val="00547F24"/>
    <w:rPr>
      <w:b/>
    </w:rPr>
  </w:style>
  <w:style w:type="character" w:customStyle="1" w:styleId="BoldItalic">
    <w:name w:val="BoldItalic"/>
    <w:basedOn w:val="DefaultParagraphFont"/>
    <w:rsid w:val="00547F24"/>
    <w:rPr>
      <w:b/>
      <w:i/>
    </w:rPr>
  </w:style>
  <w:style w:type="paragraph" w:customStyle="1" w:styleId="BTPwithextraspacing">
    <w:name w:val="BTP with extra spacing"/>
    <w:basedOn w:val="Normal"/>
    <w:rsid w:val="00547F24"/>
    <w:pPr>
      <w:spacing w:before="360" w:after="360"/>
      <w:ind w:left="1134"/>
    </w:pPr>
  </w:style>
  <w:style w:type="paragraph" w:customStyle="1" w:styleId="ChapterHeading">
    <w:name w:val="Chapter Heading"/>
    <w:next w:val="Heading2"/>
    <w:rsid w:val="00547F24"/>
    <w:pPr>
      <w:numPr>
        <w:numId w:val="40"/>
      </w:numPr>
      <w:pBdr>
        <w:top w:val="single" w:sz="4" w:space="1" w:color="auto"/>
        <w:bottom w:val="single" w:sz="4" w:space="1" w:color="auto"/>
      </w:pBdr>
      <w:spacing w:before="240" w:after="360" w:line="260" w:lineRule="atLeast"/>
    </w:pPr>
    <w:rPr>
      <w:rFonts w:ascii="Helvetica" w:eastAsia="Times New Roman" w:hAnsi="Helvetica" w:cs="Times New Roman"/>
      <w:b/>
      <w:i/>
      <w:sz w:val="38"/>
      <w:szCs w:val="20"/>
      <w:lang w:eastAsia="en-AU"/>
    </w:rPr>
  </w:style>
  <w:style w:type="paragraph" w:customStyle="1" w:styleId="Chapterheadingsubdocument">
    <w:name w:val="Chapter heading subdocument"/>
    <w:basedOn w:val="Normal"/>
    <w:next w:val="base-text-paragraphnonumbers"/>
    <w:rsid w:val="00547F24"/>
    <w:pPr>
      <w:pBdr>
        <w:top w:val="single" w:sz="4" w:space="1" w:color="auto"/>
        <w:bottom w:val="single" w:sz="4" w:space="1" w:color="auto"/>
      </w:pBdr>
      <w:spacing w:before="240" w:after="360" w:line="260" w:lineRule="atLeast"/>
    </w:pPr>
    <w:rPr>
      <w:rFonts w:ascii="Helvetica" w:hAnsi="Helvetica"/>
      <w:b/>
      <w:i/>
      <w:sz w:val="38"/>
    </w:rPr>
  </w:style>
  <w:style w:type="numbering" w:customStyle="1" w:styleId="ChapterList">
    <w:name w:val="ChapterList"/>
    <w:uiPriority w:val="99"/>
    <w:rsid w:val="00547F24"/>
    <w:pPr>
      <w:numPr>
        <w:numId w:val="25"/>
      </w:numPr>
    </w:pPr>
  </w:style>
  <w:style w:type="paragraph" w:styleId="Closing">
    <w:name w:val="Closing"/>
    <w:basedOn w:val="Normal"/>
    <w:link w:val="ClosingChar"/>
    <w:semiHidden/>
    <w:rsid w:val="00547F24"/>
    <w:pPr>
      <w:ind w:left="4252"/>
    </w:pPr>
  </w:style>
  <w:style w:type="character" w:customStyle="1" w:styleId="ClosingChar">
    <w:name w:val="Closing Char"/>
    <w:basedOn w:val="DefaultParagraphFont"/>
    <w:link w:val="Closing"/>
    <w:semiHidden/>
    <w:rsid w:val="00547F24"/>
    <w:rPr>
      <w:rFonts w:ascii="Times New Roman" w:eastAsia="Times New Roman" w:hAnsi="Times New Roman" w:cs="Times New Roman"/>
      <w:szCs w:val="20"/>
      <w:lang w:eastAsia="en-AU"/>
    </w:rPr>
  </w:style>
  <w:style w:type="paragraph" w:styleId="Date">
    <w:name w:val="Date"/>
    <w:basedOn w:val="Normal"/>
    <w:next w:val="Normal"/>
    <w:link w:val="DateChar"/>
    <w:semiHidden/>
    <w:rsid w:val="00547F24"/>
  </w:style>
  <w:style w:type="character" w:customStyle="1" w:styleId="DateChar">
    <w:name w:val="Date Char"/>
    <w:basedOn w:val="DefaultParagraphFont"/>
    <w:link w:val="Date"/>
    <w:semiHidden/>
    <w:rsid w:val="00547F24"/>
    <w:rPr>
      <w:rFonts w:ascii="Times New Roman" w:eastAsia="Times New Roman" w:hAnsi="Times New Roman" w:cs="Times New Roman"/>
      <w:szCs w:val="20"/>
      <w:lang w:eastAsia="en-AU"/>
    </w:rPr>
  </w:style>
  <w:style w:type="paragraph" w:customStyle="1" w:styleId="Diagram">
    <w:name w:val="Diagram"/>
    <w:basedOn w:val="Normal"/>
    <w:next w:val="base-text-paragraphnonumbers"/>
    <w:rsid w:val="00547F24"/>
    <w:pPr>
      <w:keepNext/>
      <w:numPr>
        <w:ilvl w:val="2"/>
        <w:numId w:val="40"/>
      </w:numPr>
      <w:spacing w:before="0" w:after="0"/>
    </w:pPr>
    <w:rPr>
      <w:b/>
    </w:rPr>
  </w:style>
  <w:style w:type="paragraph" w:customStyle="1" w:styleId="dotpoint">
    <w:name w:val="dot point"/>
    <w:basedOn w:val="Normal"/>
    <w:link w:val="dotpointChar"/>
    <w:rsid w:val="00547F24"/>
    <w:pPr>
      <w:numPr>
        <w:numId w:val="6"/>
      </w:numPr>
    </w:pPr>
  </w:style>
  <w:style w:type="paragraph" w:customStyle="1" w:styleId="dotpoint2">
    <w:name w:val="dot point 2"/>
    <w:basedOn w:val="Normal"/>
    <w:rsid w:val="00547F24"/>
    <w:pPr>
      <w:numPr>
        <w:ilvl w:val="1"/>
        <w:numId w:val="7"/>
      </w:numPr>
    </w:pPr>
  </w:style>
  <w:style w:type="numbering" w:customStyle="1" w:styleId="DotPointList">
    <w:name w:val="Dot Point List"/>
    <w:uiPriority w:val="99"/>
    <w:rsid w:val="00547F24"/>
    <w:pPr>
      <w:numPr>
        <w:numId w:val="7"/>
      </w:numPr>
    </w:pPr>
  </w:style>
  <w:style w:type="paragraph" w:styleId="E-mailSignature">
    <w:name w:val="E-mail Signature"/>
    <w:basedOn w:val="Normal"/>
    <w:link w:val="E-mailSignatureChar"/>
    <w:semiHidden/>
    <w:rsid w:val="00547F24"/>
  </w:style>
  <w:style w:type="character" w:customStyle="1" w:styleId="E-mailSignatureChar">
    <w:name w:val="E-mail Signature Char"/>
    <w:basedOn w:val="DefaultParagraphFont"/>
    <w:link w:val="E-mailSignature"/>
    <w:semiHidden/>
    <w:rsid w:val="00547F24"/>
    <w:rPr>
      <w:rFonts w:ascii="Times New Roman" w:eastAsia="Times New Roman" w:hAnsi="Times New Roman" w:cs="Times New Roman"/>
      <w:szCs w:val="20"/>
      <w:lang w:eastAsia="en-AU"/>
    </w:rPr>
  </w:style>
  <w:style w:type="character" w:styleId="Emphasis">
    <w:name w:val="Emphasis"/>
    <w:basedOn w:val="DefaultParagraphFont"/>
    <w:qFormat/>
    <w:rsid w:val="00547F24"/>
    <w:rPr>
      <w:i/>
      <w:iCs/>
    </w:rPr>
  </w:style>
  <w:style w:type="paragraph" w:styleId="EnvelopeAddress">
    <w:name w:val="envelope address"/>
    <w:basedOn w:val="Normal"/>
    <w:semiHidden/>
    <w:rsid w:val="00547F24"/>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547F24"/>
    <w:rPr>
      <w:rFonts w:ascii="Arial" w:hAnsi="Arial" w:cs="Arial"/>
      <w:sz w:val="20"/>
    </w:rPr>
  </w:style>
  <w:style w:type="paragraph" w:customStyle="1" w:styleId="exampletext">
    <w:name w:val="example text"/>
    <w:basedOn w:val="Normal"/>
    <w:link w:val="exampletextChar"/>
    <w:rsid w:val="00547F24"/>
    <w:pPr>
      <w:ind w:left="1985"/>
    </w:pPr>
    <w:rPr>
      <w:sz w:val="20"/>
    </w:rPr>
  </w:style>
  <w:style w:type="paragraph" w:customStyle="1" w:styleId="exampledotpoint1">
    <w:name w:val="example dot point 1"/>
    <w:basedOn w:val="exampletext"/>
    <w:rsid w:val="00547F24"/>
    <w:pPr>
      <w:numPr>
        <w:numId w:val="8"/>
      </w:numPr>
      <w:spacing w:before="200" w:after="200"/>
      <w:ind w:left="2269" w:hanging="284"/>
    </w:pPr>
  </w:style>
  <w:style w:type="paragraph" w:customStyle="1" w:styleId="exampledotpoint2">
    <w:name w:val="example dot point 2"/>
    <w:basedOn w:val="exampletext"/>
    <w:rsid w:val="00547F24"/>
    <w:pPr>
      <w:numPr>
        <w:ilvl w:val="1"/>
        <w:numId w:val="8"/>
      </w:numPr>
      <w:spacing w:before="200" w:after="200"/>
    </w:pPr>
  </w:style>
  <w:style w:type="numbering" w:customStyle="1" w:styleId="ExampleDotPointList">
    <w:name w:val="Example Dot Point List"/>
    <w:uiPriority w:val="99"/>
    <w:rsid w:val="00547F24"/>
    <w:pPr>
      <w:numPr>
        <w:numId w:val="8"/>
      </w:numPr>
    </w:pPr>
  </w:style>
  <w:style w:type="paragraph" w:customStyle="1" w:styleId="ExampleHeading">
    <w:name w:val="Example Heading"/>
    <w:basedOn w:val="Normal"/>
    <w:next w:val="exampletext"/>
    <w:rsid w:val="00547F24"/>
    <w:pPr>
      <w:keepNext/>
      <w:numPr>
        <w:ilvl w:val="3"/>
        <w:numId w:val="40"/>
      </w:numPr>
    </w:pPr>
    <w:rPr>
      <w:b/>
    </w:rPr>
  </w:style>
  <w:style w:type="paragraph" w:customStyle="1" w:styleId="exampleindent">
    <w:name w:val="example indent"/>
    <w:basedOn w:val="exampletext"/>
    <w:rsid w:val="00547F24"/>
    <w:pPr>
      <w:ind w:left="2268"/>
    </w:pPr>
  </w:style>
  <w:style w:type="character" w:styleId="FollowedHyperlink">
    <w:name w:val="FollowedHyperlink"/>
    <w:basedOn w:val="DefaultParagraphFont"/>
    <w:rsid w:val="00547F24"/>
    <w:rPr>
      <w:color w:val="954F72" w:themeColor="followedHyperlink"/>
      <w:u w:val="single"/>
    </w:rPr>
  </w:style>
  <w:style w:type="character" w:customStyle="1" w:styleId="Font15point">
    <w:name w:val="Font 15 point"/>
    <w:basedOn w:val="DefaultParagraphFont"/>
    <w:rsid w:val="00547F24"/>
    <w:rPr>
      <w:sz w:val="30"/>
    </w:rPr>
  </w:style>
  <w:style w:type="character" w:customStyle="1" w:styleId="Font19point">
    <w:name w:val="Font 19 point"/>
    <w:basedOn w:val="DefaultParagraphFont"/>
    <w:rsid w:val="00547F24"/>
    <w:rPr>
      <w:sz w:val="38"/>
    </w:rPr>
  </w:style>
  <w:style w:type="character" w:customStyle="1" w:styleId="Font30point">
    <w:name w:val="Font 30 point"/>
    <w:basedOn w:val="DefaultParagraphFont"/>
    <w:rsid w:val="00547F24"/>
    <w:rPr>
      <w:sz w:val="60"/>
    </w:rPr>
  </w:style>
  <w:style w:type="paragraph" w:styleId="Footer">
    <w:name w:val="footer"/>
    <w:basedOn w:val="Normal"/>
    <w:link w:val="FooterChar"/>
    <w:semiHidden/>
    <w:rsid w:val="00547F24"/>
    <w:pPr>
      <w:tabs>
        <w:tab w:val="center" w:pos="4153"/>
        <w:tab w:val="right" w:pos="8306"/>
      </w:tabs>
    </w:pPr>
  </w:style>
  <w:style w:type="character" w:customStyle="1" w:styleId="FooterChar">
    <w:name w:val="Footer Char"/>
    <w:basedOn w:val="DefaultParagraphFont"/>
    <w:link w:val="Footer"/>
    <w:semiHidden/>
    <w:rsid w:val="00547F24"/>
    <w:rPr>
      <w:rFonts w:ascii="Times New Roman" w:eastAsia="Times New Roman" w:hAnsi="Times New Roman" w:cs="Times New Roman"/>
      <w:szCs w:val="20"/>
      <w:lang w:eastAsia="en-AU"/>
    </w:rPr>
  </w:style>
  <w:style w:type="paragraph" w:styleId="FootnoteText">
    <w:name w:val="footnote text"/>
    <w:basedOn w:val="Normal"/>
    <w:link w:val="FootnoteTextChar"/>
    <w:rsid w:val="00547F24"/>
    <w:pPr>
      <w:tabs>
        <w:tab w:val="left" w:pos="284"/>
      </w:tabs>
      <w:spacing w:before="0" w:after="0"/>
      <w:ind w:left="284" w:hanging="284"/>
    </w:pPr>
    <w:rPr>
      <w:sz w:val="20"/>
    </w:rPr>
  </w:style>
  <w:style w:type="character" w:customStyle="1" w:styleId="FootnoteTextChar">
    <w:name w:val="Footnote Text Char"/>
    <w:basedOn w:val="DefaultParagraphFont"/>
    <w:link w:val="FootnoteText"/>
    <w:rsid w:val="00547F24"/>
    <w:rPr>
      <w:rFonts w:ascii="Times New Roman" w:eastAsia="Times New Roman" w:hAnsi="Times New Roman" w:cs="Times New Roman"/>
      <w:sz w:val="20"/>
      <w:szCs w:val="20"/>
      <w:lang w:eastAsia="en-AU"/>
    </w:rPr>
  </w:style>
  <w:style w:type="paragraph" w:customStyle="1" w:styleId="Glossarytabletext">
    <w:name w:val="Glossary table text"/>
    <w:basedOn w:val="Normal"/>
    <w:rsid w:val="00547F24"/>
    <w:pPr>
      <w:spacing w:before="60" w:after="60"/>
    </w:pPr>
    <w:rPr>
      <w:sz w:val="20"/>
    </w:rPr>
  </w:style>
  <w:style w:type="paragraph" w:styleId="Header">
    <w:name w:val="header"/>
    <w:basedOn w:val="Normal"/>
    <w:link w:val="HeaderChar"/>
    <w:semiHidden/>
    <w:rsid w:val="00547F24"/>
    <w:pPr>
      <w:tabs>
        <w:tab w:val="center" w:pos="4153"/>
        <w:tab w:val="right" w:pos="8306"/>
      </w:tabs>
    </w:pPr>
  </w:style>
  <w:style w:type="character" w:customStyle="1" w:styleId="HeaderChar">
    <w:name w:val="Header Char"/>
    <w:basedOn w:val="DefaultParagraphFont"/>
    <w:link w:val="Header"/>
    <w:semiHidden/>
    <w:rsid w:val="00547F24"/>
    <w:rPr>
      <w:rFonts w:ascii="Times New Roman" w:eastAsia="Times New Roman" w:hAnsi="Times New Roman" w:cs="Times New Roman"/>
      <w:szCs w:val="20"/>
      <w:lang w:eastAsia="en-AU"/>
    </w:rPr>
  </w:style>
  <w:style w:type="paragraph" w:customStyle="1" w:styleId="Heading2with18pointafter">
    <w:name w:val="Heading 2 with 18 point after"/>
    <w:basedOn w:val="Heading2"/>
    <w:next w:val="Normal"/>
    <w:rsid w:val="00547F24"/>
    <w:pPr>
      <w:spacing w:after="360"/>
    </w:pPr>
  </w:style>
  <w:style w:type="paragraph" w:customStyle="1" w:styleId="Hiddentext">
    <w:name w:val="Hiddentext"/>
    <w:basedOn w:val="Normal"/>
    <w:rsid w:val="00547F24"/>
    <w:rPr>
      <w:vanish/>
    </w:rPr>
  </w:style>
  <w:style w:type="character" w:styleId="HTMLAcronym">
    <w:name w:val="HTML Acronym"/>
    <w:basedOn w:val="DefaultParagraphFont"/>
    <w:semiHidden/>
    <w:rsid w:val="00547F24"/>
  </w:style>
  <w:style w:type="paragraph" w:styleId="HTMLAddress">
    <w:name w:val="HTML Address"/>
    <w:basedOn w:val="Normal"/>
    <w:link w:val="HTMLAddressChar"/>
    <w:semiHidden/>
    <w:rsid w:val="00547F24"/>
    <w:rPr>
      <w:i/>
      <w:iCs/>
    </w:rPr>
  </w:style>
  <w:style w:type="character" w:customStyle="1" w:styleId="HTMLAddressChar">
    <w:name w:val="HTML Address Char"/>
    <w:basedOn w:val="DefaultParagraphFont"/>
    <w:link w:val="HTMLAddress"/>
    <w:semiHidden/>
    <w:rsid w:val="00547F24"/>
    <w:rPr>
      <w:rFonts w:ascii="Times New Roman" w:eastAsia="Times New Roman" w:hAnsi="Times New Roman" w:cs="Times New Roman"/>
      <w:i/>
      <w:iCs/>
      <w:szCs w:val="20"/>
      <w:lang w:eastAsia="en-AU"/>
    </w:rPr>
  </w:style>
  <w:style w:type="character" w:styleId="HTMLCite">
    <w:name w:val="HTML Cite"/>
    <w:basedOn w:val="DefaultParagraphFont"/>
    <w:semiHidden/>
    <w:rsid w:val="00547F24"/>
    <w:rPr>
      <w:i/>
      <w:iCs/>
    </w:rPr>
  </w:style>
  <w:style w:type="character" w:styleId="HTMLCode">
    <w:name w:val="HTML Code"/>
    <w:basedOn w:val="DefaultParagraphFont"/>
    <w:semiHidden/>
    <w:rsid w:val="00547F24"/>
    <w:rPr>
      <w:rFonts w:ascii="Courier New" w:hAnsi="Courier New" w:cs="Courier New"/>
      <w:sz w:val="20"/>
      <w:szCs w:val="20"/>
    </w:rPr>
  </w:style>
  <w:style w:type="character" w:styleId="HTMLDefinition">
    <w:name w:val="HTML Definition"/>
    <w:basedOn w:val="DefaultParagraphFont"/>
    <w:semiHidden/>
    <w:rsid w:val="00547F24"/>
    <w:rPr>
      <w:i/>
      <w:iCs/>
    </w:rPr>
  </w:style>
  <w:style w:type="character" w:styleId="HTMLKeyboard">
    <w:name w:val="HTML Keyboard"/>
    <w:basedOn w:val="DefaultParagraphFont"/>
    <w:semiHidden/>
    <w:rsid w:val="00547F24"/>
    <w:rPr>
      <w:rFonts w:ascii="Courier New" w:hAnsi="Courier New" w:cs="Courier New"/>
      <w:sz w:val="20"/>
      <w:szCs w:val="20"/>
    </w:rPr>
  </w:style>
  <w:style w:type="paragraph" w:styleId="HTMLPreformatted">
    <w:name w:val="HTML Preformatted"/>
    <w:basedOn w:val="Normal"/>
    <w:link w:val="HTMLPreformattedChar"/>
    <w:semiHidden/>
    <w:rsid w:val="00547F24"/>
    <w:rPr>
      <w:rFonts w:ascii="Courier New" w:hAnsi="Courier New" w:cs="Courier New"/>
      <w:sz w:val="20"/>
    </w:rPr>
  </w:style>
  <w:style w:type="character" w:customStyle="1" w:styleId="HTMLPreformattedChar">
    <w:name w:val="HTML Preformatted Char"/>
    <w:basedOn w:val="DefaultParagraphFont"/>
    <w:link w:val="HTMLPreformatted"/>
    <w:semiHidden/>
    <w:rsid w:val="00547F24"/>
    <w:rPr>
      <w:rFonts w:ascii="Courier New" w:eastAsia="Times New Roman" w:hAnsi="Courier New" w:cs="Courier New"/>
      <w:sz w:val="20"/>
      <w:szCs w:val="20"/>
      <w:lang w:eastAsia="en-AU"/>
    </w:rPr>
  </w:style>
  <w:style w:type="character" w:styleId="HTMLSample">
    <w:name w:val="HTML Sample"/>
    <w:basedOn w:val="DefaultParagraphFont"/>
    <w:semiHidden/>
    <w:rsid w:val="00547F24"/>
    <w:rPr>
      <w:rFonts w:ascii="Courier New" w:hAnsi="Courier New" w:cs="Courier New"/>
    </w:rPr>
  </w:style>
  <w:style w:type="character" w:styleId="HTMLTypewriter">
    <w:name w:val="HTML Typewriter"/>
    <w:basedOn w:val="DefaultParagraphFont"/>
    <w:semiHidden/>
    <w:rsid w:val="00547F24"/>
    <w:rPr>
      <w:rFonts w:ascii="Courier New" w:hAnsi="Courier New" w:cs="Courier New"/>
      <w:sz w:val="20"/>
      <w:szCs w:val="20"/>
    </w:rPr>
  </w:style>
  <w:style w:type="character" w:styleId="HTMLVariable">
    <w:name w:val="HTML Variable"/>
    <w:basedOn w:val="DefaultParagraphFont"/>
    <w:semiHidden/>
    <w:rsid w:val="00547F24"/>
    <w:rPr>
      <w:i/>
      <w:iCs/>
    </w:rPr>
  </w:style>
  <w:style w:type="character" w:styleId="Hyperlink">
    <w:name w:val="Hyperlink"/>
    <w:basedOn w:val="DefaultParagraphFont"/>
    <w:uiPriority w:val="99"/>
    <w:rsid w:val="00547F24"/>
    <w:rPr>
      <w:color w:val="0563C1" w:themeColor="hyperlink"/>
      <w:u w:val="single"/>
    </w:rPr>
  </w:style>
  <w:style w:type="character" w:customStyle="1" w:styleId="Italic">
    <w:name w:val="Italic"/>
    <w:basedOn w:val="DefaultParagraphFont"/>
    <w:rsid w:val="00547F24"/>
    <w:rPr>
      <w:i/>
    </w:rPr>
  </w:style>
  <w:style w:type="paragraph" w:customStyle="1" w:styleId="leftfooter">
    <w:name w:val="left footer"/>
    <w:basedOn w:val="Normal"/>
    <w:rsid w:val="00547F24"/>
    <w:pPr>
      <w:pBdr>
        <w:top w:val="single" w:sz="4" w:space="1" w:color="auto"/>
      </w:pBdr>
      <w:spacing w:before="240" w:after="0"/>
    </w:pPr>
    <w:rPr>
      <w:i/>
      <w:sz w:val="20"/>
    </w:rPr>
  </w:style>
  <w:style w:type="paragraph" w:customStyle="1" w:styleId="leftheader">
    <w:name w:val="left header"/>
    <w:basedOn w:val="Normal"/>
    <w:rsid w:val="00547F24"/>
    <w:pPr>
      <w:pBdr>
        <w:bottom w:val="single" w:sz="4" w:space="1" w:color="auto"/>
      </w:pBdr>
    </w:pPr>
    <w:rPr>
      <w:i/>
      <w:sz w:val="20"/>
    </w:rPr>
  </w:style>
  <w:style w:type="character" w:styleId="LineNumber">
    <w:name w:val="line number"/>
    <w:basedOn w:val="DefaultParagraphFont"/>
    <w:semiHidden/>
    <w:rsid w:val="00547F24"/>
  </w:style>
  <w:style w:type="paragraph" w:styleId="List">
    <w:name w:val="List"/>
    <w:basedOn w:val="Normal"/>
    <w:semiHidden/>
    <w:rsid w:val="00547F24"/>
    <w:pPr>
      <w:ind w:left="283" w:hanging="283"/>
    </w:pPr>
  </w:style>
  <w:style w:type="paragraph" w:styleId="List2">
    <w:name w:val="List 2"/>
    <w:basedOn w:val="Normal"/>
    <w:semiHidden/>
    <w:rsid w:val="00547F24"/>
    <w:pPr>
      <w:ind w:left="566" w:hanging="283"/>
    </w:pPr>
  </w:style>
  <w:style w:type="paragraph" w:styleId="List3">
    <w:name w:val="List 3"/>
    <w:basedOn w:val="Normal"/>
    <w:semiHidden/>
    <w:rsid w:val="00547F24"/>
    <w:pPr>
      <w:ind w:left="849" w:hanging="283"/>
    </w:pPr>
  </w:style>
  <w:style w:type="paragraph" w:styleId="List4">
    <w:name w:val="List 4"/>
    <w:basedOn w:val="Normal"/>
    <w:semiHidden/>
    <w:rsid w:val="00547F24"/>
    <w:pPr>
      <w:ind w:left="1132" w:hanging="283"/>
    </w:pPr>
  </w:style>
  <w:style w:type="paragraph" w:styleId="List5">
    <w:name w:val="List 5"/>
    <w:basedOn w:val="Normal"/>
    <w:semiHidden/>
    <w:rsid w:val="00547F24"/>
    <w:pPr>
      <w:ind w:left="1415" w:hanging="283"/>
    </w:pPr>
  </w:style>
  <w:style w:type="paragraph" w:styleId="ListBullet">
    <w:name w:val="List Bullet"/>
    <w:basedOn w:val="Normal"/>
    <w:semiHidden/>
    <w:rsid w:val="00547F24"/>
    <w:pPr>
      <w:numPr>
        <w:numId w:val="9"/>
      </w:numPr>
    </w:pPr>
  </w:style>
  <w:style w:type="paragraph" w:styleId="ListBullet2">
    <w:name w:val="List Bullet 2"/>
    <w:basedOn w:val="Normal"/>
    <w:semiHidden/>
    <w:rsid w:val="00547F24"/>
    <w:pPr>
      <w:numPr>
        <w:numId w:val="10"/>
      </w:numPr>
    </w:pPr>
  </w:style>
  <w:style w:type="paragraph" w:styleId="ListBullet3">
    <w:name w:val="List Bullet 3"/>
    <w:basedOn w:val="Normal"/>
    <w:semiHidden/>
    <w:rsid w:val="00547F24"/>
    <w:pPr>
      <w:numPr>
        <w:numId w:val="11"/>
      </w:numPr>
    </w:pPr>
  </w:style>
  <w:style w:type="paragraph" w:styleId="ListBullet4">
    <w:name w:val="List Bullet 4"/>
    <w:basedOn w:val="Normal"/>
    <w:semiHidden/>
    <w:rsid w:val="00547F24"/>
    <w:pPr>
      <w:numPr>
        <w:numId w:val="12"/>
      </w:numPr>
    </w:pPr>
  </w:style>
  <w:style w:type="paragraph" w:styleId="ListBullet5">
    <w:name w:val="List Bullet 5"/>
    <w:basedOn w:val="Normal"/>
    <w:semiHidden/>
    <w:rsid w:val="00547F24"/>
    <w:pPr>
      <w:numPr>
        <w:numId w:val="13"/>
      </w:numPr>
    </w:pPr>
  </w:style>
  <w:style w:type="paragraph" w:styleId="ListContinue">
    <w:name w:val="List Continue"/>
    <w:basedOn w:val="Normal"/>
    <w:semiHidden/>
    <w:rsid w:val="00547F24"/>
    <w:pPr>
      <w:ind w:left="283"/>
    </w:pPr>
  </w:style>
  <w:style w:type="paragraph" w:styleId="ListContinue2">
    <w:name w:val="List Continue 2"/>
    <w:basedOn w:val="Normal"/>
    <w:semiHidden/>
    <w:rsid w:val="00547F24"/>
    <w:pPr>
      <w:ind w:left="566"/>
    </w:pPr>
  </w:style>
  <w:style w:type="paragraph" w:styleId="ListContinue3">
    <w:name w:val="List Continue 3"/>
    <w:basedOn w:val="Normal"/>
    <w:semiHidden/>
    <w:rsid w:val="00547F24"/>
    <w:pPr>
      <w:ind w:left="849"/>
    </w:pPr>
  </w:style>
  <w:style w:type="paragraph" w:styleId="ListContinue4">
    <w:name w:val="List Continue 4"/>
    <w:basedOn w:val="Normal"/>
    <w:semiHidden/>
    <w:rsid w:val="00547F24"/>
    <w:pPr>
      <w:ind w:left="1132"/>
    </w:pPr>
  </w:style>
  <w:style w:type="paragraph" w:styleId="ListContinue5">
    <w:name w:val="List Continue 5"/>
    <w:basedOn w:val="Normal"/>
    <w:semiHidden/>
    <w:rsid w:val="00547F24"/>
    <w:pPr>
      <w:ind w:left="1415"/>
    </w:pPr>
  </w:style>
  <w:style w:type="paragraph" w:styleId="ListNumber">
    <w:name w:val="List Number"/>
    <w:basedOn w:val="Normal"/>
    <w:semiHidden/>
    <w:rsid w:val="00547F24"/>
    <w:pPr>
      <w:numPr>
        <w:numId w:val="14"/>
      </w:numPr>
    </w:pPr>
  </w:style>
  <w:style w:type="paragraph" w:styleId="ListNumber2">
    <w:name w:val="List Number 2"/>
    <w:basedOn w:val="Normal"/>
    <w:semiHidden/>
    <w:rsid w:val="00547F24"/>
    <w:pPr>
      <w:numPr>
        <w:numId w:val="15"/>
      </w:numPr>
    </w:pPr>
  </w:style>
  <w:style w:type="paragraph" w:styleId="ListNumber3">
    <w:name w:val="List Number 3"/>
    <w:basedOn w:val="Normal"/>
    <w:semiHidden/>
    <w:rsid w:val="00547F24"/>
    <w:pPr>
      <w:numPr>
        <w:numId w:val="16"/>
      </w:numPr>
    </w:pPr>
  </w:style>
  <w:style w:type="paragraph" w:styleId="ListNumber4">
    <w:name w:val="List Number 4"/>
    <w:basedOn w:val="Normal"/>
    <w:semiHidden/>
    <w:rsid w:val="00547F24"/>
    <w:pPr>
      <w:numPr>
        <w:numId w:val="17"/>
      </w:numPr>
    </w:pPr>
  </w:style>
  <w:style w:type="paragraph" w:styleId="ListNumber5">
    <w:name w:val="List Number 5"/>
    <w:basedOn w:val="Normal"/>
    <w:semiHidden/>
    <w:rsid w:val="00547F24"/>
    <w:pPr>
      <w:numPr>
        <w:numId w:val="18"/>
      </w:numPr>
    </w:pPr>
  </w:style>
  <w:style w:type="paragraph" w:styleId="ListParagraph">
    <w:name w:val="List Paragraph"/>
    <w:basedOn w:val="Normal"/>
    <w:uiPriority w:val="34"/>
    <w:qFormat/>
    <w:rsid w:val="00547F24"/>
    <w:pPr>
      <w:ind w:left="720"/>
      <w:contextualSpacing/>
    </w:pPr>
  </w:style>
  <w:style w:type="paragraph" w:styleId="MessageHeader">
    <w:name w:val="Message Header"/>
    <w:basedOn w:val="Normal"/>
    <w:link w:val="MessageHeaderChar"/>
    <w:semiHidden/>
    <w:rsid w:val="00547F24"/>
    <w:pPr>
      <w:pBdr>
        <w:top w:val="single" w:sz="6" w:space="1" w:color="auto"/>
        <w:left w:val="single" w:sz="6" w:space="1" w:color="auto"/>
        <w:bottom w:val="single" w:sz="6" w:space="1" w:color="auto"/>
        <w:right w:val="single" w:sz="6" w:space="1" w:color="auto"/>
      </w:pBdr>
      <w:shd w:val="pct20" w:color="auto" w:fill="auto"/>
      <w:ind w:hanging="1134"/>
    </w:pPr>
    <w:rPr>
      <w:rFonts w:ascii="Arial" w:hAnsi="Arial" w:cs="Arial"/>
      <w:sz w:val="24"/>
      <w:szCs w:val="24"/>
    </w:rPr>
  </w:style>
  <w:style w:type="character" w:customStyle="1" w:styleId="MessageHeaderChar">
    <w:name w:val="Message Header Char"/>
    <w:basedOn w:val="DefaultParagraphFont"/>
    <w:link w:val="MessageHeader"/>
    <w:semiHidden/>
    <w:rsid w:val="00547F24"/>
    <w:rPr>
      <w:rFonts w:ascii="Arial" w:eastAsia="Times New Roman" w:hAnsi="Arial" w:cs="Arial"/>
      <w:sz w:val="24"/>
      <w:szCs w:val="24"/>
      <w:shd w:val="pct20" w:color="auto" w:fill="auto"/>
      <w:lang w:eastAsia="en-AU"/>
    </w:rPr>
  </w:style>
  <w:style w:type="paragraph" w:styleId="NormalWeb">
    <w:name w:val="Normal (Web)"/>
    <w:basedOn w:val="Normal"/>
    <w:uiPriority w:val="99"/>
    <w:semiHidden/>
    <w:rsid w:val="00547F24"/>
    <w:rPr>
      <w:sz w:val="24"/>
      <w:szCs w:val="24"/>
    </w:rPr>
  </w:style>
  <w:style w:type="paragraph" w:styleId="NormalIndent">
    <w:name w:val="Normal Indent"/>
    <w:basedOn w:val="Normal"/>
    <w:semiHidden/>
    <w:rsid w:val="00547F24"/>
    <w:pPr>
      <w:ind w:left="720"/>
    </w:pPr>
  </w:style>
  <w:style w:type="paragraph" w:styleId="NoteHeading">
    <w:name w:val="Note Heading"/>
    <w:basedOn w:val="Normal"/>
    <w:next w:val="Normal"/>
    <w:link w:val="NoteHeadingChar"/>
    <w:semiHidden/>
    <w:rsid w:val="00547F24"/>
  </w:style>
  <w:style w:type="character" w:customStyle="1" w:styleId="NoteHeadingChar">
    <w:name w:val="Note Heading Char"/>
    <w:basedOn w:val="DefaultParagraphFont"/>
    <w:link w:val="NoteHeading"/>
    <w:semiHidden/>
    <w:rsid w:val="00547F24"/>
    <w:rPr>
      <w:rFonts w:ascii="Times New Roman" w:eastAsia="Times New Roman" w:hAnsi="Times New Roman" w:cs="Times New Roman"/>
      <w:szCs w:val="20"/>
      <w:lang w:eastAsia="en-AU"/>
    </w:rPr>
  </w:style>
  <w:style w:type="character" w:styleId="PageNumber">
    <w:name w:val="page number"/>
    <w:basedOn w:val="DefaultParagraphFont"/>
    <w:semiHidden/>
    <w:rsid w:val="00547F24"/>
  </w:style>
  <w:style w:type="paragraph" w:styleId="PlainText">
    <w:name w:val="Plain Text"/>
    <w:basedOn w:val="Normal"/>
    <w:link w:val="PlainTextChar"/>
    <w:semiHidden/>
    <w:rsid w:val="00547F24"/>
    <w:rPr>
      <w:rFonts w:ascii="Courier New" w:hAnsi="Courier New" w:cs="Courier New"/>
      <w:sz w:val="20"/>
    </w:rPr>
  </w:style>
  <w:style w:type="character" w:customStyle="1" w:styleId="PlainTextChar">
    <w:name w:val="Plain Text Char"/>
    <w:basedOn w:val="DefaultParagraphFont"/>
    <w:link w:val="PlainText"/>
    <w:semiHidden/>
    <w:rsid w:val="00547F24"/>
    <w:rPr>
      <w:rFonts w:ascii="Courier New" w:eastAsia="Times New Roman" w:hAnsi="Courier New" w:cs="Courier New"/>
      <w:sz w:val="20"/>
      <w:szCs w:val="20"/>
      <w:lang w:eastAsia="en-AU"/>
    </w:rPr>
  </w:style>
  <w:style w:type="character" w:customStyle="1" w:styleId="Referencingstyle">
    <w:name w:val="Referencing style"/>
    <w:basedOn w:val="DefaultParagraphFont"/>
    <w:rsid w:val="00547F24"/>
    <w:rPr>
      <w:b/>
      <w:i/>
      <w:sz w:val="18"/>
    </w:rPr>
  </w:style>
  <w:style w:type="paragraph" w:customStyle="1" w:styleId="rightfooter">
    <w:name w:val="right footer"/>
    <w:basedOn w:val="Normal"/>
    <w:rsid w:val="00547F24"/>
    <w:pPr>
      <w:pBdr>
        <w:top w:val="single" w:sz="4" w:space="1" w:color="auto"/>
      </w:pBdr>
      <w:spacing w:before="240" w:after="0"/>
      <w:jc w:val="right"/>
    </w:pPr>
    <w:rPr>
      <w:i/>
      <w:sz w:val="20"/>
    </w:rPr>
  </w:style>
  <w:style w:type="paragraph" w:customStyle="1" w:styleId="rightheader">
    <w:name w:val="right header"/>
    <w:basedOn w:val="Normal"/>
    <w:rsid w:val="00547F24"/>
    <w:pPr>
      <w:pBdr>
        <w:bottom w:val="single" w:sz="4" w:space="1" w:color="auto"/>
      </w:pBdr>
      <w:jc w:val="right"/>
    </w:pPr>
    <w:rPr>
      <w:i/>
      <w:sz w:val="20"/>
    </w:rPr>
  </w:style>
  <w:style w:type="paragraph" w:styleId="Salutation">
    <w:name w:val="Salutation"/>
    <w:basedOn w:val="Normal"/>
    <w:next w:val="Normal"/>
    <w:link w:val="SalutationChar"/>
    <w:semiHidden/>
    <w:rsid w:val="00547F24"/>
  </w:style>
  <w:style w:type="character" w:customStyle="1" w:styleId="SalutationChar">
    <w:name w:val="Salutation Char"/>
    <w:basedOn w:val="DefaultParagraphFont"/>
    <w:link w:val="Salutation"/>
    <w:semiHidden/>
    <w:rsid w:val="00547F24"/>
    <w:rPr>
      <w:rFonts w:ascii="Times New Roman" w:eastAsia="Times New Roman" w:hAnsi="Times New Roman" w:cs="Times New Roman"/>
      <w:szCs w:val="20"/>
      <w:lang w:eastAsia="en-AU"/>
    </w:rPr>
  </w:style>
  <w:style w:type="paragraph" w:styleId="Signature">
    <w:name w:val="Signature"/>
    <w:basedOn w:val="Normal"/>
    <w:link w:val="SignatureChar"/>
    <w:semiHidden/>
    <w:rsid w:val="00547F24"/>
    <w:pPr>
      <w:ind w:left="4252"/>
    </w:pPr>
  </w:style>
  <w:style w:type="character" w:customStyle="1" w:styleId="SignatureChar">
    <w:name w:val="Signature Char"/>
    <w:basedOn w:val="DefaultParagraphFont"/>
    <w:link w:val="Signature"/>
    <w:semiHidden/>
    <w:rsid w:val="00547F24"/>
    <w:rPr>
      <w:rFonts w:ascii="Times New Roman" w:eastAsia="Times New Roman" w:hAnsi="Times New Roman" w:cs="Times New Roman"/>
      <w:szCs w:val="20"/>
      <w:lang w:eastAsia="en-AU"/>
    </w:rPr>
  </w:style>
  <w:style w:type="paragraph" w:customStyle="1" w:styleId="SingleParagraph">
    <w:name w:val="Single Paragraph"/>
    <w:basedOn w:val="Normal"/>
    <w:rsid w:val="00547F24"/>
    <w:pPr>
      <w:spacing w:after="0"/>
    </w:pPr>
  </w:style>
  <w:style w:type="character" w:styleId="Strong">
    <w:name w:val="Strong"/>
    <w:basedOn w:val="DefaultParagraphFont"/>
    <w:qFormat/>
    <w:rsid w:val="00547F24"/>
    <w:rPr>
      <w:b/>
      <w:bCs/>
    </w:rPr>
  </w:style>
  <w:style w:type="paragraph" w:styleId="Subtitle">
    <w:name w:val="Subtitle"/>
    <w:basedOn w:val="Normal"/>
    <w:link w:val="SubtitleChar"/>
    <w:qFormat/>
    <w:rsid w:val="00547F24"/>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547F24"/>
    <w:rPr>
      <w:rFonts w:ascii="Arial" w:eastAsia="Times New Roman" w:hAnsi="Arial" w:cs="Arial"/>
      <w:sz w:val="24"/>
      <w:szCs w:val="24"/>
      <w:lang w:eastAsia="en-AU"/>
    </w:rPr>
  </w:style>
  <w:style w:type="table" w:styleId="Table3Deffects1">
    <w:name w:val="Table 3D effects 1"/>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47F24"/>
    <w:pPr>
      <w:spacing w:before="120" w:after="120" w:line="240" w:lineRule="auto"/>
      <w:ind w:left="1134"/>
    </w:pPr>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47F24"/>
    <w:pPr>
      <w:spacing w:before="120" w:after="120" w:line="240" w:lineRule="auto"/>
      <w:ind w:left="1134"/>
    </w:pPr>
    <w:rPr>
      <w:rFonts w:ascii="Times New Roman" w:eastAsia="Times New Roman" w:hAnsi="Times New Roman" w:cs="Times New Roman"/>
      <w:color w:val="FFFFFF"/>
      <w:sz w:val="20"/>
      <w:szCs w:val="20"/>
      <w:lang w:eastAsia="en-A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47F24"/>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47F24"/>
    <w:pPr>
      <w:spacing w:before="120" w:after="120" w:line="240" w:lineRule="auto"/>
      <w:ind w:left="1134"/>
    </w:pPr>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47F24"/>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abletext">
    <w:name w:val="table text"/>
    <w:basedOn w:val="Normal"/>
    <w:rsid w:val="00547F24"/>
    <w:pPr>
      <w:spacing w:before="40" w:after="40"/>
    </w:pPr>
    <w:rPr>
      <w:sz w:val="20"/>
    </w:rPr>
  </w:style>
  <w:style w:type="paragraph" w:customStyle="1" w:styleId="tabledotpoint">
    <w:name w:val="table dot point"/>
    <w:basedOn w:val="tabletext"/>
    <w:rsid w:val="00547F24"/>
    <w:pPr>
      <w:numPr>
        <w:numId w:val="20"/>
      </w:numPr>
    </w:pPr>
  </w:style>
  <w:style w:type="paragraph" w:customStyle="1" w:styleId="tabledotpoint2">
    <w:name w:val="table dot point 2"/>
    <w:basedOn w:val="tabletext"/>
    <w:rsid w:val="00547F24"/>
    <w:pPr>
      <w:numPr>
        <w:ilvl w:val="1"/>
        <w:numId w:val="20"/>
      </w:numPr>
    </w:pPr>
  </w:style>
  <w:style w:type="numbering" w:customStyle="1" w:styleId="TableDotPointList">
    <w:name w:val="Table Dot Point List"/>
    <w:uiPriority w:val="99"/>
    <w:rsid w:val="00547F24"/>
    <w:pPr>
      <w:numPr>
        <w:numId w:val="20"/>
      </w:numPr>
    </w:pPr>
  </w:style>
  <w:style w:type="table" w:styleId="TableElegant">
    <w:name w:val="Table Elegant"/>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47F24"/>
    <w:pPr>
      <w:spacing w:before="120" w:after="120" w:line="240" w:lineRule="auto"/>
      <w:ind w:left="1134"/>
    </w:pPr>
    <w:rPr>
      <w:rFonts w:ascii="Times New Roman" w:eastAsia="Times New Roman" w:hAnsi="Times New Roman" w:cs="Times New Roman"/>
      <w:b/>
      <w:bCs/>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erwithintable">
    <w:name w:val="table header (within table)"/>
    <w:basedOn w:val="Heading4"/>
    <w:rsid w:val="00547F24"/>
    <w:pPr>
      <w:spacing w:before="60" w:after="60"/>
      <w:ind w:left="0"/>
      <w:jc w:val="center"/>
    </w:pPr>
    <w:rPr>
      <w:sz w:val="20"/>
    </w:rPr>
  </w:style>
  <w:style w:type="paragraph" w:customStyle="1" w:styleId="TableHeadingoutsidetable">
    <w:name w:val="Table Heading (outside table)"/>
    <w:basedOn w:val="Heading4"/>
    <w:rsid w:val="00547F24"/>
    <w:pPr>
      <w:numPr>
        <w:ilvl w:val="4"/>
        <w:numId w:val="40"/>
      </w:numPr>
      <w:tabs>
        <w:tab w:val="num" w:pos="360"/>
      </w:tabs>
    </w:pPr>
    <w:rPr>
      <w:i w:val="0"/>
    </w:rPr>
  </w:style>
  <w:style w:type="table" w:styleId="TableList1">
    <w:name w:val="Table List 1"/>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547F24"/>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547F24"/>
    <w:rPr>
      <w:rFonts w:ascii="Arial" w:eastAsia="Times New Roman" w:hAnsi="Arial" w:cs="Arial"/>
      <w:b/>
      <w:bCs/>
      <w:kern w:val="28"/>
      <w:sz w:val="32"/>
      <w:szCs w:val="32"/>
      <w:lang w:eastAsia="en-AU"/>
    </w:rPr>
  </w:style>
  <w:style w:type="paragraph" w:styleId="TOC1">
    <w:name w:val="toc 1"/>
    <w:basedOn w:val="Heading2"/>
    <w:next w:val="TOC2"/>
    <w:uiPriority w:val="39"/>
    <w:rsid w:val="00547F24"/>
    <w:pPr>
      <w:keepNext w:val="0"/>
      <w:tabs>
        <w:tab w:val="right" w:leader="dot" w:pos="7655"/>
      </w:tabs>
      <w:spacing w:before="240"/>
      <w:ind w:left="1758" w:right="851" w:hanging="1758"/>
    </w:pPr>
    <w:rPr>
      <w:b w:val="0"/>
      <w:sz w:val="24"/>
    </w:rPr>
  </w:style>
  <w:style w:type="paragraph" w:styleId="TOC2">
    <w:name w:val="toc 2"/>
    <w:basedOn w:val="TOC1"/>
    <w:next w:val="Normal"/>
    <w:uiPriority w:val="39"/>
    <w:rsid w:val="00547F24"/>
    <w:pPr>
      <w:ind w:left="0" w:firstLine="0"/>
    </w:pPr>
    <w:rPr>
      <w:noProof/>
    </w:rPr>
  </w:style>
  <w:style w:type="paragraph" w:styleId="TOCHeading">
    <w:name w:val="TOC Heading"/>
    <w:basedOn w:val="Normal"/>
    <w:next w:val="base-text-paragraphnonumbers"/>
    <w:qFormat/>
    <w:rsid w:val="00547F24"/>
    <w:pPr>
      <w:pBdr>
        <w:top w:val="single" w:sz="4" w:space="1" w:color="auto"/>
        <w:bottom w:val="single" w:sz="4" w:space="1" w:color="auto"/>
      </w:pBdr>
      <w:spacing w:before="240" w:after="240" w:line="260" w:lineRule="atLeast"/>
    </w:pPr>
    <w:rPr>
      <w:rFonts w:ascii="Helvetica" w:hAnsi="Helvetica"/>
      <w:b/>
      <w:i/>
      <w:kern w:val="28"/>
      <w:sz w:val="38"/>
    </w:rPr>
  </w:style>
  <w:style w:type="character" w:styleId="PlaceholderText">
    <w:name w:val="Placeholder Text"/>
    <w:basedOn w:val="DefaultParagraphFont"/>
    <w:uiPriority w:val="99"/>
    <w:semiHidden/>
    <w:rsid w:val="00547F24"/>
    <w:rPr>
      <w:color w:val="808080"/>
    </w:rPr>
  </w:style>
  <w:style w:type="paragraph" w:customStyle="1" w:styleId="ParaCentredNoSpacing">
    <w:name w:val="ParaCentredNoSpacing"/>
    <w:basedOn w:val="Baseparagraphcentred"/>
    <w:qFormat/>
    <w:rsid w:val="00547F24"/>
    <w:pPr>
      <w:spacing w:before="0" w:after="0"/>
    </w:pPr>
  </w:style>
  <w:style w:type="character" w:customStyle="1" w:styleId="ChapterNameOnly">
    <w:name w:val="ChapterNameOnly"/>
    <w:basedOn w:val="DefaultParagraphFont"/>
    <w:uiPriority w:val="1"/>
    <w:qFormat/>
    <w:rsid w:val="00547F24"/>
  </w:style>
  <w:style w:type="paragraph" w:styleId="TOC3">
    <w:name w:val="toc 3"/>
    <w:basedOn w:val="Normal"/>
    <w:next w:val="Normal"/>
    <w:autoRedefine/>
    <w:uiPriority w:val="39"/>
    <w:unhideWhenUsed/>
    <w:rsid w:val="00547F24"/>
    <w:pPr>
      <w:tabs>
        <w:tab w:val="right" w:leader="dot" w:pos="7655"/>
      </w:tabs>
      <w:spacing w:after="100"/>
      <w:ind w:left="442"/>
    </w:pPr>
  </w:style>
  <w:style w:type="table" w:customStyle="1" w:styleId="EMTable">
    <w:name w:val="EMTable"/>
    <w:basedOn w:val="TableNormal"/>
    <w:uiPriority w:val="99"/>
    <w:rsid w:val="00547F24"/>
    <w:pPr>
      <w:spacing w:after="0" w:line="240" w:lineRule="auto"/>
    </w:pPr>
    <w:rPr>
      <w:rFonts w:ascii="Times New Roman" w:hAnsi="Times New Roman"/>
      <w:sz w:val="20"/>
    </w:rPr>
    <w:tblPr>
      <w:tblStyleRowBandSize w:val="1"/>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jc w:val="center"/>
      </w:pPr>
      <w:rPr>
        <w:rFonts w:ascii="Times New Roman" w:hAnsi="Times New Roman"/>
        <w:b/>
        <w:i/>
        <w:sz w:val="20"/>
      </w:rPr>
      <w:tblPr>
        <w:tblCellMar>
          <w:top w:w="57" w:type="dxa"/>
          <w:left w:w="57" w:type="dxa"/>
          <w:bottom w:w="0" w:type="dxa"/>
          <w:right w:w="108" w:type="dxa"/>
        </w:tblCellMar>
      </w:tblPr>
      <w:trPr>
        <w:cantSplit/>
        <w:tblHeader/>
      </w:trPr>
    </w:tblStylePr>
  </w:style>
  <w:style w:type="character" w:customStyle="1" w:styleId="dotpointChar">
    <w:name w:val="dot point Char"/>
    <w:basedOn w:val="DefaultParagraphFont"/>
    <w:link w:val="dotpoint"/>
    <w:rsid w:val="0041503C"/>
    <w:rPr>
      <w:rFonts w:ascii="Times New Roman" w:eastAsia="Times New Roman" w:hAnsi="Times New Roman" w:cs="Times New Roman"/>
      <w:szCs w:val="20"/>
      <w:lang w:eastAsia="en-AU"/>
    </w:rPr>
  </w:style>
  <w:style w:type="character" w:styleId="FootnoteReference">
    <w:name w:val="footnote reference"/>
    <w:basedOn w:val="DefaultParagraphFont"/>
    <w:rsid w:val="0041503C"/>
    <w:rPr>
      <w:vertAlign w:val="superscript"/>
    </w:rPr>
  </w:style>
  <w:style w:type="character" w:customStyle="1" w:styleId="exampletextChar">
    <w:name w:val="example text Char"/>
    <w:basedOn w:val="DefaultParagraphFont"/>
    <w:link w:val="exampletext"/>
    <w:rsid w:val="0041503C"/>
    <w:rPr>
      <w:rFonts w:ascii="Times New Roman" w:eastAsia="Times New Roman" w:hAnsi="Times New Roman" w:cs="Times New Roman"/>
      <w:sz w:val="20"/>
      <w:szCs w:val="20"/>
      <w:lang w:eastAsia="en-AU"/>
    </w:rPr>
  </w:style>
  <w:style w:type="paragraph" w:customStyle="1" w:styleId="Bullet">
    <w:name w:val="Bullet"/>
    <w:basedOn w:val="Normal"/>
    <w:link w:val="BulletChar"/>
    <w:rsid w:val="0041503C"/>
    <w:pPr>
      <w:numPr>
        <w:numId w:val="22"/>
      </w:numPr>
    </w:pPr>
    <w:rPr>
      <w:sz w:val="20"/>
    </w:rPr>
  </w:style>
  <w:style w:type="character" w:customStyle="1" w:styleId="BulletChar">
    <w:name w:val="Bullet Char"/>
    <w:basedOn w:val="exampletextChar"/>
    <w:link w:val="Bullet"/>
    <w:rsid w:val="0041503C"/>
    <w:rPr>
      <w:rFonts w:ascii="Times New Roman" w:eastAsia="Times New Roman" w:hAnsi="Times New Roman" w:cs="Times New Roman"/>
      <w:sz w:val="20"/>
      <w:szCs w:val="20"/>
      <w:lang w:eastAsia="en-AU"/>
    </w:rPr>
  </w:style>
  <w:style w:type="paragraph" w:customStyle="1" w:styleId="Dash">
    <w:name w:val="Dash"/>
    <w:basedOn w:val="Normal"/>
    <w:link w:val="DashChar"/>
    <w:rsid w:val="0041503C"/>
    <w:pPr>
      <w:numPr>
        <w:ilvl w:val="1"/>
        <w:numId w:val="22"/>
      </w:numPr>
    </w:pPr>
  </w:style>
  <w:style w:type="paragraph" w:customStyle="1" w:styleId="DoubleDot">
    <w:name w:val="Double Dot"/>
    <w:basedOn w:val="Normal"/>
    <w:rsid w:val="0041503C"/>
    <w:pPr>
      <w:numPr>
        <w:ilvl w:val="2"/>
        <w:numId w:val="22"/>
      </w:numPr>
    </w:pPr>
  </w:style>
  <w:style w:type="character" w:customStyle="1" w:styleId="DashChar">
    <w:name w:val="Dash Char"/>
    <w:basedOn w:val="exampletextChar"/>
    <w:link w:val="Dash"/>
    <w:rsid w:val="0041503C"/>
    <w:rPr>
      <w:rFonts w:ascii="Times New Roman" w:eastAsia="Times New Roman" w:hAnsi="Times New Roman" w:cs="Times New Roman"/>
      <w:sz w:val="20"/>
      <w:szCs w:val="20"/>
      <w:lang w:eastAsia="en-AU"/>
    </w:rPr>
  </w:style>
  <w:style w:type="paragraph" w:styleId="BalloonText">
    <w:name w:val="Balloon Text"/>
    <w:basedOn w:val="Normal"/>
    <w:link w:val="BalloonTextChar"/>
    <w:uiPriority w:val="99"/>
    <w:semiHidden/>
    <w:unhideWhenUsed/>
    <w:rsid w:val="0018615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15F"/>
    <w:rPr>
      <w:rFonts w:ascii="Tahoma" w:eastAsia="Times New Roman" w:hAnsi="Tahoma" w:cs="Tahoma"/>
      <w:sz w:val="16"/>
      <w:szCs w:val="16"/>
      <w:lang w:eastAsia="en-AU"/>
    </w:rPr>
  </w:style>
  <w:style w:type="character" w:styleId="CommentReference">
    <w:name w:val="annotation reference"/>
    <w:basedOn w:val="DefaultParagraphFont"/>
    <w:uiPriority w:val="99"/>
    <w:semiHidden/>
    <w:unhideWhenUsed/>
    <w:rsid w:val="000407BC"/>
    <w:rPr>
      <w:sz w:val="16"/>
      <w:szCs w:val="16"/>
    </w:rPr>
  </w:style>
  <w:style w:type="paragraph" w:styleId="CommentText">
    <w:name w:val="annotation text"/>
    <w:basedOn w:val="Normal"/>
    <w:link w:val="CommentTextChar"/>
    <w:uiPriority w:val="99"/>
    <w:unhideWhenUsed/>
    <w:rsid w:val="000407BC"/>
    <w:rPr>
      <w:sz w:val="20"/>
    </w:rPr>
  </w:style>
  <w:style w:type="character" w:customStyle="1" w:styleId="CommentTextChar">
    <w:name w:val="Comment Text Char"/>
    <w:basedOn w:val="DefaultParagraphFont"/>
    <w:link w:val="CommentText"/>
    <w:uiPriority w:val="99"/>
    <w:rsid w:val="000407BC"/>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0407BC"/>
    <w:rPr>
      <w:b/>
      <w:bCs/>
    </w:rPr>
  </w:style>
  <w:style w:type="character" w:customStyle="1" w:styleId="CommentSubjectChar">
    <w:name w:val="Comment Subject Char"/>
    <w:basedOn w:val="CommentTextChar"/>
    <w:link w:val="CommentSubject"/>
    <w:uiPriority w:val="99"/>
    <w:semiHidden/>
    <w:rsid w:val="000407BC"/>
    <w:rPr>
      <w:rFonts w:ascii="Times New Roman" w:eastAsia="Times New Roman" w:hAnsi="Times New Roman" w:cs="Times New Roman"/>
      <w:b/>
      <w:bCs/>
      <w:sz w:val="20"/>
      <w:szCs w:val="20"/>
      <w:lang w:eastAsia="en-AU"/>
    </w:rPr>
  </w:style>
  <w:style w:type="paragraph" w:styleId="Revision">
    <w:name w:val="Revision"/>
    <w:hidden/>
    <w:uiPriority w:val="99"/>
    <w:semiHidden/>
    <w:rsid w:val="006E3794"/>
    <w:pPr>
      <w:spacing w:after="0" w:line="240" w:lineRule="auto"/>
    </w:pPr>
    <w:rPr>
      <w:rFonts w:ascii="Times New Roman" w:eastAsia="Times New Roman" w:hAnsi="Times New Roman" w:cs="Times New Roman"/>
      <w:szCs w:val="20"/>
      <w:lang w:eastAsia="en-AU"/>
    </w:rPr>
  </w:style>
  <w:style w:type="character" w:customStyle="1" w:styleId="docsearchterm">
    <w:name w:val="docsearchterm"/>
    <w:basedOn w:val="DefaultParagraphFont"/>
    <w:rsid w:val="00602A57"/>
  </w:style>
  <w:style w:type="numbering" w:customStyle="1" w:styleId="ChapterList1">
    <w:name w:val="ChapterList1"/>
    <w:uiPriority w:val="99"/>
    <w:rsid w:val="00EE69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index heading" w:uiPriority="99"/>
    <w:lsdException w:name="caption" w:uiPriority="35"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qFormat="1"/>
  </w:latentStyles>
  <w:style w:type="paragraph" w:default="1" w:styleId="Normal">
    <w:name w:val="Normal"/>
    <w:qFormat/>
    <w:rsid w:val="00547F24"/>
    <w:pPr>
      <w:spacing w:before="120" w:after="120" w:line="240" w:lineRule="auto"/>
    </w:pPr>
    <w:rPr>
      <w:rFonts w:ascii="Times New Roman" w:eastAsia="Times New Roman" w:hAnsi="Times New Roman" w:cs="Times New Roman"/>
      <w:szCs w:val="20"/>
      <w:lang w:eastAsia="en-AU"/>
    </w:rPr>
  </w:style>
  <w:style w:type="paragraph" w:styleId="Heading1">
    <w:name w:val="heading 1"/>
    <w:basedOn w:val="Normal"/>
    <w:next w:val="base-text-paragraph"/>
    <w:link w:val="Heading1Char"/>
    <w:qFormat/>
    <w:rsid w:val="00547F24"/>
    <w:pPr>
      <w:keepNext/>
      <w:spacing w:before="720"/>
      <w:outlineLvl w:val="0"/>
    </w:pPr>
    <w:rPr>
      <w:rFonts w:ascii="Helvetica" w:hAnsi="Helvetica"/>
      <w:b/>
      <w:caps/>
      <w:sz w:val="28"/>
    </w:rPr>
  </w:style>
  <w:style w:type="paragraph" w:styleId="Heading2">
    <w:name w:val="heading 2"/>
    <w:basedOn w:val="Heading1"/>
    <w:next w:val="base-text-paragraph"/>
    <w:link w:val="Heading2Char"/>
    <w:qFormat/>
    <w:rsid w:val="00547F24"/>
    <w:pPr>
      <w:spacing w:before="480" w:after="200"/>
      <w:outlineLvl w:val="1"/>
    </w:pPr>
    <w:rPr>
      <w:caps w:val="0"/>
      <w:sz w:val="26"/>
    </w:rPr>
  </w:style>
  <w:style w:type="paragraph" w:styleId="Heading3">
    <w:name w:val="heading 3"/>
    <w:basedOn w:val="Heading2"/>
    <w:next w:val="base-text-paragraph"/>
    <w:link w:val="Heading3Char"/>
    <w:qFormat/>
    <w:rsid w:val="00547F24"/>
    <w:pPr>
      <w:spacing w:before="240"/>
      <w:outlineLvl w:val="2"/>
    </w:pPr>
    <w:rPr>
      <w:sz w:val="22"/>
    </w:rPr>
  </w:style>
  <w:style w:type="paragraph" w:styleId="Heading4">
    <w:name w:val="heading 4"/>
    <w:basedOn w:val="Heading3"/>
    <w:next w:val="base-text-paragraph"/>
    <w:link w:val="Heading4Char"/>
    <w:qFormat/>
    <w:rsid w:val="00547F24"/>
    <w:pPr>
      <w:spacing w:before="120"/>
      <w:ind w:left="1134"/>
      <w:outlineLvl w:val="3"/>
    </w:pPr>
    <w:rPr>
      <w:rFonts w:ascii="Times New Roman" w:hAnsi="Times New Roman"/>
      <w:i/>
    </w:rPr>
  </w:style>
  <w:style w:type="paragraph" w:styleId="Heading5">
    <w:name w:val="heading 5"/>
    <w:basedOn w:val="Heading4"/>
    <w:next w:val="base-text-paragraph"/>
    <w:link w:val="Heading5Char"/>
    <w:qFormat/>
    <w:rsid w:val="00547F24"/>
    <w:pPr>
      <w:spacing w:after="60"/>
      <w:outlineLvl w:val="4"/>
    </w:pPr>
    <w:rPr>
      <w:b w:val="0"/>
      <w:bCs/>
      <w:iCs/>
      <w:szCs w:val="26"/>
    </w:rPr>
  </w:style>
  <w:style w:type="paragraph" w:styleId="Heading6">
    <w:name w:val="heading 6"/>
    <w:basedOn w:val="Heading5"/>
    <w:next w:val="base-text-paragraph"/>
    <w:link w:val="Heading6Char"/>
    <w:qFormat/>
    <w:rsid w:val="00547F24"/>
    <w:pPr>
      <w:outlineLvl w:val="5"/>
    </w:pPr>
    <w:rPr>
      <w:bCs w:val="0"/>
      <w:i w:val="0"/>
      <w:szCs w:val="22"/>
      <w:u w:val="single"/>
    </w:rPr>
  </w:style>
  <w:style w:type="paragraph" w:styleId="Heading7">
    <w:name w:val="heading 7"/>
    <w:basedOn w:val="Normal"/>
    <w:next w:val="Normal"/>
    <w:link w:val="Heading7Char"/>
    <w:qFormat/>
    <w:rsid w:val="00547F24"/>
    <w:pPr>
      <w:spacing w:before="240" w:after="60"/>
      <w:outlineLvl w:val="6"/>
    </w:pPr>
    <w:rPr>
      <w:sz w:val="24"/>
      <w:szCs w:val="24"/>
    </w:rPr>
  </w:style>
  <w:style w:type="paragraph" w:styleId="Heading8">
    <w:name w:val="heading 8"/>
    <w:basedOn w:val="Normal"/>
    <w:next w:val="Normal"/>
    <w:link w:val="Heading8Char"/>
    <w:qFormat/>
    <w:rsid w:val="00547F24"/>
    <w:pPr>
      <w:spacing w:before="240" w:after="60"/>
      <w:outlineLvl w:val="7"/>
    </w:pPr>
    <w:rPr>
      <w:i/>
      <w:iCs/>
      <w:sz w:val="24"/>
      <w:szCs w:val="24"/>
    </w:rPr>
  </w:style>
  <w:style w:type="paragraph" w:styleId="Heading9">
    <w:name w:val="heading 9"/>
    <w:basedOn w:val="Normal"/>
    <w:next w:val="Normal"/>
    <w:link w:val="Heading9Char"/>
    <w:qFormat/>
    <w:rsid w:val="00547F24"/>
    <w:pPr>
      <w:spacing w:before="240" w:after="60"/>
      <w:outlineLvl w:val="8"/>
    </w:pPr>
    <w:rPr>
      <w:rFonts w:ascii="Arial" w:hAnsi="Arial" w:cs="Arial"/>
      <w:szCs w:val="22"/>
    </w:rPr>
  </w:style>
  <w:style w:type="character" w:default="1" w:styleId="DefaultParagraphFont">
    <w:name w:val="Default Paragraph Font"/>
    <w:uiPriority w:val="1"/>
    <w:semiHidden/>
    <w:unhideWhenUsed/>
    <w:rsid w:val="00547F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7F24"/>
  </w:style>
  <w:style w:type="numbering" w:styleId="111111">
    <w:name w:val="Outline List 2"/>
    <w:basedOn w:val="NoList"/>
    <w:semiHidden/>
    <w:rsid w:val="00547F24"/>
    <w:pPr>
      <w:numPr>
        <w:numId w:val="1"/>
      </w:numPr>
    </w:pPr>
  </w:style>
  <w:style w:type="numbering" w:styleId="1ai">
    <w:name w:val="Outline List 1"/>
    <w:basedOn w:val="NoList"/>
    <w:semiHidden/>
    <w:rsid w:val="00547F24"/>
    <w:pPr>
      <w:numPr>
        <w:numId w:val="2"/>
      </w:numPr>
    </w:pPr>
  </w:style>
  <w:style w:type="character" w:customStyle="1" w:styleId="Heading1Char">
    <w:name w:val="Heading 1 Char"/>
    <w:basedOn w:val="DefaultParagraphFont"/>
    <w:link w:val="Heading1"/>
    <w:rsid w:val="00547F24"/>
    <w:rPr>
      <w:rFonts w:ascii="Helvetica" w:eastAsia="Times New Roman" w:hAnsi="Helvetica" w:cs="Times New Roman"/>
      <w:b/>
      <w:caps/>
      <w:sz w:val="28"/>
      <w:szCs w:val="20"/>
      <w:lang w:eastAsia="en-AU"/>
    </w:rPr>
  </w:style>
  <w:style w:type="character" w:customStyle="1" w:styleId="Heading2Char">
    <w:name w:val="Heading 2 Char"/>
    <w:basedOn w:val="DefaultParagraphFont"/>
    <w:link w:val="Heading2"/>
    <w:rsid w:val="00547F24"/>
    <w:rPr>
      <w:rFonts w:ascii="Helvetica" w:eastAsia="Times New Roman" w:hAnsi="Helvetica" w:cs="Times New Roman"/>
      <w:b/>
      <w:sz w:val="26"/>
      <w:szCs w:val="20"/>
      <w:lang w:eastAsia="en-AU"/>
    </w:rPr>
  </w:style>
  <w:style w:type="character" w:customStyle="1" w:styleId="Heading3Char">
    <w:name w:val="Heading 3 Char"/>
    <w:basedOn w:val="DefaultParagraphFont"/>
    <w:link w:val="Heading3"/>
    <w:rsid w:val="00547F24"/>
    <w:rPr>
      <w:rFonts w:ascii="Helvetica" w:eastAsia="Times New Roman" w:hAnsi="Helvetica" w:cs="Times New Roman"/>
      <w:b/>
      <w:szCs w:val="20"/>
      <w:lang w:eastAsia="en-AU"/>
    </w:rPr>
  </w:style>
  <w:style w:type="character" w:customStyle="1" w:styleId="Heading4Char">
    <w:name w:val="Heading 4 Char"/>
    <w:basedOn w:val="DefaultParagraphFont"/>
    <w:link w:val="Heading4"/>
    <w:rsid w:val="00547F24"/>
    <w:rPr>
      <w:rFonts w:ascii="Times New Roman" w:eastAsia="Times New Roman" w:hAnsi="Times New Roman" w:cs="Times New Roman"/>
      <w:b/>
      <w:i/>
      <w:szCs w:val="20"/>
      <w:lang w:eastAsia="en-AU"/>
    </w:rPr>
  </w:style>
  <w:style w:type="character" w:customStyle="1" w:styleId="Heading5Char">
    <w:name w:val="Heading 5 Char"/>
    <w:basedOn w:val="DefaultParagraphFont"/>
    <w:link w:val="Heading5"/>
    <w:rsid w:val="00547F24"/>
    <w:rPr>
      <w:rFonts w:ascii="Times New Roman" w:eastAsia="Times New Roman" w:hAnsi="Times New Roman" w:cs="Times New Roman"/>
      <w:bCs/>
      <w:i/>
      <w:iCs/>
      <w:szCs w:val="26"/>
      <w:lang w:eastAsia="en-AU"/>
    </w:rPr>
  </w:style>
  <w:style w:type="character" w:customStyle="1" w:styleId="Heading6Char">
    <w:name w:val="Heading 6 Char"/>
    <w:basedOn w:val="DefaultParagraphFont"/>
    <w:link w:val="Heading6"/>
    <w:rsid w:val="00547F24"/>
    <w:rPr>
      <w:rFonts w:ascii="Times New Roman" w:eastAsia="Times New Roman" w:hAnsi="Times New Roman" w:cs="Times New Roman"/>
      <w:iCs/>
      <w:u w:val="single"/>
      <w:lang w:eastAsia="en-AU"/>
    </w:rPr>
  </w:style>
  <w:style w:type="character" w:customStyle="1" w:styleId="Heading7Char">
    <w:name w:val="Heading 7 Char"/>
    <w:basedOn w:val="DefaultParagraphFont"/>
    <w:link w:val="Heading7"/>
    <w:rsid w:val="00547F24"/>
    <w:rPr>
      <w:rFonts w:ascii="Times New Roman" w:eastAsia="Times New Roman" w:hAnsi="Times New Roman" w:cs="Times New Roman"/>
      <w:sz w:val="24"/>
      <w:szCs w:val="24"/>
      <w:lang w:eastAsia="en-AU"/>
    </w:rPr>
  </w:style>
  <w:style w:type="character" w:customStyle="1" w:styleId="Heading8Char">
    <w:name w:val="Heading 8 Char"/>
    <w:basedOn w:val="DefaultParagraphFont"/>
    <w:link w:val="Heading8"/>
    <w:rsid w:val="00547F24"/>
    <w:rPr>
      <w:rFonts w:ascii="Times New Roman" w:eastAsia="Times New Roman" w:hAnsi="Times New Roman" w:cs="Times New Roman"/>
      <w:i/>
      <w:iCs/>
      <w:sz w:val="24"/>
      <w:szCs w:val="24"/>
      <w:lang w:eastAsia="en-AU"/>
    </w:rPr>
  </w:style>
  <w:style w:type="character" w:customStyle="1" w:styleId="Heading9Char">
    <w:name w:val="Heading 9 Char"/>
    <w:basedOn w:val="DefaultParagraphFont"/>
    <w:link w:val="Heading9"/>
    <w:rsid w:val="00547F24"/>
    <w:rPr>
      <w:rFonts w:ascii="Arial" w:eastAsia="Times New Roman" w:hAnsi="Arial" w:cs="Arial"/>
      <w:lang w:eastAsia="en-AU"/>
    </w:rPr>
  </w:style>
  <w:style w:type="numbering" w:styleId="ArticleSection">
    <w:name w:val="Outline List 3"/>
    <w:basedOn w:val="NoList"/>
    <w:semiHidden/>
    <w:rsid w:val="00547F24"/>
    <w:pPr>
      <w:numPr>
        <w:numId w:val="3"/>
      </w:numPr>
    </w:pPr>
  </w:style>
  <w:style w:type="paragraph" w:customStyle="1" w:styleId="Baseparagraphcentred">
    <w:name w:val="Base paragraph centred"/>
    <w:basedOn w:val="Normal"/>
    <w:rsid w:val="00547F24"/>
    <w:pPr>
      <w:spacing w:before="200" w:after="200"/>
      <w:jc w:val="center"/>
    </w:pPr>
  </w:style>
  <w:style w:type="paragraph" w:customStyle="1" w:styleId="base-text-paragraph">
    <w:name w:val="base-text-paragraph"/>
    <w:basedOn w:val="Normal"/>
    <w:link w:val="base-text-paragraphChar"/>
    <w:qFormat/>
    <w:rsid w:val="00547F24"/>
    <w:pPr>
      <w:numPr>
        <w:ilvl w:val="1"/>
        <w:numId w:val="40"/>
      </w:numPr>
    </w:pPr>
  </w:style>
  <w:style w:type="character" w:customStyle="1" w:styleId="base-text-paragraphChar">
    <w:name w:val="base-text-paragraph Char"/>
    <w:basedOn w:val="DefaultParagraphFont"/>
    <w:link w:val="base-text-paragraph"/>
    <w:rsid w:val="00547F24"/>
    <w:rPr>
      <w:rFonts w:ascii="Times New Roman" w:eastAsia="Times New Roman" w:hAnsi="Times New Roman" w:cs="Times New Roman"/>
      <w:szCs w:val="20"/>
      <w:lang w:eastAsia="en-AU"/>
    </w:rPr>
  </w:style>
  <w:style w:type="paragraph" w:customStyle="1" w:styleId="base-text-paragraphnonumbers">
    <w:name w:val="base-text-paragraph no numbers"/>
    <w:basedOn w:val="Normal"/>
    <w:qFormat/>
    <w:rsid w:val="00547F24"/>
    <w:pPr>
      <w:ind w:left="1134"/>
    </w:pPr>
  </w:style>
  <w:style w:type="paragraph" w:customStyle="1" w:styleId="BillName">
    <w:name w:val="Bill Name"/>
    <w:basedOn w:val="Normal"/>
    <w:next w:val="Baseparagraphcentred"/>
    <w:rsid w:val="00547F24"/>
    <w:pPr>
      <w:pBdr>
        <w:top w:val="single" w:sz="4" w:space="12" w:color="auto"/>
        <w:bottom w:val="single" w:sz="4" w:space="12" w:color="auto"/>
      </w:pBdr>
      <w:spacing w:before="200" w:after="200"/>
      <w:jc w:val="center"/>
    </w:pPr>
    <w:rPr>
      <w:caps/>
    </w:rPr>
  </w:style>
  <w:style w:type="paragraph" w:styleId="BlockText">
    <w:name w:val="Block Text"/>
    <w:basedOn w:val="Normal"/>
    <w:semiHidden/>
    <w:rsid w:val="00547F24"/>
    <w:pPr>
      <w:ind w:left="1440" w:right="1440"/>
    </w:pPr>
  </w:style>
  <w:style w:type="paragraph" w:styleId="BodyText">
    <w:name w:val="Body Text"/>
    <w:basedOn w:val="Normal"/>
    <w:link w:val="BodyTextChar"/>
    <w:semiHidden/>
    <w:rsid w:val="00547F24"/>
  </w:style>
  <w:style w:type="character" w:customStyle="1" w:styleId="BodyTextChar">
    <w:name w:val="Body Text Char"/>
    <w:basedOn w:val="DefaultParagraphFont"/>
    <w:link w:val="BodyText"/>
    <w:semiHidden/>
    <w:rsid w:val="00547F24"/>
    <w:rPr>
      <w:rFonts w:ascii="Times New Roman" w:eastAsia="Times New Roman" w:hAnsi="Times New Roman" w:cs="Times New Roman"/>
      <w:szCs w:val="20"/>
      <w:lang w:eastAsia="en-AU"/>
    </w:rPr>
  </w:style>
  <w:style w:type="paragraph" w:styleId="BodyText2">
    <w:name w:val="Body Text 2"/>
    <w:basedOn w:val="Normal"/>
    <w:link w:val="BodyText2Char"/>
    <w:semiHidden/>
    <w:rsid w:val="00547F24"/>
    <w:pPr>
      <w:spacing w:line="480" w:lineRule="auto"/>
    </w:pPr>
  </w:style>
  <w:style w:type="character" w:customStyle="1" w:styleId="BodyText2Char">
    <w:name w:val="Body Text 2 Char"/>
    <w:basedOn w:val="DefaultParagraphFont"/>
    <w:link w:val="BodyText2"/>
    <w:semiHidden/>
    <w:rsid w:val="00547F24"/>
    <w:rPr>
      <w:rFonts w:ascii="Times New Roman" w:eastAsia="Times New Roman" w:hAnsi="Times New Roman" w:cs="Times New Roman"/>
      <w:szCs w:val="20"/>
      <w:lang w:eastAsia="en-AU"/>
    </w:rPr>
  </w:style>
  <w:style w:type="paragraph" w:styleId="BodyText3">
    <w:name w:val="Body Text 3"/>
    <w:basedOn w:val="Normal"/>
    <w:link w:val="BodyText3Char"/>
    <w:semiHidden/>
    <w:rsid w:val="00547F24"/>
    <w:rPr>
      <w:sz w:val="16"/>
      <w:szCs w:val="16"/>
    </w:rPr>
  </w:style>
  <w:style w:type="character" w:customStyle="1" w:styleId="BodyText3Char">
    <w:name w:val="Body Text 3 Char"/>
    <w:basedOn w:val="DefaultParagraphFont"/>
    <w:link w:val="BodyText3"/>
    <w:semiHidden/>
    <w:rsid w:val="00547F24"/>
    <w:rPr>
      <w:rFonts w:ascii="Times New Roman" w:eastAsia="Times New Roman" w:hAnsi="Times New Roman" w:cs="Times New Roman"/>
      <w:sz w:val="16"/>
      <w:szCs w:val="16"/>
      <w:lang w:eastAsia="en-AU"/>
    </w:rPr>
  </w:style>
  <w:style w:type="paragraph" w:styleId="BodyTextFirstIndent">
    <w:name w:val="Body Text First Indent"/>
    <w:basedOn w:val="BodyText"/>
    <w:link w:val="BodyTextFirstIndentChar"/>
    <w:semiHidden/>
    <w:rsid w:val="00547F24"/>
    <w:pPr>
      <w:ind w:firstLine="210"/>
    </w:pPr>
  </w:style>
  <w:style w:type="character" w:customStyle="1" w:styleId="BodyTextFirstIndentChar">
    <w:name w:val="Body Text First Indent Char"/>
    <w:basedOn w:val="BodyTextChar"/>
    <w:link w:val="BodyTextFirstIndent"/>
    <w:semiHidden/>
    <w:rsid w:val="00547F24"/>
    <w:rPr>
      <w:rFonts w:ascii="Times New Roman" w:eastAsia="Times New Roman" w:hAnsi="Times New Roman" w:cs="Times New Roman"/>
      <w:szCs w:val="20"/>
      <w:lang w:eastAsia="en-AU"/>
    </w:rPr>
  </w:style>
  <w:style w:type="paragraph" w:styleId="BodyTextIndent">
    <w:name w:val="Body Text Indent"/>
    <w:basedOn w:val="Normal"/>
    <w:link w:val="BodyTextIndentChar"/>
    <w:semiHidden/>
    <w:rsid w:val="00547F24"/>
    <w:pPr>
      <w:ind w:left="283"/>
    </w:pPr>
  </w:style>
  <w:style w:type="character" w:customStyle="1" w:styleId="BodyTextIndentChar">
    <w:name w:val="Body Text Indent Char"/>
    <w:basedOn w:val="DefaultParagraphFont"/>
    <w:link w:val="BodyTextIndent"/>
    <w:semiHidden/>
    <w:rsid w:val="00547F24"/>
    <w:rPr>
      <w:rFonts w:ascii="Times New Roman" w:eastAsia="Times New Roman" w:hAnsi="Times New Roman" w:cs="Times New Roman"/>
      <w:szCs w:val="20"/>
      <w:lang w:eastAsia="en-AU"/>
    </w:rPr>
  </w:style>
  <w:style w:type="paragraph" w:styleId="BodyTextFirstIndent2">
    <w:name w:val="Body Text First Indent 2"/>
    <w:basedOn w:val="BodyTextIndent"/>
    <w:link w:val="BodyTextFirstIndent2Char"/>
    <w:semiHidden/>
    <w:rsid w:val="00547F24"/>
    <w:pPr>
      <w:ind w:firstLine="210"/>
    </w:pPr>
  </w:style>
  <w:style w:type="character" w:customStyle="1" w:styleId="BodyTextFirstIndent2Char">
    <w:name w:val="Body Text First Indent 2 Char"/>
    <w:basedOn w:val="BodyTextIndentChar"/>
    <w:link w:val="BodyTextFirstIndent2"/>
    <w:semiHidden/>
    <w:rsid w:val="00547F24"/>
    <w:rPr>
      <w:rFonts w:ascii="Times New Roman" w:eastAsia="Times New Roman" w:hAnsi="Times New Roman" w:cs="Times New Roman"/>
      <w:szCs w:val="20"/>
      <w:lang w:eastAsia="en-AU"/>
    </w:rPr>
  </w:style>
  <w:style w:type="paragraph" w:styleId="BodyTextIndent2">
    <w:name w:val="Body Text Indent 2"/>
    <w:basedOn w:val="Normal"/>
    <w:link w:val="BodyTextIndent2Char"/>
    <w:semiHidden/>
    <w:rsid w:val="00547F24"/>
    <w:pPr>
      <w:spacing w:line="480" w:lineRule="auto"/>
      <w:ind w:left="283"/>
    </w:pPr>
  </w:style>
  <w:style w:type="character" w:customStyle="1" w:styleId="BodyTextIndent2Char">
    <w:name w:val="Body Text Indent 2 Char"/>
    <w:basedOn w:val="DefaultParagraphFont"/>
    <w:link w:val="BodyTextIndent2"/>
    <w:semiHidden/>
    <w:rsid w:val="00547F24"/>
    <w:rPr>
      <w:rFonts w:ascii="Times New Roman" w:eastAsia="Times New Roman" w:hAnsi="Times New Roman" w:cs="Times New Roman"/>
      <w:szCs w:val="20"/>
      <w:lang w:eastAsia="en-AU"/>
    </w:rPr>
  </w:style>
  <w:style w:type="paragraph" w:styleId="BodyTextIndent3">
    <w:name w:val="Body Text Indent 3"/>
    <w:basedOn w:val="Normal"/>
    <w:link w:val="BodyTextIndent3Char"/>
    <w:semiHidden/>
    <w:rsid w:val="00547F24"/>
    <w:pPr>
      <w:ind w:left="283"/>
    </w:pPr>
    <w:rPr>
      <w:sz w:val="16"/>
      <w:szCs w:val="16"/>
    </w:rPr>
  </w:style>
  <w:style w:type="character" w:customStyle="1" w:styleId="BodyTextIndent3Char">
    <w:name w:val="Body Text Indent 3 Char"/>
    <w:basedOn w:val="DefaultParagraphFont"/>
    <w:link w:val="BodyTextIndent3"/>
    <w:semiHidden/>
    <w:rsid w:val="00547F24"/>
    <w:rPr>
      <w:rFonts w:ascii="Times New Roman" w:eastAsia="Times New Roman" w:hAnsi="Times New Roman" w:cs="Times New Roman"/>
      <w:sz w:val="16"/>
      <w:szCs w:val="16"/>
      <w:lang w:eastAsia="en-AU"/>
    </w:rPr>
  </w:style>
  <w:style w:type="character" w:customStyle="1" w:styleId="Bold">
    <w:name w:val="Bold"/>
    <w:basedOn w:val="DefaultParagraphFont"/>
    <w:rsid w:val="00547F24"/>
    <w:rPr>
      <w:b/>
    </w:rPr>
  </w:style>
  <w:style w:type="character" w:customStyle="1" w:styleId="BoldItalic">
    <w:name w:val="BoldItalic"/>
    <w:basedOn w:val="DefaultParagraphFont"/>
    <w:rsid w:val="00547F24"/>
    <w:rPr>
      <w:b/>
      <w:i/>
    </w:rPr>
  </w:style>
  <w:style w:type="paragraph" w:customStyle="1" w:styleId="BTPwithextraspacing">
    <w:name w:val="BTP with extra spacing"/>
    <w:basedOn w:val="Normal"/>
    <w:rsid w:val="00547F24"/>
    <w:pPr>
      <w:spacing w:before="360" w:after="360"/>
      <w:ind w:left="1134"/>
    </w:pPr>
  </w:style>
  <w:style w:type="paragraph" w:customStyle="1" w:styleId="ChapterHeading">
    <w:name w:val="Chapter Heading"/>
    <w:next w:val="Heading2"/>
    <w:rsid w:val="00547F24"/>
    <w:pPr>
      <w:numPr>
        <w:numId w:val="40"/>
      </w:numPr>
      <w:pBdr>
        <w:top w:val="single" w:sz="4" w:space="1" w:color="auto"/>
        <w:bottom w:val="single" w:sz="4" w:space="1" w:color="auto"/>
      </w:pBdr>
      <w:spacing w:before="240" w:after="360" w:line="260" w:lineRule="atLeast"/>
    </w:pPr>
    <w:rPr>
      <w:rFonts w:ascii="Helvetica" w:eastAsia="Times New Roman" w:hAnsi="Helvetica" w:cs="Times New Roman"/>
      <w:b/>
      <w:i/>
      <w:sz w:val="38"/>
      <w:szCs w:val="20"/>
      <w:lang w:eastAsia="en-AU"/>
    </w:rPr>
  </w:style>
  <w:style w:type="paragraph" w:customStyle="1" w:styleId="Chapterheadingsubdocument">
    <w:name w:val="Chapter heading subdocument"/>
    <w:basedOn w:val="Normal"/>
    <w:next w:val="base-text-paragraphnonumbers"/>
    <w:rsid w:val="00547F24"/>
    <w:pPr>
      <w:pBdr>
        <w:top w:val="single" w:sz="4" w:space="1" w:color="auto"/>
        <w:bottom w:val="single" w:sz="4" w:space="1" w:color="auto"/>
      </w:pBdr>
      <w:spacing w:before="240" w:after="360" w:line="260" w:lineRule="atLeast"/>
    </w:pPr>
    <w:rPr>
      <w:rFonts w:ascii="Helvetica" w:hAnsi="Helvetica"/>
      <w:b/>
      <w:i/>
      <w:sz w:val="38"/>
    </w:rPr>
  </w:style>
  <w:style w:type="numbering" w:customStyle="1" w:styleId="ChapterList">
    <w:name w:val="ChapterList"/>
    <w:uiPriority w:val="99"/>
    <w:rsid w:val="00547F24"/>
    <w:pPr>
      <w:numPr>
        <w:numId w:val="25"/>
      </w:numPr>
    </w:pPr>
  </w:style>
  <w:style w:type="paragraph" w:styleId="Closing">
    <w:name w:val="Closing"/>
    <w:basedOn w:val="Normal"/>
    <w:link w:val="ClosingChar"/>
    <w:semiHidden/>
    <w:rsid w:val="00547F24"/>
    <w:pPr>
      <w:ind w:left="4252"/>
    </w:pPr>
  </w:style>
  <w:style w:type="character" w:customStyle="1" w:styleId="ClosingChar">
    <w:name w:val="Closing Char"/>
    <w:basedOn w:val="DefaultParagraphFont"/>
    <w:link w:val="Closing"/>
    <w:semiHidden/>
    <w:rsid w:val="00547F24"/>
    <w:rPr>
      <w:rFonts w:ascii="Times New Roman" w:eastAsia="Times New Roman" w:hAnsi="Times New Roman" w:cs="Times New Roman"/>
      <w:szCs w:val="20"/>
      <w:lang w:eastAsia="en-AU"/>
    </w:rPr>
  </w:style>
  <w:style w:type="paragraph" w:styleId="Date">
    <w:name w:val="Date"/>
    <w:basedOn w:val="Normal"/>
    <w:next w:val="Normal"/>
    <w:link w:val="DateChar"/>
    <w:semiHidden/>
    <w:rsid w:val="00547F24"/>
  </w:style>
  <w:style w:type="character" w:customStyle="1" w:styleId="DateChar">
    <w:name w:val="Date Char"/>
    <w:basedOn w:val="DefaultParagraphFont"/>
    <w:link w:val="Date"/>
    <w:semiHidden/>
    <w:rsid w:val="00547F24"/>
    <w:rPr>
      <w:rFonts w:ascii="Times New Roman" w:eastAsia="Times New Roman" w:hAnsi="Times New Roman" w:cs="Times New Roman"/>
      <w:szCs w:val="20"/>
      <w:lang w:eastAsia="en-AU"/>
    </w:rPr>
  </w:style>
  <w:style w:type="paragraph" w:customStyle="1" w:styleId="Diagram">
    <w:name w:val="Diagram"/>
    <w:basedOn w:val="Normal"/>
    <w:next w:val="base-text-paragraphnonumbers"/>
    <w:rsid w:val="00547F24"/>
    <w:pPr>
      <w:keepNext/>
      <w:numPr>
        <w:ilvl w:val="2"/>
        <w:numId w:val="40"/>
      </w:numPr>
      <w:spacing w:before="0" w:after="0"/>
    </w:pPr>
    <w:rPr>
      <w:b/>
    </w:rPr>
  </w:style>
  <w:style w:type="paragraph" w:customStyle="1" w:styleId="dotpoint">
    <w:name w:val="dot point"/>
    <w:basedOn w:val="Normal"/>
    <w:link w:val="dotpointChar"/>
    <w:rsid w:val="00547F24"/>
    <w:pPr>
      <w:numPr>
        <w:numId w:val="6"/>
      </w:numPr>
    </w:pPr>
  </w:style>
  <w:style w:type="paragraph" w:customStyle="1" w:styleId="dotpoint2">
    <w:name w:val="dot point 2"/>
    <w:basedOn w:val="Normal"/>
    <w:rsid w:val="00547F24"/>
    <w:pPr>
      <w:numPr>
        <w:ilvl w:val="1"/>
        <w:numId w:val="7"/>
      </w:numPr>
    </w:pPr>
  </w:style>
  <w:style w:type="numbering" w:customStyle="1" w:styleId="DotPointList">
    <w:name w:val="Dot Point List"/>
    <w:uiPriority w:val="99"/>
    <w:rsid w:val="00547F24"/>
    <w:pPr>
      <w:numPr>
        <w:numId w:val="7"/>
      </w:numPr>
    </w:pPr>
  </w:style>
  <w:style w:type="paragraph" w:styleId="E-mailSignature">
    <w:name w:val="E-mail Signature"/>
    <w:basedOn w:val="Normal"/>
    <w:link w:val="E-mailSignatureChar"/>
    <w:semiHidden/>
    <w:rsid w:val="00547F24"/>
  </w:style>
  <w:style w:type="character" w:customStyle="1" w:styleId="E-mailSignatureChar">
    <w:name w:val="E-mail Signature Char"/>
    <w:basedOn w:val="DefaultParagraphFont"/>
    <w:link w:val="E-mailSignature"/>
    <w:semiHidden/>
    <w:rsid w:val="00547F24"/>
    <w:rPr>
      <w:rFonts w:ascii="Times New Roman" w:eastAsia="Times New Roman" w:hAnsi="Times New Roman" w:cs="Times New Roman"/>
      <w:szCs w:val="20"/>
      <w:lang w:eastAsia="en-AU"/>
    </w:rPr>
  </w:style>
  <w:style w:type="character" w:styleId="Emphasis">
    <w:name w:val="Emphasis"/>
    <w:basedOn w:val="DefaultParagraphFont"/>
    <w:qFormat/>
    <w:rsid w:val="00547F24"/>
    <w:rPr>
      <w:i/>
      <w:iCs/>
    </w:rPr>
  </w:style>
  <w:style w:type="paragraph" w:styleId="EnvelopeAddress">
    <w:name w:val="envelope address"/>
    <w:basedOn w:val="Normal"/>
    <w:semiHidden/>
    <w:rsid w:val="00547F24"/>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547F24"/>
    <w:rPr>
      <w:rFonts w:ascii="Arial" w:hAnsi="Arial" w:cs="Arial"/>
      <w:sz w:val="20"/>
    </w:rPr>
  </w:style>
  <w:style w:type="paragraph" w:customStyle="1" w:styleId="exampletext">
    <w:name w:val="example text"/>
    <w:basedOn w:val="Normal"/>
    <w:link w:val="exampletextChar"/>
    <w:rsid w:val="00547F24"/>
    <w:pPr>
      <w:ind w:left="1985"/>
    </w:pPr>
    <w:rPr>
      <w:sz w:val="20"/>
    </w:rPr>
  </w:style>
  <w:style w:type="paragraph" w:customStyle="1" w:styleId="exampledotpoint1">
    <w:name w:val="example dot point 1"/>
    <w:basedOn w:val="exampletext"/>
    <w:rsid w:val="00547F24"/>
    <w:pPr>
      <w:numPr>
        <w:numId w:val="8"/>
      </w:numPr>
      <w:spacing w:before="200" w:after="200"/>
      <w:ind w:left="2269" w:hanging="284"/>
    </w:pPr>
  </w:style>
  <w:style w:type="paragraph" w:customStyle="1" w:styleId="exampledotpoint2">
    <w:name w:val="example dot point 2"/>
    <w:basedOn w:val="exampletext"/>
    <w:rsid w:val="00547F24"/>
    <w:pPr>
      <w:numPr>
        <w:ilvl w:val="1"/>
        <w:numId w:val="8"/>
      </w:numPr>
      <w:spacing w:before="200" w:after="200"/>
    </w:pPr>
  </w:style>
  <w:style w:type="numbering" w:customStyle="1" w:styleId="ExampleDotPointList">
    <w:name w:val="Example Dot Point List"/>
    <w:uiPriority w:val="99"/>
    <w:rsid w:val="00547F24"/>
    <w:pPr>
      <w:numPr>
        <w:numId w:val="8"/>
      </w:numPr>
    </w:pPr>
  </w:style>
  <w:style w:type="paragraph" w:customStyle="1" w:styleId="ExampleHeading">
    <w:name w:val="Example Heading"/>
    <w:basedOn w:val="Normal"/>
    <w:next w:val="exampletext"/>
    <w:rsid w:val="00547F24"/>
    <w:pPr>
      <w:keepNext/>
      <w:numPr>
        <w:ilvl w:val="3"/>
        <w:numId w:val="40"/>
      </w:numPr>
    </w:pPr>
    <w:rPr>
      <w:b/>
    </w:rPr>
  </w:style>
  <w:style w:type="paragraph" w:customStyle="1" w:styleId="exampleindent">
    <w:name w:val="example indent"/>
    <w:basedOn w:val="exampletext"/>
    <w:rsid w:val="00547F24"/>
    <w:pPr>
      <w:ind w:left="2268"/>
    </w:pPr>
  </w:style>
  <w:style w:type="character" w:styleId="FollowedHyperlink">
    <w:name w:val="FollowedHyperlink"/>
    <w:basedOn w:val="DefaultParagraphFont"/>
    <w:rsid w:val="00547F24"/>
    <w:rPr>
      <w:color w:val="954F72" w:themeColor="followedHyperlink"/>
      <w:u w:val="single"/>
    </w:rPr>
  </w:style>
  <w:style w:type="character" w:customStyle="1" w:styleId="Font15point">
    <w:name w:val="Font 15 point"/>
    <w:basedOn w:val="DefaultParagraphFont"/>
    <w:rsid w:val="00547F24"/>
    <w:rPr>
      <w:sz w:val="30"/>
    </w:rPr>
  </w:style>
  <w:style w:type="character" w:customStyle="1" w:styleId="Font19point">
    <w:name w:val="Font 19 point"/>
    <w:basedOn w:val="DefaultParagraphFont"/>
    <w:rsid w:val="00547F24"/>
    <w:rPr>
      <w:sz w:val="38"/>
    </w:rPr>
  </w:style>
  <w:style w:type="character" w:customStyle="1" w:styleId="Font30point">
    <w:name w:val="Font 30 point"/>
    <w:basedOn w:val="DefaultParagraphFont"/>
    <w:rsid w:val="00547F24"/>
    <w:rPr>
      <w:sz w:val="60"/>
    </w:rPr>
  </w:style>
  <w:style w:type="paragraph" w:styleId="Footer">
    <w:name w:val="footer"/>
    <w:basedOn w:val="Normal"/>
    <w:link w:val="FooterChar"/>
    <w:semiHidden/>
    <w:rsid w:val="00547F24"/>
    <w:pPr>
      <w:tabs>
        <w:tab w:val="center" w:pos="4153"/>
        <w:tab w:val="right" w:pos="8306"/>
      </w:tabs>
    </w:pPr>
  </w:style>
  <w:style w:type="character" w:customStyle="1" w:styleId="FooterChar">
    <w:name w:val="Footer Char"/>
    <w:basedOn w:val="DefaultParagraphFont"/>
    <w:link w:val="Footer"/>
    <w:semiHidden/>
    <w:rsid w:val="00547F24"/>
    <w:rPr>
      <w:rFonts w:ascii="Times New Roman" w:eastAsia="Times New Roman" w:hAnsi="Times New Roman" w:cs="Times New Roman"/>
      <w:szCs w:val="20"/>
      <w:lang w:eastAsia="en-AU"/>
    </w:rPr>
  </w:style>
  <w:style w:type="paragraph" w:styleId="FootnoteText">
    <w:name w:val="footnote text"/>
    <w:basedOn w:val="Normal"/>
    <w:link w:val="FootnoteTextChar"/>
    <w:rsid w:val="00547F24"/>
    <w:pPr>
      <w:tabs>
        <w:tab w:val="left" w:pos="284"/>
      </w:tabs>
      <w:spacing w:before="0" w:after="0"/>
      <w:ind w:left="284" w:hanging="284"/>
    </w:pPr>
    <w:rPr>
      <w:sz w:val="20"/>
    </w:rPr>
  </w:style>
  <w:style w:type="character" w:customStyle="1" w:styleId="FootnoteTextChar">
    <w:name w:val="Footnote Text Char"/>
    <w:basedOn w:val="DefaultParagraphFont"/>
    <w:link w:val="FootnoteText"/>
    <w:rsid w:val="00547F24"/>
    <w:rPr>
      <w:rFonts w:ascii="Times New Roman" w:eastAsia="Times New Roman" w:hAnsi="Times New Roman" w:cs="Times New Roman"/>
      <w:sz w:val="20"/>
      <w:szCs w:val="20"/>
      <w:lang w:eastAsia="en-AU"/>
    </w:rPr>
  </w:style>
  <w:style w:type="paragraph" w:customStyle="1" w:styleId="Glossarytabletext">
    <w:name w:val="Glossary table text"/>
    <w:basedOn w:val="Normal"/>
    <w:rsid w:val="00547F24"/>
    <w:pPr>
      <w:spacing w:before="60" w:after="60"/>
    </w:pPr>
    <w:rPr>
      <w:sz w:val="20"/>
    </w:rPr>
  </w:style>
  <w:style w:type="paragraph" w:styleId="Header">
    <w:name w:val="header"/>
    <w:basedOn w:val="Normal"/>
    <w:link w:val="HeaderChar"/>
    <w:semiHidden/>
    <w:rsid w:val="00547F24"/>
    <w:pPr>
      <w:tabs>
        <w:tab w:val="center" w:pos="4153"/>
        <w:tab w:val="right" w:pos="8306"/>
      </w:tabs>
    </w:pPr>
  </w:style>
  <w:style w:type="character" w:customStyle="1" w:styleId="HeaderChar">
    <w:name w:val="Header Char"/>
    <w:basedOn w:val="DefaultParagraphFont"/>
    <w:link w:val="Header"/>
    <w:semiHidden/>
    <w:rsid w:val="00547F24"/>
    <w:rPr>
      <w:rFonts w:ascii="Times New Roman" w:eastAsia="Times New Roman" w:hAnsi="Times New Roman" w:cs="Times New Roman"/>
      <w:szCs w:val="20"/>
      <w:lang w:eastAsia="en-AU"/>
    </w:rPr>
  </w:style>
  <w:style w:type="paragraph" w:customStyle="1" w:styleId="Heading2with18pointafter">
    <w:name w:val="Heading 2 with 18 point after"/>
    <w:basedOn w:val="Heading2"/>
    <w:next w:val="Normal"/>
    <w:rsid w:val="00547F24"/>
    <w:pPr>
      <w:spacing w:after="360"/>
    </w:pPr>
  </w:style>
  <w:style w:type="paragraph" w:customStyle="1" w:styleId="Hiddentext">
    <w:name w:val="Hiddentext"/>
    <w:basedOn w:val="Normal"/>
    <w:rsid w:val="00547F24"/>
    <w:rPr>
      <w:vanish/>
    </w:rPr>
  </w:style>
  <w:style w:type="character" w:styleId="HTMLAcronym">
    <w:name w:val="HTML Acronym"/>
    <w:basedOn w:val="DefaultParagraphFont"/>
    <w:semiHidden/>
    <w:rsid w:val="00547F24"/>
  </w:style>
  <w:style w:type="paragraph" w:styleId="HTMLAddress">
    <w:name w:val="HTML Address"/>
    <w:basedOn w:val="Normal"/>
    <w:link w:val="HTMLAddressChar"/>
    <w:semiHidden/>
    <w:rsid w:val="00547F24"/>
    <w:rPr>
      <w:i/>
      <w:iCs/>
    </w:rPr>
  </w:style>
  <w:style w:type="character" w:customStyle="1" w:styleId="HTMLAddressChar">
    <w:name w:val="HTML Address Char"/>
    <w:basedOn w:val="DefaultParagraphFont"/>
    <w:link w:val="HTMLAddress"/>
    <w:semiHidden/>
    <w:rsid w:val="00547F24"/>
    <w:rPr>
      <w:rFonts w:ascii="Times New Roman" w:eastAsia="Times New Roman" w:hAnsi="Times New Roman" w:cs="Times New Roman"/>
      <w:i/>
      <w:iCs/>
      <w:szCs w:val="20"/>
      <w:lang w:eastAsia="en-AU"/>
    </w:rPr>
  </w:style>
  <w:style w:type="character" w:styleId="HTMLCite">
    <w:name w:val="HTML Cite"/>
    <w:basedOn w:val="DefaultParagraphFont"/>
    <w:semiHidden/>
    <w:rsid w:val="00547F24"/>
    <w:rPr>
      <w:i/>
      <w:iCs/>
    </w:rPr>
  </w:style>
  <w:style w:type="character" w:styleId="HTMLCode">
    <w:name w:val="HTML Code"/>
    <w:basedOn w:val="DefaultParagraphFont"/>
    <w:semiHidden/>
    <w:rsid w:val="00547F24"/>
    <w:rPr>
      <w:rFonts w:ascii="Courier New" w:hAnsi="Courier New" w:cs="Courier New"/>
      <w:sz w:val="20"/>
      <w:szCs w:val="20"/>
    </w:rPr>
  </w:style>
  <w:style w:type="character" w:styleId="HTMLDefinition">
    <w:name w:val="HTML Definition"/>
    <w:basedOn w:val="DefaultParagraphFont"/>
    <w:semiHidden/>
    <w:rsid w:val="00547F24"/>
    <w:rPr>
      <w:i/>
      <w:iCs/>
    </w:rPr>
  </w:style>
  <w:style w:type="character" w:styleId="HTMLKeyboard">
    <w:name w:val="HTML Keyboard"/>
    <w:basedOn w:val="DefaultParagraphFont"/>
    <w:semiHidden/>
    <w:rsid w:val="00547F24"/>
    <w:rPr>
      <w:rFonts w:ascii="Courier New" w:hAnsi="Courier New" w:cs="Courier New"/>
      <w:sz w:val="20"/>
      <w:szCs w:val="20"/>
    </w:rPr>
  </w:style>
  <w:style w:type="paragraph" w:styleId="HTMLPreformatted">
    <w:name w:val="HTML Preformatted"/>
    <w:basedOn w:val="Normal"/>
    <w:link w:val="HTMLPreformattedChar"/>
    <w:semiHidden/>
    <w:rsid w:val="00547F24"/>
    <w:rPr>
      <w:rFonts w:ascii="Courier New" w:hAnsi="Courier New" w:cs="Courier New"/>
      <w:sz w:val="20"/>
    </w:rPr>
  </w:style>
  <w:style w:type="character" w:customStyle="1" w:styleId="HTMLPreformattedChar">
    <w:name w:val="HTML Preformatted Char"/>
    <w:basedOn w:val="DefaultParagraphFont"/>
    <w:link w:val="HTMLPreformatted"/>
    <w:semiHidden/>
    <w:rsid w:val="00547F24"/>
    <w:rPr>
      <w:rFonts w:ascii="Courier New" w:eastAsia="Times New Roman" w:hAnsi="Courier New" w:cs="Courier New"/>
      <w:sz w:val="20"/>
      <w:szCs w:val="20"/>
      <w:lang w:eastAsia="en-AU"/>
    </w:rPr>
  </w:style>
  <w:style w:type="character" w:styleId="HTMLSample">
    <w:name w:val="HTML Sample"/>
    <w:basedOn w:val="DefaultParagraphFont"/>
    <w:semiHidden/>
    <w:rsid w:val="00547F24"/>
    <w:rPr>
      <w:rFonts w:ascii="Courier New" w:hAnsi="Courier New" w:cs="Courier New"/>
    </w:rPr>
  </w:style>
  <w:style w:type="character" w:styleId="HTMLTypewriter">
    <w:name w:val="HTML Typewriter"/>
    <w:basedOn w:val="DefaultParagraphFont"/>
    <w:semiHidden/>
    <w:rsid w:val="00547F24"/>
    <w:rPr>
      <w:rFonts w:ascii="Courier New" w:hAnsi="Courier New" w:cs="Courier New"/>
      <w:sz w:val="20"/>
      <w:szCs w:val="20"/>
    </w:rPr>
  </w:style>
  <w:style w:type="character" w:styleId="HTMLVariable">
    <w:name w:val="HTML Variable"/>
    <w:basedOn w:val="DefaultParagraphFont"/>
    <w:semiHidden/>
    <w:rsid w:val="00547F24"/>
    <w:rPr>
      <w:i/>
      <w:iCs/>
    </w:rPr>
  </w:style>
  <w:style w:type="character" w:styleId="Hyperlink">
    <w:name w:val="Hyperlink"/>
    <w:basedOn w:val="DefaultParagraphFont"/>
    <w:uiPriority w:val="99"/>
    <w:rsid w:val="00547F24"/>
    <w:rPr>
      <w:color w:val="0563C1" w:themeColor="hyperlink"/>
      <w:u w:val="single"/>
    </w:rPr>
  </w:style>
  <w:style w:type="character" w:customStyle="1" w:styleId="Italic">
    <w:name w:val="Italic"/>
    <w:basedOn w:val="DefaultParagraphFont"/>
    <w:rsid w:val="00547F24"/>
    <w:rPr>
      <w:i/>
    </w:rPr>
  </w:style>
  <w:style w:type="paragraph" w:customStyle="1" w:styleId="leftfooter">
    <w:name w:val="left footer"/>
    <w:basedOn w:val="Normal"/>
    <w:rsid w:val="00547F24"/>
    <w:pPr>
      <w:pBdr>
        <w:top w:val="single" w:sz="4" w:space="1" w:color="auto"/>
      </w:pBdr>
      <w:spacing w:before="240" w:after="0"/>
    </w:pPr>
    <w:rPr>
      <w:i/>
      <w:sz w:val="20"/>
    </w:rPr>
  </w:style>
  <w:style w:type="paragraph" w:customStyle="1" w:styleId="leftheader">
    <w:name w:val="left header"/>
    <w:basedOn w:val="Normal"/>
    <w:rsid w:val="00547F24"/>
    <w:pPr>
      <w:pBdr>
        <w:bottom w:val="single" w:sz="4" w:space="1" w:color="auto"/>
      </w:pBdr>
    </w:pPr>
    <w:rPr>
      <w:i/>
      <w:sz w:val="20"/>
    </w:rPr>
  </w:style>
  <w:style w:type="character" w:styleId="LineNumber">
    <w:name w:val="line number"/>
    <w:basedOn w:val="DefaultParagraphFont"/>
    <w:semiHidden/>
    <w:rsid w:val="00547F24"/>
  </w:style>
  <w:style w:type="paragraph" w:styleId="List">
    <w:name w:val="List"/>
    <w:basedOn w:val="Normal"/>
    <w:semiHidden/>
    <w:rsid w:val="00547F24"/>
    <w:pPr>
      <w:ind w:left="283" w:hanging="283"/>
    </w:pPr>
  </w:style>
  <w:style w:type="paragraph" w:styleId="List2">
    <w:name w:val="List 2"/>
    <w:basedOn w:val="Normal"/>
    <w:semiHidden/>
    <w:rsid w:val="00547F24"/>
    <w:pPr>
      <w:ind w:left="566" w:hanging="283"/>
    </w:pPr>
  </w:style>
  <w:style w:type="paragraph" w:styleId="List3">
    <w:name w:val="List 3"/>
    <w:basedOn w:val="Normal"/>
    <w:semiHidden/>
    <w:rsid w:val="00547F24"/>
    <w:pPr>
      <w:ind w:left="849" w:hanging="283"/>
    </w:pPr>
  </w:style>
  <w:style w:type="paragraph" w:styleId="List4">
    <w:name w:val="List 4"/>
    <w:basedOn w:val="Normal"/>
    <w:semiHidden/>
    <w:rsid w:val="00547F24"/>
    <w:pPr>
      <w:ind w:left="1132" w:hanging="283"/>
    </w:pPr>
  </w:style>
  <w:style w:type="paragraph" w:styleId="List5">
    <w:name w:val="List 5"/>
    <w:basedOn w:val="Normal"/>
    <w:semiHidden/>
    <w:rsid w:val="00547F24"/>
    <w:pPr>
      <w:ind w:left="1415" w:hanging="283"/>
    </w:pPr>
  </w:style>
  <w:style w:type="paragraph" w:styleId="ListBullet">
    <w:name w:val="List Bullet"/>
    <w:basedOn w:val="Normal"/>
    <w:semiHidden/>
    <w:rsid w:val="00547F24"/>
    <w:pPr>
      <w:numPr>
        <w:numId w:val="9"/>
      </w:numPr>
    </w:pPr>
  </w:style>
  <w:style w:type="paragraph" w:styleId="ListBullet2">
    <w:name w:val="List Bullet 2"/>
    <w:basedOn w:val="Normal"/>
    <w:semiHidden/>
    <w:rsid w:val="00547F24"/>
    <w:pPr>
      <w:numPr>
        <w:numId w:val="10"/>
      </w:numPr>
    </w:pPr>
  </w:style>
  <w:style w:type="paragraph" w:styleId="ListBullet3">
    <w:name w:val="List Bullet 3"/>
    <w:basedOn w:val="Normal"/>
    <w:semiHidden/>
    <w:rsid w:val="00547F24"/>
    <w:pPr>
      <w:numPr>
        <w:numId w:val="11"/>
      </w:numPr>
    </w:pPr>
  </w:style>
  <w:style w:type="paragraph" w:styleId="ListBullet4">
    <w:name w:val="List Bullet 4"/>
    <w:basedOn w:val="Normal"/>
    <w:semiHidden/>
    <w:rsid w:val="00547F24"/>
    <w:pPr>
      <w:numPr>
        <w:numId w:val="12"/>
      </w:numPr>
    </w:pPr>
  </w:style>
  <w:style w:type="paragraph" w:styleId="ListBullet5">
    <w:name w:val="List Bullet 5"/>
    <w:basedOn w:val="Normal"/>
    <w:semiHidden/>
    <w:rsid w:val="00547F24"/>
    <w:pPr>
      <w:numPr>
        <w:numId w:val="13"/>
      </w:numPr>
    </w:pPr>
  </w:style>
  <w:style w:type="paragraph" w:styleId="ListContinue">
    <w:name w:val="List Continue"/>
    <w:basedOn w:val="Normal"/>
    <w:semiHidden/>
    <w:rsid w:val="00547F24"/>
    <w:pPr>
      <w:ind w:left="283"/>
    </w:pPr>
  </w:style>
  <w:style w:type="paragraph" w:styleId="ListContinue2">
    <w:name w:val="List Continue 2"/>
    <w:basedOn w:val="Normal"/>
    <w:semiHidden/>
    <w:rsid w:val="00547F24"/>
    <w:pPr>
      <w:ind w:left="566"/>
    </w:pPr>
  </w:style>
  <w:style w:type="paragraph" w:styleId="ListContinue3">
    <w:name w:val="List Continue 3"/>
    <w:basedOn w:val="Normal"/>
    <w:semiHidden/>
    <w:rsid w:val="00547F24"/>
    <w:pPr>
      <w:ind w:left="849"/>
    </w:pPr>
  </w:style>
  <w:style w:type="paragraph" w:styleId="ListContinue4">
    <w:name w:val="List Continue 4"/>
    <w:basedOn w:val="Normal"/>
    <w:semiHidden/>
    <w:rsid w:val="00547F24"/>
    <w:pPr>
      <w:ind w:left="1132"/>
    </w:pPr>
  </w:style>
  <w:style w:type="paragraph" w:styleId="ListContinue5">
    <w:name w:val="List Continue 5"/>
    <w:basedOn w:val="Normal"/>
    <w:semiHidden/>
    <w:rsid w:val="00547F24"/>
    <w:pPr>
      <w:ind w:left="1415"/>
    </w:pPr>
  </w:style>
  <w:style w:type="paragraph" w:styleId="ListNumber">
    <w:name w:val="List Number"/>
    <w:basedOn w:val="Normal"/>
    <w:semiHidden/>
    <w:rsid w:val="00547F24"/>
    <w:pPr>
      <w:numPr>
        <w:numId w:val="14"/>
      </w:numPr>
    </w:pPr>
  </w:style>
  <w:style w:type="paragraph" w:styleId="ListNumber2">
    <w:name w:val="List Number 2"/>
    <w:basedOn w:val="Normal"/>
    <w:semiHidden/>
    <w:rsid w:val="00547F24"/>
    <w:pPr>
      <w:numPr>
        <w:numId w:val="15"/>
      </w:numPr>
    </w:pPr>
  </w:style>
  <w:style w:type="paragraph" w:styleId="ListNumber3">
    <w:name w:val="List Number 3"/>
    <w:basedOn w:val="Normal"/>
    <w:semiHidden/>
    <w:rsid w:val="00547F24"/>
    <w:pPr>
      <w:numPr>
        <w:numId w:val="16"/>
      </w:numPr>
    </w:pPr>
  </w:style>
  <w:style w:type="paragraph" w:styleId="ListNumber4">
    <w:name w:val="List Number 4"/>
    <w:basedOn w:val="Normal"/>
    <w:semiHidden/>
    <w:rsid w:val="00547F24"/>
    <w:pPr>
      <w:numPr>
        <w:numId w:val="17"/>
      </w:numPr>
    </w:pPr>
  </w:style>
  <w:style w:type="paragraph" w:styleId="ListNumber5">
    <w:name w:val="List Number 5"/>
    <w:basedOn w:val="Normal"/>
    <w:semiHidden/>
    <w:rsid w:val="00547F24"/>
    <w:pPr>
      <w:numPr>
        <w:numId w:val="18"/>
      </w:numPr>
    </w:pPr>
  </w:style>
  <w:style w:type="paragraph" w:styleId="ListParagraph">
    <w:name w:val="List Paragraph"/>
    <w:basedOn w:val="Normal"/>
    <w:uiPriority w:val="34"/>
    <w:qFormat/>
    <w:rsid w:val="00547F24"/>
    <w:pPr>
      <w:ind w:left="720"/>
      <w:contextualSpacing/>
    </w:pPr>
  </w:style>
  <w:style w:type="paragraph" w:styleId="MessageHeader">
    <w:name w:val="Message Header"/>
    <w:basedOn w:val="Normal"/>
    <w:link w:val="MessageHeaderChar"/>
    <w:semiHidden/>
    <w:rsid w:val="00547F24"/>
    <w:pPr>
      <w:pBdr>
        <w:top w:val="single" w:sz="6" w:space="1" w:color="auto"/>
        <w:left w:val="single" w:sz="6" w:space="1" w:color="auto"/>
        <w:bottom w:val="single" w:sz="6" w:space="1" w:color="auto"/>
        <w:right w:val="single" w:sz="6" w:space="1" w:color="auto"/>
      </w:pBdr>
      <w:shd w:val="pct20" w:color="auto" w:fill="auto"/>
      <w:ind w:hanging="1134"/>
    </w:pPr>
    <w:rPr>
      <w:rFonts w:ascii="Arial" w:hAnsi="Arial" w:cs="Arial"/>
      <w:sz w:val="24"/>
      <w:szCs w:val="24"/>
    </w:rPr>
  </w:style>
  <w:style w:type="character" w:customStyle="1" w:styleId="MessageHeaderChar">
    <w:name w:val="Message Header Char"/>
    <w:basedOn w:val="DefaultParagraphFont"/>
    <w:link w:val="MessageHeader"/>
    <w:semiHidden/>
    <w:rsid w:val="00547F24"/>
    <w:rPr>
      <w:rFonts w:ascii="Arial" w:eastAsia="Times New Roman" w:hAnsi="Arial" w:cs="Arial"/>
      <w:sz w:val="24"/>
      <w:szCs w:val="24"/>
      <w:shd w:val="pct20" w:color="auto" w:fill="auto"/>
      <w:lang w:eastAsia="en-AU"/>
    </w:rPr>
  </w:style>
  <w:style w:type="paragraph" w:styleId="NormalWeb">
    <w:name w:val="Normal (Web)"/>
    <w:basedOn w:val="Normal"/>
    <w:uiPriority w:val="99"/>
    <w:semiHidden/>
    <w:rsid w:val="00547F24"/>
    <w:rPr>
      <w:sz w:val="24"/>
      <w:szCs w:val="24"/>
    </w:rPr>
  </w:style>
  <w:style w:type="paragraph" w:styleId="NormalIndent">
    <w:name w:val="Normal Indent"/>
    <w:basedOn w:val="Normal"/>
    <w:semiHidden/>
    <w:rsid w:val="00547F24"/>
    <w:pPr>
      <w:ind w:left="720"/>
    </w:pPr>
  </w:style>
  <w:style w:type="paragraph" w:styleId="NoteHeading">
    <w:name w:val="Note Heading"/>
    <w:basedOn w:val="Normal"/>
    <w:next w:val="Normal"/>
    <w:link w:val="NoteHeadingChar"/>
    <w:semiHidden/>
    <w:rsid w:val="00547F24"/>
  </w:style>
  <w:style w:type="character" w:customStyle="1" w:styleId="NoteHeadingChar">
    <w:name w:val="Note Heading Char"/>
    <w:basedOn w:val="DefaultParagraphFont"/>
    <w:link w:val="NoteHeading"/>
    <w:semiHidden/>
    <w:rsid w:val="00547F24"/>
    <w:rPr>
      <w:rFonts w:ascii="Times New Roman" w:eastAsia="Times New Roman" w:hAnsi="Times New Roman" w:cs="Times New Roman"/>
      <w:szCs w:val="20"/>
      <w:lang w:eastAsia="en-AU"/>
    </w:rPr>
  </w:style>
  <w:style w:type="character" w:styleId="PageNumber">
    <w:name w:val="page number"/>
    <w:basedOn w:val="DefaultParagraphFont"/>
    <w:semiHidden/>
    <w:rsid w:val="00547F24"/>
  </w:style>
  <w:style w:type="paragraph" w:styleId="PlainText">
    <w:name w:val="Plain Text"/>
    <w:basedOn w:val="Normal"/>
    <w:link w:val="PlainTextChar"/>
    <w:semiHidden/>
    <w:rsid w:val="00547F24"/>
    <w:rPr>
      <w:rFonts w:ascii="Courier New" w:hAnsi="Courier New" w:cs="Courier New"/>
      <w:sz w:val="20"/>
    </w:rPr>
  </w:style>
  <w:style w:type="character" w:customStyle="1" w:styleId="PlainTextChar">
    <w:name w:val="Plain Text Char"/>
    <w:basedOn w:val="DefaultParagraphFont"/>
    <w:link w:val="PlainText"/>
    <w:semiHidden/>
    <w:rsid w:val="00547F24"/>
    <w:rPr>
      <w:rFonts w:ascii="Courier New" w:eastAsia="Times New Roman" w:hAnsi="Courier New" w:cs="Courier New"/>
      <w:sz w:val="20"/>
      <w:szCs w:val="20"/>
      <w:lang w:eastAsia="en-AU"/>
    </w:rPr>
  </w:style>
  <w:style w:type="character" w:customStyle="1" w:styleId="Referencingstyle">
    <w:name w:val="Referencing style"/>
    <w:basedOn w:val="DefaultParagraphFont"/>
    <w:rsid w:val="00547F24"/>
    <w:rPr>
      <w:b/>
      <w:i/>
      <w:sz w:val="18"/>
    </w:rPr>
  </w:style>
  <w:style w:type="paragraph" w:customStyle="1" w:styleId="rightfooter">
    <w:name w:val="right footer"/>
    <w:basedOn w:val="Normal"/>
    <w:rsid w:val="00547F24"/>
    <w:pPr>
      <w:pBdr>
        <w:top w:val="single" w:sz="4" w:space="1" w:color="auto"/>
      </w:pBdr>
      <w:spacing w:before="240" w:after="0"/>
      <w:jc w:val="right"/>
    </w:pPr>
    <w:rPr>
      <w:i/>
      <w:sz w:val="20"/>
    </w:rPr>
  </w:style>
  <w:style w:type="paragraph" w:customStyle="1" w:styleId="rightheader">
    <w:name w:val="right header"/>
    <w:basedOn w:val="Normal"/>
    <w:rsid w:val="00547F24"/>
    <w:pPr>
      <w:pBdr>
        <w:bottom w:val="single" w:sz="4" w:space="1" w:color="auto"/>
      </w:pBdr>
      <w:jc w:val="right"/>
    </w:pPr>
    <w:rPr>
      <w:i/>
      <w:sz w:val="20"/>
    </w:rPr>
  </w:style>
  <w:style w:type="paragraph" w:styleId="Salutation">
    <w:name w:val="Salutation"/>
    <w:basedOn w:val="Normal"/>
    <w:next w:val="Normal"/>
    <w:link w:val="SalutationChar"/>
    <w:semiHidden/>
    <w:rsid w:val="00547F24"/>
  </w:style>
  <w:style w:type="character" w:customStyle="1" w:styleId="SalutationChar">
    <w:name w:val="Salutation Char"/>
    <w:basedOn w:val="DefaultParagraphFont"/>
    <w:link w:val="Salutation"/>
    <w:semiHidden/>
    <w:rsid w:val="00547F24"/>
    <w:rPr>
      <w:rFonts w:ascii="Times New Roman" w:eastAsia="Times New Roman" w:hAnsi="Times New Roman" w:cs="Times New Roman"/>
      <w:szCs w:val="20"/>
      <w:lang w:eastAsia="en-AU"/>
    </w:rPr>
  </w:style>
  <w:style w:type="paragraph" w:styleId="Signature">
    <w:name w:val="Signature"/>
    <w:basedOn w:val="Normal"/>
    <w:link w:val="SignatureChar"/>
    <w:semiHidden/>
    <w:rsid w:val="00547F24"/>
    <w:pPr>
      <w:ind w:left="4252"/>
    </w:pPr>
  </w:style>
  <w:style w:type="character" w:customStyle="1" w:styleId="SignatureChar">
    <w:name w:val="Signature Char"/>
    <w:basedOn w:val="DefaultParagraphFont"/>
    <w:link w:val="Signature"/>
    <w:semiHidden/>
    <w:rsid w:val="00547F24"/>
    <w:rPr>
      <w:rFonts w:ascii="Times New Roman" w:eastAsia="Times New Roman" w:hAnsi="Times New Roman" w:cs="Times New Roman"/>
      <w:szCs w:val="20"/>
      <w:lang w:eastAsia="en-AU"/>
    </w:rPr>
  </w:style>
  <w:style w:type="paragraph" w:customStyle="1" w:styleId="SingleParagraph">
    <w:name w:val="Single Paragraph"/>
    <w:basedOn w:val="Normal"/>
    <w:rsid w:val="00547F24"/>
    <w:pPr>
      <w:spacing w:after="0"/>
    </w:pPr>
  </w:style>
  <w:style w:type="character" w:styleId="Strong">
    <w:name w:val="Strong"/>
    <w:basedOn w:val="DefaultParagraphFont"/>
    <w:qFormat/>
    <w:rsid w:val="00547F24"/>
    <w:rPr>
      <w:b/>
      <w:bCs/>
    </w:rPr>
  </w:style>
  <w:style w:type="paragraph" w:styleId="Subtitle">
    <w:name w:val="Subtitle"/>
    <w:basedOn w:val="Normal"/>
    <w:link w:val="SubtitleChar"/>
    <w:qFormat/>
    <w:rsid w:val="00547F24"/>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547F24"/>
    <w:rPr>
      <w:rFonts w:ascii="Arial" w:eastAsia="Times New Roman" w:hAnsi="Arial" w:cs="Arial"/>
      <w:sz w:val="24"/>
      <w:szCs w:val="24"/>
      <w:lang w:eastAsia="en-AU"/>
    </w:rPr>
  </w:style>
  <w:style w:type="table" w:styleId="Table3Deffects1">
    <w:name w:val="Table 3D effects 1"/>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47F24"/>
    <w:pPr>
      <w:spacing w:before="120" w:after="120" w:line="240" w:lineRule="auto"/>
      <w:ind w:left="1134"/>
    </w:pPr>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47F24"/>
    <w:pPr>
      <w:spacing w:before="120" w:after="120" w:line="240" w:lineRule="auto"/>
      <w:ind w:left="1134"/>
    </w:pPr>
    <w:rPr>
      <w:rFonts w:ascii="Times New Roman" w:eastAsia="Times New Roman" w:hAnsi="Times New Roman" w:cs="Times New Roman"/>
      <w:color w:val="FFFFFF"/>
      <w:sz w:val="20"/>
      <w:szCs w:val="20"/>
      <w:lang w:eastAsia="en-A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47F24"/>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47F24"/>
    <w:pPr>
      <w:spacing w:before="120" w:after="120" w:line="240" w:lineRule="auto"/>
      <w:ind w:left="1134"/>
    </w:pPr>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47F24"/>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abletext">
    <w:name w:val="table text"/>
    <w:basedOn w:val="Normal"/>
    <w:rsid w:val="00547F24"/>
    <w:pPr>
      <w:spacing w:before="40" w:after="40"/>
    </w:pPr>
    <w:rPr>
      <w:sz w:val="20"/>
    </w:rPr>
  </w:style>
  <w:style w:type="paragraph" w:customStyle="1" w:styleId="tabledotpoint">
    <w:name w:val="table dot point"/>
    <w:basedOn w:val="tabletext"/>
    <w:rsid w:val="00547F24"/>
    <w:pPr>
      <w:numPr>
        <w:numId w:val="20"/>
      </w:numPr>
    </w:pPr>
  </w:style>
  <w:style w:type="paragraph" w:customStyle="1" w:styleId="tabledotpoint2">
    <w:name w:val="table dot point 2"/>
    <w:basedOn w:val="tabletext"/>
    <w:rsid w:val="00547F24"/>
    <w:pPr>
      <w:numPr>
        <w:ilvl w:val="1"/>
        <w:numId w:val="20"/>
      </w:numPr>
    </w:pPr>
  </w:style>
  <w:style w:type="numbering" w:customStyle="1" w:styleId="TableDotPointList">
    <w:name w:val="Table Dot Point List"/>
    <w:uiPriority w:val="99"/>
    <w:rsid w:val="00547F24"/>
    <w:pPr>
      <w:numPr>
        <w:numId w:val="20"/>
      </w:numPr>
    </w:pPr>
  </w:style>
  <w:style w:type="table" w:styleId="TableElegant">
    <w:name w:val="Table Elegant"/>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47F24"/>
    <w:pPr>
      <w:spacing w:before="120" w:after="120" w:line="240" w:lineRule="auto"/>
      <w:ind w:left="1134"/>
    </w:pPr>
    <w:rPr>
      <w:rFonts w:ascii="Times New Roman" w:eastAsia="Times New Roman" w:hAnsi="Times New Roman" w:cs="Times New Roman"/>
      <w:b/>
      <w:bCs/>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erwithintable">
    <w:name w:val="table header (within table)"/>
    <w:basedOn w:val="Heading4"/>
    <w:rsid w:val="00547F24"/>
    <w:pPr>
      <w:spacing w:before="60" w:after="60"/>
      <w:ind w:left="0"/>
      <w:jc w:val="center"/>
    </w:pPr>
    <w:rPr>
      <w:sz w:val="20"/>
    </w:rPr>
  </w:style>
  <w:style w:type="paragraph" w:customStyle="1" w:styleId="TableHeadingoutsidetable">
    <w:name w:val="Table Heading (outside table)"/>
    <w:basedOn w:val="Heading4"/>
    <w:rsid w:val="00547F24"/>
    <w:pPr>
      <w:numPr>
        <w:ilvl w:val="4"/>
        <w:numId w:val="40"/>
      </w:numPr>
      <w:tabs>
        <w:tab w:val="num" w:pos="360"/>
      </w:tabs>
    </w:pPr>
    <w:rPr>
      <w:i w:val="0"/>
    </w:rPr>
  </w:style>
  <w:style w:type="table" w:styleId="TableList1">
    <w:name w:val="Table List 1"/>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47F24"/>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547F24"/>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547F24"/>
    <w:rPr>
      <w:rFonts w:ascii="Arial" w:eastAsia="Times New Roman" w:hAnsi="Arial" w:cs="Arial"/>
      <w:b/>
      <w:bCs/>
      <w:kern w:val="28"/>
      <w:sz w:val="32"/>
      <w:szCs w:val="32"/>
      <w:lang w:eastAsia="en-AU"/>
    </w:rPr>
  </w:style>
  <w:style w:type="paragraph" w:styleId="TOC1">
    <w:name w:val="toc 1"/>
    <w:basedOn w:val="Heading2"/>
    <w:next w:val="TOC2"/>
    <w:uiPriority w:val="39"/>
    <w:rsid w:val="00547F24"/>
    <w:pPr>
      <w:keepNext w:val="0"/>
      <w:tabs>
        <w:tab w:val="right" w:leader="dot" w:pos="7655"/>
      </w:tabs>
      <w:spacing w:before="240"/>
      <w:ind w:left="1758" w:right="851" w:hanging="1758"/>
    </w:pPr>
    <w:rPr>
      <w:b w:val="0"/>
      <w:sz w:val="24"/>
    </w:rPr>
  </w:style>
  <w:style w:type="paragraph" w:styleId="TOC2">
    <w:name w:val="toc 2"/>
    <w:basedOn w:val="TOC1"/>
    <w:next w:val="Normal"/>
    <w:uiPriority w:val="39"/>
    <w:rsid w:val="00547F24"/>
    <w:pPr>
      <w:ind w:left="0" w:firstLine="0"/>
    </w:pPr>
    <w:rPr>
      <w:noProof/>
    </w:rPr>
  </w:style>
  <w:style w:type="paragraph" w:styleId="TOCHeading">
    <w:name w:val="TOC Heading"/>
    <w:basedOn w:val="Normal"/>
    <w:next w:val="base-text-paragraphnonumbers"/>
    <w:qFormat/>
    <w:rsid w:val="00547F24"/>
    <w:pPr>
      <w:pBdr>
        <w:top w:val="single" w:sz="4" w:space="1" w:color="auto"/>
        <w:bottom w:val="single" w:sz="4" w:space="1" w:color="auto"/>
      </w:pBdr>
      <w:spacing w:before="240" w:after="240" w:line="260" w:lineRule="atLeast"/>
    </w:pPr>
    <w:rPr>
      <w:rFonts w:ascii="Helvetica" w:hAnsi="Helvetica"/>
      <w:b/>
      <w:i/>
      <w:kern w:val="28"/>
      <w:sz w:val="38"/>
    </w:rPr>
  </w:style>
  <w:style w:type="character" w:styleId="PlaceholderText">
    <w:name w:val="Placeholder Text"/>
    <w:basedOn w:val="DefaultParagraphFont"/>
    <w:uiPriority w:val="99"/>
    <w:semiHidden/>
    <w:rsid w:val="00547F24"/>
    <w:rPr>
      <w:color w:val="808080"/>
    </w:rPr>
  </w:style>
  <w:style w:type="paragraph" w:customStyle="1" w:styleId="ParaCentredNoSpacing">
    <w:name w:val="ParaCentredNoSpacing"/>
    <w:basedOn w:val="Baseparagraphcentred"/>
    <w:qFormat/>
    <w:rsid w:val="00547F24"/>
    <w:pPr>
      <w:spacing w:before="0" w:after="0"/>
    </w:pPr>
  </w:style>
  <w:style w:type="character" w:customStyle="1" w:styleId="ChapterNameOnly">
    <w:name w:val="ChapterNameOnly"/>
    <w:basedOn w:val="DefaultParagraphFont"/>
    <w:uiPriority w:val="1"/>
    <w:qFormat/>
    <w:rsid w:val="00547F24"/>
  </w:style>
  <w:style w:type="paragraph" w:styleId="TOC3">
    <w:name w:val="toc 3"/>
    <w:basedOn w:val="Normal"/>
    <w:next w:val="Normal"/>
    <w:autoRedefine/>
    <w:uiPriority w:val="39"/>
    <w:unhideWhenUsed/>
    <w:rsid w:val="00547F24"/>
    <w:pPr>
      <w:tabs>
        <w:tab w:val="right" w:leader="dot" w:pos="7655"/>
      </w:tabs>
      <w:spacing w:after="100"/>
      <w:ind w:left="442"/>
    </w:pPr>
  </w:style>
  <w:style w:type="table" w:customStyle="1" w:styleId="EMTable">
    <w:name w:val="EMTable"/>
    <w:basedOn w:val="TableNormal"/>
    <w:uiPriority w:val="99"/>
    <w:rsid w:val="00547F24"/>
    <w:pPr>
      <w:spacing w:after="0" w:line="240" w:lineRule="auto"/>
    </w:pPr>
    <w:rPr>
      <w:rFonts w:ascii="Times New Roman" w:hAnsi="Times New Roman"/>
      <w:sz w:val="20"/>
    </w:rPr>
    <w:tblPr>
      <w:tblStyleRowBandSize w:val="1"/>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jc w:val="center"/>
      </w:pPr>
      <w:rPr>
        <w:rFonts w:ascii="Times New Roman" w:hAnsi="Times New Roman"/>
        <w:b/>
        <w:i/>
        <w:sz w:val="20"/>
      </w:rPr>
      <w:tblPr>
        <w:tblCellMar>
          <w:top w:w="57" w:type="dxa"/>
          <w:left w:w="57" w:type="dxa"/>
          <w:bottom w:w="0" w:type="dxa"/>
          <w:right w:w="108" w:type="dxa"/>
        </w:tblCellMar>
      </w:tblPr>
      <w:trPr>
        <w:cantSplit/>
        <w:tblHeader/>
      </w:trPr>
    </w:tblStylePr>
  </w:style>
  <w:style w:type="character" w:customStyle="1" w:styleId="dotpointChar">
    <w:name w:val="dot point Char"/>
    <w:basedOn w:val="DefaultParagraphFont"/>
    <w:link w:val="dotpoint"/>
    <w:rsid w:val="0041503C"/>
    <w:rPr>
      <w:rFonts w:ascii="Times New Roman" w:eastAsia="Times New Roman" w:hAnsi="Times New Roman" w:cs="Times New Roman"/>
      <w:szCs w:val="20"/>
      <w:lang w:eastAsia="en-AU"/>
    </w:rPr>
  </w:style>
  <w:style w:type="character" w:styleId="FootnoteReference">
    <w:name w:val="footnote reference"/>
    <w:basedOn w:val="DefaultParagraphFont"/>
    <w:rsid w:val="0041503C"/>
    <w:rPr>
      <w:vertAlign w:val="superscript"/>
    </w:rPr>
  </w:style>
  <w:style w:type="character" w:customStyle="1" w:styleId="exampletextChar">
    <w:name w:val="example text Char"/>
    <w:basedOn w:val="DefaultParagraphFont"/>
    <w:link w:val="exampletext"/>
    <w:rsid w:val="0041503C"/>
    <w:rPr>
      <w:rFonts w:ascii="Times New Roman" w:eastAsia="Times New Roman" w:hAnsi="Times New Roman" w:cs="Times New Roman"/>
      <w:sz w:val="20"/>
      <w:szCs w:val="20"/>
      <w:lang w:eastAsia="en-AU"/>
    </w:rPr>
  </w:style>
  <w:style w:type="paragraph" w:customStyle="1" w:styleId="Bullet">
    <w:name w:val="Bullet"/>
    <w:basedOn w:val="Normal"/>
    <w:link w:val="BulletChar"/>
    <w:rsid w:val="0041503C"/>
    <w:pPr>
      <w:numPr>
        <w:numId w:val="22"/>
      </w:numPr>
    </w:pPr>
    <w:rPr>
      <w:sz w:val="20"/>
    </w:rPr>
  </w:style>
  <w:style w:type="character" w:customStyle="1" w:styleId="BulletChar">
    <w:name w:val="Bullet Char"/>
    <w:basedOn w:val="exampletextChar"/>
    <w:link w:val="Bullet"/>
    <w:rsid w:val="0041503C"/>
    <w:rPr>
      <w:rFonts w:ascii="Times New Roman" w:eastAsia="Times New Roman" w:hAnsi="Times New Roman" w:cs="Times New Roman"/>
      <w:sz w:val="20"/>
      <w:szCs w:val="20"/>
      <w:lang w:eastAsia="en-AU"/>
    </w:rPr>
  </w:style>
  <w:style w:type="paragraph" w:customStyle="1" w:styleId="Dash">
    <w:name w:val="Dash"/>
    <w:basedOn w:val="Normal"/>
    <w:link w:val="DashChar"/>
    <w:rsid w:val="0041503C"/>
    <w:pPr>
      <w:numPr>
        <w:ilvl w:val="1"/>
        <w:numId w:val="22"/>
      </w:numPr>
    </w:pPr>
  </w:style>
  <w:style w:type="paragraph" w:customStyle="1" w:styleId="DoubleDot">
    <w:name w:val="Double Dot"/>
    <w:basedOn w:val="Normal"/>
    <w:rsid w:val="0041503C"/>
    <w:pPr>
      <w:numPr>
        <w:ilvl w:val="2"/>
        <w:numId w:val="22"/>
      </w:numPr>
    </w:pPr>
  </w:style>
  <w:style w:type="character" w:customStyle="1" w:styleId="DashChar">
    <w:name w:val="Dash Char"/>
    <w:basedOn w:val="exampletextChar"/>
    <w:link w:val="Dash"/>
    <w:rsid w:val="0041503C"/>
    <w:rPr>
      <w:rFonts w:ascii="Times New Roman" w:eastAsia="Times New Roman" w:hAnsi="Times New Roman" w:cs="Times New Roman"/>
      <w:sz w:val="20"/>
      <w:szCs w:val="20"/>
      <w:lang w:eastAsia="en-AU"/>
    </w:rPr>
  </w:style>
  <w:style w:type="paragraph" w:styleId="BalloonText">
    <w:name w:val="Balloon Text"/>
    <w:basedOn w:val="Normal"/>
    <w:link w:val="BalloonTextChar"/>
    <w:uiPriority w:val="99"/>
    <w:semiHidden/>
    <w:unhideWhenUsed/>
    <w:rsid w:val="0018615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15F"/>
    <w:rPr>
      <w:rFonts w:ascii="Tahoma" w:eastAsia="Times New Roman" w:hAnsi="Tahoma" w:cs="Tahoma"/>
      <w:sz w:val="16"/>
      <w:szCs w:val="16"/>
      <w:lang w:eastAsia="en-AU"/>
    </w:rPr>
  </w:style>
  <w:style w:type="character" w:styleId="CommentReference">
    <w:name w:val="annotation reference"/>
    <w:basedOn w:val="DefaultParagraphFont"/>
    <w:uiPriority w:val="99"/>
    <w:semiHidden/>
    <w:unhideWhenUsed/>
    <w:rsid w:val="000407BC"/>
    <w:rPr>
      <w:sz w:val="16"/>
      <w:szCs w:val="16"/>
    </w:rPr>
  </w:style>
  <w:style w:type="paragraph" w:styleId="CommentText">
    <w:name w:val="annotation text"/>
    <w:basedOn w:val="Normal"/>
    <w:link w:val="CommentTextChar"/>
    <w:uiPriority w:val="99"/>
    <w:unhideWhenUsed/>
    <w:rsid w:val="000407BC"/>
    <w:rPr>
      <w:sz w:val="20"/>
    </w:rPr>
  </w:style>
  <w:style w:type="character" w:customStyle="1" w:styleId="CommentTextChar">
    <w:name w:val="Comment Text Char"/>
    <w:basedOn w:val="DefaultParagraphFont"/>
    <w:link w:val="CommentText"/>
    <w:uiPriority w:val="99"/>
    <w:rsid w:val="000407BC"/>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0407BC"/>
    <w:rPr>
      <w:b/>
      <w:bCs/>
    </w:rPr>
  </w:style>
  <w:style w:type="character" w:customStyle="1" w:styleId="CommentSubjectChar">
    <w:name w:val="Comment Subject Char"/>
    <w:basedOn w:val="CommentTextChar"/>
    <w:link w:val="CommentSubject"/>
    <w:uiPriority w:val="99"/>
    <w:semiHidden/>
    <w:rsid w:val="000407BC"/>
    <w:rPr>
      <w:rFonts w:ascii="Times New Roman" w:eastAsia="Times New Roman" w:hAnsi="Times New Roman" w:cs="Times New Roman"/>
      <w:b/>
      <w:bCs/>
      <w:sz w:val="20"/>
      <w:szCs w:val="20"/>
      <w:lang w:eastAsia="en-AU"/>
    </w:rPr>
  </w:style>
  <w:style w:type="paragraph" w:styleId="Revision">
    <w:name w:val="Revision"/>
    <w:hidden/>
    <w:uiPriority w:val="99"/>
    <w:semiHidden/>
    <w:rsid w:val="006E3794"/>
    <w:pPr>
      <w:spacing w:after="0" w:line="240" w:lineRule="auto"/>
    </w:pPr>
    <w:rPr>
      <w:rFonts w:ascii="Times New Roman" w:eastAsia="Times New Roman" w:hAnsi="Times New Roman" w:cs="Times New Roman"/>
      <w:szCs w:val="20"/>
      <w:lang w:eastAsia="en-AU"/>
    </w:rPr>
  </w:style>
  <w:style w:type="character" w:customStyle="1" w:styleId="docsearchterm">
    <w:name w:val="docsearchterm"/>
    <w:basedOn w:val="DefaultParagraphFont"/>
    <w:rsid w:val="00602A57"/>
  </w:style>
  <w:style w:type="numbering" w:customStyle="1" w:styleId="ChapterList1">
    <w:name w:val="ChapterList1"/>
    <w:uiPriority w:val="99"/>
    <w:rsid w:val="00EE6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029733">
      <w:bodyDiv w:val="1"/>
      <w:marLeft w:val="0"/>
      <w:marRight w:val="0"/>
      <w:marTop w:val="0"/>
      <w:marBottom w:val="0"/>
      <w:divBdr>
        <w:top w:val="none" w:sz="0" w:space="0" w:color="auto"/>
        <w:left w:val="none" w:sz="0" w:space="0" w:color="auto"/>
        <w:bottom w:val="none" w:sz="0" w:space="0" w:color="auto"/>
        <w:right w:val="none" w:sz="0" w:space="0" w:color="auto"/>
      </w:divBdr>
    </w:div>
    <w:div w:id="384529284">
      <w:bodyDiv w:val="1"/>
      <w:marLeft w:val="0"/>
      <w:marRight w:val="0"/>
      <w:marTop w:val="0"/>
      <w:marBottom w:val="0"/>
      <w:divBdr>
        <w:top w:val="none" w:sz="0" w:space="0" w:color="auto"/>
        <w:left w:val="none" w:sz="0" w:space="0" w:color="auto"/>
        <w:bottom w:val="none" w:sz="0" w:space="0" w:color="auto"/>
        <w:right w:val="none" w:sz="0" w:space="0" w:color="auto"/>
      </w:divBdr>
    </w:div>
    <w:div w:id="1138572261">
      <w:bodyDiv w:val="1"/>
      <w:marLeft w:val="0"/>
      <w:marRight w:val="0"/>
      <w:marTop w:val="0"/>
      <w:marBottom w:val="0"/>
      <w:divBdr>
        <w:top w:val="none" w:sz="0" w:space="0" w:color="auto"/>
        <w:left w:val="none" w:sz="0" w:space="0" w:color="auto"/>
        <w:bottom w:val="none" w:sz="0" w:space="0" w:color="auto"/>
        <w:right w:val="none" w:sz="0" w:space="0" w:color="auto"/>
      </w:divBdr>
    </w:div>
    <w:div w:id="1233002900">
      <w:bodyDiv w:val="1"/>
      <w:marLeft w:val="30"/>
      <w:marRight w:val="30"/>
      <w:marTop w:val="0"/>
      <w:marBottom w:val="0"/>
      <w:divBdr>
        <w:top w:val="none" w:sz="0" w:space="0" w:color="auto"/>
        <w:left w:val="none" w:sz="0" w:space="0" w:color="auto"/>
        <w:bottom w:val="none" w:sz="0" w:space="0" w:color="auto"/>
        <w:right w:val="none" w:sz="0" w:space="0" w:color="auto"/>
      </w:divBdr>
      <w:divsChild>
        <w:div w:id="472910654">
          <w:marLeft w:val="0"/>
          <w:marRight w:val="0"/>
          <w:marTop w:val="0"/>
          <w:marBottom w:val="0"/>
          <w:divBdr>
            <w:top w:val="none" w:sz="0" w:space="0" w:color="auto"/>
            <w:left w:val="none" w:sz="0" w:space="0" w:color="auto"/>
            <w:bottom w:val="none" w:sz="0" w:space="0" w:color="auto"/>
            <w:right w:val="none" w:sz="0" w:space="0" w:color="auto"/>
          </w:divBdr>
          <w:divsChild>
            <w:div w:id="1232735006">
              <w:marLeft w:val="0"/>
              <w:marRight w:val="0"/>
              <w:marTop w:val="0"/>
              <w:marBottom w:val="0"/>
              <w:divBdr>
                <w:top w:val="none" w:sz="0" w:space="0" w:color="auto"/>
                <w:left w:val="none" w:sz="0" w:space="0" w:color="auto"/>
                <w:bottom w:val="none" w:sz="0" w:space="0" w:color="auto"/>
                <w:right w:val="none" w:sz="0" w:space="0" w:color="auto"/>
              </w:divBdr>
              <w:divsChild>
                <w:div w:id="1754547196">
                  <w:marLeft w:val="180"/>
                  <w:marRight w:val="0"/>
                  <w:marTop w:val="0"/>
                  <w:marBottom w:val="0"/>
                  <w:divBdr>
                    <w:top w:val="none" w:sz="0" w:space="0" w:color="auto"/>
                    <w:left w:val="none" w:sz="0" w:space="0" w:color="auto"/>
                    <w:bottom w:val="none" w:sz="0" w:space="0" w:color="auto"/>
                    <w:right w:val="none" w:sz="0" w:space="0" w:color="auto"/>
                  </w:divBdr>
                  <w:divsChild>
                    <w:div w:id="52914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691228">
      <w:bodyDiv w:val="1"/>
      <w:marLeft w:val="0"/>
      <w:marRight w:val="0"/>
      <w:marTop w:val="0"/>
      <w:marBottom w:val="0"/>
      <w:divBdr>
        <w:top w:val="none" w:sz="0" w:space="0" w:color="auto"/>
        <w:left w:val="none" w:sz="0" w:space="0" w:color="auto"/>
        <w:bottom w:val="none" w:sz="0" w:space="0" w:color="auto"/>
        <w:right w:val="none" w:sz="0" w:space="0" w:color="auto"/>
      </w:divBdr>
      <w:divsChild>
        <w:div w:id="283006121">
          <w:marLeft w:val="0"/>
          <w:marRight w:val="0"/>
          <w:marTop w:val="0"/>
          <w:marBottom w:val="0"/>
          <w:divBdr>
            <w:top w:val="none" w:sz="0" w:space="0" w:color="auto"/>
            <w:left w:val="none" w:sz="0" w:space="0" w:color="auto"/>
            <w:bottom w:val="none" w:sz="0" w:space="0" w:color="auto"/>
            <w:right w:val="none" w:sz="0" w:space="0" w:color="auto"/>
          </w:divBdr>
          <w:divsChild>
            <w:div w:id="578560903">
              <w:marLeft w:val="0"/>
              <w:marRight w:val="0"/>
              <w:marTop w:val="0"/>
              <w:marBottom w:val="0"/>
              <w:divBdr>
                <w:top w:val="none" w:sz="0" w:space="0" w:color="auto"/>
                <w:left w:val="none" w:sz="0" w:space="0" w:color="auto"/>
                <w:bottom w:val="none" w:sz="0" w:space="0" w:color="auto"/>
                <w:right w:val="none" w:sz="0" w:space="0" w:color="auto"/>
              </w:divBdr>
              <w:divsChild>
                <w:div w:id="1121458105">
                  <w:marLeft w:val="0"/>
                  <w:marRight w:val="0"/>
                  <w:marTop w:val="100"/>
                  <w:marBottom w:val="100"/>
                  <w:divBdr>
                    <w:top w:val="none" w:sz="0" w:space="0" w:color="auto"/>
                    <w:left w:val="none" w:sz="0" w:space="0" w:color="auto"/>
                    <w:bottom w:val="none" w:sz="0" w:space="0" w:color="auto"/>
                    <w:right w:val="none" w:sz="0" w:space="0" w:color="auto"/>
                  </w:divBdr>
                  <w:divsChild>
                    <w:div w:id="831720520">
                      <w:marLeft w:val="0"/>
                      <w:marRight w:val="0"/>
                      <w:marTop w:val="0"/>
                      <w:marBottom w:val="0"/>
                      <w:divBdr>
                        <w:top w:val="none" w:sz="0" w:space="0" w:color="auto"/>
                        <w:left w:val="none" w:sz="0" w:space="0" w:color="auto"/>
                        <w:bottom w:val="none" w:sz="0" w:space="0" w:color="auto"/>
                        <w:right w:val="none" w:sz="0" w:space="0" w:color="auto"/>
                      </w:divBdr>
                      <w:divsChild>
                        <w:div w:id="973217669">
                          <w:marLeft w:val="0"/>
                          <w:marRight w:val="0"/>
                          <w:marTop w:val="0"/>
                          <w:marBottom w:val="0"/>
                          <w:divBdr>
                            <w:top w:val="none" w:sz="0" w:space="0" w:color="auto"/>
                            <w:left w:val="none" w:sz="0" w:space="0" w:color="auto"/>
                            <w:bottom w:val="none" w:sz="0" w:space="0" w:color="auto"/>
                            <w:right w:val="none" w:sz="0" w:space="0" w:color="auto"/>
                          </w:divBdr>
                          <w:divsChild>
                            <w:div w:id="1382055586">
                              <w:marLeft w:val="0"/>
                              <w:marRight w:val="0"/>
                              <w:marTop w:val="0"/>
                              <w:marBottom w:val="0"/>
                              <w:divBdr>
                                <w:top w:val="none" w:sz="0" w:space="0" w:color="auto"/>
                                <w:left w:val="none" w:sz="0" w:space="0" w:color="auto"/>
                                <w:bottom w:val="none" w:sz="0" w:space="0" w:color="auto"/>
                                <w:right w:val="none" w:sz="0" w:space="0" w:color="auto"/>
                              </w:divBdr>
                              <w:divsChild>
                                <w:div w:id="1171487811">
                                  <w:marLeft w:val="0"/>
                                  <w:marRight w:val="0"/>
                                  <w:marTop w:val="0"/>
                                  <w:marBottom w:val="0"/>
                                  <w:divBdr>
                                    <w:top w:val="none" w:sz="0" w:space="0" w:color="auto"/>
                                    <w:left w:val="none" w:sz="0" w:space="0" w:color="auto"/>
                                    <w:bottom w:val="none" w:sz="0" w:space="0" w:color="auto"/>
                                    <w:right w:val="none" w:sz="0" w:space="0" w:color="auto"/>
                                  </w:divBdr>
                                  <w:divsChild>
                                    <w:div w:id="1827238164">
                                      <w:marLeft w:val="0"/>
                                      <w:marRight w:val="0"/>
                                      <w:marTop w:val="0"/>
                                      <w:marBottom w:val="0"/>
                                      <w:divBdr>
                                        <w:top w:val="none" w:sz="0" w:space="0" w:color="auto"/>
                                        <w:left w:val="none" w:sz="0" w:space="0" w:color="auto"/>
                                        <w:bottom w:val="none" w:sz="0" w:space="0" w:color="auto"/>
                                        <w:right w:val="none" w:sz="0" w:space="0" w:color="auto"/>
                                      </w:divBdr>
                                      <w:divsChild>
                                        <w:div w:id="1432627229">
                                          <w:marLeft w:val="0"/>
                                          <w:marRight w:val="0"/>
                                          <w:marTop w:val="0"/>
                                          <w:marBottom w:val="360"/>
                                          <w:divBdr>
                                            <w:top w:val="none" w:sz="0" w:space="0" w:color="auto"/>
                                            <w:left w:val="none" w:sz="0" w:space="0" w:color="auto"/>
                                            <w:bottom w:val="none" w:sz="0" w:space="0" w:color="auto"/>
                                            <w:right w:val="none" w:sz="0" w:space="0" w:color="auto"/>
                                          </w:divBdr>
                                          <w:divsChild>
                                            <w:div w:id="1746801948">
                                              <w:marLeft w:val="0"/>
                                              <w:marRight w:val="0"/>
                                              <w:marTop w:val="0"/>
                                              <w:marBottom w:val="0"/>
                                              <w:divBdr>
                                                <w:top w:val="none" w:sz="0" w:space="0" w:color="auto"/>
                                                <w:left w:val="none" w:sz="0" w:space="0" w:color="auto"/>
                                                <w:bottom w:val="none" w:sz="0" w:space="0" w:color="auto"/>
                                                <w:right w:val="none" w:sz="0" w:space="0" w:color="auto"/>
                                              </w:divBdr>
                                              <w:divsChild>
                                                <w:div w:id="1242451492">
                                                  <w:marLeft w:val="0"/>
                                                  <w:marRight w:val="0"/>
                                                  <w:marTop w:val="0"/>
                                                  <w:marBottom w:val="0"/>
                                                  <w:divBdr>
                                                    <w:top w:val="none" w:sz="0" w:space="0" w:color="auto"/>
                                                    <w:left w:val="none" w:sz="0" w:space="0" w:color="auto"/>
                                                    <w:bottom w:val="none" w:sz="0" w:space="0" w:color="auto"/>
                                                    <w:right w:val="none" w:sz="0" w:space="0" w:color="auto"/>
                                                  </w:divBdr>
                                                  <w:divsChild>
                                                    <w:div w:id="116874822">
                                                      <w:marLeft w:val="5370"/>
                                                      <w:marRight w:val="0"/>
                                                      <w:marTop w:val="120"/>
                                                      <w:marBottom w:val="0"/>
                                                      <w:divBdr>
                                                        <w:top w:val="none" w:sz="0" w:space="0" w:color="auto"/>
                                                        <w:left w:val="none" w:sz="0" w:space="0" w:color="auto"/>
                                                        <w:bottom w:val="none" w:sz="0" w:space="0" w:color="auto"/>
                                                        <w:right w:val="none" w:sz="0" w:space="0" w:color="auto"/>
                                                      </w:divBdr>
                                                      <w:divsChild>
                                                        <w:div w:id="178245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eader" Target="header8.xml"/><Relationship Id="rId39" Type="http://schemas.openxmlformats.org/officeDocument/2006/relationships/footer" Target="footer14.xml"/><Relationship Id="rId21" Type="http://schemas.openxmlformats.org/officeDocument/2006/relationships/footer" Target="footer3.xml"/><Relationship Id="rId34" Type="http://schemas.openxmlformats.org/officeDocument/2006/relationships/footer" Target="footer11.xml"/><Relationship Id="rId42" Type="http://schemas.openxmlformats.org/officeDocument/2006/relationships/footer" Target="footer15.xml"/><Relationship Id="rId47" Type="http://schemas.openxmlformats.org/officeDocument/2006/relationships/footer" Target="footer19.xml"/><Relationship Id="rId50" Type="http://schemas.openxmlformats.org/officeDocument/2006/relationships/header" Target="header17.xml"/><Relationship Id="rId55" Type="http://schemas.openxmlformats.org/officeDocument/2006/relationships/footer" Target="footer24.xml"/><Relationship Id="rId63" Type="http://schemas.openxmlformats.org/officeDocument/2006/relationships/footer" Target="footer30.xml"/><Relationship Id="rId68"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footer" Target="footer12.xml"/><Relationship Id="rId40" Type="http://schemas.openxmlformats.org/officeDocument/2006/relationships/header" Target="header13.xml"/><Relationship Id="rId45" Type="http://schemas.openxmlformats.org/officeDocument/2006/relationships/header" Target="header15.xml"/><Relationship Id="rId53" Type="http://schemas.openxmlformats.org/officeDocument/2006/relationships/footer" Target="footer23.xml"/><Relationship Id="rId58" Type="http://schemas.openxmlformats.org/officeDocument/2006/relationships/header" Target="header19.xml"/><Relationship Id="rId66" Type="http://schemas.openxmlformats.org/officeDocument/2006/relationships/header" Target="header2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7.xml"/><Relationship Id="rId36" Type="http://schemas.openxmlformats.org/officeDocument/2006/relationships/header" Target="header12.xml"/><Relationship Id="rId49" Type="http://schemas.openxmlformats.org/officeDocument/2006/relationships/header" Target="header16.xml"/><Relationship Id="rId57" Type="http://schemas.openxmlformats.org/officeDocument/2006/relationships/footer" Target="footer26.xml"/><Relationship Id="rId61" Type="http://schemas.openxmlformats.org/officeDocument/2006/relationships/footer" Target="footer29.xml"/><Relationship Id="rId10" Type="http://schemas.openxmlformats.org/officeDocument/2006/relationships/settings" Target="settings.xml"/><Relationship Id="rId19" Type="http://schemas.openxmlformats.org/officeDocument/2006/relationships/header" Target="header4.xml"/><Relationship Id="rId31" Type="http://schemas.openxmlformats.org/officeDocument/2006/relationships/header" Target="header10.xml"/><Relationship Id="rId44" Type="http://schemas.openxmlformats.org/officeDocument/2006/relationships/footer" Target="footer17.xml"/><Relationship Id="rId52" Type="http://schemas.openxmlformats.org/officeDocument/2006/relationships/footer" Target="footer22.xml"/><Relationship Id="rId60" Type="http://schemas.openxmlformats.org/officeDocument/2006/relationships/footer" Target="footer28.xml"/><Relationship Id="rId65" Type="http://schemas.openxmlformats.org/officeDocument/2006/relationships/footer" Target="footer3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footer" Target="footer16.xml"/><Relationship Id="rId48" Type="http://schemas.openxmlformats.org/officeDocument/2006/relationships/footer" Target="footer20.xml"/><Relationship Id="rId56" Type="http://schemas.openxmlformats.org/officeDocument/2006/relationships/footer" Target="footer25.xml"/><Relationship Id="rId64" Type="http://schemas.openxmlformats.org/officeDocument/2006/relationships/footer" Target="footer31.xml"/><Relationship Id="rId8" Type="http://schemas.openxmlformats.org/officeDocument/2006/relationships/styles" Target="styles.xml"/><Relationship Id="rId51" Type="http://schemas.openxmlformats.org/officeDocument/2006/relationships/footer" Target="footer21.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eader" Target="header7.xml"/><Relationship Id="rId33" Type="http://schemas.openxmlformats.org/officeDocument/2006/relationships/footer" Target="footer10.xml"/><Relationship Id="rId38" Type="http://schemas.openxmlformats.org/officeDocument/2006/relationships/footer" Target="footer13.xml"/><Relationship Id="rId46" Type="http://schemas.openxmlformats.org/officeDocument/2006/relationships/footer" Target="footer18.xml"/><Relationship Id="rId59" Type="http://schemas.openxmlformats.org/officeDocument/2006/relationships/footer" Target="footer27.xml"/><Relationship Id="rId67" Type="http://schemas.openxmlformats.org/officeDocument/2006/relationships/fontTable" Target="fontTable.xml"/><Relationship Id="rId20" Type="http://schemas.openxmlformats.org/officeDocument/2006/relationships/header" Target="header5.xml"/><Relationship Id="rId41" Type="http://schemas.openxmlformats.org/officeDocument/2006/relationships/header" Target="header14.xml"/><Relationship Id="rId54" Type="http://schemas.openxmlformats.org/officeDocument/2006/relationships/header" Target="header18.xml"/><Relationship Id="rId62" Type="http://schemas.openxmlformats.org/officeDocument/2006/relationships/header" Target="header20.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Legislation\Pri-E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d4dd4adf-ddb3-46a3-8d7c-fab3fb2a6bc7">
      <Terms xmlns="http://schemas.microsoft.com/office/infopath/2007/PartnerControls">
        <TermInfo xmlns="http://schemas.microsoft.com/office/infopath/2007/PartnerControls">
          <TermName xmlns="http://schemas.microsoft.com/office/infopath/2007/PartnerControls">TSY RA-9081 - Retain as national archives</TermName>
          <TermId xmlns="http://schemas.microsoft.com/office/infopath/2007/PartnerControls">bbf0bcde-1687-4ff2-bc57-f31b5d545d4b</TermId>
        </TermInfo>
      </Terms>
    </lb508a4dc5e84436a0fe496b536466aa>
    <_dlc_DocId xmlns="d4dd4adf-ddb3-46a3-8d7c-fab3fb2a6bc7">2018MG-158-7241</_dlc_DocId>
    <TaxCatchAll xmlns="d4dd4adf-ddb3-46a3-8d7c-fab3fb2a6bc7">
      <Value>2</Value>
    </TaxCatchAll>
    <_dlc_DocIdUrl xmlns="d4dd4adf-ddb3-46a3-8d7c-fab3fb2a6bc7">
      <Url>http://tweb/sites/mg/fsd/_layouts/15/DocIdRedir.aspx?ID=2018MG-158-7241</Url>
      <Description>2018MG-158-7241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spe:Receivers>
</file>

<file path=customXml/item4.xml><?xml version="1.0" encoding="utf-8"?>
<?mso-contentType ?>
<p:Policy xmlns:p="office.server.policy" id="" local="true">
  <p:Name>Treasury Document</p:Name>
  <p:Description/>
  <p:Statement/>
  <p:PolicyItems>
    <p:PolicyItem featureId="Microsoft.Office.RecordsManagement.PolicyFeatures.PolicyAudit" staticId="0x010100E95D40E5DFEA714B90E88DB5CE07A6B5|-421390505" UniqueId="72a3b914-5376-4e08-a93a-e02e58e6045f">
      <p:Name>Auditing</p:Name>
      <p:Description>Audits user actions on documents and list items to the Audit Log.</p:Description>
      <p:CustomData>
        <Audit>
          <Update/>
          <DeleteRestore/>
        </Audit>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Treasury Document" ma:contentTypeID="0x010100E95D40E5DFEA714B90E88DB5CE07A6B50078A86F7C6E73834FB83FA460D8519B96" ma:contentTypeVersion="9135" ma:contentTypeDescription="" ma:contentTypeScope="" ma:versionID="362311e5611a74a1f13c380c83ffef2d">
  <xsd:schema xmlns:xsd="http://www.w3.org/2001/XMLSchema" xmlns:xs="http://www.w3.org/2001/XMLSchema" xmlns:p="http://schemas.microsoft.com/office/2006/metadata/properties" xmlns:ns1="http://schemas.microsoft.com/sharepoint/v3" xmlns:ns2="d4dd4adf-ddb3-46a3-8d7c-fab3fb2a6bc7" xmlns:ns4="http://schemas.microsoft.com/sharepoint/v4" targetNamespace="http://schemas.microsoft.com/office/2006/metadata/properties" ma:root="true" ma:fieldsID="6eb2443d1a16d80b972c9b4f1ca1fbd3" ns1:_="" ns2:_="" ns4:_="">
    <xsd:import namespace="http://schemas.microsoft.com/sharepoint/v3"/>
    <xsd:import namespace="d4dd4adf-ddb3-46a3-8d7c-fab3fb2a6bc7"/>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4:IconOverlay"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7"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4dd4adf-ddb3-46a3-8d7c-fab3fb2a6b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2;#TSY RA-9081 - Retain as national archives|bbf0bcde-1687-4ff2-bc57-f31b5d545d4b"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b865bba-d958-40fe-b21d-a68aa7a39431}" ma:internalName="TaxCatchAll" ma:showField="CatchAllData" ma:web="d4dd4adf-ddb3-46a3-8d7c-fab3fb2a6bc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b865bba-d958-40fe-b21d-a68aa7a39431}" ma:internalName="TaxCatchAllLabel" ma:readOnly="true" ma:showField="CatchAllDataLabel" ma:web="d4dd4adf-ddb3-46a3-8d7c-fab3fb2a6b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E94F5-C95D-4D90-9E4B-E36C2C05285A}">
  <ds:schemaRefs>
    <ds:schemaRef ds:uri="http://schemas.microsoft.com/sharepoint/v3/contenttype/forms"/>
  </ds:schemaRefs>
</ds:datastoreItem>
</file>

<file path=customXml/itemProps2.xml><?xml version="1.0" encoding="utf-8"?>
<ds:datastoreItem xmlns:ds="http://schemas.openxmlformats.org/officeDocument/2006/customXml" ds:itemID="{18EC15A8-97A8-43FC-8AA9-8B5655ACD62F}">
  <ds:schemaRefs>
    <ds:schemaRef ds:uri="http://schemas.microsoft.com/office/2006/metadata/properties"/>
    <ds:schemaRef ds:uri="http://schemas.microsoft.com/office/infopath/2007/PartnerControls"/>
    <ds:schemaRef ds:uri="http://schemas.microsoft.com/sharepoint/v4"/>
    <ds:schemaRef ds:uri="d4dd4adf-ddb3-46a3-8d7c-fab3fb2a6bc7"/>
  </ds:schemaRefs>
</ds:datastoreItem>
</file>

<file path=customXml/itemProps3.xml><?xml version="1.0" encoding="utf-8"?>
<ds:datastoreItem xmlns:ds="http://schemas.openxmlformats.org/officeDocument/2006/customXml" ds:itemID="{610D2428-3490-4080-8CA6-C6902F6A819E}">
  <ds:schemaRefs>
    <ds:schemaRef ds:uri="http://schemas.microsoft.com/sharepoint/events"/>
  </ds:schemaRefs>
</ds:datastoreItem>
</file>

<file path=customXml/itemProps4.xml><?xml version="1.0" encoding="utf-8"?>
<ds:datastoreItem xmlns:ds="http://schemas.openxmlformats.org/officeDocument/2006/customXml" ds:itemID="{45E20B65-D622-467C-91CE-1044ADB3B915}">
  <ds:schemaRefs>
    <ds:schemaRef ds:uri="office.server.policy"/>
  </ds:schemaRefs>
</ds:datastoreItem>
</file>

<file path=customXml/itemProps5.xml><?xml version="1.0" encoding="utf-8"?>
<ds:datastoreItem xmlns:ds="http://schemas.openxmlformats.org/officeDocument/2006/customXml" ds:itemID="{57CA1CD7-818F-4979-A55D-D1A2660D5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4dd4adf-ddb3-46a3-8d7c-fab3fb2a6bc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A433ACA-2606-4F4F-BDEE-62DC8E508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Pri-EM.dotx</Template>
  <TotalTime>134</TotalTime>
  <Pages>123</Pages>
  <Words>41379</Words>
  <Characters>214392</Characters>
  <Application>Microsoft Office Word</Application>
  <DocSecurity>0</DocSecurity>
  <Lines>4606</Lines>
  <Paragraphs>1215</Paragraphs>
  <ScaleCrop>false</ScaleCrop>
  <HeadingPairs>
    <vt:vector size="2" baseType="variant">
      <vt:variant>
        <vt:lpstr>Title</vt:lpstr>
      </vt:variant>
      <vt:variant>
        <vt:i4>1</vt:i4>
      </vt:variant>
    </vt:vector>
  </HeadingPairs>
  <TitlesOfParts>
    <vt:vector size="1" baseType="lpstr">
      <vt:lpstr>171220 - ARFP ED Explanatory Materials</vt:lpstr>
    </vt:vector>
  </TitlesOfParts>
  <Company>Australian Government - The Treasury</Company>
  <LinksUpToDate>false</LinksUpToDate>
  <CharactersWithSpaces>254796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Exposure Draft Explanatory Materials - Corporations Amendment (Asia Region Funds Passport) Bill 2018</dc:title>
  <dc:creator>Australian Government</dc:creator>
  <cp:lastModifiedBy>Hill, Christine</cp:lastModifiedBy>
  <cp:revision>21</cp:revision>
  <cp:lastPrinted>2018-02-14T04:40:00Z</cp:lastPrinted>
  <dcterms:created xsi:type="dcterms:W3CDTF">2018-02-14T01:21:00Z</dcterms:created>
  <dcterms:modified xsi:type="dcterms:W3CDTF">2018-02-16T00:54:00Z</dcterms:modified>
</cp:coreProperties>
</file>